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A90615" w:rsidRDefault="001E2B7A" w:rsidP="001E2B7A">
      <w:pPr>
        <w:ind w:firstLine="708"/>
        <w:rPr>
          <w:rFonts w:asciiTheme="minorHAnsi" w:hAnsiTheme="minorHAnsi" w:cstheme="minorHAnsi"/>
          <w:sz w:val="18"/>
          <w:szCs w:val="18"/>
        </w:rPr>
      </w:pPr>
      <w:r w:rsidRPr="00A90615">
        <w:rPr>
          <w:rFonts w:asciiTheme="minorHAnsi" w:hAnsiTheme="minorHAnsi" w:cstheme="minorHAnsi"/>
          <w:sz w:val="18"/>
          <w:szCs w:val="18"/>
        </w:rPr>
        <w:t>DRU.WWP.7212.9.1.2021(4)</w:t>
      </w:r>
    </w:p>
    <w:p w:rsidR="000A71A0" w:rsidRPr="0033475C" w:rsidRDefault="00D6337B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  <w:bookmarkStart w:id="0" w:name="_GoBack"/>
      <w:bookmarkEnd w:id="0"/>
    </w:p>
    <w:p w:rsidR="000A71A0" w:rsidRPr="0002446A" w:rsidRDefault="00D6337B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02446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Sekretarz</w:t>
      </w:r>
    </w:p>
    <w:p w:rsidR="00D6337B" w:rsidRPr="0002446A" w:rsidRDefault="00D6337B" w:rsidP="00D6337B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02446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Komitetu Rady Ministrów </w:t>
      </w:r>
    </w:p>
    <w:p w:rsidR="00D6337B" w:rsidRPr="0002446A" w:rsidRDefault="00D6337B" w:rsidP="00D6337B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02446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ds. Cyfryzacji</w:t>
      </w:r>
    </w:p>
    <w:p w:rsidR="000A71A0" w:rsidRPr="0033475C" w:rsidRDefault="00EC5B90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EC5B90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EC5B90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EC5B9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6337B" w:rsidRPr="00CB7C5C" w:rsidRDefault="00D6337B" w:rsidP="00D6337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Szanowny Panie Sekretarzu, </w:t>
      </w:r>
    </w:p>
    <w:p w:rsidR="00D6337B" w:rsidRPr="00CB7C5C" w:rsidRDefault="00D6337B" w:rsidP="00D6337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0"/>
          <w:szCs w:val="20"/>
        </w:rPr>
      </w:pPr>
    </w:p>
    <w:p w:rsidR="00D6337B" w:rsidRPr="00CB7C5C" w:rsidRDefault="00D6337B" w:rsidP="00D6337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CB7C5C">
        <w:rPr>
          <w:rFonts w:asciiTheme="minorHAnsi" w:hAnsiTheme="minorHAnsi" w:cstheme="minorHAnsi"/>
          <w:sz w:val="20"/>
          <w:szCs w:val="20"/>
        </w:rPr>
        <w:t xml:space="preserve"> załączeniu przekazuję dokument Ogólne Założenia Projektu Informatycznego</w:t>
      </w:r>
      <w:r>
        <w:rPr>
          <w:rFonts w:asciiTheme="minorHAnsi" w:hAnsiTheme="minorHAnsi" w:cstheme="minorHAnsi"/>
          <w:sz w:val="20"/>
          <w:szCs w:val="20"/>
        </w:rPr>
        <w:t xml:space="preserve"> dla projektu pn. </w:t>
      </w:r>
      <w:r w:rsidRPr="00D6337B">
        <w:rPr>
          <w:rFonts w:asciiTheme="minorHAnsi" w:hAnsiTheme="minorHAnsi" w:cstheme="minorHAnsi"/>
          <w:i/>
          <w:sz w:val="20"/>
          <w:szCs w:val="20"/>
        </w:rPr>
        <w:t>SEPIS – System Ewidencji Państwowej Inspekcji Sanitarnej</w:t>
      </w:r>
      <w:r>
        <w:rPr>
          <w:rFonts w:asciiTheme="minorHAnsi" w:hAnsiTheme="minorHAnsi" w:cstheme="minorHAnsi"/>
          <w:sz w:val="20"/>
          <w:szCs w:val="20"/>
        </w:rPr>
        <w:t xml:space="preserve">, uzgodniony z Biurem Budżetowo – Finansowym, Biurem Dyrektora Generalnego, Departamentem Architektury Informacyjnej Państwa, Departamentem Systemów Państwowych oraz Departamentem Zarządzania Danymi. W przypadku tego ostatniego została udzielona szczegółowa odpowiedź na zgłoszone uwagi i </w:t>
      </w:r>
      <w:r w:rsidR="00A516A3">
        <w:rPr>
          <w:rFonts w:asciiTheme="minorHAnsi" w:hAnsiTheme="minorHAnsi" w:cstheme="minorHAnsi"/>
          <w:sz w:val="20"/>
          <w:szCs w:val="20"/>
        </w:rPr>
        <w:t>przekazana oddzielnym pismem do Dyrektora</w:t>
      </w:r>
      <w:r>
        <w:rPr>
          <w:rFonts w:asciiTheme="minorHAnsi" w:hAnsiTheme="minorHAnsi" w:cstheme="minorHAnsi"/>
          <w:sz w:val="20"/>
          <w:szCs w:val="20"/>
        </w:rPr>
        <w:t xml:space="preserve"> Departamentu</w:t>
      </w:r>
      <w:r w:rsidR="00A516A3">
        <w:rPr>
          <w:rFonts w:asciiTheme="minorHAnsi" w:hAnsiTheme="minorHAnsi" w:cstheme="minorHAnsi"/>
          <w:sz w:val="20"/>
          <w:szCs w:val="20"/>
        </w:rPr>
        <w:t xml:space="preserve">. </w:t>
      </w:r>
      <w:r>
        <w:rPr>
          <w:rFonts w:asciiTheme="minorHAnsi" w:hAnsiTheme="minorHAnsi" w:cstheme="minorHAnsi"/>
          <w:sz w:val="20"/>
          <w:szCs w:val="20"/>
        </w:rPr>
        <w:t>Dodatkowo dokument został poprawiony o uwagi z ostatniego posiedzenia KRMC oraz uwz</w:t>
      </w:r>
      <w:r w:rsidR="007167A5">
        <w:rPr>
          <w:rFonts w:asciiTheme="minorHAnsi" w:hAnsiTheme="minorHAnsi" w:cstheme="minorHAnsi"/>
          <w:sz w:val="20"/>
          <w:szCs w:val="20"/>
        </w:rPr>
        <w:t>ględnia oficjalną uwagę zgłoszoną przez</w:t>
      </w:r>
      <w:r>
        <w:rPr>
          <w:rFonts w:asciiTheme="minorHAnsi" w:hAnsiTheme="minorHAnsi" w:cstheme="minorHAnsi"/>
          <w:sz w:val="20"/>
          <w:szCs w:val="20"/>
        </w:rPr>
        <w:t xml:space="preserve"> MON.</w:t>
      </w:r>
    </w:p>
    <w:p w:rsidR="00D6337B" w:rsidRPr="00CB7C5C" w:rsidRDefault="00D6337B" w:rsidP="00D6337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D6337B" w:rsidRPr="00CB7C5C" w:rsidRDefault="00D6337B" w:rsidP="00D6337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B7C5C">
        <w:rPr>
          <w:rFonts w:asciiTheme="minorHAnsi" w:hAnsiTheme="minorHAnsi" w:cstheme="minorHAnsi"/>
          <w:sz w:val="20"/>
          <w:szCs w:val="20"/>
        </w:rPr>
        <w:t xml:space="preserve">W przypadku uwag uprzejmie proszę o kontakt z kierownikiem projektu Panem Maciejem </w:t>
      </w:r>
      <w:proofErr w:type="spellStart"/>
      <w:r w:rsidRPr="00CB7C5C">
        <w:rPr>
          <w:rFonts w:asciiTheme="minorHAnsi" w:hAnsiTheme="minorHAnsi" w:cstheme="minorHAnsi"/>
          <w:sz w:val="20"/>
          <w:szCs w:val="20"/>
        </w:rPr>
        <w:t>Kubinowskim</w:t>
      </w:r>
      <w:proofErr w:type="spellEnd"/>
      <w:r w:rsidRPr="00CB7C5C">
        <w:rPr>
          <w:rFonts w:asciiTheme="minorHAnsi" w:hAnsiTheme="minorHAnsi" w:cstheme="minorHAnsi"/>
          <w:sz w:val="20"/>
          <w:szCs w:val="20"/>
        </w:rPr>
        <w:t>.</w:t>
      </w:r>
    </w:p>
    <w:p w:rsidR="00D6337B" w:rsidRPr="00CB7C5C" w:rsidRDefault="00D6337B" w:rsidP="00D6337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33475C" w:rsidRPr="0033475C" w:rsidRDefault="00EC5B9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EC5B9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EC5B9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EC5B9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EC5B9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EC5B9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EC5B9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EC5B9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EC5B9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EC5B9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EC5B9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B90" w:rsidRDefault="00EC5B90">
      <w:r>
        <w:separator/>
      </w:r>
    </w:p>
  </w:endnote>
  <w:endnote w:type="continuationSeparator" w:id="0">
    <w:p w:rsidR="00EC5B90" w:rsidRDefault="00EC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14" w:rsidRDefault="00D426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2049" type="#_x0000_t202" style="height:18.85pt;margin-left:27.1pt;margin-top:19.8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59264" stroked="f">
              <v:textbox>
                <w:txbxContent>
                  <w:p w:rsidR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B90" w:rsidRDefault="00EC5B90">
      <w:r>
        <w:separator/>
      </w:r>
    </w:p>
  </w:footnote>
  <w:footnote w:type="continuationSeparator" w:id="0">
    <w:p w:rsidR="00EC5B90" w:rsidRDefault="00EC5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14" w:rsidRDefault="00D426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614" w:rsidRDefault="00D4261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EC5B90" w:rsidP="007018D3">
    <w:pPr>
      <w:pStyle w:val="Nagwek"/>
      <w:jc w:val="right"/>
    </w:pPr>
  </w:p>
  <w:p w:rsidR="007018D3" w:rsidRDefault="00EC5B90" w:rsidP="007018D3">
    <w:pPr>
      <w:pStyle w:val="Nagwek"/>
      <w:jc w:val="right"/>
    </w:pPr>
  </w:p>
  <w:p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EC5B90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0534A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2051" type="#_x0000_t202" style="height:24.3pt;margin-left:-12.6pt;margin-top:109.6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219.75pt;z-index:251661312" stroked="f">
              <v:textbox>
                <w:txbxContent>
                  <w:p w:rsidR="007018D3" w:rsidRPr="00495DA1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2446A"/>
    <w:rsid w:val="000534A7"/>
    <w:rsid w:val="001E2B7A"/>
    <w:rsid w:val="00347BC7"/>
    <w:rsid w:val="007167A5"/>
    <w:rsid w:val="008F113D"/>
    <w:rsid w:val="00A516A3"/>
    <w:rsid w:val="00A90615"/>
    <w:rsid w:val="00B0695A"/>
    <w:rsid w:val="00D42614"/>
    <w:rsid w:val="00D6337B"/>
    <w:rsid w:val="00E47587"/>
    <w:rsid w:val="00EC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6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7</cp:revision>
  <dcterms:created xsi:type="dcterms:W3CDTF">2021-02-10T06:35:00Z</dcterms:created>
  <dcterms:modified xsi:type="dcterms:W3CDTF">2021-02-11T06:47:00Z</dcterms:modified>
</cp:coreProperties>
</file>