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8"/>
        <w:gridCol w:w="2626"/>
        <w:gridCol w:w="660"/>
        <w:gridCol w:w="3621"/>
      </w:tblGrid>
      <w:tr w:rsidR="00733E72">
        <w:trPr>
          <w:cantSplit/>
          <w:trHeight w:val="233"/>
          <w:jc w:val="center"/>
        </w:trPr>
        <w:tc>
          <w:tcPr>
            <w:tcW w:w="2078" w:type="dxa"/>
            <w:vMerge w:val="restart"/>
            <w:tcBorders>
              <w:right w:val="nil"/>
            </w:tcBorders>
          </w:tcPr>
          <w:p w:rsidR="000F03C2" w:rsidRPr="00BA015A" w:rsidRDefault="000F03C2">
            <w:pPr>
              <w:rPr>
                <w:rFonts w:ascii="Arial" w:hAnsi="Arial" w:cs="Arial"/>
                <w:sz w:val="16"/>
                <w:szCs w:val="16"/>
                <w:vertAlign w:val="subscript"/>
              </w:rPr>
            </w:pPr>
            <w:bookmarkStart w:id="0" w:name="_GoBack"/>
            <w:bookmarkEnd w:id="0"/>
          </w:p>
          <w:bookmarkStart w:id="1" w:name="Tekst41"/>
          <w:p w:rsidR="00F63864" w:rsidRPr="006B2F26" w:rsidRDefault="005138C9" w:rsidP="00BA01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F2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41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="006B2F26" w:rsidRPr="006B2F2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2F26">
              <w:rPr>
                <w:rFonts w:ascii="Arial" w:hAnsi="Arial" w:cs="Arial"/>
                <w:sz w:val="20"/>
                <w:szCs w:val="20"/>
              </w:rPr>
            </w:r>
            <w:r w:rsidRPr="006B2F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B2F2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  <w:p w:rsidR="00733E72" w:rsidRDefault="00733E72" w:rsidP="00BA015A">
            <w:pPr>
              <w:spacing w:before="40"/>
              <w:jc w:val="center"/>
              <w:rPr>
                <w:rFonts w:ascii="Arial" w:hAnsi="Arial" w:cs="Arial"/>
                <w:sz w:val="20"/>
                <w:vertAlign w:val="subscript"/>
              </w:rPr>
            </w:pPr>
            <w:r>
              <w:rPr>
                <w:rFonts w:ascii="Arial" w:hAnsi="Arial" w:cs="Arial"/>
                <w:sz w:val="20"/>
                <w:vertAlign w:val="superscript"/>
              </w:rPr>
              <w:t>(miejscowość)</w:t>
            </w:r>
          </w:p>
        </w:tc>
        <w:tc>
          <w:tcPr>
            <w:tcW w:w="2627" w:type="dxa"/>
            <w:vMerge w:val="restart"/>
            <w:tcBorders>
              <w:left w:val="nil"/>
            </w:tcBorders>
          </w:tcPr>
          <w:p w:rsidR="000F03C2" w:rsidRPr="00BA015A" w:rsidRDefault="000F03C2">
            <w:pPr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  <w:bookmarkStart w:id="2" w:name="Tekst42"/>
          <w:p w:rsidR="00733E72" w:rsidRPr="006B2F26" w:rsidRDefault="005138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ks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0903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0903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  <w:p w:rsidR="00F63864" w:rsidRPr="00BA015A" w:rsidRDefault="00F63864" w:rsidP="00BA015A">
            <w:pPr>
              <w:spacing w:before="40"/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 w:rsidRPr="00BA015A">
              <w:rPr>
                <w:rFonts w:ascii="Arial" w:hAnsi="Arial" w:cs="Arial"/>
                <w:sz w:val="20"/>
                <w:vertAlign w:val="superscript"/>
              </w:rPr>
              <w:t>(data</w:t>
            </w:r>
            <w:r w:rsidR="00BA015A" w:rsidRPr="00BA015A">
              <w:rPr>
                <w:rFonts w:ascii="Arial" w:hAnsi="Arial" w:cs="Arial"/>
                <w:sz w:val="20"/>
                <w:vertAlign w:val="superscript"/>
              </w:rPr>
              <w:t>)</w:t>
            </w:r>
          </w:p>
        </w:tc>
        <w:tc>
          <w:tcPr>
            <w:tcW w:w="4282" w:type="dxa"/>
            <w:gridSpan w:val="2"/>
            <w:shd w:val="clear" w:color="auto" w:fill="auto"/>
            <w:vAlign w:val="center"/>
          </w:tcPr>
          <w:p w:rsidR="00733E72" w:rsidRPr="000F03C2" w:rsidRDefault="00733E72" w:rsidP="00E82BA3">
            <w:pPr>
              <w:pStyle w:val="Nagwek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F03C2">
              <w:rPr>
                <w:rFonts w:ascii="Arial" w:hAnsi="Arial" w:cs="Arial"/>
                <w:sz w:val="18"/>
                <w:szCs w:val="18"/>
              </w:rPr>
              <w:t>Do:</w:t>
            </w:r>
          </w:p>
        </w:tc>
      </w:tr>
      <w:tr w:rsidR="00733E72">
        <w:trPr>
          <w:cantSplit/>
          <w:trHeight w:val="232"/>
          <w:jc w:val="center"/>
        </w:trPr>
        <w:tc>
          <w:tcPr>
            <w:tcW w:w="2078" w:type="dxa"/>
            <w:vMerge/>
            <w:tcBorders>
              <w:right w:val="nil"/>
            </w:tcBorders>
          </w:tcPr>
          <w:p w:rsidR="00733E72" w:rsidRDefault="00733E72">
            <w:pPr>
              <w:rPr>
                <w:rFonts w:ascii="Arial" w:hAnsi="Arial" w:cs="Arial"/>
                <w:sz w:val="20"/>
                <w:vertAlign w:val="subscript"/>
              </w:rPr>
            </w:pPr>
          </w:p>
        </w:tc>
        <w:tc>
          <w:tcPr>
            <w:tcW w:w="2627" w:type="dxa"/>
            <w:vMerge/>
            <w:tcBorders>
              <w:left w:val="nil"/>
            </w:tcBorders>
          </w:tcPr>
          <w:p w:rsidR="00733E72" w:rsidRDefault="00733E72">
            <w:pPr>
              <w:rPr>
                <w:rFonts w:ascii="Arial" w:hAnsi="Arial" w:cs="Arial"/>
                <w:sz w:val="20"/>
                <w:vertAlign w:val="subscript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733E72" w:rsidRPr="00E82BA3" w:rsidRDefault="00733E72" w:rsidP="00E82BA3">
            <w:pPr>
              <w:pStyle w:val="Nagwek1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733E72" w:rsidRDefault="00733E72" w:rsidP="006B2F26">
            <w:pPr>
              <w:pStyle w:val="Nagwek1"/>
              <w:ind w:left="-79" w:right="675"/>
              <w:rPr>
                <w:rFonts w:ascii="Arial" w:hAnsi="Arial" w:cs="Arial"/>
                <w:b w:val="0"/>
                <w:sz w:val="18"/>
                <w:szCs w:val="18"/>
              </w:rPr>
            </w:pPr>
            <w:r w:rsidRPr="000F03C2">
              <w:rPr>
                <w:rFonts w:ascii="Arial" w:hAnsi="Arial" w:cs="Arial"/>
                <w:b w:val="0"/>
                <w:sz w:val="18"/>
                <w:szCs w:val="18"/>
              </w:rPr>
              <w:t xml:space="preserve">- Departament </w:t>
            </w:r>
            <w:r w:rsidR="001E3373">
              <w:rPr>
                <w:rFonts w:ascii="Arial" w:hAnsi="Arial" w:cs="Arial"/>
                <w:b w:val="0"/>
                <w:sz w:val="18"/>
                <w:szCs w:val="18"/>
              </w:rPr>
              <w:t>Nadzoru i Kontroli</w:t>
            </w:r>
          </w:p>
          <w:p w:rsidR="006B2F26" w:rsidRPr="006E5F1A" w:rsidRDefault="00694BE2" w:rsidP="009C6948">
            <w:pPr>
              <w:ind w:firstLine="644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 fax </w:t>
            </w:r>
            <w:r w:rsidR="006B2F26" w:rsidRPr="006B2F26">
              <w:rPr>
                <w:rFonts w:ascii="Arial" w:hAnsi="Arial" w:cs="Arial"/>
                <w:sz w:val="18"/>
                <w:szCs w:val="18"/>
              </w:rPr>
              <w:t>)</w:t>
            </w:r>
            <w:r w:rsidR="006E5F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33E72">
        <w:trPr>
          <w:cantSplit/>
          <w:jc w:val="center"/>
        </w:trPr>
        <w:tc>
          <w:tcPr>
            <w:tcW w:w="4705" w:type="dxa"/>
            <w:gridSpan w:val="2"/>
            <w:vAlign w:val="center"/>
          </w:tcPr>
          <w:p w:rsidR="00733E72" w:rsidRPr="00C5527F" w:rsidRDefault="00733E72" w:rsidP="006A747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2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Okręgowy Inspektor Pracy w </w:t>
            </w:r>
            <w:bookmarkStart w:id="3" w:name="Tekst1"/>
            <w:r w:rsidR="005138C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kst1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="00A83B5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="005138C9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5138C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A7473">
              <w:rPr>
                <w:rFonts w:ascii="Arial" w:hAnsi="Arial" w:cs="Arial"/>
                <w:b/>
                <w:bCs/>
                <w:sz w:val="18"/>
                <w:szCs w:val="18"/>
              </w:rPr>
              <w:t> </w:t>
            </w:r>
            <w:r w:rsidR="006A7473">
              <w:rPr>
                <w:rFonts w:ascii="Arial" w:hAnsi="Arial" w:cs="Arial"/>
                <w:b/>
                <w:bCs/>
                <w:sz w:val="18"/>
                <w:szCs w:val="18"/>
              </w:rPr>
              <w:t> </w:t>
            </w:r>
            <w:r w:rsidR="006A7473">
              <w:rPr>
                <w:rFonts w:ascii="Arial" w:hAnsi="Arial" w:cs="Arial"/>
                <w:b/>
                <w:bCs/>
                <w:sz w:val="18"/>
                <w:szCs w:val="18"/>
              </w:rPr>
              <w:t> </w:t>
            </w:r>
            <w:r w:rsidR="006A7473">
              <w:rPr>
                <w:rFonts w:ascii="Arial" w:hAnsi="Arial" w:cs="Arial"/>
                <w:b/>
                <w:bCs/>
                <w:sz w:val="18"/>
                <w:szCs w:val="18"/>
              </w:rPr>
              <w:t> </w:t>
            </w:r>
            <w:r w:rsidR="006A7473">
              <w:rPr>
                <w:rFonts w:ascii="Arial" w:hAnsi="Arial" w:cs="Arial"/>
                <w:b/>
                <w:bCs/>
                <w:sz w:val="18"/>
                <w:szCs w:val="18"/>
              </w:rPr>
              <w:t> </w:t>
            </w:r>
            <w:r w:rsidR="005138C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660" w:type="dxa"/>
            <w:shd w:val="clear" w:color="auto" w:fill="auto"/>
            <w:vAlign w:val="center"/>
          </w:tcPr>
          <w:p w:rsidR="00733E72" w:rsidRDefault="00733E72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733E72" w:rsidRPr="000F03C2" w:rsidRDefault="004F636B" w:rsidP="00A83B55">
            <w:pPr>
              <w:spacing w:before="60" w:after="60"/>
              <w:ind w:left="-77" w:right="6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C2">
              <w:rPr>
                <w:rFonts w:ascii="Arial" w:hAnsi="Arial" w:cs="Arial"/>
                <w:sz w:val="18"/>
                <w:szCs w:val="18"/>
              </w:rPr>
              <w:t xml:space="preserve">- Okręgowy Inspektorat Pracy w </w:t>
            </w:r>
            <w:r w:rsidR="008A3ECA">
              <w:rPr>
                <w:rFonts w:ascii="Arial" w:hAnsi="Arial" w:cs="Arial"/>
                <w:sz w:val="18"/>
                <w:szCs w:val="18"/>
              </w:rPr>
              <w:br/>
            </w:r>
            <w:bookmarkStart w:id="4" w:name="Tekst3"/>
            <w:r w:rsidR="005138C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="00A83B5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5138C9">
              <w:rPr>
                <w:rFonts w:ascii="Arial" w:hAnsi="Arial" w:cs="Arial"/>
                <w:sz w:val="18"/>
                <w:szCs w:val="18"/>
              </w:rPr>
            </w:r>
            <w:r w:rsidR="005138C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9031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5138C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</w:tr>
      <w:tr w:rsidR="00733E72">
        <w:trPr>
          <w:cantSplit/>
          <w:jc w:val="center"/>
        </w:trPr>
        <w:tc>
          <w:tcPr>
            <w:tcW w:w="4705" w:type="dxa"/>
            <w:gridSpan w:val="2"/>
            <w:vAlign w:val="center"/>
          </w:tcPr>
          <w:p w:rsidR="00733E72" w:rsidRPr="00C5527F" w:rsidRDefault="00733E72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27F">
              <w:rPr>
                <w:rFonts w:ascii="Arial" w:hAnsi="Arial" w:cs="Arial"/>
                <w:sz w:val="18"/>
                <w:szCs w:val="18"/>
              </w:rPr>
              <w:t>Nr rej. OIP: .</w:t>
            </w:r>
            <w:r w:rsidR="005138C9" w:rsidRPr="005F7122">
              <w:rPr>
                <w:rFonts w:ascii="Arial" w:hAnsi="Arial" w:cs="Arial"/>
                <w:b/>
                <w:sz w:val="20"/>
                <w:szCs w:val="18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5" w:name="Tekst2"/>
            <w:r w:rsidR="008A3ECA" w:rsidRPr="005F7122">
              <w:rPr>
                <w:rFonts w:ascii="Arial" w:hAnsi="Arial" w:cs="Arial"/>
                <w:b/>
                <w:sz w:val="20"/>
                <w:szCs w:val="18"/>
              </w:rPr>
              <w:instrText xml:space="preserve"> FORMTEXT </w:instrText>
            </w:r>
            <w:r w:rsidR="005138C9" w:rsidRPr="005F7122">
              <w:rPr>
                <w:rFonts w:ascii="Arial" w:hAnsi="Arial" w:cs="Arial"/>
                <w:b/>
                <w:sz w:val="20"/>
                <w:szCs w:val="18"/>
              </w:rPr>
            </w:r>
            <w:r w:rsidR="005138C9" w:rsidRPr="005F7122">
              <w:rPr>
                <w:rFonts w:ascii="Arial" w:hAnsi="Arial" w:cs="Arial"/>
                <w:b/>
                <w:sz w:val="20"/>
                <w:szCs w:val="18"/>
              </w:rPr>
              <w:fldChar w:fldCharType="separate"/>
            </w:r>
            <w:r w:rsidR="00090318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20"/>
                <w:szCs w:val="18"/>
              </w:rPr>
              <w:t> </w:t>
            </w:r>
            <w:r w:rsidR="005138C9" w:rsidRPr="005F7122">
              <w:rPr>
                <w:rFonts w:ascii="Arial" w:hAnsi="Arial" w:cs="Arial"/>
                <w:b/>
                <w:sz w:val="20"/>
                <w:szCs w:val="18"/>
              </w:rPr>
              <w:fldChar w:fldCharType="end"/>
            </w:r>
            <w:bookmarkEnd w:id="5"/>
          </w:p>
        </w:tc>
        <w:tc>
          <w:tcPr>
            <w:tcW w:w="660" w:type="dxa"/>
            <w:shd w:val="clear" w:color="auto" w:fill="auto"/>
            <w:vAlign w:val="center"/>
          </w:tcPr>
          <w:p w:rsidR="00733E72" w:rsidRDefault="00733E72">
            <w:pPr>
              <w:spacing w:before="6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733E72" w:rsidRPr="000F03C2" w:rsidRDefault="00A83B55">
            <w:pPr>
              <w:spacing w:before="6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F636B" w:rsidRPr="000F03C2">
              <w:rPr>
                <w:rFonts w:ascii="Arial" w:hAnsi="Arial" w:cs="Arial"/>
                <w:sz w:val="18"/>
                <w:szCs w:val="18"/>
              </w:rPr>
              <w:t>- a/a</w:t>
            </w:r>
          </w:p>
        </w:tc>
      </w:tr>
    </w:tbl>
    <w:p w:rsidR="00C26842" w:rsidRDefault="00C26842">
      <w:pPr>
        <w:pStyle w:val="Nagwek"/>
        <w:tabs>
          <w:tab w:val="clear" w:pos="4536"/>
          <w:tab w:val="clear" w:pos="9072"/>
        </w:tabs>
      </w:pPr>
    </w:p>
    <w:p w:rsidR="00C26842" w:rsidRPr="00C5527F" w:rsidRDefault="00C26842">
      <w:pPr>
        <w:pStyle w:val="Nagwek2"/>
        <w:rPr>
          <w:b/>
          <w:bCs/>
          <w:sz w:val="32"/>
          <w:szCs w:val="32"/>
        </w:rPr>
      </w:pPr>
      <w:r w:rsidRPr="00C5527F">
        <w:rPr>
          <w:b/>
          <w:bCs/>
          <w:sz w:val="32"/>
          <w:szCs w:val="32"/>
        </w:rPr>
        <w:t>Meldunek GIP–</w:t>
      </w:r>
      <w:r w:rsidR="00CA0A54">
        <w:rPr>
          <w:b/>
          <w:bCs/>
          <w:sz w:val="32"/>
          <w:szCs w:val="32"/>
        </w:rPr>
        <w:t>Mw</w:t>
      </w:r>
    </w:p>
    <w:p w:rsidR="006D7143" w:rsidRPr="006D7143" w:rsidRDefault="006D7143" w:rsidP="006D7143">
      <w:pPr>
        <w:jc w:val="center"/>
        <w:rPr>
          <w:rFonts w:ascii="Arial" w:hAnsi="Arial" w:cs="Arial"/>
          <w:sz w:val="20"/>
          <w:szCs w:val="20"/>
        </w:rPr>
      </w:pPr>
      <w:r w:rsidRPr="006D7143">
        <w:rPr>
          <w:rFonts w:ascii="Arial" w:hAnsi="Arial" w:cs="Arial"/>
          <w:sz w:val="20"/>
          <w:szCs w:val="20"/>
        </w:rPr>
        <w:t xml:space="preserve">o wypadku przy pracy/ </w:t>
      </w:r>
      <w:r w:rsidR="00175F6F" w:rsidRPr="00175F6F">
        <w:rPr>
          <w:rFonts w:ascii="Arial" w:hAnsi="Arial" w:cs="Arial"/>
          <w:color w:val="000000" w:themeColor="text1"/>
          <w:sz w:val="20"/>
          <w:szCs w:val="20"/>
        </w:rPr>
        <w:t>zdarzeniu potencjalnie wypadkowym</w:t>
      </w:r>
      <w:r w:rsidR="00B040DF" w:rsidRPr="00B040DF">
        <w:rPr>
          <w:rFonts w:ascii="Arial" w:hAnsi="Arial" w:cs="Arial"/>
          <w:sz w:val="20"/>
          <w:szCs w:val="20"/>
          <w:vertAlign w:val="superscript"/>
        </w:rPr>
        <w:t>*</w:t>
      </w:r>
      <w:r w:rsidRPr="006D7143">
        <w:rPr>
          <w:rFonts w:ascii="Arial" w:hAnsi="Arial" w:cs="Arial"/>
          <w:sz w:val="20"/>
          <w:szCs w:val="20"/>
        </w:rPr>
        <w:t>/ katastrofie</w:t>
      </w:r>
    </w:p>
    <w:p w:rsidR="001D2978" w:rsidRDefault="001D2978">
      <w:pPr>
        <w:rPr>
          <w:rFonts w:ascii="Arial" w:hAnsi="Arial" w:cs="Arial"/>
          <w:sz w:val="22"/>
        </w:rPr>
        <w:sectPr w:rsidR="001D2978" w:rsidSect="00B040DF">
          <w:headerReference w:type="default" r:id="rId8"/>
          <w:footerReference w:type="default" r:id="rId9"/>
          <w:footnotePr>
            <w:numFmt w:val="lowerLetter"/>
          </w:footnotePr>
          <w:pgSz w:w="11906" w:h="16838" w:code="9"/>
          <w:pgMar w:top="907" w:right="1418" w:bottom="907" w:left="1418" w:header="709" w:footer="709" w:gutter="0"/>
          <w:cols w:space="708"/>
          <w:docGrid w:linePitch="360"/>
        </w:sectPr>
      </w:pPr>
    </w:p>
    <w:p w:rsidR="001D2978" w:rsidRDefault="001D2978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6"/>
        <w:gridCol w:w="278"/>
        <w:gridCol w:w="4055"/>
        <w:gridCol w:w="278"/>
        <w:gridCol w:w="1320"/>
        <w:gridCol w:w="278"/>
      </w:tblGrid>
      <w:tr w:rsidR="00116224" w:rsidTr="00A65104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</w:tcBorders>
            <w:vAlign w:val="center"/>
          </w:tcPr>
          <w:p w:rsidR="00116224" w:rsidRDefault="00116224" w:rsidP="008A638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wypadek przy pracy</w:t>
            </w:r>
          </w:p>
        </w:tc>
        <w:tc>
          <w:tcPr>
            <w:tcW w:w="278" w:type="dxa"/>
            <w:vAlign w:val="center"/>
          </w:tcPr>
          <w:p w:rsidR="00116224" w:rsidRPr="00090318" w:rsidRDefault="005138C9" w:rsidP="00787ADF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</w:rPr>
            </w:pPr>
            <w:r w:rsidRPr="000903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116224" w:rsidRPr="000903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20"/>
              </w:rPr>
            </w:r>
            <w:r w:rsidRPr="000903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116224" w:rsidRPr="000903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90318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4055" w:type="dxa"/>
            <w:tcBorders>
              <w:top w:val="nil"/>
              <w:bottom w:val="nil"/>
            </w:tcBorders>
            <w:vAlign w:val="center"/>
          </w:tcPr>
          <w:p w:rsidR="00116224" w:rsidRPr="00175F6F" w:rsidRDefault="00175F6F" w:rsidP="008A638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75F6F">
              <w:rPr>
                <w:rFonts w:ascii="Arial" w:hAnsi="Arial" w:cs="Arial"/>
                <w:b/>
                <w:bCs/>
                <w:sz w:val="20"/>
              </w:rPr>
              <w:t>zdarzenie potencjalnie wypadkowe</w:t>
            </w:r>
          </w:p>
        </w:tc>
        <w:bookmarkStart w:id="6" w:name="Tekst5"/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116224" w:rsidRPr="00090318" w:rsidRDefault="005138C9" w:rsidP="008A638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</w:rPr>
            </w:pPr>
            <w:r w:rsidRPr="000903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116224" w:rsidRPr="000903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20"/>
              </w:rPr>
            </w:r>
            <w:r w:rsidRPr="000903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116224" w:rsidRPr="000903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90318">
              <w:rPr>
                <w:rFonts w:ascii="Arial" w:hAnsi="Arial" w:cs="Arial"/>
                <w:b/>
                <w:sz w:val="20"/>
              </w:rPr>
              <w:fldChar w:fldCharType="end"/>
            </w:r>
            <w:bookmarkEnd w:id="6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6224" w:rsidRPr="00C35728" w:rsidRDefault="00116224" w:rsidP="008A638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</w:rPr>
            </w:pPr>
            <w:r w:rsidRPr="00C35728">
              <w:rPr>
                <w:rFonts w:ascii="Arial" w:hAnsi="Arial" w:cs="Arial"/>
                <w:b/>
                <w:sz w:val="20"/>
              </w:rPr>
              <w:t>katastrofa</w:t>
            </w:r>
          </w:p>
        </w:tc>
        <w:bookmarkStart w:id="7" w:name="Tekst6"/>
        <w:tc>
          <w:tcPr>
            <w:tcW w:w="278" w:type="dxa"/>
            <w:tcBorders>
              <w:left w:val="single" w:sz="4" w:space="0" w:color="auto"/>
            </w:tcBorders>
            <w:vAlign w:val="center"/>
          </w:tcPr>
          <w:p w:rsidR="00116224" w:rsidRPr="00090318" w:rsidRDefault="005138C9" w:rsidP="008A638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</w:rPr>
            </w:pPr>
            <w:r w:rsidRPr="000903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kst6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116224" w:rsidRPr="000903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20"/>
              </w:rPr>
            </w:r>
            <w:r w:rsidRPr="000903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116224" w:rsidRPr="000903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90318">
              <w:rPr>
                <w:rFonts w:ascii="Arial" w:hAnsi="Arial" w:cs="Arial"/>
                <w:b/>
                <w:sz w:val="20"/>
              </w:rPr>
              <w:fldChar w:fldCharType="end"/>
            </w:r>
            <w:bookmarkEnd w:id="7"/>
          </w:p>
        </w:tc>
      </w:tr>
    </w:tbl>
    <w:p w:rsidR="00017487" w:rsidRDefault="00017487" w:rsidP="00017487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7"/>
        <w:gridCol w:w="283"/>
        <w:gridCol w:w="2977"/>
        <w:gridCol w:w="296"/>
      </w:tblGrid>
      <w:tr w:rsidR="003D6F1F" w:rsidRPr="00175F6F" w:rsidTr="007F1F85">
        <w:trPr>
          <w:jc w:val="center"/>
        </w:trPr>
        <w:tc>
          <w:tcPr>
            <w:tcW w:w="3277" w:type="dxa"/>
            <w:tcBorders>
              <w:top w:val="nil"/>
              <w:left w:val="nil"/>
              <w:bottom w:val="nil"/>
              <w:right w:val="single" w:sz="4" w:space="0" w:color="FF0000"/>
            </w:tcBorders>
            <w:vAlign w:val="center"/>
          </w:tcPr>
          <w:p w:rsidR="003D6F1F" w:rsidRPr="00175F6F" w:rsidRDefault="003D6F1F" w:rsidP="00633C0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75F6F">
              <w:rPr>
                <w:rFonts w:ascii="Arial" w:hAnsi="Arial" w:cs="Arial"/>
                <w:b/>
                <w:bCs/>
                <w:sz w:val="20"/>
              </w:rPr>
              <w:t>nagły przypadek medyczny</w:t>
            </w:r>
          </w:p>
        </w:tc>
        <w:tc>
          <w:tcPr>
            <w:tcW w:w="283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3D6F1F" w:rsidRPr="00175F6F" w:rsidRDefault="005138C9" w:rsidP="00633C0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</w:rPr>
            </w:pPr>
            <w:r w:rsidRPr="00175F6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3D6F1F" w:rsidRPr="00175F6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75F6F">
              <w:rPr>
                <w:rFonts w:ascii="Arial" w:hAnsi="Arial" w:cs="Arial"/>
                <w:b/>
                <w:sz w:val="20"/>
              </w:rPr>
            </w:r>
            <w:r w:rsidRPr="00175F6F">
              <w:rPr>
                <w:rFonts w:ascii="Arial" w:hAnsi="Arial" w:cs="Arial"/>
                <w:b/>
                <w:sz w:val="20"/>
              </w:rPr>
              <w:fldChar w:fldCharType="separate"/>
            </w:r>
            <w:r w:rsidR="003D6F1F" w:rsidRPr="00175F6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75F6F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  <w:vAlign w:val="center"/>
          </w:tcPr>
          <w:p w:rsidR="003D6F1F" w:rsidRPr="00175F6F" w:rsidRDefault="003D6F1F" w:rsidP="00633C0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75F6F">
              <w:rPr>
                <w:rFonts w:ascii="Arial" w:hAnsi="Arial" w:cs="Arial"/>
                <w:b/>
                <w:bCs/>
                <w:sz w:val="20"/>
              </w:rPr>
              <w:t>wypadek komunikacyjny</w:t>
            </w:r>
          </w:p>
        </w:tc>
        <w:tc>
          <w:tcPr>
            <w:tcW w:w="29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:rsidR="003D6F1F" w:rsidRPr="00175F6F" w:rsidRDefault="005138C9" w:rsidP="00633C0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</w:rPr>
            </w:pPr>
            <w:r w:rsidRPr="00175F6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3D6F1F" w:rsidRPr="00175F6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75F6F">
              <w:rPr>
                <w:rFonts w:ascii="Arial" w:hAnsi="Arial" w:cs="Arial"/>
                <w:b/>
                <w:sz w:val="20"/>
              </w:rPr>
            </w:r>
            <w:r w:rsidRPr="00175F6F">
              <w:rPr>
                <w:rFonts w:ascii="Arial" w:hAnsi="Arial" w:cs="Arial"/>
                <w:b/>
                <w:sz w:val="20"/>
              </w:rPr>
              <w:fldChar w:fldCharType="separate"/>
            </w:r>
            <w:r w:rsidR="003D6F1F" w:rsidRPr="00175F6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75F6F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:rsidR="00FD6572" w:rsidRDefault="00FD6572" w:rsidP="00017487">
      <w:pPr>
        <w:rPr>
          <w:rFonts w:ascii="Arial" w:hAnsi="Arial" w:cs="Arial"/>
          <w:sz w:val="22"/>
        </w:rPr>
      </w:pPr>
    </w:p>
    <w:p w:rsidR="00AF70C7" w:rsidRDefault="00AF70C7" w:rsidP="00017487">
      <w:pPr>
        <w:rPr>
          <w:rFonts w:ascii="Arial" w:hAnsi="Arial" w:cs="Arial"/>
          <w:sz w:val="22"/>
        </w:rPr>
      </w:pPr>
    </w:p>
    <w:p w:rsidR="002A7870" w:rsidRDefault="00D265BF" w:rsidP="00017487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0;margin-top:1.1pt;width:452.55pt;height:.3pt;flip:y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" strokeweight="1.25pt">
            <w10:wrap anchorx="margin"/>
          </v:shape>
        </w:pict>
      </w:r>
    </w:p>
    <w:tbl>
      <w:tblPr>
        <w:tblW w:w="93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1560"/>
        <w:gridCol w:w="360"/>
        <w:gridCol w:w="1320"/>
        <w:gridCol w:w="360"/>
        <w:gridCol w:w="1560"/>
        <w:gridCol w:w="317"/>
        <w:gridCol w:w="1272"/>
        <w:gridCol w:w="558"/>
      </w:tblGrid>
      <w:tr w:rsidR="00A83B55" w:rsidRPr="005F4873" w:rsidTr="008E2D80">
        <w:tc>
          <w:tcPr>
            <w:tcW w:w="20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366B" w:rsidRPr="005F4873" w:rsidRDefault="0019366B" w:rsidP="008E2D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F4873">
              <w:rPr>
                <w:rFonts w:ascii="Arial" w:hAnsi="Arial" w:cs="Arial"/>
                <w:b/>
                <w:sz w:val="18"/>
                <w:szCs w:val="18"/>
              </w:rPr>
              <w:t>Źródło informacji</w:t>
            </w:r>
          </w:p>
          <w:p w:rsidR="0018474C" w:rsidRPr="005F4873" w:rsidRDefault="0019366B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4873">
              <w:rPr>
                <w:rFonts w:ascii="Arial" w:hAnsi="Arial" w:cs="Arial"/>
                <w:b/>
                <w:sz w:val="18"/>
                <w:szCs w:val="18"/>
              </w:rPr>
              <w:t>o zdarzeniu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Zatrudniający</w:t>
            </w:r>
          </w:p>
        </w:tc>
        <w:bookmarkStart w:id="8" w:name="Tekst29"/>
        <w:tc>
          <w:tcPr>
            <w:tcW w:w="360" w:type="dxa"/>
            <w:vAlign w:val="center"/>
          </w:tcPr>
          <w:p w:rsidR="0018474C" w:rsidRPr="00090318" w:rsidRDefault="005138C9" w:rsidP="009C69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29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9C6948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320" w:type="dxa"/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Policja</w:t>
            </w:r>
          </w:p>
        </w:tc>
        <w:bookmarkStart w:id="9" w:name="Tekst32"/>
        <w:tc>
          <w:tcPr>
            <w:tcW w:w="360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2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560" w:type="dxa"/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Pogotowie</w:t>
            </w:r>
          </w:p>
        </w:tc>
        <w:bookmarkStart w:id="10" w:name="Tekst35"/>
        <w:tc>
          <w:tcPr>
            <w:tcW w:w="317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5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272" w:type="dxa"/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Kontrola</w:t>
            </w:r>
            <w:r w:rsidR="00175F6F">
              <w:rPr>
                <w:rFonts w:ascii="Arial" w:hAnsi="Arial" w:cs="Arial"/>
                <w:sz w:val="18"/>
                <w:szCs w:val="18"/>
              </w:rPr>
              <w:t xml:space="preserve"> IP</w:t>
            </w:r>
          </w:p>
        </w:tc>
        <w:bookmarkStart w:id="11" w:name="Tekst38"/>
        <w:tc>
          <w:tcPr>
            <w:tcW w:w="558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8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1"/>
          </w:p>
        </w:tc>
      </w:tr>
      <w:tr w:rsidR="00A83B55" w:rsidRPr="005F4873" w:rsidTr="008E2D80">
        <w:tc>
          <w:tcPr>
            <w:tcW w:w="204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Zatrudniony</w:t>
            </w:r>
          </w:p>
        </w:tc>
        <w:bookmarkStart w:id="12" w:name="Tekst30"/>
        <w:tc>
          <w:tcPr>
            <w:tcW w:w="360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0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320" w:type="dxa"/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Prokuratura</w:t>
            </w:r>
          </w:p>
        </w:tc>
        <w:bookmarkStart w:id="13" w:name="Tekst33"/>
        <w:tc>
          <w:tcPr>
            <w:tcW w:w="360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3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560" w:type="dxa"/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Adm. rządowa</w:t>
            </w:r>
          </w:p>
        </w:tc>
        <w:bookmarkStart w:id="14" w:name="Tekst36"/>
        <w:tc>
          <w:tcPr>
            <w:tcW w:w="317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6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272" w:type="dxa"/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Mas</w:t>
            </w:r>
            <w:r w:rsidR="008E2D80"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Pr="005F4873">
              <w:rPr>
                <w:rFonts w:ascii="Arial" w:hAnsi="Arial" w:cs="Arial"/>
                <w:sz w:val="18"/>
                <w:szCs w:val="18"/>
              </w:rPr>
              <w:t>media</w:t>
            </w:r>
          </w:p>
        </w:tc>
        <w:bookmarkStart w:id="15" w:name="Tekst39"/>
        <w:tc>
          <w:tcPr>
            <w:tcW w:w="558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9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5"/>
          </w:p>
        </w:tc>
      </w:tr>
      <w:tr w:rsidR="00A83B55" w:rsidRPr="005F4873" w:rsidTr="008E2D80">
        <w:tc>
          <w:tcPr>
            <w:tcW w:w="204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Straż Pożarna</w:t>
            </w:r>
          </w:p>
        </w:tc>
        <w:bookmarkStart w:id="16" w:name="Tekst31"/>
        <w:tc>
          <w:tcPr>
            <w:tcW w:w="360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1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320" w:type="dxa"/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UDT</w:t>
            </w:r>
          </w:p>
        </w:tc>
        <w:bookmarkStart w:id="17" w:name="Tekst34"/>
        <w:tc>
          <w:tcPr>
            <w:tcW w:w="360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4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560" w:type="dxa"/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ITD</w:t>
            </w:r>
          </w:p>
        </w:tc>
        <w:bookmarkStart w:id="18" w:name="Tekst37"/>
        <w:tc>
          <w:tcPr>
            <w:tcW w:w="317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37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272" w:type="dxa"/>
            <w:vAlign w:val="center"/>
          </w:tcPr>
          <w:p w:rsidR="0018474C" w:rsidRPr="005F4873" w:rsidRDefault="0018474C" w:rsidP="008A63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873"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bookmarkStart w:id="19" w:name="Tekst40"/>
        <w:tc>
          <w:tcPr>
            <w:tcW w:w="558" w:type="dxa"/>
            <w:vAlign w:val="center"/>
          </w:tcPr>
          <w:p w:rsidR="0018474C" w:rsidRPr="00090318" w:rsidRDefault="005138C9" w:rsidP="008A63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40"/>
                  <w:enabled/>
                  <w:calcOnExit w:val="0"/>
                  <w:textInput>
                    <w:maxLength w:val="1"/>
                    <w:format w:val="Wielkie litery"/>
                  </w:textInput>
                </w:ffData>
              </w:fldChar>
            </w:r>
            <w:r w:rsidR="00A83B55" w:rsidRP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 w:rsidRP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09031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9"/>
          </w:p>
        </w:tc>
      </w:tr>
    </w:tbl>
    <w:p w:rsidR="006D7143" w:rsidRDefault="006D7143" w:rsidP="006B2F26">
      <w:pPr>
        <w:spacing w:after="40"/>
        <w:jc w:val="center"/>
        <w:rPr>
          <w:rFonts w:ascii="Arial" w:hAnsi="Arial" w:cs="Arial"/>
          <w:sz w:val="22"/>
        </w:rPr>
      </w:pPr>
    </w:p>
    <w:p w:rsidR="00DC1623" w:rsidRPr="00CF1A51" w:rsidRDefault="00442F6B" w:rsidP="006B2F26">
      <w:pPr>
        <w:pStyle w:val="Nagwek"/>
        <w:tabs>
          <w:tab w:val="clear" w:pos="4536"/>
          <w:tab w:val="clear" w:pos="9072"/>
          <w:tab w:val="left" w:pos="4200"/>
        </w:tabs>
        <w:rPr>
          <w:rFonts w:ascii="Arial" w:hAnsi="Arial" w:cs="Arial"/>
          <w:b/>
          <w:sz w:val="18"/>
          <w:szCs w:val="18"/>
        </w:rPr>
      </w:pPr>
      <w:r w:rsidRPr="00CF1A51">
        <w:rPr>
          <w:rFonts w:ascii="Arial" w:hAnsi="Arial" w:cs="Arial"/>
          <w:sz w:val="18"/>
          <w:szCs w:val="18"/>
        </w:rPr>
        <w:t xml:space="preserve">    </w:t>
      </w:r>
      <w:r w:rsidR="00C27D84">
        <w:rPr>
          <w:rFonts w:ascii="Arial" w:hAnsi="Arial" w:cs="Arial"/>
          <w:sz w:val="18"/>
          <w:szCs w:val="18"/>
        </w:rPr>
        <w:t xml:space="preserve">     </w:t>
      </w:r>
      <w:r w:rsidR="00DC1623" w:rsidRPr="00CF1A51">
        <w:rPr>
          <w:rFonts w:ascii="Arial" w:hAnsi="Arial" w:cs="Arial"/>
          <w:b/>
          <w:sz w:val="18"/>
          <w:szCs w:val="18"/>
        </w:rPr>
        <w:t>Data zgłoszenia</w:t>
      </w:r>
      <w:r w:rsidR="008A3ECA">
        <w:rPr>
          <w:rFonts w:ascii="Arial" w:hAnsi="Arial" w:cs="Arial"/>
          <w:b/>
          <w:sz w:val="18"/>
          <w:szCs w:val="18"/>
        </w:rPr>
        <w:t xml:space="preserve"> zdarzenia:  </w:t>
      </w:r>
      <w:bookmarkStart w:id="20" w:name="Tekst7"/>
      <w:r w:rsidR="005138C9">
        <w:rPr>
          <w:rFonts w:ascii="Arial" w:hAnsi="Arial" w:cs="Arial"/>
          <w:b/>
          <w:sz w:val="18"/>
          <w:szCs w:val="18"/>
        </w:rPr>
        <w:fldChar w:fldCharType="begin">
          <w:ffData>
            <w:name w:val="Tekst7"/>
            <w:enabled/>
            <w:calcOnExit w:val="0"/>
            <w:textInput>
              <w:maxLength w:val="10"/>
            </w:textInput>
          </w:ffData>
        </w:fldChar>
      </w:r>
      <w:r w:rsidR="00090318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5138C9">
        <w:rPr>
          <w:rFonts w:ascii="Arial" w:hAnsi="Arial" w:cs="Arial"/>
          <w:b/>
          <w:sz w:val="18"/>
          <w:szCs w:val="18"/>
        </w:rPr>
      </w:r>
      <w:r w:rsidR="005138C9">
        <w:rPr>
          <w:rFonts w:ascii="Arial" w:hAnsi="Arial" w:cs="Arial"/>
          <w:b/>
          <w:sz w:val="18"/>
          <w:szCs w:val="18"/>
        </w:rPr>
        <w:fldChar w:fldCharType="separate"/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5138C9">
        <w:rPr>
          <w:rFonts w:ascii="Arial" w:hAnsi="Arial" w:cs="Arial"/>
          <w:b/>
          <w:sz w:val="18"/>
          <w:szCs w:val="18"/>
        </w:rPr>
        <w:fldChar w:fldCharType="end"/>
      </w:r>
      <w:bookmarkEnd w:id="20"/>
      <w:r w:rsidR="008A3ECA">
        <w:rPr>
          <w:rFonts w:ascii="Arial" w:hAnsi="Arial" w:cs="Arial"/>
          <w:b/>
          <w:sz w:val="18"/>
          <w:szCs w:val="18"/>
        </w:rPr>
        <w:tab/>
      </w:r>
      <w:r w:rsidR="0035485D">
        <w:rPr>
          <w:rFonts w:ascii="Arial" w:hAnsi="Arial" w:cs="Arial"/>
          <w:b/>
          <w:sz w:val="18"/>
          <w:szCs w:val="18"/>
        </w:rPr>
        <w:t>Godzina</w:t>
      </w:r>
      <w:r w:rsidR="00DC1623" w:rsidRPr="00CF1A51">
        <w:rPr>
          <w:rFonts w:ascii="Arial" w:hAnsi="Arial" w:cs="Arial"/>
          <w:b/>
          <w:sz w:val="18"/>
          <w:szCs w:val="18"/>
        </w:rPr>
        <w:t xml:space="preserve">:  </w:t>
      </w:r>
      <w:r w:rsidR="005138C9">
        <w:rPr>
          <w:rFonts w:ascii="Arial" w:hAnsi="Arial" w:cs="Arial"/>
          <w:b/>
          <w:sz w:val="18"/>
          <w:szCs w:val="18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21" w:name="Tekst8"/>
      <w:r w:rsidR="008A3ECA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5138C9">
        <w:rPr>
          <w:rFonts w:ascii="Arial" w:hAnsi="Arial" w:cs="Arial"/>
          <w:b/>
          <w:sz w:val="18"/>
          <w:szCs w:val="18"/>
        </w:rPr>
      </w:r>
      <w:r w:rsidR="005138C9">
        <w:rPr>
          <w:rFonts w:ascii="Arial" w:hAnsi="Arial" w:cs="Arial"/>
          <w:b/>
          <w:sz w:val="18"/>
          <w:szCs w:val="18"/>
        </w:rPr>
        <w:fldChar w:fldCharType="separate"/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noProof/>
          <w:sz w:val="18"/>
          <w:szCs w:val="18"/>
        </w:rPr>
        <w:t> </w:t>
      </w:r>
      <w:r w:rsidR="005138C9">
        <w:rPr>
          <w:rFonts w:ascii="Arial" w:hAnsi="Arial" w:cs="Arial"/>
          <w:b/>
          <w:sz w:val="18"/>
          <w:szCs w:val="18"/>
        </w:rPr>
        <w:fldChar w:fldCharType="end"/>
      </w:r>
      <w:bookmarkEnd w:id="21"/>
    </w:p>
    <w:p w:rsidR="00DC1623" w:rsidRDefault="00DC1623" w:rsidP="00ED54BB">
      <w:pPr>
        <w:rPr>
          <w:rFonts w:ascii="Arial" w:hAnsi="Arial" w:cs="Arial"/>
          <w:sz w:val="22"/>
        </w:rPr>
      </w:pPr>
    </w:p>
    <w:tbl>
      <w:tblPr>
        <w:tblW w:w="9066" w:type="dxa"/>
        <w:jc w:val="center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21"/>
        <w:gridCol w:w="3021"/>
      </w:tblGrid>
      <w:tr w:rsidR="00ED54BB" w:rsidTr="004262DF">
        <w:trPr>
          <w:trHeight w:val="308"/>
          <w:jc w:val="center"/>
        </w:trPr>
        <w:tc>
          <w:tcPr>
            <w:tcW w:w="3024" w:type="dxa"/>
            <w:vAlign w:val="center"/>
          </w:tcPr>
          <w:p w:rsidR="00ED54BB" w:rsidRPr="00C27D84" w:rsidRDefault="00ED54BB" w:rsidP="00ED54BB">
            <w:pPr>
              <w:pStyle w:val="Nagwek"/>
              <w:tabs>
                <w:tab w:val="clear" w:pos="4536"/>
                <w:tab w:val="clear" w:pos="9072"/>
              </w:tabs>
              <w:spacing w:before="4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D84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="005A65F2" w:rsidRPr="00C27D84">
              <w:rPr>
                <w:rFonts w:ascii="Arial" w:hAnsi="Arial" w:cs="Arial"/>
                <w:b/>
                <w:sz w:val="18"/>
                <w:szCs w:val="18"/>
              </w:rPr>
              <w:t xml:space="preserve">zaistnienia </w:t>
            </w:r>
            <w:r w:rsidRPr="00C27D84">
              <w:rPr>
                <w:rFonts w:ascii="Arial" w:hAnsi="Arial" w:cs="Arial"/>
                <w:b/>
                <w:sz w:val="18"/>
                <w:szCs w:val="18"/>
              </w:rPr>
              <w:t>zdarzenia</w:t>
            </w:r>
          </w:p>
        </w:tc>
        <w:tc>
          <w:tcPr>
            <w:tcW w:w="3021" w:type="dxa"/>
            <w:vAlign w:val="center"/>
          </w:tcPr>
          <w:p w:rsidR="00ED54BB" w:rsidRPr="00C27D84" w:rsidRDefault="00ED54BB" w:rsidP="00ED54BB">
            <w:pPr>
              <w:pStyle w:val="Nagwek"/>
              <w:tabs>
                <w:tab w:val="clear" w:pos="4536"/>
                <w:tab w:val="clear" w:pos="9072"/>
              </w:tabs>
              <w:spacing w:before="4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D84">
              <w:rPr>
                <w:rFonts w:ascii="Arial" w:hAnsi="Arial" w:cs="Arial"/>
                <w:b/>
                <w:sz w:val="18"/>
                <w:szCs w:val="18"/>
              </w:rPr>
              <w:t>Godzina</w:t>
            </w:r>
          </w:p>
        </w:tc>
        <w:tc>
          <w:tcPr>
            <w:tcW w:w="3021" w:type="dxa"/>
            <w:vAlign w:val="center"/>
          </w:tcPr>
          <w:p w:rsidR="00ED54BB" w:rsidRPr="00C27D84" w:rsidRDefault="00ED54BB" w:rsidP="00053C6F">
            <w:pPr>
              <w:pStyle w:val="Nagwek"/>
              <w:tabs>
                <w:tab w:val="clear" w:pos="4536"/>
                <w:tab w:val="clear" w:pos="9072"/>
              </w:tabs>
              <w:spacing w:before="4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7D84">
              <w:rPr>
                <w:rFonts w:ascii="Arial" w:hAnsi="Arial" w:cs="Arial"/>
                <w:b/>
                <w:sz w:val="18"/>
                <w:szCs w:val="18"/>
              </w:rPr>
              <w:t>Liczba osób poszkodowanych</w:t>
            </w:r>
          </w:p>
        </w:tc>
      </w:tr>
      <w:bookmarkStart w:id="22" w:name="Tekst9"/>
      <w:tr w:rsidR="00ED54BB" w:rsidTr="004262DF">
        <w:trPr>
          <w:trHeight w:val="307"/>
          <w:jc w:val="center"/>
        </w:trPr>
        <w:tc>
          <w:tcPr>
            <w:tcW w:w="3024" w:type="dxa"/>
            <w:vAlign w:val="center"/>
          </w:tcPr>
          <w:p w:rsidR="00ED54BB" w:rsidRPr="00C27D84" w:rsidRDefault="005138C9" w:rsidP="00353740">
            <w:pPr>
              <w:pStyle w:val="Nagwek"/>
              <w:tabs>
                <w:tab w:val="clear" w:pos="4536"/>
                <w:tab w:val="clear" w:pos="9072"/>
              </w:tabs>
              <w:spacing w:before="4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09031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3021" w:type="dxa"/>
            <w:vAlign w:val="center"/>
          </w:tcPr>
          <w:p w:rsidR="00ED54BB" w:rsidRPr="00C27D84" w:rsidRDefault="005138C9" w:rsidP="00353740">
            <w:pPr>
              <w:pStyle w:val="Nagwek"/>
              <w:tabs>
                <w:tab w:val="clear" w:pos="4536"/>
                <w:tab w:val="clear" w:pos="9072"/>
              </w:tabs>
              <w:spacing w:before="4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23" w:name="Tekst10"/>
            <w:r w:rsidR="008A3EC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3"/>
          </w:p>
        </w:tc>
        <w:bookmarkStart w:id="24" w:name="Tekst11"/>
        <w:tc>
          <w:tcPr>
            <w:tcW w:w="3021" w:type="dxa"/>
            <w:vAlign w:val="center"/>
          </w:tcPr>
          <w:p w:rsidR="00ED54BB" w:rsidRPr="00C27D84" w:rsidRDefault="005138C9" w:rsidP="00353740">
            <w:pPr>
              <w:pStyle w:val="Nagwek"/>
              <w:tabs>
                <w:tab w:val="clear" w:pos="4536"/>
                <w:tab w:val="clear" w:pos="9072"/>
              </w:tabs>
              <w:spacing w:before="4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8A3EC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09031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4"/>
          </w:p>
        </w:tc>
      </w:tr>
    </w:tbl>
    <w:p w:rsidR="00DC1623" w:rsidRDefault="00DC1623">
      <w:pPr>
        <w:jc w:val="center"/>
        <w:rPr>
          <w:rFonts w:ascii="Arial" w:hAnsi="Arial" w:cs="Arial"/>
          <w:sz w:val="22"/>
        </w:rPr>
      </w:pPr>
    </w:p>
    <w:tbl>
      <w:tblPr>
        <w:tblW w:w="6625" w:type="dxa"/>
        <w:jc w:val="center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84"/>
        <w:gridCol w:w="1756"/>
        <w:gridCol w:w="709"/>
        <w:gridCol w:w="2409"/>
      </w:tblGrid>
      <w:tr w:rsidR="00C81214" w:rsidRPr="004262DF" w:rsidTr="00C81214">
        <w:trPr>
          <w:jc w:val="center"/>
        </w:trPr>
        <w:tc>
          <w:tcPr>
            <w:tcW w:w="567" w:type="dxa"/>
            <w:vAlign w:val="center"/>
          </w:tcPr>
          <w:p w:rsidR="00C81214" w:rsidRPr="004262DF" w:rsidRDefault="00C81214" w:rsidP="006D08C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262DF">
              <w:rPr>
                <w:rFonts w:ascii="Arial" w:hAnsi="Arial" w:cs="Arial"/>
                <w:b/>
                <w:sz w:val="12"/>
                <w:szCs w:val="12"/>
              </w:rPr>
              <w:t>L.p.</w:t>
            </w:r>
          </w:p>
        </w:tc>
        <w:tc>
          <w:tcPr>
            <w:tcW w:w="1184" w:type="dxa"/>
            <w:vAlign w:val="center"/>
          </w:tcPr>
          <w:p w:rsidR="00C81214" w:rsidRPr="004262DF" w:rsidRDefault="00C81214" w:rsidP="005F487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262DF">
              <w:rPr>
                <w:rFonts w:ascii="Arial" w:hAnsi="Arial" w:cs="Arial"/>
                <w:b/>
                <w:sz w:val="12"/>
                <w:szCs w:val="12"/>
              </w:rPr>
              <w:t xml:space="preserve">Nazwisko i imię </w:t>
            </w:r>
          </w:p>
          <w:p w:rsidR="00C81214" w:rsidRPr="004262DF" w:rsidRDefault="00C81214" w:rsidP="005F487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262DF">
              <w:rPr>
                <w:rFonts w:ascii="Arial" w:hAnsi="Arial" w:cs="Arial"/>
                <w:b/>
                <w:sz w:val="12"/>
                <w:szCs w:val="12"/>
              </w:rPr>
              <w:t>osoby poszkodowanej</w:t>
            </w:r>
          </w:p>
        </w:tc>
        <w:tc>
          <w:tcPr>
            <w:tcW w:w="1756" w:type="dxa"/>
            <w:vAlign w:val="center"/>
          </w:tcPr>
          <w:p w:rsidR="00C81214" w:rsidRPr="00175F6F" w:rsidRDefault="00C81214" w:rsidP="005F487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5F6F">
              <w:rPr>
                <w:rFonts w:ascii="Arial" w:hAnsi="Arial" w:cs="Arial"/>
                <w:b/>
                <w:sz w:val="12"/>
                <w:szCs w:val="12"/>
              </w:rPr>
              <w:t>Podstawa świadczenia prac</w:t>
            </w:r>
            <w:r w:rsidR="008E2D80">
              <w:rPr>
                <w:rFonts w:ascii="Arial" w:hAnsi="Arial" w:cs="Arial"/>
                <w:b/>
                <w:sz w:val="12"/>
                <w:szCs w:val="12"/>
              </w:rPr>
              <w:t>y (umowa o pracę, umowa cywilno</w:t>
            </w:r>
            <w:r w:rsidRPr="00175F6F">
              <w:rPr>
                <w:rFonts w:ascii="Arial" w:hAnsi="Arial" w:cs="Arial"/>
                <w:b/>
                <w:sz w:val="12"/>
                <w:szCs w:val="12"/>
              </w:rPr>
              <w:t>prawna, inne)</w:t>
            </w:r>
          </w:p>
        </w:tc>
        <w:tc>
          <w:tcPr>
            <w:tcW w:w="709" w:type="dxa"/>
            <w:vAlign w:val="center"/>
          </w:tcPr>
          <w:p w:rsidR="00C81214" w:rsidRPr="00175F6F" w:rsidRDefault="00C81214" w:rsidP="005F487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5F6F">
              <w:rPr>
                <w:rFonts w:ascii="Arial" w:hAnsi="Arial" w:cs="Arial"/>
                <w:b/>
                <w:sz w:val="12"/>
                <w:szCs w:val="12"/>
              </w:rPr>
              <w:t xml:space="preserve">Skutki </w:t>
            </w:r>
          </w:p>
          <w:p w:rsidR="00C81214" w:rsidRPr="00175F6F" w:rsidRDefault="00C81214" w:rsidP="005F487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5F6F">
              <w:rPr>
                <w:rFonts w:ascii="Arial" w:hAnsi="Arial" w:cs="Arial"/>
                <w:b/>
                <w:sz w:val="12"/>
                <w:szCs w:val="12"/>
              </w:rPr>
              <w:t>Śm/C/L</w:t>
            </w:r>
          </w:p>
        </w:tc>
        <w:tc>
          <w:tcPr>
            <w:tcW w:w="2409" w:type="dxa"/>
            <w:vAlign w:val="center"/>
          </w:tcPr>
          <w:p w:rsidR="00C81214" w:rsidRPr="00175F6F" w:rsidRDefault="00C81214" w:rsidP="005F487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5F6F">
              <w:rPr>
                <w:rFonts w:ascii="Arial" w:hAnsi="Arial" w:cs="Arial"/>
                <w:b/>
                <w:sz w:val="12"/>
                <w:szCs w:val="12"/>
              </w:rPr>
              <w:t xml:space="preserve">Nazwa i adres </w:t>
            </w:r>
          </w:p>
          <w:p w:rsidR="00C81214" w:rsidRPr="00175F6F" w:rsidRDefault="00C81214" w:rsidP="00C9357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5F6F">
              <w:rPr>
                <w:rFonts w:ascii="Arial" w:hAnsi="Arial" w:cs="Arial"/>
                <w:b/>
                <w:sz w:val="12"/>
                <w:szCs w:val="12"/>
              </w:rPr>
              <w:t xml:space="preserve">pracodawcy lub podmiotu, </w:t>
            </w:r>
          </w:p>
          <w:p w:rsidR="00C81214" w:rsidRPr="00175F6F" w:rsidRDefault="00C81214" w:rsidP="005F487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5F6F">
              <w:rPr>
                <w:rFonts w:ascii="Arial" w:hAnsi="Arial" w:cs="Arial"/>
                <w:b/>
                <w:sz w:val="12"/>
                <w:szCs w:val="12"/>
              </w:rPr>
              <w:t>na rzecz którego świadczono pracę</w:t>
            </w:r>
          </w:p>
        </w:tc>
      </w:tr>
      <w:tr w:rsidR="00C81214" w:rsidRPr="004262DF" w:rsidTr="00C81214">
        <w:trPr>
          <w:jc w:val="center"/>
        </w:trPr>
        <w:tc>
          <w:tcPr>
            <w:tcW w:w="567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bookmarkStart w:id="25" w:name="Tekst12"/>
        <w:tc>
          <w:tcPr>
            <w:tcW w:w="1184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2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756" w:type="dxa"/>
            <w:vAlign w:val="center"/>
          </w:tcPr>
          <w:p w:rsidR="00C81214" w:rsidRPr="00DA19D3" w:rsidRDefault="00C81214" w:rsidP="00787A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26" w:name="Tekst17"/>
        <w:tc>
          <w:tcPr>
            <w:tcW w:w="7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24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27" w:name="Tekst22"/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</w:tr>
      <w:tr w:rsidR="00C81214" w:rsidRPr="004262DF" w:rsidTr="00C81214">
        <w:trPr>
          <w:jc w:val="center"/>
        </w:trPr>
        <w:tc>
          <w:tcPr>
            <w:tcW w:w="567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bookmarkStart w:id="28" w:name="Tekst13"/>
        <w:tc>
          <w:tcPr>
            <w:tcW w:w="1184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3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756" w:type="dxa"/>
            <w:vAlign w:val="center"/>
          </w:tcPr>
          <w:p w:rsidR="00C81214" w:rsidRPr="00DA19D3" w:rsidRDefault="00C81214" w:rsidP="00787A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8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29" w:name="Tekst18"/>
        <w:tc>
          <w:tcPr>
            <w:tcW w:w="7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8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24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30" w:name="Tekst23"/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</w:tr>
      <w:tr w:rsidR="00C81214" w:rsidRPr="004262DF" w:rsidTr="00C81214">
        <w:trPr>
          <w:jc w:val="center"/>
        </w:trPr>
        <w:tc>
          <w:tcPr>
            <w:tcW w:w="567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bookmarkStart w:id="31" w:name="Tekst14"/>
        <w:tc>
          <w:tcPr>
            <w:tcW w:w="1184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4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756" w:type="dxa"/>
            <w:vAlign w:val="center"/>
          </w:tcPr>
          <w:p w:rsidR="00C81214" w:rsidRPr="00DA19D3" w:rsidRDefault="00C81214" w:rsidP="00787A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9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32" w:name="Tekst19"/>
        <w:tc>
          <w:tcPr>
            <w:tcW w:w="7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9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24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33" w:name="Tekst24"/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</w:tr>
      <w:tr w:rsidR="00C81214" w:rsidRPr="004262DF" w:rsidTr="00C81214">
        <w:trPr>
          <w:jc w:val="center"/>
        </w:trPr>
        <w:tc>
          <w:tcPr>
            <w:tcW w:w="567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bookmarkStart w:id="34" w:name="Tekst15"/>
        <w:tc>
          <w:tcPr>
            <w:tcW w:w="1184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5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1756" w:type="dxa"/>
            <w:vAlign w:val="center"/>
          </w:tcPr>
          <w:p w:rsidR="00C81214" w:rsidRPr="00DA19D3" w:rsidRDefault="00C81214" w:rsidP="00787A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0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35" w:name="Tekst20"/>
        <w:tc>
          <w:tcPr>
            <w:tcW w:w="7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0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24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36" w:name="Tekst25"/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</w:p>
        </w:tc>
      </w:tr>
      <w:tr w:rsidR="00C81214" w:rsidRPr="004262DF" w:rsidTr="00C81214">
        <w:trPr>
          <w:jc w:val="center"/>
        </w:trPr>
        <w:tc>
          <w:tcPr>
            <w:tcW w:w="567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bookmarkStart w:id="37" w:name="Tekst16"/>
        <w:tc>
          <w:tcPr>
            <w:tcW w:w="1184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1756" w:type="dxa"/>
            <w:vAlign w:val="center"/>
          </w:tcPr>
          <w:p w:rsidR="00C81214" w:rsidRPr="00DA19D3" w:rsidRDefault="00C81214" w:rsidP="00787A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38" w:name="Tekst21"/>
        <w:tc>
          <w:tcPr>
            <w:tcW w:w="7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2409" w:type="dxa"/>
            <w:vAlign w:val="center"/>
          </w:tcPr>
          <w:p w:rsidR="00C81214" w:rsidRPr="00DA19D3" w:rsidRDefault="00C81214" w:rsidP="008A63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19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39" w:name="Tekst26"/>
            <w:r w:rsidRPr="00DA19D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A19D3">
              <w:rPr>
                <w:rFonts w:ascii="Arial" w:hAnsi="Arial" w:cs="Arial"/>
                <w:sz w:val="16"/>
                <w:szCs w:val="16"/>
              </w:rPr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DA19D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</w:tr>
    </w:tbl>
    <w:p w:rsidR="006D7143" w:rsidRDefault="006D7143">
      <w:pPr>
        <w:jc w:val="center"/>
        <w:rPr>
          <w:rFonts w:ascii="Arial" w:hAnsi="Arial" w:cs="Arial"/>
          <w:sz w:val="22"/>
        </w:rPr>
      </w:pPr>
    </w:p>
    <w:p w:rsidR="00C26842" w:rsidRPr="00C27D84" w:rsidRDefault="00C26842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27D84">
        <w:rPr>
          <w:rFonts w:ascii="Arial" w:hAnsi="Arial" w:cs="Arial"/>
          <w:b/>
          <w:bCs/>
          <w:sz w:val="18"/>
          <w:szCs w:val="18"/>
        </w:rPr>
        <w:t xml:space="preserve">Miejsce </w:t>
      </w:r>
      <w:r w:rsidR="00814343" w:rsidRPr="00C27D84">
        <w:rPr>
          <w:rFonts w:ascii="Arial" w:hAnsi="Arial" w:cs="Arial"/>
          <w:b/>
          <w:bCs/>
          <w:sz w:val="18"/>
          <w:szCs w:val="18"/>
        </w:rPr>
        <w:t xml:space="preserve">wypadku </w:t>
      </w:r>
      <w:r w:rsidR="00814343" w:rsidRPr="00175F6F">
        <w:rPr>
          <w:rFonts w:ascii="Arial" w:hAnsi="Arial" w:cs="Arial"/>
          <w:b/>
          <w:bCs/>
          <w:sz w:val="18"/>
          <w:szCs w:val="18"/>
        </w:rPr>
        <w:t>(</w:t>
      </w:r>
      <w:r w:rsidR="00E90063" w:rsidRPr="00175F6F">
        <w:rPr>
          <w:rFonts w:ascii="Arial" w:hAnsi="Arial" w:cs="Arial"/>
          <w:b/>
          <w:bCs/>
          <w:sz w:val="18"/>
          <w:szCs w:val="18"/>
        </w:rPr>
        <w:t>nazwa i</w:t>
      </w:r>
      <w:r w:rsidR="00E90063" w:rsidRPr="00E90063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="00814343" w:rsidRPr="00C27D84">
        <w:rPr>
          <w:rFonts w:ascii="Arial" w:hAnsi="Arial" w:cs="Arial"/>
          <w:b/>
          <w:bCs/>
          <w:sz w:val="18"/>
          <w:szCs w:val="18"/>
        </w:rPr>
        <w:t xml:space="preserve">adres): </w:t>
      </w:r>
      <w:r w:rsidR="005138C9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40" w:name="Tekst27"/>
      <w:r w:rsidR="008A3ECA">
        <w:rPr>
          <w:rFonts w:ascii="Arial" w:hAnsi="Arial" w:cs="Arial"/>
          <w:b/>
          <w:bCs/>
          <w:sz w:val="18"/>
          <w:szCs w:val="18"/>
        </w:rPr>
        <w:instrText xml:space="preserve"> FORMTEXT </w:instrText>
      </w:r>
      <w:r w:rsidR="005138C9">
        <w:rPr>
          <w:rFonts w:ascii="Arial" w:hAnsi="Arial" w:cs="Arial"/>
          <w:b/>
          <w:bCs/>
          <w:sz w:val="18"/>
          <w:szCs w:val="18"/>
        </w:rPr>
      </w:r>
      <w:r w:rsidR="005138C9">
        <w:rPr>
          <w:rFonts w:ascii="Arial" w:hAnsi="Arial" w:cs="Arial"/>
          <w:b/>
          <w:bCs/>
          <w:sz w:val="18"/>
          <w:szCs w:val="18"/>
        </w:rPr>
        <w:fldChar w:fldCharType="separate"/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5138C9">
        <w:rPr>
          <w:rFonts w:ascii="Arial" w:hAnsi="Arial" w:cs="Arial"/>
          <w:b/>
          <w:bCs/>
          <w:sz w:val="18"/>
          <w:szCs w:val="18"/>
        </w:rPr>
        <w:fldChar w:fldCharType="end"/>
      </w:r>
      <w:bookmarkEnd w:id="40"/>
    </w:p>
    <w:p w:rsidR="0066053F" w:rsidRPr="0066053F" w:rsidRDefault="005138C9" w:rsidP="006B2F26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BE5793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Tekst27"/>
            <w:enabled/>
            <w:calcOnExit w:val="0"/>
            <w:textInput/>
          </w:ffData>
        </w:fldChar>
      </w:r>
      <w:r w:rsidR="0066053F" w:rsidRPr="00BE5793">
        <w:rPr>
          <w:rFonts w:ascii="Arial" w:hAnsi="Arial" w:cs="Arial"/>
          <w:b/>
          <w:bCs/>
          <w:sz w:val="18"/>
          <w:szCs w:val="18"/>
        </w:rPr>
        <w:instrText xml:space="preserve"> FORMTEXT </w:instrText>
      </w:r>
      <w:r w:rsidRPr="00BE5793">
        <w:rPr>
          <w:rFonts w:ascii="Arial" w:hAnsi="Arial" w:cs="Arial"/>
          <w:b/>
          <w:bCs/>
          <w:sz w:val="18"/>
          <w:szCs w:val="18"/>
        </w:rPr>
      </w:r>
      <w:r w:rsidRPr="00BE5793">
        <w:rPr>
          <w:rFonts w:ascii="Arial" w:hAnsi="Arial" w:cs="Arial"/>
          <w:b/>
          <w:bCs/>
          <w:sz w:val="18"/>
          <w:szCs w:val="18"/>
        </w:rPr>
        <w:fldChar w:fldCharType="separate"/>
      </w:r>
      <w:r w:rsidR="0066053F" w:rsidRPr="00BE5793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66053F" w:rsidRPr="00BE5793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66053F" w:rsidRPr="00BE5793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66053F" w:rsidRPr="00BE5793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66053F" w:rsidRPr="00BE5793">
        <w:rPr>
          <w:rFonts w:ascii="Arial" w:hAnsi="Arial" w:cs="Arial"/>
          <w:b/>
          <w:bCs/>
          <w:noProof/>
          <w:sz w:val="18"/>
          <w:szCs w:val="18"/>
        </w:rPr>
        <w:t> </w:t>
      </w:r>
      <w:r w:rsidRPr="00BE5793">
        <w:rPr>
          <w:rFonts w:ascii="Arial" w:hAnsi="Arial" w:cs="Arial"/>
          <w:b/>
          <w:bCs/>
          <w:sz w:val="18"/>
          <w:szCs w:val="18"/>
        </w:rPr>
        <w:fldChar w:fldCharType="end"/>
      </w:r>
    </w:p>
    <w:p w:rsidR="00C26842" w:rsidRDefault="00963DAD" w:rsidP="006B2F26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C27D84">
        <w:rPr>
          <w:rFonts w:ascii="Arial" w:hAnsi="Arial" w:cs="Arial"/>
          <w:b/>
          <w:bCs/>
          <w:sz w:val="18"/>
          <w:szCs w:val="18"/>
        </w:rPr>
        <w:t>Krótki opis wypadku:</w:t>
      </w:r>
      <w:r w:rsidR="00AC76D0">
        <w:rPr>
          <w:rFonts w:ascii="Arial" w:hAnsi="Arial" w:cs="Arial"/>
          <w:b/>
          <w:bCs/>
          <w:sz w:val="18"/>
          <w:szCs w:val="18"/>
        </w:rPr>
        <w:t xml:space="preserve"> </w:t>
      </w:r>
      <w:r w:rsidR="005138C9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1" w:name="Tekst28"/>
      <w:r w:rsidR="008A3ECA">
        <w:rPr>
          <w:rFonts w:ascii="Arial" w:hAnsi="Arial" w:cs="Arial"/>
          <w:b/>
          <w:bCs/>
          <w:sz w:val="18"/>
          <w:szCs w:val="18"/>
        </w:rPr>
        <w:instrText xml:space="preserve"> FORMTEXT </w:instrText>
      </w:r>
      <w:r w:rsidR="005138C9">
        <w:rPr>
          <w:rFonts w:ascii="Arial" w:hAnsi="Arial" w:cs="Arial"/>
          <w:b/>
          <w:bCs/>
          <w:sz w:val="18"/>
          <w:szCs w:val="18"/>
        </w:rPr>
      </w:r>
      <w:r w:rsidR="005138C9">
        <w:rPr>
          <w:rFonts w:ascii="Arial" w:hAnsi="Arial" w:cs="Arial"/>
          <w:b/>
          <w:bCs/>
          <w:sz w:val="18"/>
          <w:szCs w:val="18"/>
        </w:rPr>
        <w:fldChar w:fldCharType="separate"/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090318">
        <w:rPr>
          <w:rFonts w:ascii="Arial" w:hAnsi="Arial" w:cs="Arial"/>
          <w:b/>
          <w:bCs/>
          <w:noProof/>
          <w:sz w:val="18"/>
          <w:szCs w:val="18"/>
        </w:rPr>
        <w:t> </w:t>
      </w:r>
      <w:r w:rsidR="005138C9">
        <w:rPr>
          <w:rFonts w:ascii="Arial" w:hAnsi="Arial" w:cs="Arial"/>
          <w:b/>
          <w:bCs/>
          <w:sz w:val="18"/>
          <w:szCs w:val="18"/>
        </w:rPr>
        <w:fldChar w:fldCharType="end"/>
      </w:r>
      <w:bookmarkEnd w:id="41"/>
    </w:p>
    <w:p w:rsidR="00DB5C5E" w:rsidRDefault="00DB5C5E" w:rsidP="006B2F26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</w:p>
    <w:p w:rsidR="00DB5C5E" w:rsidRDefault="00DB5C5E" w:rsidP="006B2F26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</w:p>
    <w:p w:rsidR="00DB5C5E" w:rsidRDefault="00DB5C5E" w:rsidP="006B2F26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</w:p>
    <w:p w:rsidR="00F3146A" w:rsidRDefault="00F3146A" w:rsidP="00F3146A">
      <w:pPr>
        <w:spacing w:line="360" w:lineRule="auto"/>
        <w:jc w:val="right"/>
        <w:rPr>
          <w:rFonts w:ascii="Arial" w:hAnsi="Arial" w:cs="Arial"/>
          <w:b/>
          <w:bCs/>
          <w:sz w:val="18"/>
          <w:szCs w:val="18"/>
        </w:rPr>
      </w:pPr>
    </w:p>
    <w:p w:rsidR="00854E1F" w:rsidRDefault="00854E1F" w:rsidP="0094161A">
      <w:pPr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94161A" w:rsidRDefault="0094161A" w:rsidP="0094161A">
      <w:pPr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54E1F" w:rsidRDefault="00854E1F" w:rsidP="00F3146A">
      <w:pPr>
        <w:spacing w:line="360" w:lineRule="auto"/>
        <w:jc w:val="right"/>
        <w:rPr>
          <w:rFonts w:ascii="Arial" w:hAnsi="Arial" w:cs="Arial"/>
          <w:b/>
          <w:bCs/>
          <w:sz w:val="18"/>
          <w:szCs w:val="18"/>
        </w:rPr>
      </w:pPr>
    </w:p>
    <w:p w:rsidR="00DB5C5E" w:rsidRDefault="00A837B0" w:rsidP="00A837B0">
      <w:pPr>
        <w:spacing w:line="360" w:lineRule="auto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….</w:t>
      </w:r>
      <w:r w:rsidR="00F3146A">
        <w:rPr>
          <w:rFonts w:ascii="Arial" w:hAnsi="Arial" w:cs="Arial"/>
          <w:b/>
          <w:bCs/>
          <w:sz w:val="18"/>
          <w:szCs w:val="18"/>
        </w:rPr>
        <w:t>…………………………………………..</w:t>
      </w:r>
    </w:p>
    <w:p w:rsidR="00AF70C7" w:rsidRPr="00F3146A" w:rsidRDefault="00C26842" w:rsidP="00F3146A">
      <w:pPr>
        <w:pStyle w:val="Nagwek"/>
        <w:tabs>
          <w:tab w:val="clear" w:pos="4536"/>
          <w:tab w:val="clear" w:pos="9072"/>
        </w:tabs>
        <w:spacing w:before="240"/>
        <w:jc w:val="right"/>
        <w:rPr>
          <w:rFonts w:ascii="Arial" w:hAnsi="Arial" w:cs="Arial"/>
          <w:sz w:val="22"/>
        </w:rPr>
      </w:pPr>
      <w:r w:rsidRPr="00CF1A51">
        <w:rPr>
          <w:vertAlign w:val="superscript"/>
        </w:rPr>
        <w:t xml:space="preserve">Czytelny podpis osoby </w:t>
      </w:r>
      <w:r w:rsidRPr="00CF1A51">
        <w:rPr>
          <w:rFonts w:hint="eastAsia"/>
          <w:vertAlign w:val="superscript"/>
        </w:rPr>
        <w:t>sporządzającej</w:t>
      </w:r>
      <w:r w:rsidRPr="00CF1A51">
        <w:rPr>
          <w:vertAlign w:val="superscript"/>
        </w:rPr>
        <w:t xml:space="preserve">  meldunek</w:t>
      </w:r>
    </w:p>
    <w:p w:rsidR="008A6388" w:rsidRPr="008A6388" w:rsidRDefault="008A6388" w:rsidP="008A6388"/>
    <w:p w:rsidR="00C26842" w:rsidRPr="00C27D84" w:rsidRDefault="00C26842">
      <w:pPr>
        <w:pStyle w:val="Nagwek3"/>
        <w:rPr>
          <w:sz w:val="18"/>
          <w:szCs w:val="18"/>
        </w:rPr>
      </w:pPr>
      <w:r w:rsidRPr="00C27D84">
        <w:rPr>
          <w:sz w:val="18"/>
          <w:szCs w:val="18"/>
        </w:rPr>
        <w:t>Decyzja Okręgowego Inspektora Pracy:</w:t>
      </w:r>
    </w:p>
    <w:p w:rsidR="00442F6B" w:rsidRPr="0009675D" w:rsidRDefault="00442F6B" w:rsidP="00442F6B">
      <w:pPr>
        <w:rPr>
          <w:rFonts w:ascii="Arial" w:hAnsi="Arial" w:cs="Arial"/>
          <w:sz w:val="18"/>
          <w:szCs w:val="18"/>
        </w:rPr>
      </w:pPr>
      <w:r w:rsidRPr="0009675D">
        <w:rPr>
          <w:rFonts w:ascii="Arial" w:hAnsi="Arial" w:cs="Arial"/>
          <w:sz w:val="18"/>
          <w:szCs w:val="18"/>
        </w:rPr>
        <w:t>Do zbadania okoliczności i przyczyn zdarzenia wyznaczam IP:</w:t>
      </w:r>
      <w:r w:rsidR="006B2F26">
        <w:rPr>
          <w:rFonts w:ascii="Arial" w:hAnsi="Arial" w:cs="Arial"/>
          <w:sz w:val="18"/>
          <w:szCs w:val="18"/>
        </w:rPr>
        <w:t xml:space="preserve"> </w:t>
      </w:r>
      <w:bookmarkStart w:id="42" w:name="Tekst43"/>
      <w:r w:rsidR="005138C9">
        <w:rPr>
          <w:rFonts w:ascii="Arial" w:hAnsi="Arial" w:cs="Arial"/>
          <w:sz w:val="18"/>
          <w:szCs w:val="18"/>
        </w:rPr>
        <w:fldChar w:fldCharType="begin">
          <w:ffData>
            <w:name w:val="Tekst43"/>
            <w:enabled/>
            <w:calcOnExit w:val="0"/>
            <w:textInput>
              <w:format w:val="Jak Nazwy Własne"/>
            </w:textInput>
          </w:ffData>
        </w:fldChar>
      </w:r>
      <w:r w:rsidR="006B2F26">
        <w:rPr>
          <w:rFonts w:ascii="Arial" w:hAnsi="Arial" w:cs="Arial"/>
          <w:sz w:val="18"/>
          <w:szCs w:val="18"/>
        </w:rPr>
        <w:instrText xml:space="preserve"> FORMTEXT </w:instrText>
      </w:r>
      <w:r w:rsidR="005138C9">
        <w:rPr>
          <w:rFonts w:ascii="Arial" w:hAnsi="Arial" w:cs="Arial"/>
          <w:sz w:val="18"/>
          <w:szCs w:val="18"/>
        </w:rPr>
      </w:r>
      <w:r w:rsidR="005138C9">
        <w:rPr>
          <w:rFonts w:ascii="Arial" w:hAnsi="Arial" w:cs="Arial"/>
          <w:sz w:val="18"/>
          <w:szCs w:val="18"/>
        </w:rPr>
        <w:fldChar w:fldCharType="separate"/>
      </w:r>
      <w:r w:rsidR="00090318">
        <w:rPr>
          <w:rFonts w:ascii="Arial" w:hAnsi="Arial" w:cs="Arial"/>
          <w:noProof/>
          <w:sz w:val="18"/>
          <w:szCs w:val="18"/>
        </w:rPr>
        <w:t> </w:t>
      </w:r>
      <w:r w:rsidR="00090318">
        <w:rPr>
          <w:rFonts w:ascii="Arial" w:hAnsi="Arial" w:cs="Arial"/>
          <w:noProof/>
          <w:sz w:val="18"/>
          <w:szCs w:val="18"/>
        </w:rPr>
        <w:t> </w:t>
      </w:r>
      <w:r w:rsidR="00090318">
        <w:rPr>
          <w:rFonts w:ascii="Arial" w:hAnsi="Arial" w:cs="Arial"/>
          <w:noProof/>
          <w:sz w:val="18"/>
          <w:szCs w:val="18"/>
        </w:rPr>
        <w:t> </w:t>
      </w:r>
      <w:r w:rsidR="00090318">
        <w:rPr>
          <w:rFonts w:ascii="Arial" w:hAnsi="Arial" w:cs="Arial"/>
          <w:noProof/>
          <w:sz w:val="18"/>
          <w:szCs w:val="18"/>
        </w:rPr>
        <w:t> </w:t>
      </w:r>
      <w:r w:rsidR="00090318">
        <w:rPr>
          <w:rFonts w:ascii="Arial" w:hAnsi="Arial" w:cs="Arial"/>
          <w:noProof/>
          <w:sz w:val="18"/>
          <w:szCs w:val="18"/>
        </w:rPr>
        <w:t> </w:t>
      </w:r>
      <w:r w:rsidR="005138C9">
        <w:rPr>
          <w:rFonts w:ascii="Arial" w:hAnsi="Arial" w:cs="Arial"/>
          <w:sz w:val="18"/>
          <w:szCs w:val="18"/>
        </w:rPr>
        <w:fldChar w:fldCharType="end"/>
      </w:r>
      <w:bookmarkEnd w:id="42"/>
    </w:p>
    <w:p w:rsidR="00044377" w:rsidRDefault="00A837B0" w:rsidP="00B772B1">
      <w:pPr>
        <w:tabs>
          <w:tab w:val="left" w:pos="5812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B772B1">
        <w:rPr>
          <w:rFonts w:ascii="Arial" w:hAnsi="Arial" w:cs="Arial"/>
          <w:sz w:val="16"/>
          <w:szCs w:val="16"/>
        </w:rPr>
        <w:t>……….</w:t>
      </w:r>
      <w:r>
        <w:rPr>
          <w:rFonts w:ascii="Arial" w:hAnsi="Arial" w:cs="Arial"/>
          <w:sz w:val="16"/>
          <w:szCs w:val="16"/>
        </w:rPr>
        <w:t>………………………………………….</w:t>
      </w:r>
    </w:p>
    <w:p w:rsidR="00166758" w:rsidRPr="00A837B0" w:rsidRDefault="00A837B0" w:rsidP="00B772B1">
      <w:pPr>
        <w:pStyle w:val="Nagwek"/>
        <w:tabs>
          <w:tab w:val="clear" w:pos="4536"/>
          <w:tab w:val="clear" w:pos="9072"/>
        </w:tabs>
        <w:ind w:left="5812" w:hanging="581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       </w:t>
      </w:r>
      <w:r w:rsidR="00873EE8">
        <w:rPr>
          <w:vertAlign w:val="superscript"/>
        </w:rPr>
        <w:t>Pieczątka i p</w:t>
      </w:r>
      <w:r w:rsidR="00C26842">
        <w:rPr>
          <w:vertAlign w:val="superscript"/>
        </w:rPr>
        <w:t>odpis OIP</w:t>
      </w:r>
    </w:p>
    <w:sectPr w:rsidR="00166758" w:rsidRPr="00A837B0" w:rsidSect="00077248">
      <w:footnotePr>
        <w:numFmt w:val="lowerLetter"/>
      </w:footnotePr>
      <w:type w:val="continuous"/>
      <w:pgSz w:w="11906" w:h="16838" w:code="9"/>
      <w:pgMar w:top="907" w:right="1418" w:bottom="102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5BF" w:rsidRDefault="00D265BF">
      <w:pPr>
        <w:pStyle w:val="Nagwek"/>
      </w:pPr>
      <w:r>
        <w:separator/>
      </w:r>
    </w:p>
  </w:endnote>
  <w:endnote w:type="continuationSeparator" w:id="0">
    <w:p w:rsidR="00D265BF" w:rsidRDefault="00D265BF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F12" w:rsidRDefault="00D265BF" w:rsidP="00B040DF">
    <w:pPr>
      <w:pStyle w:val="Tekstprzypisukocowego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vertAlign w:val="superscript"/>
      </w:rPr>
      <w:pict>
        <v:line id="Line 3" o:spid="_x0000_s2049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8.55pt" to="107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/5y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"/>
      </w:pict>
    </w:r>
  </w:p>
  <w:p w:rsidR="00CF3F12" w:rsidRPr="006F44C0" w:rsidRDefault="00CF3F12" w:rsidP="00B040DF">
    <w:pPr>
      <w:pStyle w:val="Tekstprzypisukocowego"/>
      <w:rPr>
        <w:rFonts w:ascii="Arial" w:hAnsi="Arial" w:cs="Arial"/>
        <w:sz w:val="16"/>
        <w:szCs w:val="16"/>
      </w:rPr>
    </w:pPr>
    <w:r w:rsidRPr="006F44C0">
      <w:rPr>
        <w:rStyle w:val="Odwoanieprzypisukocowego"/>
        <w:rFonts w:ascii="Arial" w:hAnsi="Arial" w:cs="Arial"/>
        <w:sz w:val="16"/>
        <w:szCs w:val="16"/>
      </w:rPr>
      <w:t>*</w:t>
    </w:r>
    <w:r w:rsidRPr="006F44C0">
      <w:rPr>
        <w:rFonts w:ascii="Arial" w:hAnsi="Arial" w:cs="Arial"/>
        <w:sz w:val="16"/>
        <w:szCs w:val="16"/>
      </w:rPr>
      <w:t xml:space="preserve"> niebezpieczne zdarzenie związane z wykonywaną pracą, podczas którego nie dochodzi do urazów lub pogorszenia stanu zdrowia pracujących (PN-N-18001:2004)</w:t>
    </w:r>
  </w:p>
  <w:p w:rsidR="00CF3F12" w:rsidRDefault="00CF3F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5BF" w:rsidRDefault="00D265BF">
      <w:pPr>
        <w:pStyle w:val="Nagwek"/>
      </w:pPr>
      <w:r>
        <w:separator/>
      </w:r>
    </w:p>
  </w:footnote>
  <w:footnote w:type="continuationSeparator" w:id="0">
    <w:p w:rsidR="00D265BF" w:rsidRDefault="00D265BF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F12" w:rsidRDefault="0094161A" w:rsidP="0094161A">
    <w:pPr>
      <w:pStyle w:val="Nagwek"/>
      <w:rPr>
        <w:rFonts w:ascii="Arial" w:hAnsi="Arial" w:cs="Arial"/>
        <w:sz w:val="20"/>
      </w:rPr>
    </w:pPr>
    <w:r w:rsidRPr="0094161A">
      <w:rPr>
        <w:rFonts w:ascii="Arial" w:hAnsi="Arial" w:cs="Arial"/>
        <w:b/>
        <w:sz w:val="20"/>
      </w:rPr>
      <w:t>Załącznik nr 2</w:t>
    </w:r>
    <w:r w:rsidR="0089550B">
      <w:rPr>
        <w:rFonts w:ascii="Arial" w:hAnsi="Arial" w:cs="Arial"/>
        <w:sz w:val="20"/>
      </w:rPr>
      <w:t xml:space="preserve"> do zarządzenia nr 24</w:t>
    </w:r>
    <w:r>
      <w:rPr>
        <w:rFonts w:ascii="Arial" w:hAnsi="Arial" w:cs="Arial"/>
        <w:sz w:val="20"/>
      </w:rPr>
      <w:t>/13 Główn</w:t>
    </w:r>
    <w:r w:rsidR="0089550B">
      <w:rPr>
        <w:rFonts w:ascii="Arial" w:hAnsi="Arial" w:cs="Arial"/>
        <w:sz w:val="20"/>
      </w:rPr>
      <w:t>ego Inspektora Pracy z dnia 19.12.</w:t>
    </w:r>
    <w:r>
      <w:rPr>
        <w:rFonts w:ascii="Arial" w:hAnsi="Arial" w:cs="Arial"/>
        <w:sz w:val="20"/>
      </w:rPr>
      <w:t>2013 r.</w:t>
    </w:r>
  </w:p>
  <w:p w:rsidR="0094161A" w:rsidRDefault="0094161A" w:rsidP="0094161A">
    <w:pPr>
      <w:pStyle w:val="Nagwek"/>
      <w:rPr>
        <w:rFonts w:ascii="Arial" w:hAnsi="Arial" w:cs="Arial"/>
        <w:sz w:val="20"/>
      </w:rPr>
    </w:pPr>
  </w:p>
  <w:p w:rsidR="0094161A" w:rsidRDefault="0094161A" w:rsidP="0094161A">
    <w:pPr>
      <w:pStyle w:val="Nagwek"/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A49"/>
    <w:rsid w:val="00017487"/>
    <w:rsid w:val="00020284"/>
    <w:rsid w:val="00022905"/>
    <w:rsid w:val="00044377"/>
    <w:rsid w:val="00053C6F"/>
    <w:rsid w:val="00055BB5"/>
    <w:rsid w:val="00077248"/>
    <w:rsid w:val="00090318"/>
    <w:rsid w:val="0009675D"/>
    <w:rsid w:val="000D0491"/>
    <w:rsid w:val="000D2A82"/>
    <w:rsid w:val="000E6599"/>
    <w:rsid w:val="000F03C2"/>
    <w:rsid w:val="00116224"/>
    <w:rsid w:val="0012036C"/>
    <w:rsid w:val="00136A2C"/>
    <w:rsid w:val="00166758"/>
    <w:rsid w:val="00175F6F"/>
    <w:rsid w:val="00180289"/>
    <w:rsid w:val="0018474C"/>
    <w:rsid w:val="00184A02"/>
    <w:rsid w:val="00186A49"/>
    <w:rsid w:val="0019366B"/>
    <w:rsid w:val="001B4F0F"/>
    <w:rsid w:val="001C18B8"/>
    <w:rsid w:val="001D2978"/>
    <w:rsid w:val="001E3373"/>
    <w:rsid w:val="002018FC"/>
    <w:rsid w:val="002051DE"/>
    <w:rsid w:val="002226F5"/>
    <w:rsid w:val="00232DE4"/>
    <w:rsid w:val="00264D82"/>
    <w:rsid w:val="00283C26"/>
    <w:rsid w:val="002959F0"/>
    <w:rsid w:val="002A7870"/>
    <w:rsid w:val="002B17B1"/>
    <w:rsid w:val="002B3115"/>
    <w:rsid w:val="002B49CA"/>
    <w:rsid w:val="002C04EA"/>
    <w:rsid w:val="00303A03"/>
    <w:rsid w:val="00342F2C"/>
    <w:rsid w:val="00353740"/>
    <w:rsid w:val="0035485D"/>
    <w:rsid w:val="00363D77"/>
    <w:rsid w:val="00372784"/>
    <w:rsid w:val="00372A01"/>
    <w:rsid w:val="00385F66"/>
    <w:rsid w:val="00395DD0"/>
    <w:rsid w:val="003D6F1F"/>
    <w:rsid w:val="00400B1B"/>
    <w:rsid w:val="0040457F"/>
    <w:rsid w:val="00410A91"/>
    <w:rsid w:val="004262DF"/>
    <w:rsid w:val="00442F6B"/>
    <w:rsid w:val="00443E14"/>
    <w:rsid w:val="00445694"/>
    <w:rsid w:val="004517F0"/>
    <w:rsid w:val="004532DC"/>
    <w:rsid w:val="004A212C"/>
    <w:rsid w:val="004A637B"/>
    <w:rsid w:val="004B452F"/>
    <w:rsid w:val="004C22B3"/>
    <w:rsid w:val="004C44B8"/>
    <w:rsid w:val="004F636B"/>
    <w:rsid w:val="004F6D20"/>
    <w:rsid w:val="00503092"/>
    <w:rsid w:val="005138C9"/>
    <w:rsid w:val="00526146"/>
    <w:rsid w:val="00526856"/>
    <w:rsid w:val="0059470B"/>
    <w:rsid w:val="00595EE4"/>
    <w:rsid w:val="005A65F2"/>
    <w:rsid w:val="005C4728"/>
    <w:rsid w:val="005F4873"/>
    <w:rsid w:val="005F7122"/>
    <w:rsid w:val="0060493F"/>
    <w:rsid w:val="00627160"/>
    <w:rsid w:val="006532BB"/>
    <w:rsid w:val="0066053F"/>
    <w:rsid w:val="00663CD0"/>
    <w:rsid w:val="00694BE2"/>
    <w:rsid w:val="006A7473"/>
    <w:rsid w:val="006B2F26"/>
    <w:rsid w:val="006D08C8"/>
    <w:rsid w:val="006D2B7A"/>
    <w:rsid w:val="006D7143"/>
    <w:rsid w:val="006E29F1"/>
    <w:rsid w:val="006E5F1A"/>
    <w:rsid w:val="006F44C0"/>
    <w:rsid w:val="0070580C"/>
    <w:rsid w:val="007139FE"/>
    <w:rsid w:val="00720B9F"/>
    <w:rsid w:val="00733E72"/>
    <w:rsid w:val="00737F7F"/>
    <w:rsid w:val="0076596F"/>
    <w:rsid w:val="007A13F5"/>
    <w:rsid w:val="007F1F85"/>
    <w:rsid w:val="00814343"/>
    <w:rsid w:val="00851012"/>
    <w:rsid w:val="00854E1F"/>
    <w:rsid w:val="00873EE8"/>
    <w:rsid w:val="0089550B"/>
    <w:rsid w:val="008A3ECA"/>
    <w:rsid w:val="008A6388"/>
    <w:rsid w:val="008E2408"/>
    <w:rsid w:val="008E2D80"/>
    <w:rsid w:val="00902D19"/>
    <w:rsid w:val="0092128C"/>
    <w:rsid w:val="0094161A"/>
    <w:rsid w:val="009427EF"/>
    <w:rsid w:val="00951D34"/>
    <w:rsid w:val="00953357"/>
    <w:rsid w:val="00963601"/>
    <w:rsid w:val="00963DAD"/>
    <w:rsid w:val="0097603F"/>
    <w:rsid w:val="009C6948"/>
    <w:rsid w:val="009F74FB"/>
    <w:rsid w:val="00A60629"/>
    <w:rsid w:val="00A82DEF"/>
    <w:rsid w:val="00A837B0"/>
    <w:rsid w:val="00A83B55"/>
    <w:rsid w:val="00A86A89"/>
    <w:rsid w:val="00A92008"/>
    <w:rsid w:val="00AC76D0"/>
    <w:rsid w:val="00AF4978"/>
    <w:rsid w:val="00AF70C7"/>
    <w:rsid w:val="00B040DF"/>
    <w:rsid w:val="00B41850"/>
    <w:rsid w:val="00B44992"/>
    <w:rsid w:val="00B4572D"/>
    <w:rsid w:val="00B5211F"/>
    <w:rsid w:val="00B63F6E"/>
    <w:rsid w:val="00B72637"/>
    <w:rsid w:val="00B7709E"/>
    <w:rsid w:val="00B772B1"/>
    <w:rsid w:val="00BA015A"/>
    <w:rsid w:val="00BB0AA6"/>
    <w:rsid w:val="00BE5793"/>
    <w:rsid w:val="00C03257"/>
    <w:rsid w:val="00C06117"/>
    <w:rsid w:val="00C20B8F"/>
    <w:rsid w:val="00C26842"/>
    <w:rsid w:val="00C27D84"/>
    <w:rsid w:val="00C341C0"/>
    <w:rsid w:val="00C35728"/>
    <w:rsid w:val="00C5527F"/>
    <w:rsid w:val="00C672DD"/>
    <w:rsid w:val="00C81214"/>
    <w:rsid w:val="00C93576"/>
    <w:rsid w:val="00CA0A54"/>
    <w:rsid w:val="00CA121E"/>
    <w:rsid w:val="00CA44A7"/>
    <w:rsid w:val="00CF1A51"/>
    <w:rsid w:val="00CF3F12"/>
    <w:rsid w:val="00D12C1D"/>
    <w:rsid w:val="00D149B3"/>
    <w:rsid w:val="00D265BF"/>
    <w:rsid w:val="00D30DBD"/>
    <w:rsid w:val="00D617DA"/>
    <w:rsid w:val="00D8125F"/>
    <w:rsid w:val="00DA19D3"/>
    <w:rsid w:val="00DB5C5E"/>
    <w:rsid w:val="00DB687B"/>
    <w:rsid w:val="00DC1623"/>
    <w:rsid w:val="00E207F4"/>
    <w:rsid w:val="00E2329B"/>
    <w:rsid w:val="00E355F0"/>
    <w:rsid w:val="00E43509"/>
    <w:rsid w:val="00E541AA"/>
    <w:rsid w:val="00E634A0"/>
    <w:rsid w:val="00E7516A"/>
    <w:rsid w:val="00E82B40"/>
    <w:rsid w:val="00E82BA3"/>
    <w:rsid w:val="00E83FE7"/>
    <w:rsid w:val="00E90063"/>
    <w:rsid w:val="00E94A88"/>
    <w:rsid w:val="00E97DAF"/>
    <w:rsid w:val="00EA43FE"/>
    <w:rsid w:val="00ED54BB"/>
    <w:rsid w:val="00F169FF"/>
    <w:rsid w:val="00F3146A"/>
    <w:rsid w:val="00F37CE0"/>
    <w:rsid w:val="00F542E4"/>
    <w:rsid w:val="00F5628A"/>
    <w:rsid w:val="00F56FA8"/>
    <w:rsid w:val="00F63864"/>
    <w:rsid w:val="00FB4030"/>
    <w:rsid w:val="00FD6572"/>
    <w:rsid w:val="00FD79B3"/>
    <w:rsid w:val="00FE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138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138C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138C9"/>
    <w:pPr>
      <w:keepNext/>
      <w:jc w:val="center"/>
      <w:outlineLvl w:val="1"/>
    </w:pPr>
    <w:rPr>
      <w:rFonts w:ascii="Arial" w:hAnsi="Arial" w:cs="Arial"/>
      <w:sz w:val="36"/>
    </w:rPr>
  </w:style>
  <w:style w:type="paragraph" w:styleId="Nagwek3">
    <w:name w:val="heading 3"/>
    <w:basedOn w:val="Normalny"/>
    <w:next w:val="Normalny"/>
    <w:qFormat/>
    <w:rsid w:val="005138C9"/>
    <w:pPr>
      <w:keepNext/>
      <w:outlineLvl w:val="2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5138C9"/>
    <w:rPr>
      <w:sz w:val="20"/>
      <w:szCs w:val="20"/>
    </w:rPr>
  </w:style>
  <w:style w:type="character" w:styleId="Odwoanieprzypisudolnego">
    <w:name w:val="footnote reference"/>
    <w:semiHidden/>
    <w:rsid w:val="005138C9"/>
    <w:rPr>
      <w:vertAlign w:val="superscript"/>
    </w:rPr>
  </w:style>
  <w:style w:type="paragraph" w:styleId="Nagwek">
    <w:name w:val="header"/>
    <w:basedOn w:val="Normalny"/>
    <w:rsid w:val="005138C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138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86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F56F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FA8"/>
  </w:style>
  <w:style w:type="character" w:styleId="Odwoanieprzypisukocowego">
    <w:name w:val="endnote reference"/>
    <w:rsid w:val="00F56FA8"/>
    <w:rPr>
      <w:vertAlign w:val="superscript"/>
    </w:rPr>
  </w:style>
  <w:style w:type="paragraph" w:styleId="Tekstdymka">
    <w:name w:val="Balloon Text"/>
    <w:basedOn w:val="Normalny"/>
    <w:semiHidden/>
    <w:rsid w:val="00264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86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F56F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FA8"/>
  </w:style>
  <w:style w:type="character" w:styleId="Odwoanieprzypisukocowego">
    <w:name w:val="endnote reference"/>
    <w:rsid w:val="00F56FA8"/>
    <w:rPr>
      <w:vertAlign w:val="superscript"/>
    </w:rPr>
  </w:style>
  <w:style w:type="paragraph" w:styleId="Tekstdymka">
    <w:name w:val="Balloon Text"/>
    <w:basedOn w:val="Normalny"/>
    <w:semiHidden/>
    <w:rsid w:val="00264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7\Meldunek%20GIP%20M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B2FF4-EA1F-469E-B3EE-6BA3414E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Meldunek GIP MW</Template>
  <TotalTime>0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 Dutka (Admin)</dc:creator>
  <cp:lastModifiedBy>Danuta Szot</cp:lastModifiedBy>
  <cp:revision>2</cp:revision>
  <cp:lastPrinted>2014-01-02T08:06:00Z</cp:lastPrinted>
  <dcterms:created xsi:type="dcterms:W3CDTF">2014-01-02T08:06:00Z</dcterms:created>
  <dcterms:modified xsi:type="dcterms:W3CDTF">2014-01-02T08:06:00Z</dcterms:modified>
</cp:coreProperties>
</file>