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A3D1D" w14:textId="77777777" w:rsidR="00415DF8" w:rsidRPr="00CC098B" w:rsidRDefault="00415DF8" w:rsidP="006528D4">
      <w:pPr>
        <w:pStyle w:val="USTustnpkodeksu"/>
        <w:ind w:left="142"/>
        <w:rPr>
          <w:rFonts w:ascii="Times New Roman" w:eastAsia="Calibri" w:hAnsi="Times New Roman" w:cs="Times New Roman"/>
        </w:rPr>
        <w:sectPr w:rsidR="00415DF8" w:rsidRPr="00CC098B" w:rsidSect="00671C9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type w:val="continuous"/>
          <w:pgSz w:w="11906" w:h="16838"/>
          <w:pgMar w:top="851" w:right="1417" w:bottom="851" w:left="1418" w:header="709" w:footer="709" w:gutter="0"/>
          <w:cols w:space="708"/>
          <w:titlePg/>
          <w:docGrid w:linePitch="326"/>
        </w:sectPr>
      </w:pPr>
    </w:p>
    <w:p w14:paraId="5D5EF8F3" w14:textId="77777777" w:rsidR="00DD7B04" w:rsidRDefault="00652626" w:rsidP="006E1F0D">
      <w:pPr>
        <w:pStyle w:val="TEKSTZacznikido"/>
        <w:ind w:left="142"/>
        <w:jc w:val="right"/>
        <w:rPr>
          <w:rFonts w:cs="Times New Roman"/>
          <w:sz w:val="20"/>
        </w:rPr>
      </w:pPr>
      <w:r w:rsidRPr="006E1F0D">
        <w:rPr>
          <w:rFonts w:cs="Times New Roman"/>
          <w:sz w:val="20"/>
        </w:rPr>
        <w:t xml:space="preserve">Załącznik </w:t>
      </w:r>
      <w:r w:rsidR="00DD7B04">
        <w:rPr>
          <w:rFonts w:cs="Times New Roman"/>
          <w:sz w:val="20"/>
        </w:rPr>
        <w:t>nr 1</w:t>
      </w:r>
    </w:p>
    <w:p w14:paraId="06E8C9AC" w14:textId="07297AF7" w:rsidR="00652626" w:rsidRPr="006E1F0D" w:rsidRDefault="00652626" w:rsidP="006E1F0D">
      <w:pPr>
        <w:pStyle w:val="TEKSTZacznikido"/>
        <w:ind w:left="142"/>
        <w:jc w:val="right"/>
        <w:rPr>
          <w:rFonts w:cs="Times New Roman"/>
          <w:sz w:val="20"/>
        </w:rPr>
      </w:pPr>
      <w:r w:rsidRPr="006E1F0D">
        <w:rPr>
          <w:rFonts w:cs="Times New Roman"/>
          <w:sz w:val="20"/>
        </w:rPr>
        <w:t xml:space="preserve">do </w:t>
      </w:r>
      <w:r w:rsidR="00DD7B04">
        <w:rPr>
          <w:rFonts w:cs="Times New Roman"/>
          <w:sz w:val="20"/>
        </w:rPr>
        <w:t>P</w:t>
      </w:r>
      <w:r w:rsidRPr="006E1F0D">
        <w:rPr>
          <w:rFonts w:cs="Times New Roman"/>
          <w:sz w:val="20"/>
        </w:rPr>
        <w:t>rocedury zgłoszeń wewnętrznych</w:t>
      </w:r>
    </w:p>
    <w:p w14:paraId="3634ED5A" w14:textId="77777777" w:rsidR="002F2CB7" w:rsidRPr="00CC098B" w:rsidRDefault="002F2CB7" w:rsidP="006528D4">
      <w:pPr>
        <w:spacing w:line="240" w:lineRule="auto"/>
        <w:ind w:left="142" w:right="20" w:firstLine="708"/>
        <w:jc w:val="both"/>
        <w:rPr>
          <w:rFonts w:eastAsia="Times New Roman" w:cs="Times New Roman"/>
          <w:szCs w:val="24"/>
        </w:rPr>
      </w:pPr>
    </w:p>
    <w:p w14:paraId="567E10C1" w14:textId="3FA958AD" w:rsidR="00652626" w:rsidRPr="00CC098B" w:rsidRDefault="00652626" w:rsidP="006528D4">
      <w:pPr>
        <w:keepNext/>
        <w:spacing w:before="120"/>
        <w:ind w:left="142"/>
        <w:jc w:val="center"/>
        <w:rPr>
          <w:rFonts w:eastAsia="Times New Roman" w:cs="Times New Roman"/>
          <w:b/>
          <w:bCs/>
          <w:caps/>
          <w:kern w:val="24"/>
          <w:szCs w:val="24"/>
        </w:rPr>
      </w:pPr>
      <w:r w:rsidRPr="00CC098B">
        <w:rPr>
          <w:rFonts w:eastAsia="Times New Roman" w:cs="Times New Roman"/>
          <w:b/>
          <w:bCs/>
          <w:caps/>
          <w:kern w:val="24"/>
          <w:szCs w:val="24"/>
        </w:rPr>
        <w:t>FORMULARZ zgłoszenia NARUSZENIA PRAWA</w:t>
      </w:r>
      <w:r w:rsidR="009227E6" w:rsidRPr="00CC098B">
        <w:rPr>
          <w:rFonts w:eastAsia="Times New Roman" w:cs="Times New Roman"/>
          <w:b/>
          <w:bCs/>
          <w:caps/>
          <w:kern w:val="24"/>
          <w:szCs w:val="24"/>
        </w:rPr>
        <w:t>*</w:t>
      </w:r>
    </w:p>
    <w:p w14:paraId="3D5597AD" w14:textId="77777777" w:rsidR="00652626" w:rsidRPr="00CC098B" w:rsidRDefault="00652626" w:rsidP="006528D4">
      <w:pPr>
        <w:ind w:left="142"/>
        <w:jc w:val="both"/>
        <w:rPr>
          <w:rFonts w:eastAsia="Times New Roman" w:cs="Times New Roman"/>
          <w:i/>
        </w:rPr>
      </w:pPr>
    </w:p>
    <w:p w14:paraId="63F395C4" w14:textId="77777777" w:rsidR="006E1F0D" w:rsidRPr="0095163E" w:rsidRDefault="00652626" w:rsidP="006528D4">
      <w:pPr>
        <w:ind w:left="142"/>
        <w:jc w:val="both"/>
        <w:rPr>
          <w:rFonts w:eastAsia="Times New Roman" w:cs="Times New Roman"/>
          <w:iCs/>
        </w:rPr>
      </w:pPr>
      <w:r w:rsidRPr="0095163E">
        <w:rPr>
          <w:rFonts w:eastAsia="Times New Roman" w:cs="Times New Roman"/>
          <w:iCs/>
        </w:rPr>
        <w:t xml:space="preserve">Formularz służy zgłaszaniu naruszenia prawa w </w:t>
      </w:r>
      <w:r w:rsidR="006E1F0D" w:rsidRPr="0095163E">
        <w:rPr>
          <w:rFonts w:cs="Times New Roman"/>
          <w:iCs/>
        </w:rPr>
        <w:t>Powiatowej Stacji Sanitarno-Epidemiologicznej w Chodzieży</w:t>
      </w:r>
      <w:r w:rsidRPr="0095163E">
        <w:rPr>
          <w:rFonts w:eastAsia="Times New Roman" w:cs="Times New Roman"/>
          <w:iCs/>
        </w:rPr>
        <w:t>.</w:t>
      </w:r>
      <w:r w:rsidR="006E1F0D" w:rsidRPr="0095163E">
        <w:rPr>
          <w:rFonts w:eastAsia="Times New Roman" w:cs="Times New Roman"/>
          <w:iCs/>
        </w:rPr>
        <w:t xml:space="preserve"> </w:t>
      </w:r>
    </w:p>
    <w:p w14:paraId="3B1BF0F0" w14:textId="2C80CADF" w:rsidR="00652626" w:rsidRPr="00CC098B" w:rsidRDefault="00652626" w:rsidP="006528D4">
      <w:pPr>
        <w:ind w:left="142"/>
        <w:jc w:val="both"/>
        <w:rPr>
          <w:rFonts w:eastAsia="Times New Roman" w:cs="Times New Roman"/>
          <w:i/>
        </w:rPr>
      </w:pPr>
      <w:r w:rsidRPr="00CC098B">
        <w:rPr>
          <w:rFonts w:eastAsia="Times New Roman" w:cs="Times New Roman"/>
          <w:i/>
        </w:rPr>
        <w:t xml:space="preserve">Podane informacje są objęte zasadą poufności. </w:t>
      </w:r>
    </w:p>
    <w:p w14:paraId="39F6FE08" w14:textId="77777777" w:rsidR="00652626" w:rsidRPr="00CC098B" w:rsidRDefault="00652626" w:rsidP="006528D4">
      <w:pPr>
        <w:suppressAutoHyphens/>
        <w:ind w:left="142"/>
        <w:jc w:val="both"/>
        <w:rPr>
          <w:rFonts w:eastAsia="Times New Roman" w:cs="Times New Roman"/>
          <w:i/>
        </w:rPr>
      </w:pPr>
    </w:p>
    <w:p w14:paraId="537C4063" w14:textId="77777777" w:rsidR="00652626" w:rsidRPr="00CC098B" w:rsidRDefault="00652626" w:rsidP="006528D4">
      <w:pPr>
        <w:suppressAutoHyphens/>
        <w:ind w:left="142"/>
        <w:jc w:val="both"/>
        <w:rPr>
          <w:rFonts w:eastAsia="Times New Roman" w:cs="Times New Roman"/>
          <w:bCs/>
        </w:rPr>
      </w:pPr>
      <w:r w:rsidRPr="00CC098B">
        <w:rPr>
          <w:rFonts w:eastAsia="Times New Roman" w:cs="Times New Roman"/>
          <w:bCs/>
        </w:rPr>
        <w:t xml:space="preserve">Wypełnij formularz zgodnie z informacjami poniżej. Zgłoszenie może dotyczyć dokonanych naruszeń lub takich, których nie popełniono, ale istnieje bardzo duże ryzyko ich wystąpienia lub prób ukrycia naruszeń. </w:t>
      </w:r>
    </w:p>
    <w:p w14:paraId="1C9EC923" w14:textId="3B4DE283" w:rsidR="006E1F0D" w:rsidRDefault="00120C12" w:rsidP="006E1F0D">
      <w:pPr>
        <w:pStyle w:val="PKTpunkt"/>
        <w:numPr>
          <w:ilvl w:val="1"/>
          <w:numId w:val="40"/>
        </w:numPr>
        <w:ind w:left="567"/>
        <w:rPr>
          <w:rFonts w:ascii="Times New Roman" w:hAnsi="Times New Roman" w:cs="Times New Roman"/>
          <w:sz w:val="20"/>
        </w:rPr>
      </w:pPr>
      <w:r w:rsidRPr="00CC098B">
        <w:rPr>
          <w:rFonts w:ascii="Times New Roman" w:hAnsi="Times New Roman" w:cs="Times New Roman"/>
          <w:sz w:val="20"/>
        </w:rPr>
        <w:t xml:space="preserve">Należy </w:t>
      </w:r>
      <w:r w:rsidR="009A006E" w:rsidRPr="00CC098B">
        <w:rPr>
          <w:rFonts w:ascii="Times New Roman" w:hAnsi="Times New Roman" w:cs="Times New Roman"/>
          <w:sz w:val="20"/>
        </w:rPr>
        <w:t>wziąć</w:t>
      </w:r>
      <w:r w:rsidRPr="00CC098B">
        <w:rPr>
          <w:rFonts w:ascii="Times New Roman" w:hAnsi="Times New Roman" w:cs="Times New Roman"/>
          <w:sz w:val="20"/>
        </w:rPr>
        <w:t xml:space="preserve"> pod uwagę, że zgodnie z art. 57 ustawy z dnia 14 czerwca 2024 r. o ochronie sygnalistów (Dz. U. poz. 928) „kto dokonuje zgłoszenia lub ujawnienia publicznego, wiedząc, że do naruszenia prawa nie doszło podlega grzywnie, karze ograniczenia wolności lub pozbawienia wolności do lat 2.”</w:t>
      </w:r>
    </w:p>
    <w:p w14:paraId="32525CDA" w14:textId="4DE31B65" w:rsidR="00120C12" w:rsidRPr="00CC098B" w:rsidRDefault="00120C12" w:rsidP="006E1F0D">
      <w:pPr>
        <w:pStyle w:val="PKTpunkt"/>
        <w:ind w:left="284" w:firstLine="0"/>
        <w:rPr>
          <w:rFonts w:ascii="Times New Roman" w:hAnsi="Times New Roman" w:cs="Times New Roman"/>
          <w:sz w:val="20"/>
        </w:rPr>
      </w:pPr>
      <w:r w:rsidRPr="00CC098B">
        <w:rPr>
          <w:rFonts w:ascii="Times New Roman" w:hAnsi="Times New Roman" w:cs="Times New Roman"/>
          <w:sz w:val="20"/>
        </w:rPr>
        <w:t xml:space="preserve">  </w:t>
      </w:r>
    </w:p>
    <w:p w14:paraId="15FFE037" w14:textId="77777777" w:rsidR="00120C12" w:rsidRPr="00CC098B" w:rsidRDefault="00120C12" w:rsidP="006528D4">
      <w:pPr>
        <w:suppressAutoHyphens/>
        <w:ind w:left="142"/>
        <w:jc w:val="both"/>
        <w:rPr>
          <w:rFonts w:eastAsia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4"/>
      </w:tblGrid>
      <w:tr w:rsidR="00652626" w:rsidRPr="00CC098B" w14:paraId="19A630A1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60BEFABE" w14:textId="2E1BE918" w:rsidR="00652626" w:rsidRPr="00CC098B" w:rsidRDefault="00652626" w:rsidP="006E1F0D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098B">
              <w:rPr>
                <w:rFonts w:ascii="Times New Roman" w:hAnsi="Times New Roman"/>
                <w:b/>
                <w:bCs/>
                <w:sz w:val="20"/>
                <w:szCs w:val="20"/>
              </w:rPr>
              <w:t>Osoba składająca zgłoszenie</w:t>
            </w:r>
            <w:r w:rsidRPr="00CC098B">
              <w:rPr>
                <w:rStyle w:val="Odwoanieprzypisudolnego"/>
                <w:rFonts w:ascii="Times New Roman" w:hAnsi="Times New Roman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652626" w:rsidRPr="00CC098B" w14:paraId="06084E01" w14:textId="77777777" w:rsidTr="002F388F">
        <w:tc>
          <w:tcPr>
            <w:tcW w:w="9044" w:type="dxa"/>
          </w:tcPr>
          <w:p w14:paraId="17A44FA8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 xml:space="preserve">Imię i nazwisko: </w:t>
            </w:r>
            <w:sdt>
              <w:sdtPr>
                <w:rPr>
                  <w:rFonts w:cs="Times New Roman"/>
                  <w:sz w:val="20"/>
                </w:rPr>
                <w:id w:val="1502076139"/>
                <w:placeholder>
                  <w:docPart w:val="F7773D3551F343AA9353E960D37AA067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1590983B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iCs/>
                <w:sz w:val="20"/>
              </w:rPr>
            </w:pPr>
          </w:p>
          <w:p w14:paraId="672CCBC0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iCs/>
                <w:sz w:val="20"/>
              </w:rPr>
            </w:pPr>
            <w:r w:rsidRPr="00CC098B">
              <w:rPr>
                <w:rFonts w:cs="Times New Roman"/>
                <w:iCs/>
                <w:sz w:val="20"/>
              </w:rPr>
              <w:t>Jestem:</w:t>
            </w:r>
          </w:p>
          <w:p w14:paraId="3C91670E" w14:textId="77777777" w:rsidR="00652626" w:rsidRPr="00CC098B" w:rsidRDefault="00000000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200997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pracownikiem </w:t>
            </w:r>
            <w:sdt>
              <w:sdtPr>
                <w:rPr>
                  <w:rFonts w:cs="Times New Roman"/>
                  <w:sz w:val="20"/>
                </w:rPr>
                <w:id w:val="-865522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zleceniobiorcą/usługodawcą </w:t>
            </w:r>
            <w:sdt>
              <w:sdtPr>
                <w:rPr>
                  <w:rFonts w:cs="Times New Roman"/>
                  <w:sz w:val="20"/>
                </w:rPr>
                <w:id w:val="113267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byłym pracownikiem </w:t>
            </w:r>
            <w:sdt>
              <w:sdtPr>
                <w:rPr>
                  <w:rFonts w:cs="Times New Roman"/>
                  <w:sz w:val="20"/>
                </w:rPr>
                <w:id w:val="1573157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kandydatem do pracy </w:t>
            </w:r>
            <w:r w:rsidR="00652626" w:rsidRPr="00CC098B">
              <w:rPr>
                <w:rFonts w:cs="Times New Roman"/>
                <w:sz w:val="20"/>
              </w:rPr>
              <w:br/>
            </w:r>
            <w:sdt>
              <w:sdtPr>
                <w:rPr>
                  <w:rFonts w:cs="Times New Roman"/>
                  <w:sz w:val="20"/>
                </w:rPr>
                <w:id w:val="1827245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wolontariuszem/praktykantem/stażystą </w:t>
            </w:r>
            <w:sdt>
              <w:sdtPr>
                <w:rPr>
                  <w:rFonts w:cs="Times New Roman"/>
                  <w:sz w:val="20"/>
                </w:rPr>
                <w:id w:val="4334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pracuję w organizacji wykonawcy/podwykonawcy/dostawcy</w:t>
            </w:r>
          </w:p>
          <w:p w14:paraId="312B69EA" w14:textId="39101F8D" w:rsidR="00652626" w:rsidRPr="00CC098B" w:rsidRDefault="00000000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69159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inne: </w:t>
            </w:r>
            <w:sdt>
              <w:sdtPr>
                <w:rPr>
                  <w:rFonts w:cs="Times New Roman"/>
                  <w:sz w:val="20"/>
                </w:rPr>
                <w:id w:val="-826366550"/>
                <w:placeholder>
                  <w:docPart w:val="B1CAE8178A60428BB475FB62EFCD86B6"/>
                </w:placeholder>
                <w:showingPlcHdr/>
                <w:text/>
              </w:sdtPr>
              <w:sdtContent>
                <w:r w:rsidR="00652626"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698B0A13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160E7377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 xml:space="preserve">Stanowisko służbowe: </w:t>
            </w:r>
            <w:sdt>
              <w:sdtPr>
                <w:rPr>
                  <w:rFonts w:cs="Times New Roman"/>
                  <w:sz w:val="20"/>
                </w:rPr>
                <w:id w:val="-1454017908"/>
                <w:placeholder>
                  <w:docPart w:val="830B176969F14FFD9B04161D6289A3BA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437059A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482CF33A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 xml:space="preserve">Adres do kontaktu: </w:t>
            </w:r>
            <w:sdt>
              <w:sdtPr>
                <w:rPr>
                  <w:rFonts w:cs="Times New Roman"/>
                  <w:sz w:val="20"/>
                </w:rPr>
                <w:id w:val="-1483079896"/>
                <w:placeholder>
                  <w:docPart w:val="21CCFFDB372048F89BF5A0CA7C8DD7DE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adres e-mail lub adres korespondencyjny do wyboru przez osobę zgłaszającą, ewentualnie numer telefonu</w:t>
                </w:r>
              </w:sdtContent>
            </w:sdt>
          </w:p>
          <w:p w14:paraId="7F7BC671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4A78DD1A" w14:textId="71B8B03C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>Czy wyraża Pan/Pani zgodę na ujawnienie swojej tożsamości?</w:t>
            </w:r>
          </w:p>
          <w:p w14:paraId="7F39F321" w14:textId="27970546" w:rsidR="00021E72" w:rsidRPr="00CC098B" w:rsidRDefault="00000000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113152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243F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021E72" w:rsidRPr="00CC098B">
              <w:rPr>
                <w:rFonts w:cs="Times New Roman"/>
                <w:sz w:val="20"/>
              </w:rPr>
              <w:t> TAK</w:t>
            </w:r>
          </w:p>
          <w:p w14:paraId="19C7189F" w14:textId="1B7DBA44" w:rsidR="00652626" w:rsidRPr="00CC098B" w:rsidRDefault="00000000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74372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1E72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021E72" w:rsidRPr="00CC098B">
              <w:rPr>
                <w:rFonts w:cs="Times New Roman"/>
                <w:sz w:val="20"/>
              </w:rPr>
              <w:t> NIE</w:t>
            </w:r>
          </w:p>
        </w:tc>
      </w:tr>
      <w:tr w:rsidR="00652626" w:rsidRPr="00CC098B" w14:paraId="64B0B93A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07A51F5C" w14:textId="5964FA43" w:rsidR="00652626" w:rsidRPr="00CC098B" w:rsidRDefault="00652626" w:rsidP="006E1F0D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098B">
              <w:rPr>
                <w:rFonts w:ascii="Times New Roman" w:hAnsi="Times New Roman"/>
                <w:b/>
                <w:bCs/>
                <w:sz w:val="20"/>
                <w:szCs w:val="20"/>
              </w:rPr>
              <w:t>Osoba pokrzywdzona (jeżeli dotyczy)</w:t>
            </w:r>
            <w:r w:rsidRPr="00CC098B">
              <w:rPr>
                <w:rStyle w:val="Odwoanieprzypisudolnego"/>
                <w:rFonts w:ascii="Times New Roman" w:hAnsi="Times New Roman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652626" w:rsidRPr="00CC098B" w14:paraId="0AB14244" w14:textId="77777777" w:rsidTr="002F388F">
        <w:tc>
          <w:tcPr>
            <w:tcW w:w="9044" w:type="dxa"/>
          </w:tcPr>
          <w:p w14:paraId="6ABED7B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 xml:space="preserve">Imię i nazwisko: </w:t>
            </w:r>
            <w:sdt>
              <w:sdtPr>
                <w:rPr>
                  <w:rFonts w:cs="Times New Roman"/>
                  <w:sz w:val="20"/>
                </w:rPr>
                <w:id w:val="1484119475"/>
                <w:placeholder>
                  <w:docPart w:val="EB82A3D218874BD28CC968C10A32329E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36673631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3096C90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>Stanowisko, funkcja lub inne dane, służące identyfikacji osoby pokrzywdzonej</w:t>
            </w:r>
            <w:r w:rsidRPr="00CC098B">
              <w:rPr>
                <w:rStyle w:val="Odwoanieprzypisudolnego"/>
                <w:sz w:val="20"/>
              </w:rPr>
              <w:footnoteReference w:id="3"/>
            </w:r>
            <w:r w:rsidRPr="00CC098B">
              <w:rPr>
                <w:rFonts w:cs="Times New Roman"/>
                <w:sz w:val="20"/>
              </w:rPr>
              <w:t xml:space="preserve">: </w:t>
            </w:r>
            <w:sdt>
              <w:sdtPr>
                <w:rPr>
                  <w:rFonts w:cs="Times New Roman"/>
                  <w:sz w:val="20"/>
                </w:rPr>
                <w:id w:val="1999759225"/>
                <w:placeholder>
                  <w:docPart w:val="8E6CC12A9EF9493CAEE6042F697F2789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23ABA3A2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  <w:r w:rsidRPr="00CC098B">
              <w:rPr>
                <w:rFonts w:cs="Times New Roman"/>
                <w:sz w:val="20"/>
              </w:rPr>
              <w:t xml:space="preserve"> </w:t>
            </w:r>
          </w:p>
        </w:tc>
      </w:tr>
      <w:tr w:rsidR="00652626" w:rsidRPr="00CC098B" w14:paraId="5834C71E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4D47D7F6" w14:textId="53DA44F1" w:rsidR="00652626" w:rsidRPr="006E1F0D" w:rsidRDefault="00652626" w:rsidP="006E1F0D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b/>
                <w:bCs/>
                <w:sz w:val="20"/>
              </w:rPr>
            </w:pPr>
            <w:r w:rsidRPr="006E1F0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Osoba, której działania lub zaniechania</w:t>
            </w:r>
            <w:r w:rsidR="006E1F0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zgłoszenie dotyczy</w:t>
            </w:r>
            <w:r w:rsidRPr="00CC098B">
              <w:rPr>
                <w:rStyle w:val="Odwoanieprzypisudolnego"/>
                <w:rFonts w:ascii="Times New Roman" w:hAnsi="Times New Roman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652626" w:rsidRPr="00CC098B" w14:paraId="38CF37CF" w14:textId="77777777" w:rsidTr="002F388F">
        <w:tc>
          <w:tcPr>
            <w:tcW w:w="9044" w:type="dxa"/>
          </w:tcPr>
          <w:p w14:paraId="7BC7A010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  <w:szCs w:val="16"/>
              </w:rPr>
            </w:pPr>
            <w:r w:rsidRPr="00CC098B">
              <w:rPr>
                <w:rFonts w:cs="Times New Roman"/>
                <w:sz w:val="20"/>
                <w:szCs w:val="16"/>
              </w:rPr>
              <w:t xml:space="preserve">Imię i nazwisko: </w:t>
            </w:r>
            <w:sdt>
              <w:sdtPr>
                <w:rPr>
                  <w:rFonts w:cs="Times New Roman"/>
                  <w:sz w:val="20"/>
                  <w:szCs w:val="16"/>
                </w:rPr>
                <w:id w:val="581491820"/>
                <w:placeholder>
                  <w:docPart w:val="2191B1CABC464430905288B7EEF98BC9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345481A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  <w:szCs w:val="16"/>
              </w:rPr>
            </w:pPr>
          </w:p>
          <w:p w14:paraId="28FF60B4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  <w:szCs w:val="16"/>
              </w:rPr>
            </w:pPr>
            <w:r w:rsidRPr="00CC098B">
              <w:rPr>
                <w:rFonts w:cs="Times New Roman"/>
                <w:sz w:val="20"/>
                <w:szCs w:val="16"/>
              </w:rPr>
              <w:t xml:space="preserve">Stanowisko służbowe: </w:t>
            </w:r>
            <w:sdt>
              <w:sdtPr>
                <w:rPr>
                  <w:rFonts w:cs="Times New Roman"/>
                  <w:sz w:val="20"/>
                  <w:szCs w:val="16"/>
                </w:rPr>
                <w:id w:val="-1735931945"/>
                <w:placeholder>
                  <w:docPart w:val="1B216BCDB7E24B409219F23106BBFC7A"/>
                </w:placeholder>
                <w:showingPlcHdr/>
                <w:text/>
              </w:sdtPr>
              <w:sdtContent>
                <w:r w:rsidRPr="00CC098B">
                  <w:rPr>
                    <w:rStyle w:val="Tekstzastpczy"/>
                    <w:rFonts w:cs="Times New Roman"/>
                    <w:sz w:val="20"/>
                  </w:rPr>
                  <w:t>Wpisz tutaj</w:t>
                </w:r>
              </w:sdtContent>
            </w:sdt>
          </w:p>
          <w:p w14:paraId="682D9C39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1C34A581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009CD8C5" w14:textId="5DC0B272" w:rsidR="00652626" w:rsidRPr="00C45092" w:rsidRDefault="00266BA8" w:rsidP="00C45092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Czego dot</w:t>
            </w:r>
            <w:r w:rsidR="00C71D24"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yczą </w:t>
            </w:r>
            <w:r w:rsidR="00652626"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naruszenia prawa</w:t>
            </w:r>
            <w:r w:rsidR="00C71D24"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które </w:t>
            </w:r>
            <w:r w:rsidR="00652626"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zgłaszasz?</w:t>
            </w:r>
          </w:p>
        </w:tc>
      </w:tr>
      <w:tr w:rsidR="00652626" w:rsidRPr="00CC098B" w14:paraId="707E2872" w14:textId="77777777" w:rsidTr="002F388F">
        <w:tc>
          <w:tcPr>
            <w:tcW w:w="9044" w:type="dxa"/>
          </w:tcPr>
          <w:p w14:paraId="2ABE1896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32844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korupcji;</w:t>
            </w:r>
          </w:p>
          <w:p w14:paraId="59C205D9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30983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zamówień publicznych;</w:t>
            </w:r>
          </w:p>
          <w:p w14:paraId="036745BE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58252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usług, produktów i rynków finansowych;</w:t>
            </w:r>
          </w:p>
          <w:p w14:paraId="2BEB3509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149869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przeciwdziałania praniu pieniędzy oraz finansowaniu terroryzmu;</w:t>
            </w:r>
          </w:p>
          <w:p w14:paraId="795E57C8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94174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bezpieczeństwa produktów i ich zgodności z wymogami;</w:t>
            </w:r>
          </w:p>
          <w:p w14:paraId="335A98BB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903444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bezpieczeństwa transportu;</w:t>
            </w:r>
          </w:p>
          <w:p w14:paraId="35A20830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01846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ochrony środowiska;</w:t>
            </w:r>
          </w:p>
          <w:p w14:paraId="2420F381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97906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ochrony radiologicznej i bezpieczeństwa jądrowego;</w:t>
            </w:r>
          </w:p>
          <w:p w14:paraId="1F2A5C14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94168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bezpieczeństwa żywności i pasz;</w:t>
            </w:r>
          </w:p>
          <w:p w14:paraId="371B384B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525322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zdrowia i dobrostanu zwierząt;</w:t>
            </w:r>
          </w:p>
          <w:p w14:paraId="2A4B6499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86743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zdrowia publicznego;</w:t>
            </w:r>
          </w:p>
          <w:p w14:paraId="295F02C5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40496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ochrony konsumentów;</w:t>
            </w:r>
          </w:p>
          <w:p w14:paraId="3CFA1A74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18034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ochrony prywatności i danych osobowych;</w:t>
            </w:r>
          </w:p>
          <w:p w14:paraId="61D5BAA4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82328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bezpieczeństwa sieci i systemów teleinformatycznych;</w:t>
            </w:r>
          </w:p>
          <w:p w14:paraId="5F6611FF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40946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interesów finansowych Skarbu Państwa Rzeczypospolitej Polskiej, jednostki samorządu terytorialnego oraz Unii Europejskiej;</w:t>
            </w:r>
          </w:p>
          <w:p w14:paraId="69CD5D78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169055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rynku wewnętrznego Unii Europejskiej, w tym publicznoprawnych zasad konkurencji i pomocy państwa oraz opodatkowania osób prawnych;</w:t>
            </w:r>
          </w:p>
          <w:p w14:paraId="0687ABC6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-19609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>  konstytucyjnych wolności i praw człowieka i obywatela - występujące w stosunkach jednostki z organami władzy publicznej i niezwiązane z dziedzinami wskazanymi w pkt 1-16.</w:t>
            </w:r>
          </w:p>
          <w:p w14:paraId="230E8591" w14:textId="38EC528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bCs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122196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75AF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 </w:t>
            </w:r>
            <w:r w:rsidR="00652626" w:rsidRPr="00CC098B">
              <w:rPr>
                <w:rFonts w:cs="Times New Roman"/>
                <w:bCs/>
                <w:sz w:val="20"/>
              </w:rPr>
              <w:t>naruszenia zasad etyki;</w:t>
            </w:r>
          </w:p>
          <w:p w14:paraId="7F26CFDB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bCs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17282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 </w:t>
            </w:r>
            <w:r w:rsidR="00652626" w:rsidRPr="00CC098B">
              <w:rPr>
                <w:rFonts w:cs="Times New Roman"/>
                <w:bCs/>
                <w:sz w:val="20"/>
              </w:rPr>
              <w:t>dyskryminacji;</w:t>
            </w:r>
          </w:p>
          <w:p w14:paraId="0F011001" w14:textId="77777777" w:rsidR="00652626" w:rsidRPr="00CC098B" w:rsidRDefault="00000000" w:rsidP="006528D4">
            <w:pPr>
              <w:spacing w:line="360" w:lineRule="auto"/>
              <w:ind w:left="142"/>
              <w:jc w:val="both"/>
              <w:rPr>
                <w:rFonts w:cs="Times New Roman"/>
                <w:sz w:val="20"/>
              </w:rPr>
            </w:pPr>
            <w:sdt>
              <w:sdtPr>
                <w:rPr>
                  <w:rFonts w:cs="Times New Roman"/>
                  <w:sz w:val="20"/>
                </w:rPr>
                <w:id w:val="205141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626" w:rsidRPr="00CC098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652626" w:rsidRPr="00CC098B">
              <w:rPr>
                <w:rFonts w:cs="Times New Roman"/>
                <w:sz w:val="20"/>
              </w:rPr>
              <w:t xml:space="preserve">  </w:t>
            </w:r>
            <w:proofErr w:type="spellStart"/>
            <w:r w:rsidR="00652626" w:rsidRPr="00CC098B">
              <w:rPr>
                <w:rFonts w:cs="Times New Roman"/>
                <w:bCs/>
                <w:sz w:val="20"/>
              </w:rPr>
              <w:t>zachowań</w:t>
            </w:r>
            <w:proofErr w:type="spellEnd"/>
            <w:r w:rsidR="00652626" w:rsidRPr="00CC098B">
              <w:rPr>
                <w:rFonts w:cs="Times New Roman"/>
                <w:bCs/>
                <w:sz w:val="20"/>
              </w:rPr>
              <w:t xml:space="preserve"> niepożądanych w relacjach pracowniczych.</w:t>
            </w:r>
          </w:p>
          <w:p w14:paraId="5AA113B7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3AA8C970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32E29CDE" w14:textId="391A9937" w:rsidR="00652626" w:rsidRPr="00C45092" w:rsidRDefault="00652626" w:rsidP="00C45092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Na czym polegają lub polegały naruszenia prawa, które zgłaszasz?</w:t>
            </w:r>
          </w:p>
        </w:tc>
      </w:tr>
      <w:tr w:rsidR="00652626" w:rsidRPr="00CC098B" w14:paraId="56F10287" w14:textId="77777777" w:rsidTr="002F388F">
        <w:tc>
          <w:tcPr>
            <w:tcW w:w="9044" w:type="dxa"/>
          </w:tcPr>
          <w:p w14:paraId="7844B0E4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7E43078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6C857546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10387642" w14:textId="77777777" w:rsidTr="002F388F">
        <w:tc>
          <w:tcPr>
            <w:tcW w:w="9044" w:type="dxa"/>
            <w:shd w:val="clear" w:color="auto" w:fill="F2F2F2" w:themeFill="background1" w:themeFillShade="F2"/>
          </w:tcPr>
          <w:p w14:paraId="76FAD7DF" w14:textId="5E376901" w:rsidR="00652626" w:rsidRPr="00C45092" w:rsidRDefault="00652626" w:rsidP="00C45092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Kiedy i gdzie zgłaszane naruszenia prawa miały miejsce?</w:t>
            </w:r>
          </w:p>
        </w:tc>
      </w:tr>
      <w:tr w:rsidR="00652626" w:rsidRPr="00CC098B" w14:paraId="299F7169" w14:textId="77777777" w:rsidTr="002F388F">
        <w:tc>
          <w:tcPr>
            <w:tcW w:w="9044" w:type="dxa"/>
          </w:tcPr>
          <w:p w14:paraId="611D7959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2185EB45" w14:textId="77777777" w:rsidR="00652626" w:rsidRPr="00CC098B" w:rsidRDefault="00652626" w:rsidP="009A49FF">
            <w:pPr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65807887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64CE9D96" w14:textId="05E0D504" w:rsidR="00652626" w:rsidRPr="00C45092" w:rsidRDefault="00652626" w:rsidP="00C45092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W jaki sposób doszło do naruszenia prawa, z jakiego powodu, w jakich okolicznościach?</w:t>
            </w:r>
          </w:p>
        </w:tc>
      </w:tr>
      <w:tr w:rsidR="00652626" w:rsidRPr="00CC098B" w14:paraId="56DF171D" w14:textId="77777777" w:rsidTr="002F388F">
        <w:tc>
          <w:tcPr>
            <w:tcW w:w="9044" w:type="dxa"/>
          </w:tcPr>
          <w:p w14:paraId="75C8BBEB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4E1294CE" w14:textId="77777777" w:rsidR="00D915EB" w:rsidRPr="00CC098B" w:rsidRDefault="00D915EB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30DE2FDE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0F0D1782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4786879B" w14:textId="3DC741A4" w:rsidR="00652626" w:rsidRPr="00C45092" w:rsidRDefault="00652626" w:rsidP="00C45092">
            <w:pPr>
              <w:pStyle w:val="Akapitzlist"/>
              <w:numPr>
                <w:ilvl w:val="0"/>
                <w:numId w:val="41"/>
              </w:numPr>
              <w:spacing w:before="120" w:after="120" w:line="240" w:lineRule="auto"/>
              <w:rPr>
                <w:b/>
                <w:bCs/>
                <w:sz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Czy zgłaszasz dowody, a jeśli tak, to jakie?</w:t>
            </w:r>
          </w:p>
        </w:tc>
      </w:tr>
      <w:tr w:rsidR="00652626" w:rsidRPr="00CC098B" w14:paraId="153D3716" w14:textId="77777777" w:rsidTr="002F388F">
        <w:tc>
          <w:tcPr>
            <w:tcW w:w="9044" w:type="dxa"/>
          </w:tcPr>
          <w:p w14:paraId="044B93A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233FD1F0" w14:textId="77777777" w:rsidR="00D915EB" w:rsidRPr="00CC098B" w:rsidRDefault="00D915EB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05AE92AA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39E36334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68770ABA" w14:textId="251DCA1A" w:rsidR="00652626" w:rsidRPr="00C45092" w:rsidRDefault="00652626" w:rsidP="00C45092">
            <w:pPr>
              <w:pStyle w:val="Akapitzlist"/>
              <w:numPr>
                <w:ilvl w:val="0"/>
                <w:numId w:val="41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Czy zgłaszałeś/zgłaszałaś te naruszenia prawa już wcześniej? Jeśli tak, to kiedy, komu i w jakiej formie? Czy otrzymałeś/otrzymałaś odpowiedź na zgłoszenie?</w:t>
            </w:r>
          </w:p>
        </w:tc>
      </w:tr>
      <w:tr w:rsidR="00652626" w:rsidRPr="00CC098B" w14:paraId="07B0ACCD" w14:textId="77777777" w:rsidTr="002F388F">
        <w:tc>
          <w:tcPr>
            <w:tcW w:w="9044" w:type="dxa"/>
          </w:tcPr>
          <w:p w14:paraId="63618F5D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0C404EDC" w14:textId="77777777" w:rsidR="00D915EB" w:rsidRPr="00CC098B" w:rsidRDefault="00D915EB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3193A1BD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37475590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1FE1DF7C" w14:textId="6048F390" w:rsidR="00652626" w:rsidRPr="00C45092" w:rsidRDefault="00652626" w:rsidP="00C45092">
            <w:pPr>
              <w:pStyle w:val="Akapitzlist"/>
              <w:numPr>
                <w:ilvl w:val="0"/>
                <w:numId w:val="41"/>
              </w:numPr>
              <w:spacing w:before="120" w:after="12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5092">
              <w:rPr>
                <w:rFonts w:ascii="Times New Roman" w:hAnsi="Times New Roman"/>
                <w:b/>
                <w:bCs/>
                <w:sz w:val="20"/>
                <w:szCs w:val="20"/>
              </w:rPr>
              <w:t>Czy chcesz dodać coś jeszcze w sprawie zgłoszenia?</w:t>
            </w:r>
          </w:p>
        </w:tc>
      </w:tr>
      <w:tr w:rsidR="00652626" w:rsidRPr="00CC098B" w14:paraId="2CDC9C8B" w14:textId="77777777" w:rsidTr="002F388F">
        <w:tc>
          <w:tcPr>
            <w:tcW w:w="9044" w:type="dxa"/>
          </w:tcPr>
          <w:p w14:paraId="46AA5406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2900BBF1" w14:textId="77777777" w:rsidR="00D915EB" w:rsidRPr="00CC098B" w:rsidRDefault="00D915EB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5EF66063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  <w:tr w:rsidR="00652626" w:rsidRPr="00CC098B" w14:paraId="70A0DD07" w14:textId="77777777" w:rsidTr="002F388F">
        <w:tc>
          <w:tcPr>
            <w:tcW w:w="9044" w:type="dxa"/>
            <w:shd w:val="clear" w:color="auto" w:fill="F2F2F2" w:themeFill="background1" w:themeFillShade="F2"/>
            <w:vAlign w:val="center"/>
          </w:tcPr>
          <w:p w14:paraId="266E4D86" w14:textId="77777777" w:rsidR="00652626" w:rsidRPr="00CC098B" w:rsidRDefault="00652626" w:rsidP="006528D4">
            <w:pPr>
              <w:spacing w:before="120" w:after="120"/>
              <w:ind w:left="142"/>
              <w:rPr>
                <w:rFonts w:cs="Times New Roman"/>
                <w:b/>
                <w:bCs/>
                <w:sz w:val="20"/>
              </w:rPr>
            </w:pPr>
            <w:r w:rsidRPr="00CC098B">
              <w:rPr>
                <w:rFonts w:cs="Times New Roman"/>
                <w:b/>
                <w:bCs/>
                <w:sz w:val="20"/>
              </w:rPr>
              <w:t>Data i podpis osoby składającej zgłoszenie</w:t>
            </w:r>
          </w:p>
        </w:tc>
      </w:tr>
      <w:tr w:rsidR="00652626" w:rsidRPr="00CC098B" w14:paraId="388EE167" w14:textId="77777777" w:rsidTr="002F388F">
        <w:tc>
          <w:tcPr>
            <w:tcW w:w="9044" w:type="dxa"/>
          </w:tcPr>
          <w:p w14:paraId="664C3D18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15D09CC2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  <w:p w14:paraId="7F1A8C8C" w14:textId="77777777" w:rsidR="00652626" w:rsidRPr="00CC098B" w:rsidRDefault="00652626" w:rsidP="006528D4">
            <w:pPr>
              <w:ind w:left="142"/>
              <w:contextualSpacing/>
              <w:jc w:val="both"/>
              <w:rPr>
                <w:rFonts w:cs="Times New Roman"/>
                <w:sz w:val="20"/>
              </w:rPr>
            </w:pPr>
          </w:p>
        </w:tc>
      </w:tr>
    </w:tbl>
    <w:p w14:paraId="7D5C24BD" w14:textId="77777777" w:rsidR="00FF0F63" w:rsidRPr="00CC098B" w:rsidRDefault="00FF0F63" w:rsidP="006528D4">
      <w:pPr>
        <w:pStyle w:val="TEKSTZacznikido"/>
        <w:ind w:left="142"/>
        <w:rPr>
          <w:rFonts w:cs="Times New Roman"/>
        </w:rPr>
      </w:pPr>
    </w:p>
    <w:p w14:paraId="1D066A28" w14:textId="77777777" w:rsidR="009227E6" w:rsidRPr="00CC098B" w:rsidRDefault="009227E6" w:rsidP="006528D4">
      <w:pPr>
        <w:pStyle w:val="TEKSTZacznikido"/>
        <w:ind w:left="142"/>
        <w:rPr>
          <w:rFonts w:cs="Times New Roman"/>
        </w:rPr>
      </w:pPr>
    </w:p>
    <w:p w14:paraId="515D4D10" w14:textId="3084A832" w:rsidR="00FD7444" w:rsidRDefault="00FD7444" w:rsidP="006528D4">
      <w:pPr>
        <w:pStyle w:val="TEKSTZacznikido"/>
        <w:ind w:left="142"/>
        <w:rPr>
          <w:rFonts w:cs="Times New Roman"/>
          <w:b/>
          <w:bCs/>
          <w:sz w:val="20"/>
        </w:rPr>
      </w:pPr>
    </w:p>
    <w:p w14:paraId="4AA43862" w14:textId="77777777" w:rsidR="00FB49DC" w:rsidRDefault="00FB49DC" w:rsidP="006528D4">
      <w:pPr>
        <w:pStyle w:val="TEKSTZacznikido"/>
        <w:ind w:left="142"/>
        <w:rPr>
          <w:rFonts w:cs="Times New Roman"/>
          <w:b/>
          <w:bCs/>
          <w:sz w:val="20"/>
        </w:rPr>
      </w:pPr>
    </w:p>
    <w:p w14:paraId="16BEAE7C" w14:textId="50E9B2FE" w:rsidR="00FB49DC" w:rsidRPr="00AD7CDC" w:rsidRDefault="00FB49DC" w:rsidP="00FB49DC">
      <w:pPr>
        <w:pStyle w:val="TEKSTZacznikido"/>
        <w:ind w:left="142"/>
        <w:rPr>
          <w:rFonts w:cs="Times New Roman"/>
          <w:b/>
          <w:bCs/>
          <w:sz w:val="20"/>
        </w:rPr>
      </w:pPr>
      <w:r w:rsidRPr="00AD7CDC">
        <w:rPr>
          <w:rFonts w:cs="Times New Roman"/>
          <w:b/>
          <w:bCs/>
          <w:sz w:val="20"/>
        </w:rPr>
        <w:t>Klauzula informacyjna dotycząca przetwarzania danych osobowych</w:t>
      </w:r>
      <w:r w:rsidR="00AD7CDC">
        <w:rPr>
          <w:rFonts w:cs="Times New Roman"/>
          <w:b/>
          <w:bCs/>
          <w:sz w:val="20"/>
        </w:rPr>
        <w:t>:</w:t>
      </w:r>
    </w:p>
    <w:p w14:paraId="2C389035" w14:textId="77777777" w:rsidR="00FB49DC" w:rsidRPr="00FB49DC" w:rsidRDefault="00FB49DC" w:rsidP="00FB49DC">
      <w:pPr>
        <w:pStyle w:val="TEKSTZacznikido"/>
        <w:ind w:left="142"/>
        <w:jc w:val="both"/>
        <w:rPr>
          <w:rFonts w:cs="Times New Roman"/>
          <w:sz w:val="20"/>
        </w:rPr>
      </w:pPr>
      <w:r w:rsidRPr="00FB49DC">
        <w:rPr>
          <w:rFonts w:cs="Times New Roman"/>
          <w:sz w:val="20"/>
        </w:rPr>
        <w:t>Zgodnie z art. 13 ust. 1 i 2, art. 14 ust.1 i 2 rozporządzenia Parlamentu Europejskiego i Rady (UE) nr 2016/679</w:t>
      </w:r>
    </w:p>
    <w:p w14:paraId="707C7047" w14:textId="105703AD" w:rsidR="00FB49DC" w:rsidRPr="00FB49DC" w:rsidRDefault="00FB49DC" w:rsidP="00FB49DC">
      <w:pPr>
        <w:pStyle w:val="TEKSTZacznikido"/>
        <w:ind w:left="142"/>
        <w:jc w:val="both"/>
        <w:rPr>
          <w:rFonts w:cs="Times New Roman"/>
          <w:sz w:val="20"/>
        </w:rPr>
      </w:pPr>
      <w:r w:rsidRPr="00FB49DC">
        <w:rPr>
          <w:rFonts w:cs="Times New Roman"/>
          <w:sz w:val="20"/>
        </w:rPr>
        <w:t>z 27 kwietnia 2016 r. w sprawie ochrony osób fizycznych w związku z przetwarzaniem danych osobowych i</w:t>
      </w:r>
      <w:r>
        <w:rPr>
          <w:rFonts w:cs="Times New Roman"/>
          <w:sz w:val="20"/>
        </w:rPr>
        <w:t> </w:t>
      </w:r>
      <w:r w:rsidRPr="00FB49DC">
        <w:rPr>
          <w:rFonts w:cs="Times New Roman"/>
          <w:sz w:val="20"/>
        </w:rPr>
        <w:t>w</w:t>
      </w:r>
      <w:r>
        <w:rPr>
          <w:rFonts w:cs="Times New Roman"/>
          <w:sz w:val="20"/>
        </w:rPr>
        <w:t> </w:t>
      </w:r>
      <w:r w:rsidRPr="00FB49DC">
        <w:rPr>
          <w:rFonts w:cs="Times New Roman"/>
          <w:sz w:val="20"/>
        </w:rPr>
        <w:t>sprawie swobodnego przepływu takich danych oraz uchylenia dyrektywy 95/46/WE (ogólne rozporządzenie</w:t>
      </w:r>
    </w:p>
    <w:p w14:paraId="70EC5411" w14:textId="444D299C" w:rsidR="00FB49DC" w:rsidRDefault="00FB49DC" w:rsidP="00FB49DC">
      <w:pPr>
        <w:pStyle w:val="TEKSTZacznikido"/>
        <w:ind w:left="142"/>
        <w:jc w:val="both"/>
        <w:rPr>
          <w:rFonts w:cs="Times New Roman"/>
          <w:sz w:val="20"/>
        </w:rPr>
      </w:pPr>
      <w:r w:rsidRPr="00FB49DC">
        <w:rPr>
          <w:rFonts w:cs="Times New Roman"/>
          <w:sz w:val="20"/>
        </w:rPr>
        <w:t>o ochronie danych osobowych) (Dz.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U.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UE.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L.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2016.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119,</w:t>
      </w:r>
      <w:r>
        <w:rPr>
          <w:rFonts w:cs="Times New Roman"/>
          <w:sz w:val="20"/>
        </w:rPr>
        <w:t xml:space="preserve"> </w:t>
      </w:r>
      <w:r w:rsidRPr="00FB49DC">
        <w:rPr>
          <w:rFonts w:cs="Times New Roman"/>
          <w:sz w:val="20"/>
        </w:rPr>
        <w:t>1 z</w:t>
      </w:r>
      <w:r>
        <w:rPr>
          <w:rFonts w:cs="Times New Roman"/>
          <w:sz w:val="20"/>
        </w:rPr>
        <w:t>e zm</w:t>
      </w:r>
      <w:r w:rsidRPr="00FB49DC">
        <w:rPr>
          <w:rFonts w:cs="Times New Roman"/>
          <w:sz w:val="20"/>
        </w:rPr>
        <w:t>.) zwanego dalej „RODO” informuję, iż:</w:t>
      </w:r>
    </w:p>
    <w:p w14:paraId="3A41AC80" w14:textId="77777777" w:rsidR="001A518C" w:rsidRDefault="001A518C" w:rsidP="00FB49DC">
      <w:pPr>
        <w:pStyle w:val="TEKSTZacznikido"/>
        <w:ind w:left="142"/>
        <w:jc w:val="both"/>
        <w:rPr>
          <w:rFonts w:cs="Times New Roman"/>
          <w:sz w:val="20"/>
        </w:rPr>
      </w:pPr>
    </w:p>
    <w:p w14:paraId="0588C809" w14:textId="47EF605D" w:rsidR="001A518C" w:rsidRDefault="001A518C" w:rsidP="001A518C">
      <w:pPr>
        <w:pStyle w:val="TEKSTZacznikido"/>
        <w:numPr>
          <w:ilvl w:val="0"/>
          <w:numId w:val="2"/>
        </w:numPr>
        <w:ind w:left="426"/>
        <w:jc w:val="both"/>
        <w:rPr>
          <w:rFonts w:cs="Times New Roman"/>
          <w:sz w:val="20"/>
        </w:rPr>
      </w:pPr>
      <w:r w:rsidRPr="001A518C">
        <w:rPr>
          <w:rFonts w:cs="Times New Roman"/>
          <w:sz w:val="20"/>
        </w:rPr>
        <w:t xml:space="preserve">Administratorem Państwa danych osobowych jest Państwowy Powiatowy Inspektor Sanitarny w </w:t>
      </w:r>
      <w:r>
        <w:rPr>
          <w:rFonts w:cs="Times New Roman"/>
          <w:sz w:val="20"/>
        </w:rPr>
        <w:t>Chodzieży</w:t>
      </w:r>
      <w:r w:rsidRPr="001A518C">
        <w:rPr>
          <w:rFonts w:cs="Times New Roman"/>
          <w:sz w:val="20"/>
        </w:rPr>
        <w:t xml:space="preserve"> będący jednocześnie Dyrektorem Powiatowej Stacji Sanitarno-Epidemiologicznej w C</w:t>
      </w:r>
      <w:r>
        <w:rPr>
          <w:rFonts w:cs="Times New Roman"/>
          <w:sz w:val="20"/>
        </w:rPr>
        <w:t xml:space="preserve">hodzieży </w:t>
      </w:r>
      <w:r w:rsidRPr="001A518C">
        <w:rPr>
          <w:rFonts w:cs="Times New Roman"/>
          <w:sz w:val="20"/>
        </w:rPr>
        <w:t>z siedzibą w</w:t>
      </w:r>
      <w:r>
        <w:rPr>
          <w:rFonts w:cs="Times New Roman"/>
          <w:sz w:val="20"/>
        </w:rPr>
        <w:t> </w:t>
      </w:r>
      <w:r w:rsidRPr="001A518C">
        <w:rPr>
          <w:rFonts w:cs="Times New Roman"/>
          <w:sz w:val="20"/>
        </w:rPr>
        <w:t>C</w:t>
      </w:r>
      <w:r>
        <w:rPr>
          <w:rFonts w:cs="Times New Roman"/>
          <w:sz w:val="20"/>
        </w:rPr>
        <w:t xml:space="preserve">hodzieży </w:t>
      </w:r>
      <w:r w:rsidRPr="001A518C">
        <w:rPr>
          <w:rFonts w:cs="Times New Roman"/>
          <w:sz w:val="20"/>
        </w:rPr>
        <w:t>(64-</w:t>
      </w:r>
      <w:r>
        <w:rPr>
          <w:rFonts w:cs="Times New Roman"/>
          <w:sz w:val="20"/>
        </w:rPr>
        <w:t>8</w:t>
      </w:r>
      <w:r w:rsidRPr="001A518C">
        <w:rPr>
          <w:rFonts w:cs="Times New Roman"/>
          <w:sz w:val="20"/>
        </w:rPr>
        <w:t xml:space="preserve">00), przy ul. </w:t>
      </w:r>
      <w:r>
        <w:rPr>
          <w:rFonts w:cs="Times New Roman"/>
          <w:sz w:val="20"/>
        </w:rPr>
        <w:t>Składowej 5</w:t>
      </w:r>
      <w:r w:rsidRPr="001A518C">
        <w:rPr>
          <w:rFonts w:cs="Times New Roman"/>
          <w:sz w:val="20"/>
        </w:rPr>
        <w:t xml:space="preserve">, z którym można kontaktować się listownie, za pośrednictwem </w:t>
      </w:r>
      <w:proofErr w:type="spellStart"/>
      <w:r w:rsidRPr="001A518C">
        <w:rPr>
          <w:rFonts w:cs="Times New Roman"/>
          <w:sz w:val="20"/>
        </w:rPr>
        <w:t>ePUAP</w:t>
      </w:r>
      <w:proofErr w:type="spellEnd"/>
      <w:r w:rsidRPr="001A518C">
        <w:rPr>
          <w:rFonts w:cs="Times New Roman"/>
          <w:sz w:val="20"/>
        </w:rPr>
        <w:t xml:space="preserve"> lub poprzez adres e-mail: </w:t>
      </w:r>
      <w:hyperlink r:id="rId18" w:history="1">
        <w:r w:rsidRPr="001A518C">
          <w:rPr>
            <w:rStyle w:val="Hipercze"/>
            <w:rFonts w:cs="Times New Roman"/>
            <w:sz w:val="20"/>
          </w:rPr>
          <w:t>sekretariat.psse.c</w:t>
        </w:r>
        <w:r w:rsidRPr="007633B3">
          <w:rPr>
            <w:rStyle w:val="Hipercze"/>
            <w:rFonts w:cs="Times New Roman"/>
            <w:sz w:val="20"/>
          </w:rPr>
          <w:t>hodziez</w:t>
        </w:r>
        <w:r w:rsidRPr="001A518C">
          <w:rPr>
            <w:rStyle w:val="Hipercze"/>
            <w:rFonts w:cs="Times New Roman"/>
            <w:sz w:val="20"/>
          </w:rPr>
          <w:t>@sanepid.gov.pl</w:t>
        </w:r>
      </w:hyperlink>
    </w:p>
    <w:p w14:paraId="6A71CCD9" w14:textId="0E8A7FE8" w:rsidR="00FD7444" w:rsidRPr="001A518C" w:rsidRDefault="00FD7444" w:rsidP="001A518C">
      <w:pPr>
        <w:pStyle w:val="TEKSTZacznikido"/>
        <w:numPr>
          <w:ilvl w:val="0"/>
          <w:numId w:val="2"/>
        </w:numPr>
        <w:ind w:left="426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 xml:space="preserve">Administrator wyznaczył inspektora ochrony danych, z którym mogą się Państwo kontaktować poprzez </w:t>
      </w:r>
      <w:r w:rsidR="001A518C">
        <w:rPr>
          <w:rFonts w:eastAsia="Times New Roman"/>
          <w:sz w:val="20"/>
        </w:rPr>
        <w:t xml:space="preserve">        </w:t>
      </w:r>
      <w:r w:rsidRPr="001A518C">
        <w:rPr>
          <w:rFonts w:eastAsia="Times New Roman"/>
          <w:sz w:val="20"/>
        </w:rPr>
        <w:t>e-</w:t>
      </w:r>
      <w:r w:rsidRPr="007256D5">
        <w:rPr>
          <w:rFonts w:eastAsia="Times New Roman"/>
          <w:sz w:val="20"/>
        </w:rPr>
        <w:t xml:space="preserve">mail: </w:t>
      </w:r>
      <w:hyperlink r:id="rId19" w:history="1">
        <w:r w:rsidR="007256D5" w:rsidRPr="001219A1">
          <w:rPr>
            <w:rStyle w:val="Hipercze"/>
            <w:rFonts w:eastAsia="Times New Roman"/>
            <w:sz w:val="20"/>
          </w:rPr>
          <w:t>iod.psse.chodziez@sanepid.gov.pl</w:t>
        </w:r>
      </w:hyperlink>
      <w:r w:rsidR="007256D5">
        <w:rPr>
          <w:rFonts w:eastAsia="Times New Roman"/>
          <w:sz w:val="20"/>
        </w:rPr>
        <w:t xml:space="preserve"> </w:t>
      </w:r>
      <w:r w:rsidRPr="007256D5">
        <w:rPr>
          <w:rFonts w:eastAsia="Times New Roman"/>
          <w:sz w:val="20"/>
        </w:rPr>
        <w:t xml:space="preserve">lub listownie na adres siedziby administratora. Z inspektorem ochrony danych można kontaktować się </w:t>
      </w:r>
      <w:r w:rsidRPr="001A518C">
        <w:rPr>
          <w:rFonts w:eastAsia="Times New Roman"/>
          <w:sz w:val="20"/>
        </w:rPr>
        <w:t>we wszystkich sprawach dotyczących przetwarzania danych osobowych oraz korzystania z</w:t>
      </w:r>
      <w:r w:rsidR="00AF5F9F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>praw związanych z</w:t>
      </w:r>
      <w:r w:rsidR="009511F9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>przetwarzaniem danych.</w:t>
      </w:r>
    </w:p>
    <w:p w14:paraId="2ACC7E0B" w14:textId="77777777" w:rsidR="00FD7444" w:rsidRPr="001A518C" w:rsidRDefault="00FD7444" w:rsidP="001A518C">
      <w:pPr>
        <w:pStyle w:val="TEKSTZacznikido"/>
        <w:numPr>
          <w:ilvl w:val="0"/>
          <w:numId w:val="2"/>
        </w:numPr>
        <w:ind w:left="426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>Państwa dane osobowe mogą być przetwarzane w celach i na podstawach prawnych niżej wskazanych:</w:t>
      </w:r>
    </w:p>
    <w:p w14:paraId="020C4457" w14:textId="27AEC6BE" w:rsidR="00FD7444" w:rsidRPr="001A518C" w:rsidRDefault="00FD7444" w:rsidP="001A518C">
      <w:pPr>
        <w:pStyle w:val="TEKSTZacznikido"/>
        <w:numPr>
          <w:ilvl w:val="0"/>
          <w:numId w:val="44"/>
        </w:numPr>
        <w:ind w:left="851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 xml:space="preserve">w celu przyjęcia zgłoszenia i podjęcia ewentualnego działania następczego zgodnie z przyjętą przez </w:t>
      </w:r>
      <w:bookmarkStart w:id="0" w:name="_Hlk179142400"/>
      <w:r w:rsidR="009511F9" w:rsidRPr="001A518C">
        <w:rPr>
          <w:rFonts w:eastAsia="Times New Roman"/>
          <w:sz w:val="20"/>
        </w:rPr>
        <w:t xml:space="preserve">Dyrektora </w:t>
      </w:r>
      <w:r w:rsidR="009511F9" w:rsidRPr="001A518C">
        <w:rPr>
          <w:sz w:val="20"/>
        </w:rPr>
        <w:t>Powiatowej Stacji Sanitarno-Epidemiologicznej w Chodzieży</w:t>
      </w:r>
      <w:bookmarkEnd w:id="0"/>
      <w:r w:rsidR="009511F9" w:rsidRPr="001A518C">
        <w:rPr>
          <w:sz w:val="20"/>
        </w:rPr>
        <w:t xml:space="preserve"> </w:t>
      </w:r>
      <w:r w:rsidRPr="001A518C">
        <w:rPr>
          <w:rFonts w:eastAsia="Times New Roman"/>
          <w:sz w:val="20"/>
        </w:rPr>
        <w:t>procedurą zgłoszeń wewnętrznych i w oparciu o wymagania ustawy z</w:t>
      </w:r>
      <w:r w:rsidR="009511F9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 xml:space="preserve">dnia 14 czerwca 2024 r. o ochronie sygnalistów, co stanowi obowiązek prawny </w:t>
      </w:r>
      <w:r w:rsidR="009511F9" w:rsidRPr="001A518C">
        <w:rPr>
          <w:rFonts w:eastAsia="Times New Roman"/>
          <w:sz w:val="20"/>
        </w:rPr>
        <w:t xml:space="preserve">Dyrektora </w:t>
      </w:r>
      <w:r w:rsidR="009511F9" w:rsidRPr="001A518C">
        <w:rPr>
          <w:sz w:val="20"/>
        </w:rPr>
        <w:t>Powiatowej Stacji Sanitarno-Epidemiologicznej w Chodzieży</w:t>
      </w:r>
      <w:r w:rsidR="009511F9" w:rsidRPr="001A518C">
        <w:rPr>
          <w:rFonts w:eastAsia="Times New Roman"/>
          <w:sz w:val="20"/>
        </w:rPr>
        <w:t xml:space="preserve"> </w:t>
      </w:r>
      <w:r w:rsidRPr="001A518C">
        <w:rPr>
          <w:rFonts w:eastAsia="Times New Roman"/>
          <w:sz w:val="20"/>
        </w:rPr>
        <w:t>(art. 6 ust. 1 lit c) RODO),</w:t>
      </w:r>
    </w:p>
    <w:p w14:paraId="2BA67701" w14:textId="607115CB" w:rsidR="00FD7444" w:rsidRPr="001A518C" w:rsidRDefault="00FD7444" w:rsidP="001A518C">
      <w:pPr>
        <w:pStyle w:val="TEKSTZacznikido"/>
        <w:numPr>
          <w:ilvl w:val="0"/>
          <w:numId w:val="44"/>
        </w:numPr>
        <w:ind w:left="851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>prowadzenia komunikacji z osobą dokonującą zgłoszenia oraz innymi osobami uczestniczącymi w</w:t>
      </w:r>
      <w:r w:rsidR="00FB49DC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>procesie przyjmowania i rozpatrywania zgłoszeń, zgodnie z wymaganiami ustawy z dnia 14 czerwca 2024 r. o ochronie sygnalistów, co stanowi prawnie uzasadniony interes</w:t>
      </w:r>
      <w:r w:rsidR="009511F9" w:rsidRPr="001A518C">
        <w:rPr>
          <w:rFonts w:eastAsia="Times New Roman"/>
          <w:sz w:val="20"/>
        </w:rPr>
        <w:t xml:space="preserve"> Dyrektora Powiatowej Stacji Sanitarno-Epidemiologicznej w Chodzieży</w:t>
      </w:r>
      <w:r w:rsidRPr="001A518C">
        <w:rPr>
          <w:rFonts w:eastAsia="Times New Roman"/>
          <w:sz w:val="20"/>
        </w:rPr>
        <w:t xml:space="preserve"> (art. 6 ust. 1 lit f) RODO),</w:t>
      </w:r>
    </w:p>
    <w:p w14:paraId="2C301A16" w14:textId="1F29A683" w:rsidR="00FD7444" w:rsidRPr="001A518C" w:rsidRDefault="00FD7444" w:rsidP="001A518C">
      <w:pPr>
        <w:pStyle w:val="TEKSTZacznikido"/>
        <w:numPr>
          <w:ilvl w:val="0"/>
          <w:numId w:val="44"/>
        </w:numPr>
        <w:ind w:left="851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>prowadzenia wewnętrznej dokumentacji, a także archiwizacji dokumentacji zgodnie z wymaganiami wynikającymi z</w:t>
      </w:r>
      <w:r w:rsidR="009511F9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 xml:space="preserve">ustawy dnia 14 czerwca 2024 r. o ochronie sygnalistów, co stanowi obowiązek prawny </w:t>
      </w:r>
      <w:r w:rsidR="009511F9" w:rsidRPr="001A518C">
        <w:rPr>
          <w:rFonts w:eastAsia="Times New Roman"/>
          <w:sz w:val="20"/>
        </w:rPr>
        <w:t xml:space="preserve">Dyrektora </w:t>
      </w:r>
      <w:r w:rsidR="009511F9" w:rsidRPr="001A518C">
        <w:rPr>
          <w:sz w:val="20"/>
        </w:rPr>
        <w:t>Powiatowej Stacji Sanitarno-Epidemiologicznej w Chodzieży</w:t>
      </w:r>
      <w:r w:rsidR="009511F9" w:rsidRPr="001A518C">
        <w:rPr>
          <w:rFonts w:eastAsia="Times New Roman"/>
          <w:sz w:val="20"/>
        </w:rPr>
        <w:t xml:space="preserve"> </w:t>
      </w:r>
      <w:r w:rsidRPr="001A518C">
        <w:rPr>
          <w:rFonts w:eastAsia="Times New Roman"/>
          <w:sz w:val="20"/>
        </w:rPr>
        <w:t>(art. 6 ust. 1 lit. c) RODO),</w:t>
      </w:r>
    </w:p>
    <w:p w14:paraId="1ACF2709" w14:textId="77777777" w:rsidR="00FB49DC" w:rsidRPr="001A518C" w:rsidRDefault="00FD7444" w:rsidP="001A518C">
      <w:pPr>
        <w:pStyle w:val="TEKSTZacznikido"/>
        <w:numPr>
          <w:ilvl w:val="0"/>
          <w:numId w:val="44"/>
        </w:numPr>
        <w:ind w:left="851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 xml:space="preserve">wypełnienia ciążącego na </w:t>
      </w:r>
      <w:r w:rsidR="009511F9" w:rsidRPr="001A518C">
        <w:rPr>
          <w:rFonts w:eastAsia="Times New Roman"/>
          <w:sz w:val="20"/>
        </w:rPr>
        <w:t xml:space="preserve">Dyrektorze </w:t>
      </w:r>
      <w:r w:rsidR="009511F9" w:rsidRPr="001A518C">
        <w:rPr>
          <w:sz w:val="20"/>
        </w:rPr>
        <w:t>Powiatowej Stacji Sanitarno-Epidemiologicznej w Chodzieży</w:t>
      </w:r>
      <w:r w:rsidR="009511F9" w:rsidRPr="001A518C">
        <w:rPr>
          <w:rFonts w:eastAsia="Times New Roman"/>
          <w:sz w:val="20"/>
        </w:rPr>
        <w:t xml:space="preserve"> </w:t>
      </w:r>
      <w:r w:rsidRPr="001A518C">
        <w:rPr>
          <w:rFonts w:eastAsia="Times New Roman"/>
          <w:sz w:val="20"/>
        </w:rPr>
        <w:t xml:space="preserve">obowiązku zawiadomienia o podejrzeniu popełnienia przestępstwa, jeżeli informacje wynikające </w:t>
      </w:r>
      <w:r w:rsidRPr="001A518C">
        <w:rPr>
          <w:rFonts w:eastAsia="Times New Roman"/>
          <w:sz w:val="20"/>
        </w:rPr>
        <w:lastRenderedPageBreak/>
        <w:t>z</w:t>
      </w:r>
      <w:r w:rsidR="00AF5F9F" w:rsidRPr="001A518C">
        <w:rPr>
          <w:rFonts w:eastAsia="Times New Roman"/>
          <w:sz w:val="20"/>
        </w:rPr>
        <w:t> </w:t>
      </w:r>
      <w:r w:rsidRPr="001A518C">
        <w:rPr>
          <w:rFonts w:eastAsia="Times New Roman"/>
          <w:sz w:val="20"/>
        </w:rPr>
        <w:t>dokonanego zgłoszenia zawierają znamiona przestępstwa lub przestępstwa skarbowego (art. 6 ust. 1 lit. c) RODO),</w:t>
      </w:r>
    </w:p>
    <w:p w14:paraId="71141153" w14:textId="766D0F58" w:rsidR="00FD7444" w:rsidRPr="001A518C" w:rsidRDefault="00FD7444" w:rsidP="001A518C">
      <w:pPr>
        <w:pStyle w:val="TEKSTZacznikido"/>
        <w:numPr>
          <w:ilvl w:val="0"/>
          <w:numId w:val="44"/>
        </w:numPr>
        <w:ind w:left="851"/>
        <w:jc w:val="both"/>
        <w:rPr>
          <w:rFonts w:cs="Times New Roman"/>
          <w:sz w:val="20"/>
        </w:rPr>
      </w:pPr>
      <w:r w:rsidRPr="001A518C">
        <w:rPr>
          <w:rFonts w:eastAsia="Times New Roman"/>
          <w:sz w:val="20"/>
        </w:rPr>
        <w:t xml:space="preserve">dochodzenia roszczeń i obrony przed roszczeniami w związku z przyjętymi zgłoszeniami naruszeń prawa, co stanowi prawnie uzasadniony interes </w:t>
      </w:r>
      <w:r w:rsidR="009511F9" w:rsidRPr="001A518C">
        <w:rPr>
          <w:rFonts w:eastAsia="Times New Roman"/>
          <w:sz w:val="20"/>
        </w:rPr>
        <w:t xml:space="preserve">Dyrektora </w:t>
      </w:r>
      <w:r w:rsidR="009511F9" w:rsidRPr="001A518C">
        <w:rPr>
          <w:sz w:val="20"/>
        </w:rPr>
        <w:t>Powiatowej Stacji Sanitarno-Epidemiologicznej w</w:t>
      </w:r>
      <w:r w:rsidR="00FB49DC" w:rsidRPr="001A518C">
        <w:rPr>
          <w:sz w:val="20"/>
        </w:rPr>
        <w:t> </w:t>
      </w:r>
      <w:r w:rsidR="009511F9" w:rsidRPr="001A518C">
        <w:rPr>
          <w:sz w:val="20"/>
        </w:rPr>
        <w:t>Chodzieży</w:t>
      </w:r>
      <w:r w:rsidR="009511F9" w:rsidRPr="001A518C">
        <w:rPr>
          <w:rFonts w:eastAsia="Times New Roman"/>
          <w:sz w:val="20"/>
        </w:rPr>
        <w:t xml:space="preserve"> </w:t>
      </w:r>
      <w:r w:rsidRPr="001A518C">
        <w:rPr>
          <w:rFonts w:eastAsia="Times New Roman"/>
          <w:sz w:val="20"/>
        </w:rPr>
        <w:t>(art. 6 ust. 1 lit f) RODO).</w:t>
      </w:r>
    </w:p>
    <w:p w14:paraId="29E9866E" w14:textId="6735F3ED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  <w:lang w:eastAsia="pl-PL"/>
        </w:rPr>
        <w:t xml:space="preserve">Podanie danych jest dobrowolne, jednakże ich niepodanie może uniemożliwić </w:t>
      </w:r>
      <w:r w:rsidR="009511F9" w:rsidRPr="00EE1C34">
        <w:rPr>
          <w:rFonts w:ascii="Times New Roman" w:eastAsia="Times New Roman" w:hAnsi="Times New Roman"/>
          <w:sz w:val="20"/>
          <w:lang w:eastAsia="pl-PL"/>
        </w:rPr>
        <w:t xml:space="preserve">Dyrektorowi Powiatowej Stacji Sanitarno-Epidemiologicznej w Chodzieży </w:t>
      </w:r>
      <w:r w:rsidRPr="00EE1C34">
        <w:rPr>
          <w:rFonts w:ascii="Times New Roman" w:eastAsia="Times New Roman" w:hAnsi="Times New Roman"/>
          <w:sz w:val="20"/>
          <w:lang w:eastAsia="pl-PL"/>
        </w:rPr>
        <w:t>podjęcie działań w związku ze zgłoszeniem, w tym dalsze procedowanie w związku ze zgłoszeniem, a także prowadzenie komunikacji z osobą dokonującą zgłoszenia lub innymi osobami uczestniczącymi w</w:t>
      </w:r>
      <w:r w:rsidR="007E37F9" w:rsidRPr="00EE1C34">
        <w:rPr>
          <w:rFonts w:ascii="Times New Roman" w:eastAsia="Times New Roman" w:hAnsi="Times New Roman"/>
          <w:sz w:val="20"/>
          <w:lang w:eastAsia="pl-PL"/>
        </w:rPr>
        <w:t> </w:t>
      </w:r>
      <w:r w:rsidRPr="00EE1C34">
        <w:rPr>
          <w:rFonts w:ascii="Times New Roman" w:eastAsia="Times New Roman" w:hAnsi="Times New Roman"/>
          <w:sz w:val="20"/>
          <w:lang w:eastAsia="pl-PL"/>
        </w:rPr>
        <w:t>procesie przyjmowania i rozpatrywania zgłoszenia wewnętrznego.</w:t>
      </w:r>
    </w:p>
    <w:p w14:paraId="7ED6E560" w14:textId="7D558D97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 xml:space="preserve">Dane osobowe będą przetwarzane przez </w:t>
      </w:r>
      <w:r w:rsidR="007E37F9" w:rsidRPr="00EE1C34">
        <w:rPr>
          <w:rFonts w:ascii="Times New Roman" w:eastAsia="Times New Roman" w:hAnsi="Times New Roman"/>
          <w:sz w:val="20"/>
        </w:rPr>
        <w:t xml:space="preserve">Dyrektora </w:t>
      </w:r>
      <w:r w:rsidR="007E37F9" w:rsidRPr="00EE1C34">
        <w:rPr>
          <w:rFonts w:ascii="Times New Roman" w:hAnsi="Times New Roman"/>
          <w:sz w:val="20"/>
        </w:rPr>
        <w:t>Powiatowej Stacji Sanitarno-Epidemiologicznej w Chodzieży</w:t>
      </w:r>
      <w:r w:rsidR="007E37F9" w:rsidRPr="00EE1C34">
        <w:rPr>
          <w:rFonts w:ascii="Times New Roman" w:eastAsia="Times New Roman" w:hAnsi="Times New Roman"/>
          <w:sz w:val="20"/>
        </w:rPr>
        <w:t xml:space="preserve"> </w:t>
      </w:r>
      <w:r w:rsidRPr="00EE1C34">
        <w:rPr>
          <w:rFonts w:ascii="Times New Roman" w:eastAsia="Times New Roman" w:hAnsi="Times New Roman"/>
          <w:sz w:val="20"/>
        </w:rPr>
        <w:t>przez okres wskazany w przepisach ustawy z dnia 14 czerwca 2024 r. o ochronie sygnalistów, chyba że dalsze przetwarzanie danych będzie związane z potrzebą dochodzenia roszczeń i obroną przed roszczeniami, a także prowadzonymi postępowaniami sądowymi (przez czas trwania tych postępowań).</w:t>
      </w:r>
    </w:p>
    <w:p w14:paraId="152A95A7" w14:textId="7EED1467" w:rsidR="00FD7444" w:rsidRPr="00EE1C34" w:rsidRDefault="00EE1C3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>O</w:t>
      </w:r>
      <w:r w:rsidR="00FD7444" w:rsidRPr="00EE1C34">
        <w:rPr>
          <w:rFonts w:ascii="Times New Roman" w:eastAsia="Times New Roman" w:hAnsi="Times New Roman"/>
          <w:sz w:val="20"/>
        </w:rPr>
        <w:t xml:space="preserve">dbiorcami Państwa danych osobowych mogą być podmioty zapewniające na rzecz </w:t>
      </w:r>
      <w:r w:rsidR="007E37F9" w:rsidRPr="00EE1C34">
        <w:rPr>
          <w:rFonts w:ascii="Times New Roman" w:eastAsia="Times New Roman" w:hAnsi="Times New Roman"/>
          <w:sz w:val="20"/>
        </w:rPr>
        <w:t xml:space="preserve">Dyrektora </w:t>
      </w:r>
      <w:r w:rsidR="007E37F9" w:rsidRPr="00EE1C34">
        <w:rPr>
          <w:rFonts w:ascii="Times New Roman" w:hAnsi="Times New Roman"/>
          <w:sz w:val="20"/>
        </w:rPr>
        <w:t>Powiatowej Stacji Sanitarno-Epidemiologicznej w Chodzieży</w:t>
      </w:r>
      <w:r w:rsidR="007E37F9" w:rsidRPr="00EE1C34">
        <w:rPr>
          <w:rFonts w:ascii="Times New Roman" w:eastAsia="Times New Roman" w:hAnsi="Times New Roman"/>
          <w:sz w:val="20"/>
        </w:rPr>
        <w:t xml:space="preserve"> </w:t>
      </w:r>
      <w:r w:rsidR="00FD7444" w:rsidRPr="00EE1C34">
        <w:rPr>
          <w:rFonts w:ascii="Times New Roman" w:eastAsia="Times New Roman" w:hAnsi="Times New Roman"/>
          <w:sz w:val="20"/>
        </w:rPr>
        <w:t>obsługę prawną, a także obsługę techniczną (informatyczną), ale wyłącznie z zastrzeżeniem zapewnienia poufności Państwa danych.</w:t>
      </w:r>
    </w:p>
    <w:p w14:paraId="1DBBF239" w14:textId="2A173B51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 xml:space="preserve">Państwa dane osobowe nie będą przekazywane przez </w:t>
      </w:r>
      <w:r w:rsidR="007E37F9" w:rsidRPr="00EE1C34">
        <w:rPr>
          <w:rFonts w:ascii="Times New Roman" w:eastAsia="Times New Roman" w:hAnsi="Times New Roman"/>
          <w:sz w:val="20"/>
        </w:rPr>
        <w:t xml:space="preserve">Dyrektora </w:t>
      </w:r>
      <w:r w:rsidR="007E37F9" w:rsidRPr="00EE1C34">
        <w:rPr>
          <w:rFonts w:ascii="Times New Roman" w:hAnsi="Times New Roman"/>
          <w:sz w:val="20"/>
        </w:rPr>
        <w:t>Powiatowej Stacji Sanitarno-Epidemiologicznej w Chodzieży</w:t>
      </w:r>
      <w:r w:rsidR="007E37F9" w:rsidRPr="00EE1C34">
        <w:rPr>
          <w:rFonts w:ascii="Times New Roman" w:eastAsia="Times New Roman" w:hAnsi="Times New Roman"/>
          <w:sz w:val="20"/>
        </w:rPr>
        <w:t xml:space="preserve"> </w:t>
      </w:r>
      <w:r w:rsidRPr="00EE1C34">
        <w:rPr>
          <w:rFonts w:ascii="Times New Roman" w:eastAsia="Times New Roman" w:hAnsi="Times New Roman"/>
          <w:sz w:val="20"/>
        </w:rPr>
        <w:t>poza teren Europejskiego Obszaru Gospodarczego (EOG).</w:t>
      </w:r>
    </w:p>
    <w:p w14:paraId="4E484448" w14:textId="77777777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>Przysługuje Państwu prawo żądania dostępu do swoich danych osobowych, ich sprostowania, usunięcia lub ograniczenia przetwarzania oraz prawo wniesienia sprzeciwu wobec przetwarzania danych osobowych ze względu na Państwa szczególną sytuację.</w:t>
      </w:r>
    </w:p>
    <w:p w14:paraId="45705440" w14:textId="77777777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>Państwa dane nie będą przetwarzane w sposób zautomatyzowany, który jednocześnie mógłby prowadzić do podejmowania wobec Państwa decyzji wywołujących skutki prawne lub w podobny sposób istotnie wpływać na Państwa sytuację.</w:t>
      </w:r>
    </w:p>
    <w:p w14:paraId="015CE9C7" w14:textId="6D9B47F9" w:rsidR="00FD7444" w:rsidRPr="00EE1C34" w:rsidRDefault="00FD7444" w:rsidP="00EE1C34">
      <w:pPr>
        <w:pStyle w:val="Akapitzlist"/>
        <w:numPr>
          <w:ilvl w:val="0"/>
          <w:numId w:val="2"/>
        </w:numPr>
        <w:spacing w:after="120" w:line="240" w:lineRule="auto"/>
        <w:ind w:left="426"/>
        <w:jc w:val="both"/>
        <w:rPr>
          <w:rFonts w:ascii="Times New Roman" w:eastAsia="Times New Roman" w:hAnsi="Times New Roman"/>
          <w:sz w:val="20"/>
          <w:lang w:eastAsia="pl-PL"/>
        </w:rPr>
      </w:pPr>
      <w:r w:rsidRPr="00EE1C34">
        <w:rPr>
          <w:rFonts w:ascii="Times New Roman" w:eastAsia="Times New Roman" w:hAnsi="Times New Roman"/>
          <w:sz w:val="20"/>
        </w:rPr>
        <w:t>Niezależnie od uprawnień przysługujących powyżej w związku z przetwarzaniem danych osobowych, przysługuje Państwu prawo wniesienia skargi do organu nadzorczego, którym jest Prezes Urzędu Ochrony Danych Osobowych</w:t>
      </w:r>
      <w:r w:rsidR="007E37F9" w:rsidRPr="00EE1C34">
        <w:rPr>
          <w:rFonts w:ascii="Times New Roman" w:eastAsia="Times New Roman" w:hAnsi="Times New Roman"/>
          <w:sz w:val="20"/>
        </w:rPr>
        <w:t>.</w:t>
      </w:r>
    </w:p>
    <w:p w14:paraId="08F2BF10" w14:textId="77777777" w:rsidR="00FD7444" w:rsidRPr="00EE1C34" w:rsidRDefault="00FD7444" w:rsidP="006528D4">
      <w:pPr>
        <w:pStyle w:val="TEKSTZacznikido"/>
        <w:ind w:left="142"/>
        <w:rPr>
          <w:rFonts w:cs="Times New Roman"/>
          <w:sz w:val="20"/>
        </w:rPr>
      </w:pPr>
    </w:p>
    <w:p w14:paraId="592FAE5B" w14:textId="659779E9" w:rsidR="00966273" w:rsidRPr="00AF5F9F" w:rsidRDefault="00966273">
      <w:pPr>
        <w:widowControl/>
        <w:autoSpaceDE/>
        <w:autoSpaceDN/>
        <w:adjustRightInd/>
        <w:rPr>
          <w:rFonts w:cs="Times New Roman"/>
          <w:sz w:val="20"/>
        </w:rPr>
      </w:pPr>
    </w:p>
    <w:p w14:paraId="75612602" w14:textId="4044BA0E" w:rsidR="00752A4C" w:rsidRPr="00CC098B" w:rsidRDefault="00752A4C" w:rsidP="006A70F1">
      <w:pPr>
        <w:widowControl/>
        <w:autoSpaceDE/>
        <w:autoSpaceDN/>
        <w:adjustRightInd/>
        <w:rPr>
          <w:rFonts w:eastAsia="Calibri" w:cs="Times New Roman"/>
          <w:bCs/>
        </w:rPr>
      </w:pPr>
    </w:p>
    <w:sectPr w:rsidR="00752A4C" w:rsidRPr="00CC098B" w:rsidSect="006A70F1">
      <w:footnotePr>
        <w:numRestart w:val="eachSect"/>
      </w:footnotePr>
      <w:type w:val="continuous"/>
      <w:pgSz w:w="11906" w:h="16838"/>
      <w:pgMar w:top="1417" w:right="1417" w:bottom="1417" w:left="1417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83B23" w14:textId="77777777" w:rsidR="00677771" w:rsidRDefault="00677771">
      <w:r>
        <w:separator/>
      </w:r>
    </w:p>
  </w:endnote>
  <w:endnote w:type="continuationSeparator" w:id="0">
    <w:p w14:paraId="7134093E" w14:textId="77777777" w:rsidR="00677771" w:rsidRDefault="0067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315B7" w14:textId="77777777" w:rsidR="009A6E5C" w:rsidRDefault="009A6E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E84A" w14:textId="77777777" w:rsidR="009A6E5C" w:rsidRDefault="009A6E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4C8B" w14:textId="77777777" w:rsidR="009A6E5C" w:rsidRDefault="009A6E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0B86" w14:textId="77777777" w:rsidR="00677771" w:rsidRDefault="00677771">
      <w:r>
        <w:separator/>
      </w:r>
    </w:p>
  </w:footnote>
  <w:footnote w:type="continuationSeparator" w:id="0">
    <w:p w14:paraId="2F0FBE2A" w14:textId="77777777" w:rsidR="00677771" w:rsidRDefault="00677771">
      <w:r>
        <w:continuationSeparator/>
      </w:r>
    </w:p>
  </w:footnote>
  <w:footnote w:id="1">
    <w:p w14:paraId="4787DCF8" w14:textId="77777777" w:rsidR="00652626" w:rsidRPr="00B1226E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</w:t>
      </w:r>
      <w:r w:rsidRPr="00B1226E">
        <w:rPr>
          <w:rFonts w:ascii="Times New Roman" w:hAnsi="Times New Roman"/>
          <w:sz w:val="16"/>
          <w:szCs w:val="16"/>
        </w:rPr>
        <w:t>W przypadku zgłoszenia składanego przez kilka osób, proszę wpisać je wszystkie.</w:t>
      </w:r>
    </w:p>
  </w:footnote>
  <w:footnote w:id="2">
    <w:p w14:paraId="05BCE04A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Zgłoszenie może być złożone w swoim imieniu lub jako świadek. Wypełnienie tego pola swoim imieniem i nazwiskiem nie będzie</w:t>
      </w:r>
      <w:r>
        <w:rPr>
          <w:rFonts w:ascii="Times New Roman" w:hAnsi="Times New Roman"/>
          <w:sz w:val="16"/>
          <w:szCs w:val="16"/>
        </w:rPr>
        <w:t xml:space="preserve"> </w:t>
      </w:r>
      <w:r w:rsidRPr="006F6DD7">
        <w:rPr>
          <w:rFonts w:ascii="Times New Roman" w:hAnsi="Times New Roman"/>
          <w:sz w:val="16"/>
          <w:szCs w:val="16"/>
        </w:rPr>
        <w:t>rozumiane jako podanie Twoich danych osobowych jako osoby zgłaszającej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3">
    <w:p w14:paraId="39F53898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Może dotyczyć także osób spoza organizacji.</w:t>
      </w:r>
    </w:p>
  </w:footnote>
  <w:footnote w:id="4">
    <w:p w14:paraId="0F890486" w14:textId="77777777" w:rsidR="00652626" w:rsidRPr="006F6DD7" w:rsidRDefault="00652626" w:rsidP="00652626">
      <w:pPr>
        <w:pStyle w:val="Tekstprzypisudolnego"/>
        <w:rPr>
          <w:rFonts w:ascii="Times New Roman" w:hAnsi="Times New Roman"/>
          <w:sz w:val="16"/>
          <w:szCs w:val="16"/>
        </w:rPr>
      </w:pPr>
      <w:r w:rsidRPr="006F6DD7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6F6DD7">
        <w:rPr>
          <w:rFonts w:ascii="Times New Roman" w:hAnsi="Times New Roman"/>
          <w:sz w:val="16"/>
          <w:szCs w:val="16"/>
        </w:rPr>
        <w:t xml:space="preserve"> W przypadku zgłoszenia dotyczącego kilku osób proszę wpisać je wszystkie.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14420" w14:textId="77777777" w:rsidR="009A6E5C" w:rsidRDefault="009A6E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4F045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58FE" w14:textId="77777777" w:rsidR="009A6E5C" w:rsidRDefault="009A6E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76AB"/>
    <w:multiLevelType w:val="hybridMultilevel"/>
    <w:tmpl w:val="91307464"/>
    <w:lvl w:ilvl="0" w:tplc="C6B256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DA559A"/>
    <w:multiLevelType w:val="hybridMultilevel"/>
    <w:tmpl w:val="8D56A9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F66F41"/>
    <w:multiLevelType w:val="hybridMultilevel"/>
    <w:tmpl w:val="B074E484"/>
    <w:lvl w:ilvl="0" w:tplc="A21440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5C691D"/>
    <w:multiLevelType w:val="hybridMultilevel"/>
    <w:tmpl w:val="910E3C1C"/>
    <w:lvl w:ilvl="0" w:tplc="C6B256E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1C188E"/>
    <w:multiLevelType w:val="hybridMultilevel"/>
    <w:tmpl w:val="6FFA4F62"/>
    <w:lvl w:ilvl="0" w:tplc="C6B256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EC39A7"/>
    <w:multiLevelType w:val="hybridMultilevel"/>
    <w:tmpl w:val="23F2518A"/>
    <w:lvl w:ilvl="0" w:tplc="3F3E7FB8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DA40D13"/>
    <w:multiLevelType w:val="hybridMultilevel"/>
    <w:tmpl w:val="0BA077B6"/>
    <w:lvl w:ilvl="0" w:tplc="06D45916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D3555"/>
    <w:multiLevelType w:val="hybridMultilevel"/>
    <w:tmpl w:val="1B0633B0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5A1C21"/>
    <w:multiLevelType w:val="hybridMultilevel"/>
    <w:tmpl w:val="A972017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B536B2"/>
    <w:multiLevelType w:val="hybridMultilevel"/>
    <w:tmpl w:val="38EE82CA"/>
    <w:lvl w:ilvl="0" w:tplc="C6B256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1454A2"/>
    <w:multiLevelType w:val="hybridMultilevel"/>
    <w:tmpl w:val="046E4A64"/>
    <w:lvl w:ilvl="0" w:tplc="6DE448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D0F0DAC"/>
    <w:multiLevelType w:val="hybridMultilevel"/>
    <w:tmpl w:val="1C46EF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1926EA"/>
    <w:multiLevelType w:val="hybridMultilevel"/>
    <w:tmpl w:val="B5F2BC60"/>
    <w:lvl w:ilvl="0" w:tplc="31D8B5B0">
      <w:start w:val="1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FB63B68"/>
    <w:multiLevelType w:val="hybridMultilevel"/>
    <w:tmpl w:val="82EAC4A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52023E"/>
    <w:multiLevelType w:val="hybridMultilevel"/>
    <w:tmpl w:val="E8FA6112"/>
    <w:lvl w:ilvl="0" w:tplc="D6E84150">
      <w:start w:val="1"/>
      <w:numFmt w:val="decimal"/>
      <w:lvlText w:val="%1."/>
      <w:lvlJc w:val="left"/>
      <w:pPr>
        <w:ind w:left="522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4882F62"/>
    <w:multiLevelType w:val="hybridMultilevel"/>
    <w:tmpl w:val="02446DD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A2FA5"/>
    <w:multiLevelType w:val="hybridMultilevel"/>
    <w:tmpl w:val="DC2E5BF8"/>
    <w:lvl w:ilvl="0" w:tplc="0BD09F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C110E8"/>
    <w:multiLevelType w:val="hybridMultilevel"/>
    <w:tmpl w:val="6E867366"/>
    <w:lvl w:ilvl="0" w:tplc="FEDC08F8">
      <w:start w:val="1"/>
      <w:numFmt w:val="bullet"/>
      <w:lvlText w:val=""/>
      <w:lvlJc w:val="left"/>
      <w:pPr>
        <w:ind w:left="1004" w:hanging="360"/>
      </w:pPr>
      <w:rPr>
        <w:rFonts w:ascii="Symbol" w:hAnsi="Symbol" w:hint="default"/>
      </w:rPr>
    </w:lvl>
    <w:lvl w:ilvl="1" w:tplc="FEDC08F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96243"/>
    <w:multiLevelType w:val="hybridMultilevel"/>
    <w:tmpl w:val="B2F4E842"/>
    <w:lvl w:ilvl="0" w:tplc="FFFFFFFF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16F9D"/>
    <w:multiLevelType w:val="hybridMultilevel"/>
    <w:tmpl w:val="EFDA081E"/>
    <w:lvl w:ilvl="0" w:tplc="C6B256E2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C6B256E2">
      <w:start w:val="1"/>
      <w:numFmt w:val="decimal"/>
      <w:lvlText w:val="%2)"/>
      <w:lvlJc w:val="left"/>
      <w:pPr>
        <w:ind w:left="1920" w:hanging="360"/>
      </w:pPr>
      <w:rPr>
        <w:rFonts w:hint="default"/>
      </w:rPr>
    </w:lvl>
    <w:lvl w:ilvl="2" w:tplc="8AEE511E">
      <w:start w:val="1"/>
      <w:numFmt w:val="decimal"/>
      <w:lvlText w:val="%3."/>
      <w:lvlJc w:val="left"/>
      <w:pPr>
        <w:ind w:left="2820" w:hanging="36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5720C7F"/>
    <w:multiLevelType w:val="hybridMultilevel"/>
    <w:tmpl w:val="FC70EDC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8C2AA3"/>
    <w:multiLevelType w:val="hybridMultilevel"/>
    <w:tmpl w:val="38EE82CA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005BFC"/>
    <w:multiLevelType w:val="hybridMultilevel"/>
    <w:tmpl w:val="12F6B00A"/>
    <w:lvl w:ilvl="0" w:tplc="1276805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BF5284A"/>
    <w:multiLevelType w:val="hybridMultilevel"/>
    <w:tmpl w:val="F6BE9E4E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3E7336"/>
    <w:multiLevelType w:val="hybridMultilevel"/>
    <w:tmpl w:val="15A0E68E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2012CC"/>
    <w:multiLevelType w:val="hybridMultilevel"/>
    <w:tmpl w:val="C0C2542E"/>
    <w:lvl w:ilvl="0" w:tplc="F5AE9D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09E0C7B"/>
    <w:multiLevelType w:val="hybridMultilevel"/>
    <w:tmpl w:val="43AC9D3E"/>
    <w:lvl w:ilvl="0" w:tplc="1F928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96589"/>
    <w:multiLevelType w:val="hybridMultilevel"/>
    <w:tmpl w:val="F4F61F08"/>
    <w:lvl w:ilvl="0" w:tplc="44FCC7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C90556E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840911"/>
    <w:multiLevelType w:val="hybridMultilevel"/>
    <w:tmpl w:val="4BD48116"/>
    <w:lvl w:ilvl="0" w:tplc="7F38EA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5BF5404"/>
    <w:multiLevelType w:val="hybridMultilevel"/>
    <w:tmpl w:val="F75070EA"/>
    <w:lvl w:ilvl="0" w:tplc="11A64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E38AE"/>
    <w:multiLevelType w:val="hybridMultilevel"/>
    <w:tmpl w:val="270AF010"/>
    <w:lvl w:ilvl="0" w:tplc="A82060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FF8C65E">
      <w:start w:val="1"/>
      <w:numFmt w:val="bullet"/>
      <w:lvlText w:val=""/>
      <w:lvlJc w:val="left"/>
      <w:pPr>
        <w:ind w:left="1222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90722FF"/>
    <w:multiLevelType w:val="hybridMultilevel"/>
    <w:tmpl w:val="1E68CA14"/>
    <w:lvl w:ilvl="0" w:tplc="5ACCDE7E">
      <w:start w:val="1"/>
      <w:numFmt w:val="decimal"/>
      <w:lvlText w:val="%1."/>
      <w:lvlJc w:val="left"/>
      <w:pPr>
        <w:ind w:left="552" w:hanging="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7F7C35"/>
    <w:multiLevelType w:val="hybridMultilevel"/>
    <w:tmpl w:val="8F44997E"/>
    <w:lvl w:ilvl="0" w:tplc="2702C4F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B44EBD"/>
    <w:multiLevelType w:val="hybridMultilevel"/>
    <w:tmpl w:val="EDE04B8E"/>
    <w:lvl w:ilvl="0" w:tplc="E2E8604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75CD3"/>
    <w:multiLevelType w:val="hybridMultilevel"/>
    <w:tmpl w:val="987A0B00"/>
    <w:lvl w:ilvl="0" w:tplc="FD7E5F96">
      <w:start w:val="1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05E1C22"/>
    <w:multiLevelType w:val="hybridMultilevel"/>
    <w:tmpl w:val="BDBA4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256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A4B0F"/>
    <w:multiLevelType w:val="hybridMultilevel"/>
    <w:tmpl w:val="A7E23670"/>
    <w:lvl w:ilvl="0" w:tplc="E50ECC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4692DE6"/>
    <w:multiLevelType w:val="hybridMultilevel"/>
    <w:tmpl w:val="214CE388"/>
    <w:lvl w:ilvl="0" w:tplc="AC2459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64226B"/>
    <w:multiLevelType w:val="hybridMultilevel"/>
    <w:tmpl w:val="5C8E0D18"/>
    <w:lvl w:ilvl="0" w:tplc="C6B256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A26AC"/>
    <w:multiLevelType w:val="hybridMultilevel"/>
    <w:tmpl w:val="9ECC660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79F038E3"/>
    <w:multiLevelType w:val="hybridMultilevel"/>
    <w:tmpl w:val="1278EEB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7C162679"/>
    <w:multiLevelType w:val="hybridMultilevel"/>
    <w:tmpl w:val="FCC0E18A"/>
    <w:lvl w:ilvl="0" w:tplc="7850F1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E299C"/>
    <w:multiLevelType w:val="hybridMultilevel"/>
    <w:tmpl w:val="F55694AA"/>
    <w:lvl w:ilvl="0" w:tplc="04150017">
      <w:start w:val="1"/>
      <w:numFmt w:val="lowerLetter"/>
      <w:lvlText w:val="%1)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num w:numId="1" w16cid:durableId="979774052">
    <w:abstractNumId w:val="16"/>
  </w:num>
  <w:num w:numId="2" w16cid:durableId="506404440">
    <w:abstractNumId w:val="36"/>
  </w:num>
  <w:num w:numId="3" w16cid:durableId="1716197108">
    <w:abstractNumId w:val="10"/>
  </w:num>
  <w:num w:numId="4" w16cid:durableId="234433192">
    <w:abstractNumId w:val="32"/>
  </w:num>
  <w:num w:numId="5" w16cid:durableId="1222784854">
    <w:abstractNumId w:val="28"/>
  </w:num>
  <w:num w:numId="6" w16cid:durableId="1996913002">
    <w:abstractNumId w:val="20"/>
  </w:num>
  <w:num w:numId="7" w16cid:durableId="1960722295">
    <w:abstractNumId w:val="3"/>
  </w:num>
  <w:num w:numId="8" w16cid:durableId="1016418828">
    <w:abstractNumId w:val="38"/>
  </w:num>
  <w:num w:numId="9" w16cid:durableId="1469205214">
    <w:abstractNumId w:val="39"/>
  </w:num>
  <w:num w:numId="10" w16cid:durableId="828978559">
    <w:abstractNumId w:val="35"/>
  </w:num>
  <w:num w:numId="11" w16cid:durableId="64888115">
    <w:abstractNumId w:val="34"/>
  </w:num>
  <w:num w:numId="12" w16cid:durableId="431783797">
    <w:abstractNumId w:val="4"/>
  </w:num>
  <w:num w:numId="13" w16cid:durableId="637993886">
    <w:abstractNumId w:val="0"/>
  </w:num>
  <w:num w:numId="14" w16cid:durableId="1323436762">
    <w:abstractNumId w:val="27"/>
  </w:num>
  <w:num w:numId="15" w16cid:durableId="367073778">
    <w:abstractNumId w:val="9"/>
  </w:num>
  <w:num w:numId="16" w16cid:durableId="1573664151">
    <w:abstractNumId w:val="8"/>
  </w:num>
  <w:num w:numId="17" w16cid:durableId="679507792">
    <w:abstractNumId w:val="41"/>
  </w:num>
  <w:num w:numId="18" w16cid:durableId="689574932">
    <w:abstractNumId w:val="21"/>
  </w:num>
  <w:num w:numId="19" w16cid:durableId="1272593556">
    <w:abstractNumId w:val="42"/>
  </w:num>
  <w:num w:numId="20" w16cid:durableId="1379940328">
    <w:abstractNumId w:val="17"/>
  </w:num>
  <w:num w:numId="21" w16cid:durableId="653294601">
    <w:abstractNumId w:val="25"/>
  </w:num>
  <w:num w:numId="22" w16cid:durableId="1614245762">
    <w:abstractNumId w:val="24"/>
  </w:num>
  <w:num w:numId="23" w16cid:durableId="680475799">
    <w:abstractNumId w:val="11"/>
  </w:num>
  <w:num w:numId="24" w16cid:durableId="371880009">
    <w:abstractNumId w:val="43"/>
  </w:num>
  <w:num w:numId="25" w16cid:durableId="452141987">
    <w:abstractNumId w:val="14"/>
  </w:num>
  <w:num w:numId="26" w16cid:durableId="911355683">
    <w:abstractNumId w:val="13"/>
  </w:num>
  <w:num w:numId="27" w16cid:durableId="1808860409">
    <w:abstractNumId w:val="6"/>
  </w:num>
  <w:num w:numId="28" w16cid:durableId="1193571130">
    <w:abstractNumId w:val="7"/>
  </w:num>
  <w:num w:numId="29" w16cid:durableId="1006175274">
    <w:abstractNumId w:val="40"/>
  </w:num>
  <w:num w:numId="30" w16cid:durableId="2062167589">
    <w:abstractNumId w:val="23"/>
  </w:num>
  <w:num w:numId="31" w16cid:durableId="1492256316">
    <w:abstractNumId w:val="2"/>
  </w:num>
  <w:num w:numId="32" w16cid:durableId="1472868651">
    <w:abstractNumId w:val="26"/>
  </w:num>
  <w:num w:numId="33" w16cid:durableId="1088111555">
    <w:abstractNumId w:val="29"/>
  </w:num>
  <w:num w:numId="34" w16cid:durableId="1136949830">
    <w:abstractNumId w:val="12"/>
  </w:num>
  <w:num w:numId="35" w16cid:durableId="67000249">
    <w:abstractNumId w:val="15"/>
  </w:num>
  <w:num w:numId="36" w16cid:durableId="2097243463">
    <w:abstractNumId w:val="22"/>
  </w:num>
  <w:num w:numId="37" w16cid:durableId="225917143">
    <w:abstractNumId w:val="31"/>
  </w:num>
  <w:num w:numId="38" w16cid:durableId="258875808">
    <w:abstractNumId w:val="5"/>
  </w:num>
  <w:num w:numId="39" w16cid:durableId="1566800646">
    <w:abstractNumId w:val="37"/>
  </w:num>
  <w:num w:numId="40" w16cid:durableId="1019307886">
    <w:abstractNumId w:val="18"/>
  </w:num>
  <w:num w:numId="41" w16cid:durableId="734015697">
    <w:abstractNumId w:val="33"/>
  </w:num>
  <w:num w:numId="42" w16cid:durableId="297104708">
    <w:abstractNumId w:val="30"/>
  </w:num>
  <w:num w:numId="43" w16cid:durableId="2035688649">
    <w:abstractNumId w:val="19"/>
  </w:num>
  <w:num w:numId="44" w16cid:durableId="185777263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77A"/>
    <w:rsid w:val="000012DA"/>
    <w:rsid w:val="00001944"/>
    <w:rsid w:val="0000246E"/>
    <w:rsid w:val="00003862"/>
    <w:rsid w:val="00011B4D"/>
    <w:rsid w:val="00012A35"/>
    <w:rsid w:val="00016099"/>
    <w:rsid w:val="00017DC2"/>
    <w:rsid w:val="00021105"/>
    <w:rsid w:val="00021522"/>
    <w:rsid w:val="00021E72"/>
    <w:rsid w:val="00023471"/>
    <w:rsid w:val="00023F13"/>
    <w:rsid w:val="00030634"/>
    <w:rsid w:val="00031352"/>
    <w:rsid w:val="000319C1"/>
    <w:rsid w:val="00031A8B"/>
    <w:rsid w:val="00031BCA"/>
    <w:rsid w:val="000324E5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A5B"/>
    <w:rsid w:val="00060D87"/>
    <w:rsid w:val="000615A5"/>
    <w:rsid w:val="00064E4C"/>
    <w:rsid w:val="00066901"/>
    <w:rsid w:val="000706C7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79A"/>
    <w:rsid w:val="00085CE7"/>
    <w:rsid w:val="000906EE"/>
    <w:rsid w:val="00091BA2"/>
    <w:rsid w:val="000944EF"/>
    <w:rsid w:val="0009732D"/>
    <w:rsid w:val="000973F0"/>
    <w:rsid w:val="000A1296"/>
    <w:rsid w:val="000A1B80"/>
    <w:rsid w:val="000A1C27"/>
    <w:rsid w:val="000A1DAD"/>
    <w:rsid w:val="000A2649"/>
    <w:rsid w:val="000A2FC6"/>
    <w:rsid w:val="000A323B"/>
    <w:rsid w:val="000A3A9D"/>
    <w:rsid w:val="000A4948"/>
    <w:rsid w:val="000A4E18"/>
    <w:rsid w:val="000B298D"/>
    <w:rsid w:val="000B38B2"/>
    <w:rsid w:val="000B3FD8"/>
    <w:rsid w:val="000B5B2D"/>
    <w:rsid w:val="000B5DCE"/>
    <w:rsid w:val="000C05BA"/>
    <w:rsid w:val="000C0E8F"/>
    <w:rsid w:val="000C49E1"/>
    <w:rsid w:val="000C4BC4"/>
    <w:rsid w:val="000C4FE5"/>
    <w:rsid w:val="000D0110"/>
    <w:rsid w:val="000D2468"/>
    <w:rsid w:val="000D27F3"/>
    <w:rsid w:val="000D318A"/>
    <w:rsid w:val="000D6173"/>
    <w:rsid w:val="000D6F83"/>
    <w:rsid w:val="000E0CDF"/>
    <w:rsid w:val="000E25CC"/>
    <w:rsid w:val="000E3694"/>
    <w:rsid w:val="000E490F"/>
    <w:rsid w:val="000E6241"/>
    <w:rsid w:val="000F2BE3"/>
    <w:rsid w:val="000F3D0D"/>
    <w:rsid w:val="000F4227"/>
    <w:rsid w:val="000F6ED4"/>
    <w:rsid w:val="000F7A6E"/>
    <w:rsid w:val="001016A2"/>
    <w:rsid w:val="001042BA"/>
    <w:rsid w:val="00106BA6"/>
    <w:rsid w:val="00106D03"/>
    <w:rsid w:val="00110465"/>
    <w:rsid w:val="00110628"/>
    <w:rsid w:val="0011245A"/>
    <w:rsid w:val="001126A7"/>
    <w:rsid w:val="0011493E"/>
    <w:rsid w:val="00115B72"/>
    <w:rsid w:val="001209EC"/>
    <w:rsid w:val="00120A9E"/>
    <w:rsid w:val="00120C12"/>
    <w:rsid w:val="001249ED"/>
    <w:rsid w:val="00125A9C"/>
    <w:rsid w:val="001270A2"/>
    <w:rsid w:val="00131237"/>
    <w:rsid w:val="001329AC"/>
    <w:rsid w:val="00133120"/>
    <w:rsid w:val="00134CA0"/>
    <w:rsid w:val="00135C2A"/>
    <w:rsid w:val="0013653B"/>
    <w:rsid w:val="0014026F"/>
    <w:rsid w:val="00140BE9"/>
    <w:rsid w:val="00140C7B"/>
    <w:rsid w:val="00147A47"/>
    <w:rsid w:val="00147AA1"/>
    <w:rsid w:val="001520CF"/>
    <w:rsid w:val="001535A2"/>
    <w:rsid w:val="0015667C"/>
    <w:rsid w:val="00157110"/>
    <w:rsid w:val="001571BA"/>
    <w:rsid w:val="0015742A"/>
    <w:rsid w:val="00157DA1"/>
    <w:rsid w:val="00163147"/>
    <w:rsid w:val="00164C57"/>
    <w:rsid w:val="00164C9D"/>
    <w:rsid w:val="001660D5"/>
    <w:rsid w:val="00167E62"/>
    <w:rsid w:val="00172C6C"/>
    <w:rsid w:val="00172F7A"/>
    <w:rsid w:val="00173150"/>
    <w:rsid w:val="00173390"/>
    <w:rsid w:val="001736F0"/>
    <w:rsid w:val="00173BB3"/>
    <w:rsid w:val="001740D0"/>
    <w:rsid w:val="00174F2C"/>
    <w:rsid w:val="0017530F"/>
    <w:rsid w:val="00180F2A"/>
    <w:rsid w:val="00182319"/>
    <w:rsid w:val="00184B91"/>
    <w:rsid w:val="00184D4A"/>
    <w:rsid w:val="00186EC1"/>
    <w:rsid w:val="00191E1F"/>
    <w:rsid w:val="0019274B"/>
    <w:rsid w:val="0019287B"/>
    <w:rsid w:val="001932BE"/>
    <w:rsid w:val="0019473B"/>
    <w:rsid w:val="001952B1"/>
    <w:rsid w:val="00196E39"/>
    <w:rsid w:val="00197649"/>
    <w:rsid w:val="001A01FB"/>
    <w:rsid w:val="001A10E9"/>
    <w:rsid w:val="001A183D"/>
    <w:rsid w:val="001A2B65"/>
    <w:rsid w:val="001A2B9D"/>
    <w:rsid w:val="001A3CD3"/>
    <w:rsid w:val="001A518C"/>
    <w:rsid w:val="001A5BEF"/>
    <w:rsid w:val="001A615F"/>
    <w:rsid w:val="001A7F15"/>
    <w:rsid w:val="001B1E95"/>
    <w:rsid w:val="001B2D0D"/>
    <w:rsid w:val="001B342E"/>
    <w:rsid w:val="001C1832"/>
    <w:rsid w:val="001C188C"/>
    <w:rsid w:val="001C1ADE"/>
    <w:rsid w:val="001C336B"/>
    <w:rsid w:val="001C5CB1"/>
    <w:rsid w:val="001D1783"/>
    <w:rsid w:val="001D326B"/>
    <w:rsid w:val="001D53CD"/>
    <w:rsid w:val="001D55A3"/>
    <w:rsid w:val="001D5AF5"/>
    <w:rsid w:val="001E1E73"/>
    <w:rsid w:val="001E4E0C"/>
    <w:rsid w:val="001E526D"/>
    <w:rsid w:val="001E5655"/>
    <w:rsid w:val="001F11A2"/>
    <w:rsid w:val="001F1832"/>
    <w:rsid w:val="001F220F"/>
    <w:rsid w:val="001F25B3"/>
    <w:rsid w:val="001F57A7"/>
    <w:rsid w:val="001F6616"/>
    <w:rsid w:val="00202BD4"/>
    <w:rsid w:val="002036D9"/>
    <w:rsid w:val="0020490E"/>
    <w:rsid w:val="00204A97"/>
    <w:rsid w:val="002055A1"/>
    <w:rsid w:val="00207FE1"/>
    <w:rsid w:val="002114EF"/>
    <w:rsid w:val="00214789"/>
    <w:rsid w:val="002166AD"/>
    <w:rsid w:val="00217871"/>
    <w:rsid w:val="00221ED8"/>
    <w:rsid w:val="002231EA"/>
    <w:rsid w:val="00223FDF"/>
    <w:rsid w:val="002279C0"/>
    <w:rsid w:val="0023727E"/>
    <w:rsid w:val="00237DA0"/>
    <w:rsid w:val="00242081"/>
    <w:rsid w:val="00242C01"/>
    <w:rsid w:val="00242D40"/>
    <w:rsid w:val="00243777"/>
    <w:rsid w:val="002441CD"/>
    <w:rsid w:val="00246FEB"/>
    <w:rsid w:val="00247495"/>
    <w:rsid w:val="002501A3"/>
    <w:rsid w:val="0025166C"/>
    <w:rsid w:val="00253787"/>
    <w:rsid w:val="002551C2"/>
    <w:rsid w:val="002555D4"/>
    <w:rsid w:val="002567A0"/>
    <w:rsid w:val="002618B7"/>
    <w:rsid w:val="00261A16"/>
    <w:rsid w:val="00263522"/>
    <w:rsid w:val="00264EC6"/>
    <w:rsid w:val="00266BA8"/>
    <w:rsid w:val="00271013"/>
    <w:rsid w:val="0027116E"/>
    <w:rsid w:val="00273FE4"/>
    <w:rsid w:val="002765B4"/>
    <w:rsid w:val="00276783"/>
    <w:rsid w:val="00276A94"/>
    <w:rsid w:val="0028243F"/>
    <w:rsid w:val="002908D8"/>
    <w:rsid w:val="0029405D"/>
    <w:rsid w:val="00294FA6"/>
    <w:rsid w:val="00295A6F"/>
    <w:rsid w:val="002A20C4"/>
    <w:rsid w:val="002A23DF"/>
    <w:rsid w:val="002A3261"/>
    <w:rsid w:val="002A570F"/>
    <w:rsid w:val="002A7292"/>
    <w:rsid w:val="002A7358"/>
    <w:rsid w:val="002A7902"/>
    <w:rsid w:val="002B0F6B"/>
    <w:rsid w:val="002B23B8"/>
    <w:rsid w:val="002B364A"/>
    <w:rsid w:val="002B4429"/>
    <w:rsid w:val="002B68A6"/>
    <w:rsid w:val="002B7EA2"/>
    <w:rsid w:val="002B7FAF"/>
    <w:rsid w:val="002D0C4F"/>
    <w:rsid w:val="002D1004"/>
    <w:rsid w:val="002D1364"/>
    <w:rsid w:val="002D243B"/>
    <w:rsid w:val="002D4D30"/>
    <w:rsid w:val="002D5000"/>
    <w:rsid w:val="002D598D"/>
    <w:rsid w:val="002D7188"/>
    <w:rsid w:val="002E09E5"/>
    <w:rsid w:val="002E1DE3"/>
    <w:rsid w:val="002E2AB6"/>
    <w:rsid w:val="002E3F34"/>
    <w:rsid w:val="002E5F79"/>
    <w:rsid w:val="002E64FA"/>
    <w:rsid w:val="002F0A00"/>
    <w:rsid w:val="002F0CFA"/>
    <w:rsid w:val="002F2CB7"/>
    <w:rsid w:val="002F30C0"/>
    <w:rsid w:val="002F6177"/>
    <w:rsid w:val="002F669F"/>
    <w:rsid w:val="00301C97"/>
    <w:rsid w:val="00305535"/>
    <w:rsid w:val="0031004C"/>
    <w:rsid w:val="003105F6"/>
    <w:rsid w:val="00310652"/>
    <w:rsid w:val="00311297"/>
    <w:rsid w:val="003113BE"/>
    <w:rsid w:val="003122CA"/>
    <w:rsid w:val="003148FD"/>
    <w:rsid w:val="00320644"/>
    <w:rsid w:val="00321014"/>
    <w:rsid w:val="00321080"/>
    <w:rsid w:val="00322D45"/>
    <w:rsid w:val="0032569A"/>
    <w:rsid w:val="00325A1F"/>
    <w:rsid w:val="003268F9"/>
    <w:rsid w:val="00330BAF"/>
    <w:rsid w:val="003312B2"/>
    <w:rsid w:val="00334E3A"/>
    <w:rsid w:val="00335081"/>
    <w:rsid w:val="003361DD"/>
    <w:rsid w:val="00341A6A"/>
    <w:rsid w:val="00342B3F"/>
    <w:rsid w:val="00345B9C"/>
    <w:rsid w:val="00345EA9"/>
    <w:rsid w:val="0035021C"/>
    <w:rsid w:val="00352DAE"/>
    <w:rsid w:val="00354EB9"/>
    <w:rsid w:val="003602AE"/>
    <w:rsid w:val="00360929"/>
    <w:rsid w:val="00364684"/>
    <w:rsid w:val="003647D5"/>
    <w:rsid w:val="003648F2"/>
    <w:rsid w:val="00365114"/>
    <w:rsid w:val="003674B0"/>
    <w:rsid w:val="00375F1F"/>
    <w:rsid w:val="00376669"/>
    <w:rsid w:val="00376D81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5FE"/>
    <w:rsid w:val="00396942"/>
    <w:rsid w:val="00396B49"/>
    <w:rsid w:val="00396E3E"/>
    <w:rsid w:val="003A0D6A"/>
    <w:rsid w:val="003A19F6"/>
    <w:rsid w:val="003A306E"/>
    <w:rsid w:val="003A58DD"/>
    <w:rsid w:val="003A6026"/>
    <w:rsid w:val="003A60DC"/>
    <w:rsid w:val="003A6A46"/>
    <w:rsid w:val="003A7A63"/>
    <w:rsid w:val="003B000C"/>
    <w:rsid w:val="003B0F1D"/>
    <w:rsid w:val="003B24CE"/>
    <w:rsid w:val="003B2859"/>
    <w:rsid w:val="003B4A57"/>
    <w:rsid w:val="003B7351"/>
    <w:rsid w:val="003C03EA"/>
    <w:rsid w:val="003C077A"/>
    <w:rsid w:val="003C0AD9"/>
    <w:rsid w:val="003C0ED0"/>
    <w:rsid w:val="003C1D49"/>
    <w:rsid w:val="003C23CD"/>
    <w:rsid w:val="003C2DD7"/>
    <w:rsid w:val="003C35C4"/>
    <w:rsid w:val="003C60A0"/>
    <w:rsid w:val="003D1288"/>
    <w:rsid w:val="003D12C2"/>
    <w:rsid w:val="003D31B9"/>
    <w:rsid w:val="003D3867"/>
    <w:rsid w:val="003E0D1A"/>
    <w:rsid w:val="003E29F8"/>
    <w:rsid w:val="003E2DA3"/>
    <w:rsid w:val="003F020D"/>
    <w:rsid w:val="003F03D9"/>
    <w:rsid w:val="003F2FBE"/>
    <w:rsid w:val="003F318D"/>
    <w:rsid w:val="003F5BAE"/>
    <w:rsid w:val="003F6ED7"/>
    <w:rsid w:val="003F75AF"/>
    <w:rsid w:val="00401C84"/>
    <w:rsid w:val="00403210"/>
    <w:rsid w:val="004035BB"/>
    <w:rsid w:val="004035EB"/>
    <w:rsid w:val="00406899"/>
    <w:rsid w:val="00407332"/>
    <w:rsid w:val="00407828"/>
    <w:rsid w:val="00413D8E"/>
    <w:rsid w:val="004140F2"/>
    <w:rsid w:val="00415DF8"/>
    <w:rsid w:val="00417196"/>
    <w:rsid w:val="00417B22"/>
    <w:rsid w:val="00421085"/>
    <w:rsid w:val="0042465E"/>
    <w:rsid w:val="00424DF7"/>
    <w:rsid w:val="00430DD1"/>
    <w:rsid w:val="00432B76"/>
    <w:rsid w:val="00434D01"/>
    <w:rsid w:val="00435D26"/>
    <w:rsid w:val="00440C99"/>
    <w:rsid w:val="0044175C"/>
    <w:rsid w:val="00444D9C"/>
    <w:rsid w:val="00445F4D"/>
    <w:rsid w:val="004504C0"/>
    <w:rsid w:val="004544BD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7C0C"/>
    <w:rsid w:val="00480A58"/>
    <w:rsid w:val="00482151"/>
    <w:rsid w:val="00485FAD"/>
    <w:rsid w:val="004874E7"/>
    <w:rsid w:val="00487AED"/>
    <w:rsid w:val="00491EDF"/>
    <w:rsid w:val="00492A3F"/>
    <w:rsid w:val="00494F62"/>
    <w:rsid w:val="0049778A"/>
    <w:rsid w:val="004A0C89"/>
    <w:rsid w:val="004A15F9"/>
    <w:rsid w:val="004A2001"/>
    <w:rsid w:val="004A3590"/>
    <w:rsid w:val="004B00A7"/>
    <w:rsid w:val="004B04E5"/>
    <w:rsid w:val="004B25E2"/>
    <w:rsid w:val="004B2BE6"/>
    <w:rsid w:val="004B34D7"/>
    <w:rsid w:val="004B45AF"/>
    <w:rsid w:val="004B5037"/>
    <w:rsid w:val="004B5B2F"/>
    <w:rsid w:val="004B626A"/>
    <w:rsid w:val="004B660E"/>
    <w:rsid w:val="004C05BD"/>
    <w:rsid w:val="004C195E"/>
    <w:rsid w:val="004C3B06"/>
    <w:rsid w:val="004C3F97"/>
    <w:rsid w:val="004C5F2D"/>
    <w:rsid w:val="004C7EE7"/>
    <w:rsid w:val="004D0BE4"/>
    <w:rsid w:val="004D28A5"/>
    <w:rsid w:val="004D2DEE"/>
    <w:rsid w:val="004D2E1F"/>
    <w:rsid w:val="004D6FC0"/>
    <w:rsid w:val="004D7FD9"/>
    <w:rsid w:val="004E1324"/>
    <w:rsid w:val="004E19A5"/>
    <w:rsid w:val="004E37E5"/>
    <w:rsid w:val="004E3FDB"/>
    <w:rsid w:val="004E5198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3C4F"/>
    <w:rsid w:val="0050696D"/>
    <w:rsid w:val="00506EEA"/>
    <w:rsid w:val="0051094B"/>
    <w:rsid w:val="005110D7"/>
    <w:rsid w:val="00511D99"/>
    <w:rsid w:val="00512017"/>
    <w:rsid w:val="005128D3"/>
    <w:rsid w:val="005147E8"/>
    <w:rsid w:val="005158F2"/>
    <w:rsid w:val="005211BC"/>
    <w:rsid w:val="00522DCF"/>
    <w:rsid w:val="00526DFC"/>
    <w:rsid w:val="00526F43"/>
    <w:rsid w:val="00527651"/>
    <w:rsid w:val="005326CB"/>
    <w:rsid w:val="005363AB"/>
    <w:rsid w:val="0053760C"/>
    <w:rsid w:val="00540C8A"/>
    <w:rsid w:val="00540DCB"/>
    <w:rsid w:val="0054371A"/>
    <w:rsid w:val="00544EF4"/>
    <w:rsid w:val="00545089"/>
    <w:rsid w:val="00545E53"/>
    <w:rsid w:val="005479D9"/>
    <w:rsid w:val="00550133"/>
    <w:rsid w:val="00551120"/>
    <w:rsid w:val="005572BD"/>
    <w:rsid w:val="00557460"/>
    <w:rsid w:val="00557A12"/>
    <w:rsid w:val="00560AC7"/>
    <w:rsid w:val="00561AFB"/>
    <w:rsid w:val="00561DE0"/>
    <w:rsid w:val="00561FA8"/>
    <w:rsid w:val="00562A27"/>
    <w:rsid w:val="005635ED"/>
    <w:rsid w:val="00565253"/>
    <w:rsid w:val="00570191"/>
    <w:rsid w:val="00570570"/>
    <w:rsid w:val="00572512"/>
    <w:rsid w:val="00573EE6"/>
    <w:rsid w:val="005742E8"/>
    <w:rsid w:val="0057547F"/>
    <w:rsid w:val="005754EE"/>
    <w:rsid w:val="0057617E"/>
    <w:rsid w:val="00576497"/>
    <w:rsid w:val="00581FD8"/>
    <w:rsid w:val="0058264C"/>
    <w:rsid w:val="005835E7"/>
    <w:rsid w:val="0058397F"/>
    <w:rsid w:val="00583BF8"/>
    <w:rsid w:val="00583FA1"/>
    <w:rsid w:val="00584357"/>
    <w:rsid w:val="00585F33"/>
    <w:rsid w:val="00591124"/>
    <w:rsid w:val="00597024"/>
    <w:rsid w:val="005A0274"/>
    <w:rsid w:val="005A095C"/>
    <w:rsid w:val="005A17E7"/>
    <w:rsid w:val="005A4BFB"/>
    <w:rsid w:val="005A669D"/>
    <w:rsid w:val="005A75D8"/>
    <w:rsid w:val="005B713E"/>
    <w:rsid w:val="005B75C5"/>
    <w:rsid w:val="005C03B6"/>
    <w:rsid w:val="005C348E"/>
    <w:rsid w:val="005C4691"/>
    <w:rsid w:val="005C68E1"/>
    <w:rsid w:val="005C6A14"/>
    <w:rsid w:val="005D046F"/>
    <w:rsid w:val="005D3763"/>
    <w:rsid w:val="005D55E1"/>
    <w:rsid w:val="005D665F"/>
    <w:rsid w:val="005D6D57"/>
    <w:rsid w:val="005E0430"/>
    <w:rsid w:val="005E19F7"/>
    <w:rsid w:val="005E1ADD"/>
    <w:rsid w:val="005E362C"/>
    <w:rsid w:val="005E4F04"/>
    <w:rsid w:val="005E62C2"/>
    <w:rsid w:val="005E6C71"/>
    <w:rsid w:val="005F0963"/>
    <w:rsid w:val="005F2824"/>
    <w:rsid w:val="005F2EBA"/>
    <w:rsid w:val="005F35ED"/>
    <w:rsid w:val="005F3C7A"/>
    <w:rsid w:val="005F7812"/>
    <w:rsid w:val="005F7A88"/>
    <w:rsid w:val="00601D2D"/>
    <w:rsid w:val="0060304F"/>
    <w:rsid w:val="00603A1A"/>
    <w:rsid w:val="006046D5"/>
    <w:rsid w:val="00607A93"/>
    <w:rsid w:val="00607B1A"/>
    <w:rsid w:val="00610C08"/>
    <w:rsid w:val="00610F54"/>
    <w:rsid w:val="00611073"/>
    <w:rsid w:val="00611CB3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387D"/>
    <w:rsid w:val="006447B9"/>
    <w:rsid w:val="00645969"/>
    <w:rsid w:val="00645DCE"/>
    <w:rsid w:val="006465AC"/>
    <w:rsid w:val="006465BF"/>
    <w:rsid w:val="00651CF2"/>
    <w:rsid w:val="00652626"/>
    <w:rsid w:val="006528D4"/>
    <w:rsid w:val="00653B22"/>
    <w:rsid w:val="006565A9"/>
    <w:rsid w:val="00657BF4"/>
    <w:rsid w:val="006603FB"/>
    <w:rsid w:val="006608DF"/>
    <w:rsid w:val="006618D2"/>
    <w:rsid w:val="006623AC"/>
    <w:rsid w:val="0066255A"/>
    <w:rsid w:val="00667592"/>
    <w:rsid w:val="006678AF"/>
    <w:rsid w:val="006701EF"/>
    <w:rsid w:val="00671C95"/>
    <w:rsid w:val="00673BA5"/>
    <w:rsid w:val="00677771"/>
    <w:rsid w:val="00680058"/>
    <w:rsid w:val="00680E19"/>
    <w:rsid w:val="00681F9F"/>
    <w:rsid w:val="006840EA"/>
    <w:rsid w:val="006844E2"/>
    <w:rsid w:val="00685267"/>
    <w:rsid w:val="006872AE"/>
    <w:rsid w:val="00690082"/>
    <w:rsid w:val="00690252"/>
    <w:rsid w:val="006946BB"/>
    <w:rsid w:val="00695AD4"/>
    <w:rsid w:val="006969FA"/>
    <w:rsid w:val="006A2C9F"/>
    <w:rsid w:val="006A35D5"/>
    <w:rsid w:val="006A48D6"/>
    <w:rsid w:val="006A565C"/>
    <w:rsid w:val="006A5C86"/>
    <w:rsid w:val="006A62D1"/>
    <w:rsid w:val="006A6839"/>
    <w:rsid w:val="006A70F1"/>
    <w:rsid w:val="006A748A"/>
    <w:rsid w:val="006C0E82"/>
    <w:rsid w:val="006C419E"/>
    <w:rsid w:val="006C4A31"/>
    <w:rsid w:val="006C5AC2"/>
    <w:rsid w:val="006C6AFB"/>
    <w:rsid w:val="006D2735"/>
    <w:rsid w:val="006D3F55"/>
    <w:rsid w:val="006D45B2"/>
    <w:rsid w:val="006D6454"/>
    <w:rsid w:val="006E038E"/>
    <w:rsid w:val="006E0FCC"/>
    <w:rsid w:val="006E13C8"/>
    <w:rsid w:val="006E1E96"/>
    <w:rsid w:val="006E1F0D"/>
    <w:rsid w:val="006E39C2"/>
    <w:rsid w:val="006E5E21"/>
    <w:rsid w:val="006F0729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5A9"/>
    <w:rsid w:val="00717C2E"/>
    <w:rsid w:val="007204FA"/>
    <w:rsid w:val="0072132A"/>
    <w:rsid w:val="007213B3"/>
    <w:rsid w:val="00721905"/>
    <w:rsid w:val="00722E63"/>
    <w:rsid w:val="0072457F"/>
    <w:rsid w:val="00725406"/>
    <w:rsid w:val="007256D5"/>
    <w:rsid w:val="0072621B"/>
    <w:rsid w:val="00730555"/>
    <w:rsid w:val="007312CC"/>
    <w:rsid w:val="00735D2E"/>
    <w:rsid w:val="00736A64"/>
    <w:rsid w:val="00737F6A"/>
    <w:rsid w:val="007410B6"/>
    <w:rsid w:val="00744C6F"/>
    <w:rsid w:val="007457F6"/>
    <w:rsid w:val="007459A6"/>
    <w:rsid w:val="00745ABB"/>
    <w:rsid w:val="00746E38"/>
    <w:rsid w:val="00747CD5"/>
    <w:rsid w:val="00752A4C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6EBC"/>
    <w:rsid w:val="0078725D"/>
    <w:rsid w:val="007878FE"/>
    <w:rsid w:val="0079106E"/>
    <w:rsid w:val="00792207"/>
    <w:rsid w:val="00792B64"/>
    <w:rsid w:val="00792E29"/>
    <w:rsid w:val="0079379A"/>
    <w:rsid w:val="00794953"/>
    <w:rsid w:val="00795B20"/>
    <w:rsid w:val="00797F5A"/>
    <w:rsid w:val="007A1F2F"/>
    <w:rsid w:val="007A2A5C"/>
    <w:rsid w:val="007A5150"/>
    <w:rsid w:val="007A5373"/>
    <w:rsid w:val="007A789F"/>
    <w:rsid w:val="007B1E5D"/>
    <w:rsid w:val="007B3D98"/>
    <w:rsid w:val="007B7191"/>
    <w:rsid w:val="007B75BC"/>
    <w:rsid w:val="007C0BD6"/>
    <w:rsid w:val="007C113C"/>
    <w:rsid w:val="007C1EC5"/>
    <w:rsid w:val="007C3806"/>
    <w:rsid w:val="007C4832"/>
    <w:rsid w:val="007C5BB7"/>
    <w:rsid w:val="007D07D5"/>
    <w:rsid w:val="007D0FBD"/>
    <w:rsid w:val="007D1C64"/>
    <w:rsid w:val="007D32DD"/>
    <w:rsid w:val="007D3A32"/>
    <w:rsid w:val="007D48C6"/>
    <w:rsid w:val="007D6DCE"/>
    <w:rsid w:val="007D72C4"/>
    <w:rsid w:val="007E2CFE"/>
    <w:rsid w:val="007E37F9"/>
    <w:rsid w:val="007E59C9"/>
    <w:rsid w:val="007E5DD2"/>
    <w:rsid w:val="007F0072"/>
    <w:rsid w:val="007F1E3F"/>
    <w:rsid w:val="007F26CC"/>
    <w:rsid w:val="007F2EB6"/>
    <w:rsid w:val="007F54C3"/>
    <w:rsid w:val="00802949"/>
    <w:rsid w:val="0080301E"/>
    <w:rsid w:val="0080365F"/>
    <w:rsid w:val="00804A7D"/>
    <w:rsid w:val="00812BE5"/>
    <w:rsid w:val="00813ECC"/>
    <w:rsid w:val="00817429"/>
    <w:rsid w:val="00821514"/>
    <w:rsid w:val="00821E35"/>
    <w:rsid w:val="00824591"/>
    <w:rsid w:val="00824AED"/>
    <w:rsid w:val="0082560F"/>
    <w:rsid w:val="00827820"/>
    <w:rsid w:val="0083142F"/>
    <w:rsid w:val="00831B8B"/>
    <w:rsid w:val="00832B96"/>
    <w:rsid w:val="0083405D"/>
    <w:rsid w:val="008352D4"/>
    <w:rsid w:val="00836DB9"/>
    <w:rsid w:val="00836F16"/>
    <w:rsid w:val="00837C67"/>
    <w:rsid w:val="008415B0"/>
    <w:rsid w:val="00842028"/>
    <w:rsid w:val="008436B8"/>
    <w:rsid w:val="00844617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4171"/>
    <w:rsid w:val="008753E6"/>
    <w:rsid w:val="00876398"/>
    <w:rsid w:val="00876ED1"/>
    <w:rsid w:val="0087738C"/>
    <w:rsid w:val="008775B5"/>
    <w:rsid w:val="008802AF"/>
    <w:rsid w:val="00880680"/>
    <w:rsid w:val="00881926"/>
    <w:rsid w:val="0088318F"/>
    <w:rsid w:val="0088331D"/>
    <w:rsid w:val="00883489"/>
    <w:rsid w:val="008852B0"/>
    <w:rsid w:val="00885AE7"/>
    <w:rsid w:val="00886B60"/>
    <w:rsid w:val="008876D1"/>
    <w:rsid w:val="00887889"/>
    <w:rsid w:val="00891081"/>
    <w:rsid w:val="008920FF"/>
    <w:rsid w:val="008926E8"/>
    <w:rsid w:val="00894B92"/>
    <w:rsid w:val="00894F19"/>
    <w:rsid w:val="00896A10"/>
    <w:rsid w:val="008971B5"/>
    <w:rsid w:val="008A280C"/>
    <w:rsid w:val="008A5D26"/>
    <w:rsid w:val="008A6B13"/>
    <w:rsid w:val="008A6ECB"/>
    <w:rsid w:val="008B09CA"/>
    <w:rsid w:val="008B0BF9"/>
    <w:rsid w:val="008B2866"/>
    <w:rsid w:val="008B3327"/>
    <w:rsid w:val="008B3859"/>
    <w:rsid w:val="008B436D"/>
    <w:rsid w:val="008B4E49"/>
    <w:rsid w:val="008B5BBA"/>
    <w:rsid w:val="008B7712"/>
    <w:rsid w:val="008B7B26"/>
    <w:rsid w:val="008B7E30"/>
    <w:rsid w:val="008C3524"/>
    <w:rsid w:val="008C4061"/>
    <w:rsid w:val="008C4229"/>
    <w:rsid w:val="008C5BE0"/>
    <w:rsid w:val="008C7233"/>
    <w:rsid w:val="008D2434"/>
    <w:rsid w:val="008D2FED"/>
    <w:rsid w:val="008D4689"/>
    <w:rsid w:val="008D67B6"/>
    <w:rsid w:val="008E171D"/>
    <w:rsid w:val="008E2785"/>
    <w:rsid w:val="008E78A3"/>
    <w:rsid w:val="008F0654"/>
    <w:rsid w:val="008F06CB"/>
    <w:rsid w:val="008F2E83"/>
    <w:rsid w:val="008F612A"/>
    <w:rsid w:val="009000AA"/>
    <w:rsid w:val="00902116"/>
    <w:rsid w:val="0090255F"/>
    <w:rsid w:val="0090293D"/>
    <w:rsid w:val="009034DE"/>
    <w:rsid w:val="00904408"/>
    <w:rsid w:val="00904721"/>
    <w:rsid w:val="00905396"/>
    <w:rsid w:val="0090605D"/>
    <w:rsid w:val="00906419"/>
    <w:rsid w:val="00907F73"/>
    <w:rsid w:val="00912889"/>
    <w:rsid w:val="00913A42"/>
    <w:rsid w:val="00914167"/>
    <w:rsid w:val="009143DB"/>
    <w:rsid w:val="00915065"/>
    <w:rsid w:val="00917CE5"/>
    <w:rsid w:val="009217C0"/>
    <w:rsid w:val="009227E6"/>
    <w:rsid w:val="00925241"/>
    <w:rsid w:val="00925CEC"/>
    <w:rsid w:val="00926A3F"/>
    <w:rsid w:val="0092794E"/>
    <w:rsid w:val="00930D30"/>
    <w:rsid w:val="00930ECF"/>
    <w:rsid w:val="009332A2"/>
    <w:rsid w:val="00935C44"/>
    <w:rsid w:val="00937598"/>
    <w:rsid w:val="0093790B"/>
    <w:rsid w:val="009405D0"/>
    <w:rsid w:val="00943751"/>
    <w:rsid w:val="0094444D"/>
    <w:rsid w:val="00946DD0"/>
    <w:rsid w:val="00947027"/>
    <w:rsid w:val="009509E6"/>
    <w:rsid w:val="009511F9"/>
    <w:rsid w:val="0095163E"/>
    <w:rsid w:val="00952018"/>
    <w:rsid w:val="00952800"/>
    <w:rsid w:val="0095300D"/>
    <w:rsid w:val="00953F06"/>
    <w:rsid w:val="00956812"/>
    <w:rsid w:val="0095719A"/>
    <w:rsid w:val="009623E9"/>
    <w:rsid w:val="00963EEB"/>
    <w:rsid w:val="009648BC"/>
    <w:rsid w:val="00964C2F"/>
    <w:rsid w:val="00965F88"/>
    <w:rsid w:val="00966273"/>
    <w:rsid w:val="00966789"/>
    <w:rsid w:val="00984E03"/>
    <w:rsid w:val="00987884"/>
    <w:rsid w:val="00987E85"/>
    <w:rsid w:val="0099151F"/>
    <w:rsid w:val="00992B0F"/>
    <w:rsid w:val="00997394"/>
    <w:rsid w:val="009A006E"/>
    <w:rsid w:val="009A0D12"/>
    <w:rsid w:val="009A1987"/>
    <w:rsid w:val="009A2BEE"/>
    <w:rsid w:val="009A3DE3"/>
    <w:rsid w:val="009A49FF"/>
    <w:rsid w:val="009A4F42"/>
    <w:rsid w:val="009A5289"/>
    <w:rsid w:val="009A6E5C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48C"/>
    <w:rsid w:val="009C6520"/>
    <w:rsid w:val="009C79AD"/>
    <w:rsid w:val="009C7CA6"/>
    <w:rsid w:val="009D1395"/>
    <w:rsid w:val="009D3316"/>
    <w:rsid w:val="009D545A"/>
    <w:rsid w:val="009D55AA"/>
    <w:rsid w:val="009E3E77"/>
    <w:rsid w:val="009E3FAB"/>
    <w:rsid w:val="009E5B3F"/>
    <w:rsid w:val="009E76CE"/>
    <w:rsid w:val="009E7D90"/>
    <w:rsid w:val="009F08EB"/>
    <w:rsid w:val="009F1AB0"/>
    <w:rsid w:val="009F2043"/>
    <w:rsid w:val="009F501D"/>
    <w:rsid w:val="00A00E62"/>
    <w:rsid w:val="00A0294D"/>
    <w:rsid w:val="00A039D5"/>
    <w:rsid w:val="00A046AD"/>
    <w:rsid w:val="00A079C1"/>
    <w:rsid w:val="00A07C0E"/>
    <w:rsid w:val="00A12520"/>
    <w:rsid w:val="00A130FD"/>
    <w:rsid w:val="00A13D6D"/>
    <w:rsid w:val="00A14769"/>
    <w:rsid w:val="00A15CE6"/>
    <w:rsid w:val="00A16151"/>
    <w:rsid w:val="00A16EC6"/>
    <w:rsid w:val="00A17C06"/>
    <w:rsid w:val="00A2126E"/>
    <w:rsid w:val="00A21706"/>
    <w:rsid w:val="00A24FCC"/>
    <w:rsid w:val="00A26A90"/>
    <w:rsid w:val="00A26B27"/>
    <w:rsid w:val="00A26B32"/>
    <w:rsid w:val="00A30E4F"/>
    <w:rsid w:val="00A32253"/>
    <w:rsid w:val="00A3310E"/>
    <w:rsid w:val="00A333A0"/>
    <w:rsid w:val="00A37E70"/>
    <w:rsid w:val="00A437E1"/>
    <w:rsid w:val="00A43A12"/>
    <w:rsid w:val="00A44176"/>
    <w:rsid w:val="00A4685E"/>
    <w:rsid w:val="00A50270"/>
    <w:rsid w:val="00A50CD4"/>
    <w:rsid w:val="00A51191"/>
    <w:rsid w:val="00A5170A"/>
    <w:rsid w:val="00A52386"/>
    <w:rsid w:val="00A56D62"/>
    <w:rsid w:val="00A56F07"/>
    <w:rsid w:val="00A5762C"/>
    <w:rsid w:val="00A600FC"/>
    <w:rsid w:val="00A603F3"/>
    <w:rsid w:val="00A60BCA"/>
    <w:rsid w:val="00A638DA"/>
    <w:rsid w:val="00A6394F"/>
    <w:rsid w:val="00A65B41"/>
    <w:rsid w:val="00A65E00"/>
    <w:rsid w:val="00A669AF"/>
    <w:rsid w:val="00A66A78"/>
    <w:rsid w:val="00A66E48"/>
    <w:rsid w:val="00A70AE5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72F2"/>
    <w:rsid w:val="00A94574"/>
    <w:rsid w:val="00A95936"/>
    <w:rsid w:val="00A95B8D"/>
    <w:rsid w:val="00A96265"/>
    <w:rsid w:val="00A97084"/>
    <w:rsid w:val="00AA1C2C"/>
    <w:rsid w:val="00AA35F6"/>
    <w:rsid w:val="00AA5BD0"/>
    <w:rsid w:val="00AA667C"/>
    <w:rsid w:val="00AA6E91"/>
    <w:rsid w:val="00AA7439"/>
    <w:rsid w:val="00AB047E"/>
    <w:rsid w:val="00AB0B0A"/>
    <w:rsid w:val="00AB0BB7"/>
    <w:rsid w:val="00AB22C6"/>
    <w:rsid w:val="00AB2AD0"/>
    <w:rsid w:val="00AB32CF"/>
    <w:rsid w:val="00AB5AB7"/>
    <w:rsid w:val="00AB67FC"/>
    <w:rsid w:val="00AC00F2"/>
    <w:rsid w:val="00AC31B5"/>
    <w:rsid w:val="00AC4EA1"/>
    <w:rsid w:val="00AC5381"/>
    <w:rsid w:val="00AC5920"/>
    <w:rsid w:val="00AC7864"/>
    <w:rsid w:val="00AD0E65"/>
    <w:rsid w:val="00AD2BF2"/>
    <w:rsid w:val="00AD4E90"/>
    <w:rsid w:val="00AD5422"/>
    <w:rsid w:val="00AD5A16"/>
    <w:rsid w:val="00AD6411"/>
    <w:rsid w:val="00AD7CDC"/>
    <w:rsid w:val="00AE0FBD"/>
    <w:rsid w:val="00AE12FA"/>
    <w:rsid w:val="00AE4179"/>
    <w:rsid w:val="00AE4425"/>
    <w:rsid w:val="00AE4C5A"/>
    <w:rsid w:val="00AE4FBE"/>
    <w:rsid w:val="00AE650F"/>
    <w:rsid w:val="00AE6555"/>
    <w:rsid w:val="00AE65B6"/>
    <w:rsid w:val="00AE7D16"/>
    <w:rsid w:val="00AF03C3"/>
    <w:rsid w:val="00AF4CAA"/>
    <w:rsid w:val="00AF546F"/>
    <w:rsid w:val="00AF571A"/>
    <w:rsid w:val="00AF5F9F"/>
    <w:rsid w:val="00AF5FAC"/>
    <w:rsid w:val="00AF60A0"/>
    <w:rsid w:val="00AF67FC"/>
    <w:rsid w:val="00AF7DF5"/>
    <w:rsid w:val="00B006E5"/>
    <w:rsid w:val="00B01996"/>
    <w:rsid w:val="00B01F61"/>
    <w:rsid w:val="00B024C2"/>
    <w:rsid w:val="00B042A7"/>
    <w:rsid w:val="00B07700"/>
    <w:rsid w:val="00B10432"/>
    <w:rsid w:val="00B13921"/>
    <w:rsid w:val="00B1528C"/>
    <w:rsid w:val="00B16ACD"/>
    <w:rsid w:val="00B20312"/>
    <w:rsid w:val="00B20D5C"/>
    <w:rsid w:val="00B21487"/>
    <w:rsid w:val="00B232D1"/>
    <w:rsid w:val="00B24DB5"/>
    <w:rsid w:val="00B31F9E"/>
    <w:rsid w:val="00B3268F"/>
    <w:rsid w:val="00B32C2C"/>
    <w:rsid w:val="00B33A1A"/>
    <w:rsid w:val="00B33A70"/>
    <w:rsid w:val="00B33E6C"/>
    <w:rsid w:val="00B371CC"/>
    <w:rsid w:val="00B41CD9"/>
    <w:rsid w:val="00B427E6"/>
    <w:rsid w:val="00B428A6"/>
    <w:rsid w:val="00B43A16"/>
    <w:rsid w:val="00B43E1F"/>
    <w:rsid w:val="00B45FBC"/>
    <w:rsid w:val="00B51A7D"/>
    <w:rsid w:val="00B535C2"/>
    <w:rsid w:val="00B55544"/>
    <w:rsid w:val="00B570BE"/>
    <w:rsid w:val="00B6150F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7777"/>
    <w:rsid w:val="00BA561A"/>
    <w:rsid w:val="00BA733C"/>
    <w:rsid w:val="00BB01A7"/>
    <w:rsid w:val="00BB0BA2"/>
    <w:rsid w:val="00BB0DC6"/>
    <w:rsid w:val="00BB15E4"/>
    <w:rsid w:val="00BB1E19"/>
    <w:rsid w:val="00BB21D1"/>
    <w:rsid w:val="00BB32F2"/>
    <w:rsid w:val="00BB4338"/>
    <w:rsid w:val="00BB5A1E"/>
    <w:rsid w:val="00BB6C0E"/>
    <w:rsid w:val="00BB7B38"/>
    <w:rsid w:val="00BC0332"/>
    <w:rsid w:val="00BC11E5"/>
    <w:rsid w:val="00BC169D"/>
    <w:rsid w:val="00BC3F40"/>
    <w:rsid w:val="00BC4BC6"/>
    <w:rsid w:val="00BC52FD"/>
    <w:rsid w:val="00BC6E62"/>
    <w:rsid w:val="00BC7443"/>
    <w:rsid w:val="00BD0648"/>
    <w:rsid w:val="00BD1040"/>
    <w:rsid w:val="00BD34AA"/>
    <w:rsid w:val="00BD6CF1"/>
    <w:rsid w:val="00BE0C44"/>
    <w:rsid w:val="00BE1B8B"/>
    <w:rsid w:val="00BE2A18"/>
    <w:rsid w:val="00BE2C01"/>
    <w:rsid w:val="00BE41EC"/>
    <w:rsid w:val="00BE448B"/>
    <w:rsid w:val="00BE56FB"/>
    <w:rsid w:val="00BF3DDE"/>
    <w:rsid w:val="00BF6589"/>
    <w:rsid w:val="00BF6F7F"/>
    <w:rsid w:val="00BF715B"/>
    <w:rsid w:val="00C0037E"/>
    <w:rsid w:val="00C00647"/>
    <w:rsid w:val="00C02764"/>
    <w:rsid w:val="00C04CEF"/>
    <w:rsid w:val="00C05647"/>
    <w:rsid w:val="00C0662F"/>
    <w:rsid w:val="00C11943"/>
    <w:rsid w:val="00C12E96"/>
    <w:rsid w:val="00C14763"/>
    <w:rsid w:val="00C16141"/>
    <w:rsid w:val="00C233E3"/>
    <w:rsid w:val="00C2363F"/>
    <w:rsid w:val="00C236C8"/>
    <w:rsid w:val="00C260B1"/>
    <w:rsid w:val="00C26E56"/>
    <w:rsid w:val="00C31406"/>
    <w:rsid w:val="00C3591F"/>
    <w:rsid w:val="00C35DFA"/>
    <w:rsid w:val="00C37194"/>
    <w:rsid w:val="00C40637"/>
    <w:rsid w:val="00C40F6C"/>
    <w:rsid w:val="00C41F46"/>
    <w:rsid w:val="00C44426"/>
    <w:rsid w:val="00C445F3"/>
    <w:rsid w:val="00C45092"/>
    <w:rsid w:val="00C451F4"/>
    <w:rsid w:val="00C45EB1"/>
    <w:rsid w:val="00C45F91"/>
    <w:rsid w:val="00C51B71"/>
    <w:rsid w:val="00C54A3A"/>
    <w:rsid w:val="00C55566"/>
    <w:rsid w:val="00C55741"/>
    <w:rsid w:val="00C56448"/>
    <w:rsid w:val="00C567A2"/>
    <w:rsid w:val="00C57682"/>
    <w:rsid w:val="00C654E5"/>
    <w:rsid w:val="00C667BE"/>
    <w:rsid w:val="00C6766B"/>
    <w:rsid w:val="00C71D24"/>
    <w:rsid w:val="00C72223"/>
    <w:rsid w:val="00C7482C"/>
    <w:rsid w:val="00C76417"/>
    <w:rsid w:val="00C7726F"/>
    <w:rsid w:val="00C77DF2"/>
    <w:rsid w:val="00C8013D"/>
    <w:rsid w:val="00C823DA"/>
    <w:rsid w:val="00C8259F"/>
    <w:rsid w:val="00C82746"/>
    <w:rsid w:val="00C8312F"/>
    <w:rsid w:val="00C840BD"/>
    <w:rsid w:val="00C84C47"/>
    <w:rsid w:val="00C858A4"/>
    <w:rsid w:val="00C86AFA"/>
    <w:rsid w:val="00C90BA1"/>
    <w:rsid w:val="00CA1D98"/>
    <w:rsid w:val="00CB18D0"/>
    <w:rsid w:val="00CB1C8A"/>
    <w:rsid w:val="00CB24F5"/>
    <w:rsid w:val="00CB2663"/>
    <w:rsid w:val="00CB3A02"/>
    <w:rsid w:val="00CB3BBE"/>
    <w:rsid w:val="00CB59E9"/>
    <w:rsid w:val="00CB65CD"/>
    <w:rsid w:val="00CC098B"/>
    <w:rsid w:val="00CC0D6A"/>
    <w:rsid w:val="00CC3831"/>
    <w:rsid w:val="00CC3E3D"/>
    <w:rsid w:val="00CC4AAC"/>
    <w:rsid w:val="00CC519B"/>
    <w:rsid w:val="00CD12C1"/>
    <w:rsid w:val="00CD214E"/>
    <w:rsid w:val="00CD2DA8"/>
    <w:rsid w:val="00CD46FA"/>
    <w:rsid w:val="00CD5973"/>
    <w:rsid w:val="00CE31A6"/>
    <w:rsid w:val="00CE7ED2"/>
    <w:rsid w:val="00CF09AA"/>
    <w:rsid w:val="00CF4813"/>
    <w:rsid w:val="00CF5233"/>
    <w:rsid w:val="00CF6F1E"/>
    <w:rsid w:val="00D01B3D"/>
    <w:rsid w:val="00D029B8"/>
    <w:rsid w:val="00D02F60"/>
    <w:rsid w:val="00D0464E"/>
    <w:rsid w:val="00D04A96"/>
    <w:rsid w:val="00D07A7B"/>
    <w:rsid w:val="00D10844"/>
    <w:rsid w:val="00D10E06"/>
    <w:rsid w:val="00D131AA"/>
    <w:rsid w:val="00D15197"/>
    <w:rsid w:val="00D16820"/>
    <w:rsid w:val="00D169C8"/>
    <w:rsid w:val="00D16F55"/>
    <w:rsid w:val="00D1793F"/>
    <w:rsid w:val="00D22AF5"/>
    <w:rsid w:val="00D235EA"/>
    <w:rsid w:val="00D247A9"/>
    <w:rsid w:val="00D31838"/>
    <w:rsid w:val="00D324AC"/>
    <w:rsid w:val="00D32721"/>
    <w:rsid w:val="00D328DC"/>
    <w:rsid w:val="00D33387"/>
    <w:rsid w:val="00D35CC7"/>
    <w:rsid w:val="00D370EA"/>
    <w:rsid w:val="00D37DCD"/>
    <w:rsid w:val="00D402FB"/>
    <w:rsid w:val="00D45079"/>
    <w:rsid w:val="00D47D7A"/>
    <w:rsid w:val="00D50ABD"/>
    <w:rsid w:val="00D55290"/>
    <w:rsid w:val="00D55B48"/>
    <w:rsid w:val="00D56018"/>
    <w:rsid w:val="00D57791"/>
    <w:rsid w:val="00D6046A"/>
    <w:rsid w:val="00D62870"/>
    <w:rsid w:val="00D655D9"/>
    <w:rsid w:val="00D65872"/>
    <w:rsid w:val="00D676F3"/>
    <w:rsid w:val="00D70EF5"/>
    <w:rsid w:val="00D71024"/>
    <w:rsid w:val="00D717FE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5EB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A74BA"/>
    <w:rsid w:val="00DB0FFB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1B7"/>
    <w:rsid w:val="00DD7B04"/>
    <w:rsid w:val="00DE1275"/>
    <w:rsid w:val="00DE1554"/>
    <w:rsid w:val="00DE2901"/>
    <w:rsid w:val="00DE590F"/>
    <w:rsid w:val="00DE7DC1"/>
    <w:rsid w:val="00DF1DAB"/>
    <w:rsid w:val="00DF3F7E"/>
    <w:rsid w:val="00DF7648"/>
    <w:rsid w:val="00E00E29"/>
    <w:rsid w:val="00E02BAB"/>
    <w:rsid w:val="00E02CDA"/>
    <w:rsid w:val="00E04CEB"/>
    <w:rsid w:val="00E060BC"/>
    <w:rsid w:val="00E11420"/>
    <w:rsid w:val="00E132FB"/>
    <w:rsid w:val="00E1356A"/>
    <w:rsid w:val="00E170B7"/>
    <w:rsid w:val="00E177DD"/>
    <w:rsid w:val="00E20900"/>
    <w:rsid w:val="00E20C7F"/>
    <w:rsid w:val="00E2396E"/>
    <w:rsid w:val="00E24728"/>
    <w:rsid w:val="00E276AC"/>
    <w:rsid w:val="00E31520"/>
    <w:rsid w:val="00E34A35"/>
    <w:rsid w:val="00E37C2F"/>
    <w:rsid w:val="00E40F44"/>
    <w:rsid w:val="00E41C28"/>
    <w:rsid w:val="00E4372A"/>
    <w:rsid w:val="00E46308"/>
    <w:rsid w:val="00E51E17"/>
    <w:rsid w:val="00E52DAB"/>
    <w:rsid w:val="00E539B0"/>
    <w:rsid w:val="00E545B1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75D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27EF"/>
    <w:rsid w:val="00EA4974"/>
    <w:rsid w:val="00EA532E"/>
    <w:rsid w:val="00EB0003"/>
    <w:rsid w:val="00EB0650"/>
    <w:rsid w:val="00EB06D9"/>
    <w:rsid w:val="00EB192B"/>
    <w:rsid w:val="00EB19ED"/>
    <w:rsid w:val="00EB1CAB"/>
    <w:rsid w:val="00EB49C7"/>
    <w:rsid w:val="00EC0A90"/>
    <w:rsid w:val="00EC0F5A"/>
    <w:rsid w:val="00EC4265"/>
    <w:rsid w:val="00EC4CEB"/>
    <w:rsid w:val="00EC659E"/>
    <w:rsid w:val="00EC705F"/>
    <w:rsid w:val="00ED2072"/>
    <w:rsid w:val="00ED2AE0"/>
    <w:rsid w:val="00ED5553"/>
    <w:rsid w:val="00ED5E36"/>
    <w:rsid w:val="00ED6961"/>
    <w:rsid w:val="00ED7B8F"/>
    <w:rsid w:val="00EE1C34"/>
    <w:rsid w:val="00EE25A9"/>
    <w:rsid w:val="00EE4B83"/>
    <w:rsid w:val="00EF0B96"/>
    <w:rsid w:val="00EF3486"/>
    <w:rsid w:val="00EF47AF"/>
    <w:rsid w:val="00EF53B6"/>
    <w:rsid w:val="00F00B73"/>
    <w:rsid w:val="00F115CA"/>
    <w:rsid w:val="00F12C70"/>
    <w:rsid w:val="00F14817"/>
    <w:rsid w:val="00F14EBA"/>
    <w:rsid w:val="00F1510F"/>
    <w:rsid w:val="00F1533A"/>
    <w:rsid w:val="00F15E5A"/>
    <w:rsid w:val="00F17F0A"/>
    <w:rsid w:val="00F244A4"/>
    <w:rsid w:val="00F2668F"/>
    <w:rsid w:val="00F2742F"/>
    <w:rsid w:val="00F2753B"/>
    <w:rsid w:val="00F33F8B"/>
    <w:rsid w:val="00F340B2"/>
    <w:rsid w:val="00F41594"/>
    <w:rsid w:val="00F43390"/>
    <w:rsid w:val="00F443B2"/>
    <w:rsid w:val="00F450B5"/>
    <w:rsid w:val="00F458D8"/>
    <w:rsid w:val="00F50237"/>
    <w:rsid w:val="00F526AE"/>
    <w:rsid w:val="00F53596"/>
    <w:rsid w:val="00F53902"/>
    <w:rsid w:val="00F53B0F"/>
    <w:rsid w:val="00F54033"/>
    <w:rsid w:val="00F55BA8"/>
    <w:rsid w:val="00F55DB1"/>
    <w:rsid w:val="00F5661F"/>
    <w:rsid w:val="00F56ACA"/>
    <w:rsid w:val="00F600FE"/>
    <w:rsid w:val="00F62E4D"/>
    <w:rsid w:val="00F6308A"/>
    <w:rsid w:val="00F63577"/>
    <w:rsid w:val="00F66B34"/>
    <w:rsid w:val="00F675B9"/>
    <w:rsid w:val="00F711C9"/>
    <w:rsid w:val="00F734BF"/>
    <w:rsid w:val="00F74434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87C77"/>
    <w:rsid w:val="00F92C0A"/>
    <w:rsid w:val="00F9415B"/>
    <w:rsid w:val="00F961A9"/>
    <w:rsid w:val="00F97316"/>
    <w:rsid w:val="00F973A0"/>
    <w:rsid w:val="00F9752A"/>
    <w:rsid w:val="00FA13C2"/>
    <w:rsid w:val="00FA2B07"/>
    <w:rsid w:val="00FA7F91"/>
    <w:rsid w:val="00FB121C"/>
    <w:rsid w:val="00FB1CDD"/>
    <w:rsid w:val="00FB2C2F"/>
    <w:rsid w:val="00FB305C"/>
    <w:rsid w:val="00FB49DC"/>
    <w:rsid w:val="00FB559D"/>
    <w:rsid w:val="00FC2E3D"/>
    <w:rsid w:val="00FC36FB"/>
    <w:rsid w:val="00FC3BDE"/>
    <w:rsid w:val="00FD1DBE"/>
    <w:rsid w:val="00FD25A7"/>
    <w:rsid w:val="00FD27B6"/>
    <w:rsid w:val="00FD3689"/>
    <w:rsid w:val="00FD42A3"/>
    <w:rsid w:val="00FD7444"/>
    <w:rsid w:val="00FD7468"/>
    <w:rsid w:val="00FD7CE0"/>
    <w:rsid w:val="00FE0B3B"/>
    <w:rsid w:val="00FE1BE2"/>
    <w:rsid w:val="00FE5280"/>
    <w:rsid w:val="00FE730A"/>
    <w:rsid w:val="00FF03EE"/>
    <w:rsid w:val="00FF0F63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B0725D"/>
  <w15:docId w15:val="{F15FE411-8076-4987-A889-9704568C3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F6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43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Teksttreci">
    <w:name w:val="Tekst treści_"/>
    <w:basedOn w:val="Domylnaczcionkaakapitu"/>
    <w:link w:val="Teksttreci0"/>
    <w:locked/>
    <w:rsid w:val="00651CF2"/>
    <w:rPr>
      <w:rFonts w:ascii="Times New Roman" w:hAnsi="Times New Roman"/>
    </w:rPr>
  </w:style>
  <w:style w:type="paragraph" w:customStyle="1" w:styleId="Teksttreci0">
    <w:name w:val="Tekst treści"/>
    <w:basedOn w:val="Normalny"/>
    <w:link w:val="Teksttreci"/>
    <w:rsid w:val="00651CF2"/>
    <w:pPr>
      <w:autoSpaceDE/>
      <w:autoSpaceDN/>
      <w:adjustRightInd/>
      <w:spacing w:after="220"/>
    </w:pPr>
    <w:rPr>
      <w:rFonts w:eastAsia="Times New Roman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5262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262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31AA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pf0">
    <w:name w:val="pf0"/>
    <w:basedOn w:val="Normalny"/>
    <w:rsid w:val="000A3A9D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cf01">
    <w:name w:val="cf01"/>
    <w:basedOn w:val="Domylnaczcionkaakapitu"/>
    <w:rsid w:val="000A3A9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287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9"/>
    <w:rsid w:val="00B43A1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6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mailto:sekretariat.psse.chodziez@sanepid.gov.pl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mailto:iod.psse.chodziez@sanepid.gov.p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ialoglowska\Desktop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773D3551F343AA9353E960D37AA0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1F9F9-F060-4ABF-A7DB-691BA5546E21}"/>
      </w:docPartPr>
      <w:docPartBody>
        <w:p w:rsidR="000F4D1A" w:rsidRDefault="00E92A56" w:rsidP="00E92A56">
          <w:pPr>
            <w:pStyle w:val="F7773D3551F343AA9353E960D37AA067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B1CAE8178A60428BB475FB62EFCD86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53D192-A872-4BE0-B1E7-78149C1AAFB9}"/>
      </w:docPartPr>
      <w:docPartBody>
        <w:p w:rsidR="000F4D1A" w:rsidRDefault="00E92A56" w:rsidP="00E92A56">
          <w:pPr>
            <w:pStyle w:val="B1CAE8178A60428BB475FB62EFCD86B6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30B176969F14FFD9B04161D6289A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B9FBA5-56BA-4590-9C1C-D5215813A949}"/>
      </w:docPartPr>
      <w:docPartBody>
        <w:p w:rsidR="000F4D1A" w:rsidRDefault="00E92A56" w:rsidP="00E92A56">
          <w:pPr>
            <w:pStyle w:val="830B176969F14FFD9B04161D6289A3BA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21CCFFDB372048F89BF5A0CA7C8DD7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E12864-6749-46C1-91D2-2ED526FC592D}"/>
      </w:docPartPr>
      <w:docPartBody>
        <w:p w:rsidR="000F4D1A" w:rsidRDefault="00E92A56" w:rsidP="00E92A56">
          <w:pPr>
            <w:pStyle w:val="21CCFFDB372048F89BF5A0CA7C8DD7DE"/>
          </w:pPr>
          <w:r w:rsidRPr="0040136E">
            <w:rPr>
              <w:rStyle w:val="Tekstzastpczy"/>
              <w:sz w:val="20"/>
              <w:szCs w:val="20"/>
            </w:rPr>
            <w:t>adres e-mail lub adres korespondencyjny do wyboru przez osobę zgłaszającą, ewentualnie numer telefonu</w:t>
          </w:r>
        </w:p>
      </w:docPartBody>
    </w:docPart>
    <w:docPart>
      <w:docPartPr>
        <w:name w:val="EB82A3D218874BD28CC968C10A323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238F2E-D72E-44BB-A175-4D7138BDC687}"/>
      </w:docPartPr>
      <w:docPartBody>
        <w:p w:rsidR="000F4D1A" w:rsidRDefault="00E92A56" w:rsidP="00E92A56">
          <w:pPr>
            <w:pStyle w:val="EB82A3D218874BD28CC968C10A32329E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8E6CC12A9EF9493CAEE6042F697F2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4BC97F-E76A-45BB-BA5E-453B32F1D83B}"/>
      </w:docPartPr>
      <w:docPartBody>
        <w:p w:rsidR="000F4D1A" w:rsidRDefault="00E92A56" w:rsidP="00E92A56">
          <w:pPr>
            <w:pStyle w:val="8E6CC12A9EF9493CAEE6042F697F2789"/>
          </w:pPr>
          <w:r w:rsidRPr="0040136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2191B1CABC464430905288B7EEF98B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08DA8E-FB21-4DD3-819B-0EAB4AD7186B}"/>
      </w:docPartPr>
      <w:docPartBody>
        <w:p w:rsidR="000F4D1A" w:rsidRDefault="00E92A56" w:rsidP="00E92A56">
          <w:pPr>
            <w:pStyle w:val="2191B1CABC464430905288B7EEF98BC9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1B216BCDB7E24B409219F23106BBF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32618-D263-4CBA-A970-D46AA0B8A94C}"/>
      </w:docPartPr>
      <w:docPartBody>
        <w:p w:rsidR="000F4D1A" w:rsidRDefault="00E92A56" w:rsidP="00E92A56">
          <w:pPr>
            <w:pStyle w:val="1B216BCDB7E24B409219F23106BBFC7A"/>
          </w:pPr>
          <w:r w:rsidRPr="00B91D7E">
            <w:rPr>
              <w:rStyle w:val="Tekstzastpczy"/>
              <w:sz w:val="20"/>
              <w:szCs w:val="20"/>
            </w:rPr>
            <w:t>Wpisz tutaj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A56"/>
    <w:rsid w:val="00001944"/>
    <w:rsid w:val="0007096D"/>
    <w:rsid w:val="0008162E"/>
    <w:rsid w:val="000A4E18"/>
    <w:rsid w:val="000C49E1"/>
    <w:rsid w:val="000F092C"/>
    <w:rsid w:val="000F4D1A"/>
    <w:rsid w:val="001571BA"/>
    <w:rsid w:val="001A6C54"/>
    <w:rsid w:val="001B085F"/>
    <w:rsid w:val="001B1E1D"/>
    <w:rsid w:val="001F64D0"/>
    <w:rsid w:val="002055A1"/>
    <w:rsid w:val="0027116E"/>
    <w:rsid w:val="00285611"/>
    <w:rsid w:val="002A3BA8"/>
    <w:rsid w:val="002B7EA2"/>
    <w:rsid w:val="002C745B"/>
    <w:rsid w:val="00325E57"/>
    <w:rsid w:val="003312B2"/>
    <w:rsid w:val="00343A88"/>
    <w:rsid w:val="0035021C"/>
    <w:rsid w:val="00355FF8"/>
    <w:rsid w:val="00357A7D"/>
    <w:rsid w:val="00374490"/>
    <w:rsid w:val="003A6026"/>
    <w:rsid w:val="003B5D88"/>
    <w:rsid w:val="004A15F9"/>
    <w:rsid w:val="004B2BE6"/>
    <w:rsid w:val="004D0BE4"/>
    <w:rsid w:val="004E2D8F"/>
    <w:rsid w:val="004E5198"/>
    <w:rsid w:val="005326CB"/>
    <w:rsid w:val="0053760C"/>
    <w:rsid w:val="00541006"/>
    <w:rsid w:val="00561DE0"/>
    <w:rsid w:val="00562A88"/>
    <w:rsid w:val="005742E8"/>
    <w:rsid w:val="0058264C"/>
    <w:rsid w:val="00586B4A"/>
    <w:rsid w:val="005942FB"/>
    <w:rsid w:val="005D7553"/>
    <w:rsid w:val="00607B1A"/>
    <w:rsid w:val="00611073"/>
    <w:rsid w:val="00621811"/>
    <w:rsid w:val="0064387D"/>
    <w:rsid w:val="006C0E82"/>
    <w:rsid w:val="006D3F55"/>
    <w:rsid w:val="00735D2E"/>
    <w:rsid w:val="007B3D98"/>
    <w:rsid w:val="007B5E2C"/>
    <w:rsid w:val="007C1615"/>
    <w:rsid w:val="007F26CC"/>
    <w:rsid w:val="00832B96"/>
    <w:rsid w:val="00854FC9"/>
    <w:rsid w:val="00876ED1"/>
    <w:rsid w:val="008775B5"/>
    <w:rsid w:val="008876D1"/>
    <w:rsid w:val="008B09CA"/>
    <w:rsid w:val="008F13CF"/>
    <w:rsid w:val="00904408"/>
    <w:rsid w:val="009D1395"/>
    <w:rsid w:val="009E76CE"/>
    <w:rsid w:val="009F1891"/>
    <w:rsid w:val="00A07C0E"/>
    <w:rsid w:val="00A208AD"/>
    <w:rsid w:val="00A35E1A"/>
    <w:rsid w:val="00A40C71"/>
    <w:rsid w:val="00A56FC7"/>
    <w:rsid w:val="00A9006F"/>
    <w:rsid w:val="00A95B8D"/>
    <w:rsid w:val="00B01F61"/>
    <w:rsid w:val="00B10432"/>
    <w:rsid w:val="00B1276B"/>
    <w:rsid w:val="00B32F54"/>
    <w:rsid w:val="00B33A70"/>
    <w:rsid w:val="00B670CA"/>
    <w:rsid w:val="00BD2C17"/>
    <w:rsid w:val="00BE0817"/>
    <w:rsid w:val="00C064D6"/>
    <w:rsid w:val="00C33AA7"/>
    <w:rsid w:val="00C462B8"/>
    <w:rsid w:val="00C54CD5"/>
    <w:rsid w:val="00C7482C"/>
    <w:rsid w:val="00C8013D"/>
    <w:rsid w:val="00C840BD"/>
    <w:rsid w:val="00CA1D98"/>
    <w:rsid w:val="00CB3A02"/>
    <w:rsid w:val="00CD2DA8"/>
    <w:rsid w:val="00CF6F1E"/>
    <w:rsid w:val="00D37DCD"/>
    <w:rsid w:val="00D433D1"/>
    <w:rsid w:val="00DA27A7"/>
    <w:rsid w:val="00E257D1"/>
    <w:rsid w:val="00E3369F"/>
    <w:rsid w:val="00E50A87"/>
    <w:rsid w:val="00E92A56"/>
    <w:rsid w:val="00F13EB8"/>
    <w:rsid w:val="00F37D60"/>
    <w:rsid w:val="00F42B22"/>
    <w:rsid w:val="00F53B0F"/>
    <w:rsid w:val="00FB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2A56"/>
    <w:rPr>
      <w:color w:val="666666"/>
    </w:rPr>
  </w:style>
  <w:style w:type="paragraph" w:customStyle="1" w:styleId="F7773D3551F343AA9353E960D37AA067">
    <w:name w:val="F7773D3551F343AA9353E960D37AA067"/>
    <w:rsid w:val="00E92A56"/>
  </w:style>
  <w:style w:type="paragraph" w:customStyle="1" w:styleId="B1CAE8178A60428BB475FB62EFCD86B6">
    <w:name w:val="B1CAE8178A60428BB475FB62EFCD86B6"/>
    <w:rsid w:val="00E92A56"/>
  </w:style>
  <w:style w:type="paragraph" w:customStyle="1" w:styleId="830B176969F14FFD9B04161D6289A3BA">
    <w:name w:val="830B176969F14FFD9B04161D6289A3BA"/>
    <w:rsid w:val="00E92A56"/>
  </w:style>
  <w:style w:type="paragraph" w:customStyle="1" w:styleId="21CCFFDB372048F89BF5A0CA7C8DD7DE">
    <w:name w:val="21CCFFDB372048F89BF5A0CA7C8DD7DE"/>
    <w:rsid w:val="00E92A56"/>
  </w:style>
  <w:style w:type="paragraph" w:customStyle="1" w:styleId="EB82A3D218874BD28CC968C10A32329E">
    <w:name w:val="EB82A3D218874BD28CC968C10A32329E"/>
    <w:rsid w:val="00E92A56"/>
  </w:style>
  <w:style w:type="paragraph" w:customStyle="1" w:styleId="8E6CC12A9EF9493CAEE6042F697F2789">
    <w:name w:val="8E6CC12A9EF9493CAEE6042F697F2789"/>
    <w:rsid w:val="00E92A56"/>
  </w:style>
  <w:style w:type="paragraph" w:customStyle="1" w:styleId="2191B1CABC464430905288B7EEF98BC9">
    <w:name w:val="2191B1CABC464430905288B7EEF98BC9"/>
    <w:rsid w:val="00E92A56"/>
  </w:style>
  <w:style w:type="paragraph" w:customStyle="1" w:styleId="1B216BCDB7E24B409219F23106BBFC7A">
    <w:name w:val="1B216BCDB7E24B409219F23106BBFC7A"/>
    <w:rsid w:val="00E92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deeae2-c66f-41b5-a45d-89f082859a5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A2D16094BD3142B77D598535CA8A65" ma:contentTypeVersion="6" ma:contentTypeDescription="Create a new document." ma:contentTypeScope="" ma:versionID="b538ae666adea9754f0d91a65c69a0b5">
  <xsd:schema xmlns:xsd="http://www.w3.org/2001/XMLSchema" xmlns:xs="http://www.w3.org/2001/XMLSchema" xmlns:p="http://schemas.microsoft.com/office/2006/metadata/properties" xmlns:ns3="cfdeeae2-c66f-41b5-a45d-89f082859a55" targetNamespace="http://schemas.microsoft.com/office/2006/metadata/properties" ma:root="true" ma:fieldsID="6e66e36e123b334b2eca4d2859f1b64e" ns3:_="">
    <xsd:import namespace="cfdeeae2-c66f-41b5-a45d-89f082859a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eeae2-c66f-41b5-a45d-89f082859a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0BEF5B-01D8-448D-961E-A73D431C21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2002D8-469D-4BC0-B706-9C67D22E005F}">
  <ds:schemaRefs>
    <ds:schemaRef ds:uri="http://schemas.microsoft.com/office/2006/metadata/properties"/>
    <ds:schemaRef ds:uri="http://schemas.microsoft.com/office/infopath/2007/PartnerControls"/>
    <ds:schemaRef ds:uri="cfdeeae2-c66f-41b5-a45d-89f082859a55"/>
  </ds:schemaRefs>
</ds:datastoreItem>
</file>

<file path=customXml/itemProps4.xml><?xml version="1.0" encoding="utf-8"?>
<ds:datastoreItem xmlns:ds="http://schemas.openxmlformats.org/officeDocument/2006/customXml" ds:itemID="{71CEA10C-4BF5-4DE3-8CD5-41B258B5248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FD45E6-4856-4D1E-B6B0-0CA0441CB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eeae2-c66f-41b5-a45d-89f082859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4</Pages>
  <Words>1173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Karolina Bialoglowska</dc:creator>
  <cp:lastModifiedBy>PSSE Chodzież - Oskar Herzog</cp:lastModifiedBy>
  <cp:revision>2</cp:revision>
  <cp:lastPrinted>2024-10-07T09:36:00Z</cp:lastPrinted>
  <dcterms:created xsi:type="dcterms:W3CDTF">2024-10-07T09:37:00Z</dcterms:created>
  <dcterms:modified xsi:type="dcterms:W3CDTF">2024-10-07T09:37:00Z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0x01010030A2D16094BD3142B77D598535CA8A65</vt:lpwstr>
  </property>
</Properties>
</file>