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B27956" w:rsidRDefault="00B27956" w:rsidP="004633D0">
      <w:pPr>
        <w:rPr>
          <w:rFonts w:asciiTheme="minorHAnsi" w:hAnsiTheme="minorHAnsi" w:cstheme="minorHAnsi"/>
          <w:b/>
          <w:sz w:val="22"/>
          <w:szCs w:val="22"/>
        </w:rPr>
      </w:pPr>
      <w:r w:rsidRPr="00B27956">
        <w:rPr>
          <w:rFonts w:asciiTheme="minorHAnsi" w:hAnsiTheme="minorHAnsi" w:cstheme="minorHAnsi"/>
          <w:b/>
          <w:sz w:val="22"/>
          <w:szCs w:val="22"/>
        </w:rPr>
        <w:t>DRU.ZRO.7212.3</w:t>
      </w:r>
      <w:r w:rsidR="008A280D" w:rsidRPr="00B27956">
        <w:rPr>
          <w:rFonts w:asciiTheme="minorHAnsi" w:hAnsiTheme="minorHAnsi" w:cstheme="minorHAnsi"/>
          <w:b/>
          <w:sz w:val="22"/>
          <w:szCs w:val="22"/>
        </w:rPr>
        <w:t>.3.2021(1)</w:t>
      </w:r>
    </w:p>
    <w:p w:rsidR="00434777" w:rsidRDefault="00434777" w:rsidP="004633D0">
      <w:pPr>
        <w:rPr>
          <w:rFonts w:asciiTheme="minorHAnsi" w:hAnsiTheme="minorHAnsi" w:cstheme="minorHAnsi"/>
          <w:sz w:val="20"/>
          <w:szCs w:val="20"/>
        </w:rPr>
      </w:pPr>
    </w:p>
    <w:p w:rsidR="00534B47" w:rsidRDefault="00534B47" w:rsidP="004633D0">
      <w:pPr>
        <w:rPr>
          <w:rFonts w:asciiTheme="minorHAnsi" w:hAnsiTheme="minorHAnsi" w:cstheme="minorHAnsi"/>
          <w:sz w:val="20"/>
          <w:szCs w:val="20"/>
        </w:rPr>
      </w:pPr>
    </w:p>
    <w:p w:rsidR="00534B47" w:rsidRPr="0086305F" w:rsidRDefault="00534B47" w:rsidP="004633D0">
      <w:pPr>
        <w:rPr>
          <w:rFonts w:asciiTheme="minorHAnsi" w:hAnsiTheme="minorHAnsi" w:cstheme="minorHAnsi"/>
          <w:sz w:val="20"/>
          <w:szCs w:val="20"/>
        </w:rPr>
      </w:pPr>
    </w:p>
    <w:p w:rsidR="000A71A0" w:rsidRDefault="00534B47" w:rsidP="00434777">
      <w:pPr>
        <w:ind w:left="566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Departament Architektury Informacyjnej Państwa</w:t>
      </w:r>
    </w:p>
    <w:p w:rsidR="00534B47" w:rsidRPr="00434777" w:rsidRDefault="00534B47" w:rsidP="00434777">
      <w:pPr>
        <w:ind w:left="566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(sekretariat)</w:t>
      </w:r>
      <w:bookmarkStart w:id="0" w:name="_GoBack"/>
      <w:bookmarkEnd w:id="0"/>
    </w:p>
    <w:p w:rsidR="00434777" w:rsidRDefault="00434777" w:rsidP="000A71A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434777" w:rsidRPr="00434777" w:rsidRDefault="00434777" w:rsidP="000A71A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434777" w:rsidRPr="00434777" w:rsidRDefault="00534B47" w:rsidP="00434777">
      <w:pPr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Szanowni Państwo</w:t>
      </w:r>
      <w:r w:rsidR="00434777" w:rsidRPr="00434777">
        <w:rPr>
          <w:rFonts w:asciiTheme="minorHAnsi" w:hAnsiTheme="minorHAnsi" w:cstheme="minorHAnsi"/>
          <w:i/>
          <w:sz w:val="22"/>
          <w:szCs w:val="22"/>
        </w:rPr>
        <w:t xml:space="preserve">, </w:t>
      </w:r>
    </w:p>
    <w:p w:rsidR="00434777" w:rsidRPr="00434777" w:rsidRDefault="00434777" w:rsidP="0043477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34777" w:rsidRDefault="002F3B16" w:rsidP="00434777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załączeniu przekazuję </w:t>
      </w:r>
      <w:r w:rsidR="00AF7BF5">
        <w:rPr>
          <w:rFonts w:asciiTheme="minorHAnsi" w:hAnsiTheme="minorHAnsi" w:cstheme="minorHAnsi"/>
          <w:sz w:val="22"/>
          <w:szCs w:val="22"/>
        </w:rPr>
        <w:t>r</w:t>
      </w:r>
      <w:r w:rsidR="00434777" w:rsidRPr="00434777">
        <w:rPr>
          <w:rFonts w:asciiTheme="minorHAnsi" w:hAnsiTheme="minorHAnsi" w:cstheme="minorHAnsi"/>
          <w:sz w:val="22"/>
          <w:szCs w:val="22"/>
        </w:rPr>
        <w:t>aport</w:t>
      </w:r>
      <w:r w:rsidR="00630B10">
        <w:rPr>
          <w:rFonts w:asciiTheme="minorHAnsi" w:hAnsiTheme="minorHAnsi" w:cstheme="minorHAnsi"/>
          <w:sz w:val="22"/>
          <w:szCs w:val="22"/>
        </w:rPr>
        <w:t xml:space="preserve"> za I</w:t>
      </w:r>
      <w:r w:rsidR="008B4CC8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34777" w:rsidRPr="00434777">
        <w:rPr>
          <w:rFonts w:asciiTheme="minorHAnsi" w:hAnsiTheme="minorHAnsi" w:cstheme="minorHAnsi"/>
          <w:sz w:val="22"/>
          <w:szCs w:val="22"/>
        </w:rPr>
        <w:t>kwartał 202</w:t>
      </w:r>
      <w:r w:rsidR="00630B10">
        <w:rPr>
          <w:rFonts w:asciiTheme="minorHAnsi" w:hAnsiTheme="minorHAnsi" w:cstheme="minorHAnsi"/>
          <w:sz w:val="22"/>
          <w:szCs w:val="22"/>
        </w:rPr>
        <w:t>1</w:t>
      </w:r>
      <w:r w:rsidR="00434777" w:rsidRPr="00434777">
        <w:rPr>
          <w:rFonts w:asciiTheme="minorHAnsi" w:hAnsiTheme="minorHAnsi" w:cstheme="minorHAnsi"/>
          <w:sz w:val="22"/>
          <w:szCs w:val="22"/>
        </w:rPr>
        <w:t xml:space="preserve"> r. z postępu rzeczowo-finansowego projektu informatycznego pn. </w:t>
      </w:r>
      <w:r w:rsidR="00434777" w:rsidRPr="00AF7BF5">
        <w:rPr>
          <w:rFonts w:asciiTheme="minorHAnsi" w:hAnsiTheme="minorHAnsi" w:cstheme="minorHAnsi"/>
          <w:i/>
          <w:sz w:val="22"/>
          <w:szCs w:val="22"/>
        </w:rPr>
        <w:t>e-Doręczenia – usługa rejestrowanego doręczenia elektronicznego w Polsce</w:t>
      </w:r>
      <w:r w:rsidR="00434777" w:rsidRPr="00434777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935D23" w:rsidRPr="0086305F" w:rsidRDefault="00935D23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935D23" w:rsidRPr="0086305F" w:rsidRDefault="00935D23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86305F" w:rsidRDefault="000A71A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434777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434777">
        <w:rPr>
          <w:rFonts w:asciiTheme="minorHAnsi" w:hAnsiTheme="minorHAnsi" w:cstheme="minorHAnsi"/>
          <w:i/>
          <w:iCs/>
        </w:rPr>
        <w:t>Z poważaniem</w:t>
      </w:r>
      <w:r w:rsidR="00AF7BF5">
        <w:rPr>
          <w:rFonts w:asciiTheme="minorHAnsi" w:hAnsiTheme="minorHAnsi" w:cstheme="minorHAnsi"/>
          <w:i/>
          <w:iCs/>
        </w:rPr>
        <w:t>,</w:t>
      </w:r>
    </w:p>
    <w:p w:rsidR="000A71A0" w:rsidRPr="00434777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  <w:i/>
        </w:rPr>
      </w:pPr>
    </w:p>
    <w:p w:rsidR="000A71A0" w:rsidRPr="0086305F" w:rsidRDefault="008B4CC8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Janusz Cieszyński</w:t>
      </w:r>
    </w:p>
    <w:p w:rsidR="000A71A0" w:rsidRPr="0086305F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86305F">
        <w:rPr>
          <w:rFonts w:asciiTheme="minorHAnsi" w:hAnsiTheme="minorHAnsi" w:cstheme="minorHAnsi"/>
          <w:b/>
          <w:bCs/>
        </w:rPr>
        <w:t>Sekretarz Stanu</w:t>
      </w:r>
    </w:p>
    <w:p w:rsidR="00EA13E5" w:rsidRPr="0086305F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86305F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86305F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86305F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86305F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0A71A0" w:rsidRPr="0086305F" w:rsidRDefault="000A71A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6A5C4D" w:rsidRDefault="006A5C4D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34777" w:rsidRDefault="00434777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34777" w:rsidRDefault="00434777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34777" w:rsidRDefault="00434777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34777" w:rsidRDefault="00434777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34777" w:rsidRDefault="00434777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34777" w:rsidRDefault="00434777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34777" w:rsidRDefault="00434777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34777" w:rsidRDefault="00434777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34777" w:rsidRDefault="00434777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34777" w:rsidRDefault="00434777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34777" w:rsidRDefault="00434777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34777" w:rsidRDefault="00434777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34777" w:rsidRDefault="00434777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34777" w:rsidRDefault="00434777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34777" w:rsidRDefault="00434777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34777" w:rsidRPr="00434777" w:rsidRDefault="00434777" w:rsidP="00434777">
      <w:pPr>
        <w:jc w:val="both"/>
        <w:rPr>
          <w:rFonts w:asciiTheme="minorHAnsi" w:hAnsiTheme="minorHAnsi" w:cstheme="minorHAnsi"/>
          <w:sz w:val="22"/>
          <w:szCs w:val="22"/>
        </w:rPr>
      </w:pPr>
      <w:r w:rsidRPr="00434777">
        <w:rPr>
          <w:rFonts w:asciiTheme="minorHAnsi" w:hAnsiTheme="minorHAnsi" w:cstheme="minorHAnsi"/>
          <w:sz w:val="22"/>
          <w:szCs w:val="22"/>
        </w:rPr>
        <w:t>Załącznik: 1) Raport</w:t>
      </w:r>
      <w:r w:rsidR="00630B10">
        <w:rPr>
          <w:rFonts w:asciiTheme="minorHAnsi" w:hAnsiTheme="minorHAnsi" w:cstheme="minorHAnsi"/>
          <w:sz w:val="22"/>
          <w:szCs w:val="22"/>
        </w:rPr>
        <w:t xml:space="preserve"> za </w:t>
      </w:r>
      <w:r w:rsidR="008B4CC8">
        <w:rPr>
          <w:rFonts w:asciiTheme="minorHAnsi" w:hAnsiTheme="minorHAnsi" w:cstheme="minorHAnsi"/>
          <w:sz w:val="22"/>
          <w:szCs w:val="22"/>
        </w:rPr>
        <w:t>I</w:t>
      </w:r>
      <w:r w:rsidR="00630B10">
        <w:rPr>
          <w:rFonts w:asciiTheme="minorHAnsi" w:hAnsiTheme="minorHAnsi" w:cstheme="minorHAnsi"/>
          <w:sz w:val="22"/>
          <w:szCs w:val="22"/>
        </w:rPr>
        <w:t>I</w:t>
      </w:r>
      <w:r w:rsidR="002F3B16">
        <w:rPr>
          <w:rFonts w:asciiTheme="minorHAnsi" w:hAnsiTheme="minorHAnsi" w:cstheme="minorHAnsi"/>
          <w:sz w:val="22"/>
          <w:szCs w:val="22"/>
        </w:rPr>
        <w:t xml:space="preserve"> </w:t>
      </w:r>
      <w:r w:rsidR="00630B10">
        <w:rPr>
          <w:rFonts w:asciiTheme="minorHAnsi" w:hAnsiTheme="minorHAnsi" w:cstheme="minorHAnsi"/>
          <w:sz w:val="22"/>
          <w:szCs w:val="22"/>
        </w:rPr>
        <w:t>kwartał 2021</w:t>
      </w:r>
      <w:r w:rsidRPr="00434777">
        <w:rPr>
          <w:rFonts w:asciiTheme="minorHAnsi" w:hAnsiTheme="minorHAnsi" w:cstheme="minorHAnsi"/>
          <w:sz w:val="22"/>
          <w:szCs w:val="22"/>
        </w:rPr>
        <w:t xml:space="preserve"> r. z postępu rzeczowo-finansowego projektu informatycznego </w:t>
      </w:r>
      <w:r w:rsidR="00630B10">
        <w:rPr>
          <w:rFonts w:asciiTheme="minorHAnsi" w:hAnsiTheme="minorHAnsi" w:cstheme="minorHAnsi"/>
          <w:sz w:val="22"/>
          <w:szCs w:val="22"/>
        </w:rPr>
        <w:br/>
      </w:r>
      <w:r w:rsidRPr="00434777">
        <w:rPr>
          <w:rFonts w:asciiTheme="minorHAnsi" w:hAnsiTheme="minorHAnsi" w:cstheme="minorHAnsi"/>
          <w:sz w:val="22"/>
          <w:szCs w:val="22"/>
        </w:rPr>
        <w:t>e-Doręczenia – usługa rejestrowanego doręczenia elektronicznego w Polsce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434777" w:rsidRPr="0086305F" w:rsidRDefault="00630B1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50A3975" wp14:editId="744AEEA7">
                <wp:simplePos x="0" y="0"/>
                <wp:positionH relativeFrom="margin">
                  <wp:posOffset>287020</wp:posOffset>
                </wp:positionH>
                <wp:positionV relativeFrom="paragraph">
                  <wp:posOffset>266700</wp:posOffset>
                </wp:positionV>
                <wp:extent cx="5461000" cy="673100"/>
                <wp:effectExtent l="0" t="0" r="6350" b="0"/>
                <wp:wrapNone/>
                <wp:docPr id="225" name="Grupa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461000" cy="673100"/>
                          <a:chOff x="0" y="0"/>
                          <a:chExt cx="5334000" cy="701675"/>
                        </a:xfrm>
                      </wpg:grpSpPr>
                      <wpg:grpSp>
                        <wpg:cNvPr id="226" name="Grupa 226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5334000" cy="701675"/>
                            <a:chOff x="0" y="0"/>
                            <a:chExt cx="6620374" cy="871220"/>
                          </a:xfrm>
                        </wpg:grpSpPr>
                        <pic:pic xmlns:pic="http://schemas.openxmlformats.org/drawingml/2006/picture">
                          <pic:nvPicPr>
                            <pic:cNvPr id="227" name="Obraz 227" descr="C:\Users\a.majer\AppData\Local\Temp\Temp1_FE_POPC.zip\FE_POPC\POZIOM\POLSKI\logo_FE_Polska_Cyfrowa_rgb-1.jp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54480" cy="871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28" name="Obraz 228" descr="C:\Users\a.majer\AppData\Local\Temp\Temp1_EFRR_2017.zip\EFRR\POZIOM\POLSKI\UE_EFRR_rgb-1.jp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444864" y="107576"/>
                              <a:ext cx="2175510" cy="7086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229" name="Obraz 229" descr="C:\Users\a.majer\AppData\Local\Microsoft\Windows\INetCache\Content.Word\znak_barw_rp_poziom_szara_ramka_rgb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69580" y="91606"/>
                            <a:ext cx="1697355" cy="565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D3B70D" id="Grupa 225" o:spid="_x0000_s1026" style="position:absolute;margin-left:22.6pt;margin-top:21pt;width:430pt;height:53pt;z-index:251659264;mso-position-horizontal-relative:margin;mso-width-relative:margin;mso-height-relative:margin" coordsize="53340,701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">
                <v:group id="Grupa 226" o:spid="_x0000_s1027" style="position:absolute;width:53340;height:7016" coordsize="66203,87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/Gar8QAAADc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iSZwu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/Gar8QAAADcAAAA&#10;DwAAAAAAAAAAAAAAAACqAgAAZHJzL2Rvd25yZXYueG1sUEsFBgAAAAAEAAQA+gAAAJsDAAAAAA==&#10;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Obraz 227" o:spid="_x0000_s1028" type="#_x0000_t75" style="position:absolute;width:15544;height:87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vVlDTFAAAA3AAAAA8AAABkcnMvZG93bnJldi54bWxEj0FrwkAUhO8F/8PyBG91Yw62RlcRreip&#10;UBXPj+wzG82+jdltjP313ULB4zAz3zCzRWcr0VLjS8cKRsMEBHHudMmFguNh8/oOwgdkjZVjUvAg&#10;D4t572WGmXZ3/qJ2HwoRIewzVGBCqDMpfW7Ioh+6mjh6Z9dYDFE2hdQN3iPcVjJNkrG0WHJcMFjT&#10;ylB+3X9bBbm5fnaX1ceyXY9/1vY42Z5uxVapQb9bTkEE6sIz/N/eaQVp+gZ/Z+IRkPN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r1ZQ0xQAAANwAAAAPAAAAAAAAAAAAAAAA&#10;AJ8CAABkcnMvZG93bnJldi54bWxQSwUGAAAAAAQABAD3AAAAkQMAAAAA&#10;">
                    <v:imagedata r:id="rId9" o:title="logo_FE_Polska_Cyfrowa_rgb-1"/>
                    <v:path arrowok="t"/>
                  </v:shape>
                  <v:shape id="Obraz 228" o:spid="_x0000_s1029" type="#_x0000_t75" style="position:absolute;left:44448;top:1075;width:21755;height:70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W5wWW+AAAA3AAAAA8AAABkcnMvZG93bnJldi54bWxET8uKwjAU3Qv+Q7iCO00tMiPVKCJ0ENz4&#10;3F+aax82N6XJtPXvzWJglofz3uwGU4uOWldaVrCYRyCIM6tLzhXcb+lsBcJ5ZI21ZVLwJge77Xi0&#10;wUTbni/UXX0uQgi7BBUU3jeJlC4ryKCb24Y4cE/bGvQBtrnULfYh3NQyjqIvabDk0FBgQ4eCstf1&#10;1yj4lhX+XOi5fByjqqnI5qe0Oys1nQz7NQhPg/8X/7mPWkEch7XhTDgCcvsB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BW5wWW+AAAA3AAAAA8AAAAAAAAAAAAAAAAAnwIAAGRy&#10;cy9kb3ducmV2LnhtbFBLBQYAAAAABAAEAPcAAACKAwAAAAA=&#10;">
                    <v:imagedata r:id="rId10" o:title="UE_EFRR_rgb-1"/>
                    <v:path arrowok="t"/>
                  </v:shape>
                </v:group>
                <v:shape id="Obraz 229" o:spid="_x0000_s1030" type="#_x0000_t75" style="position:absolute;left:15695;top:916;width:16974;height:565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dX/5vEAAAA3AAAAA8AAABkcnMvZG93bnJldi54bWxEj0FPwkAUhO8m/IfNI+Emr/ZQtbAQAxq4&#10;KUjg+tp9to3dt013gfLvXRMTj5OZ+SYzXw62VRfufeNEw8M0AcVSOtNIpeHw+Xb/BMoHEkOtE9Zw&#10;Yw/LxehuTrlxV9nxZR8qFSHic9JQh9DliL6s2ZKfuo4lel+utxSi7Cs0PV0j3LaYJkmGlhqJCzV1&#10;vKq5/N6frYZi81o8pozFaX2TLGvx4/2IldaT8fAyAxV4CP/hv/bWaEjTZ/g9E48ALn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dX/5vEAAAA3AAAAA8AAAAAAAAAAAAAAAAA&#10;nwIAAGRycy9kb3ducmV2LnhtbFBLBQYAAAAABAAEAPcAAACQAwAAAAA=&#10;">
                  <v:imagedata r:id="rId11" o:title="znak_barw_rp_poziom_szara_ramka_rgb"/>
                  <v:path arrowok="t"/>
                </v:shape>
                <w10:wrap anchorx="margin"/>
              </v:group>
            </w:pict>
          </mc:Fallback>
        </mc:AlternateContent>
      </w:r>
    </w:p>
    <w:sectPr w:rsidR="00434777" w:rsidRPr="0086305F" w:rsidSect="00630B10">
      <w:footerReference w:type="default" r:id="rId12"/>
      <w:headerReference w:type="first" r:id="rId13"/>
      <w:footerReference w:type="first" r:id="rId14"/>
      <w:pgSz w:w="11906" w:h="16838" w:code="9"/>
      <w:pgMar w:top="1418" w:right="1418" w:bottom="1985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629D" w:rsidRDefault="0040629D">
      <w:r>
        <w:separator/>
      </w:r>
    </w:p>
  </w:endnote>
  <w:endnote w:type="continuationSeparator" w:id="0">
    <w:p w:rsidR="0040629D" w:rsidRDefault="00406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33" name="Obraz 2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481459D8" wp14:editId="4FC78C68">
              <wp:simplePos x="0" y="0"/>
              <wp:positionH relativeFrom="column">
                <wp:posOffset>227305</wp:posOffset>
              </wp:positionH>
              <wp:positionV relativeFrom="paragraph">
                <wp:posOffset>-539115</wp:posOffset>
              </wp:positionV>
              <wp:extent cx="2517775" cy="239395"/>
              <wp:effectExtent l="0" t="0" r="0" b="8255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Default="007018D3" w:rsidP="007018D3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1459D8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9" type="#_x0000_t202" style="position:absolute;margin-left:17.9pt;margin-top:-42.45pt;width:198.25pt;height:18.8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" stroked="f">
              <v:textbox>
                <w:txbxContent>
                  <w:p w:rsidR="007018D3" w:rsidRDefault="007018D3" w:rsidP="007018D3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235" name="Obraz 235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629D" w:rsidRDefault="0040629D">
      <w:r>
        <w:separator/>
      </w:r>
    </w:p>
  </w:footnote>
  <w:footnote w:type="continuationSeparator" w:id="0">
    <w:p w:rsidR="0040629D" w:rsidRDefault="004062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  <w:r>
      <w:t xml:space="preserve">Warszawa, dnia </w:t>
    </w:r>
    <w:bookmarkStart w:id="1" w:name="ezdDataPodpisu"/>
    <w:bookmarkEnd w:id="1"/>
    <w:r>
      <w:t xml:space="preserve"> </w:t>
    </w:r>
    <w:r w:rsidR="00AF7BF5">
      <w:t>1</w:t>
    </w:r>
    <w:r w:rsidR="00534B47">
      <w:t>7</w:t>
    </w:r>
    <w:r w:rsidR="00AF7BF5">
      <w:t xml:space="preserve">.08.2021 </w:t>
    </w:r>
    <w:r>
      <w:t>r.</w:t>
    </w:r>
  </w:p>
  <w:p w:rsidR="004633D0" w:rsidRDefault="0086305F" w:rsidP="00CA00FE">
    <w:pPr>
      <w:pStyle w:val="Nagwek"/>
    </w:pPr>
    <w:r>
      <w:rPr>
        <w:noProof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6ED5ED08" wp14:editId="1FF3503B">
              <wp:simplePos x="0" y="0"/>
              <wp:positionH relativeFrom="margin">
                <wp:align>left</wp:align>
              </wp:positionH>
              <wp:positionV relativeFrom="paragraph">
                <wp:posOffset>998579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6305F" w:rsidRPr="00DA3527" w:rsidRDefault="0086305F" w:rsidP="0086305F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bookmarkStart w:id="2" w:name="ezdSprawaZnak"/>
                          <w:bookmarkEnd w:id="2"/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ED5ED08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margin-left:0;margin-top:78.65pt;width:211.7pt;height:110.6pt;z-index:251670528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" strokecolor="white [3212]">
              <v:textbox style="mso-fit-shape-to-text:t">
                <w:txbxContent>
                  <w:p w:rsidR="0086305F" w:rsidRPr="00DA3527" w:rsidRDefault="0086305F" w:rsidP="0086305F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bookmarkStart w:id="3" w:name="ezdSprawaZnak"/>
                    <w:bookmarkEnd w:id="3"/>
                  </w:p>
                </w:txbxContent>
              </v:textbox>
              <w10:wrap type="topAndBottom" anchorx="margin"/>
            </v:shape>
          </w:pict>
        </mc:Fallback>
      </mc:AlternateContent>
    </w:r>
    <w:r w:rsidR="000A71A0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-87985</wp:posOffset>
              </wp:positionH>
              <wp:positionV relativeFrom="paragraph">
                <wp:posOffset>663270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8B4CC8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Janusz Cieszyński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49894F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-6.95pt;margin-top:52.2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euC8k3wAAAAsBAAAPAAAAAAAAAAAAAAAAAIEEAABkcnMv&#10;ZG93bnJldi54bWxQSwUGAAAAAAQABADzAAAAjQUAAAAA&#10;" stroked="f">
              <v:textbox>
                <w:txbxContent>
                  <w:p w:rsidR="007018D3" w:rsidRPr="00495DA1" w:rsidRDefault="008B4CC8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Janusz Cieszyński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CA00FE" w:rsidRPr="004633D0">
      <w:rPr>
        <w:noProof/>
      </w:rPr>
      <w:drawing>
        <wp:inline distT="0" distB="0" distL="0" distR="0" wp14:anchorId="017C37C5" wp14:editId="157443A1">
          <wp:extent cx="2689200" cy="579600"/>
          <wp:effectExtent l="0" t="0" r="0" b="0"/>
          <wp:docPr id="234" name="Obraz 234" descr="C:\Users\p.jezewski\Desktop\SSZagórsk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SSZagórsk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9200" cy="57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A71A0"/>
    <w:rsid w:val="000D026F"/>
    <w:rsid w:val="001135DE"/>
    <w:rsid w:val="0012268A"/>
    <w:rsid w:val="001A17D3"/>
    <w:rsid w:val="002A0DA3"/>
    <w:rsid w:val="002C0265"/>
    <w:rsid w:val="002D6DAA"/>
    <w:rsid w:val="002F3B16"/>
    <w:rsid w:val="003C4997"/>
    <w:rsid w:val="0040629D"/>
    <w:rsid w:val="00417572"/>
    <w:rsid w:val="00420DDB"/>
    <w:rsid w:val="00433553"/>
    <w:rsid w:val="00434777"/>
    <w:rsid w:val="00436466"/>
    <w:rsid w:val="00446181"/>
    <w:rsid w:val="004633D0"/>
    <w:rsid w:val="00480FAA"/>
    <w:rsid w:val="00495DA1"/>
    <w:rsid w:val="004F20D4"/>
    <w:rsid w:val="00534B47"/>
    <w:rsid w:val="00554DA7"/>
    <w:rsid w:val="0058723A"/>
    <w:rsid w:val="005C7EB9"/>
    <w:rsid w:val="005E753F"/>
    <w:rsid w:val="0060027F"/>
    <w:rsid w:val="00630B10"/>
    <w:rsid w:val="0064121C"/>
    <w:rsid w:val="006A5C4D"/>
    <w:rsid w:val="006B6F70"/>
    <w:rsid w:val="006F2EAA"/>
    <w:rsid w:val="007018D3"/>
    <w:rsid w:val="00741481"/>
    <w:rsid w:val="007A354D"/>
    <w:rsid w:val="007B7069"/>
    <w:rsid w:val="00806126"/>
    <w:rsid w:val="0086305F"/>
    <w:rsid w:val="008A280D"/>
    <w:rsid w:val="008B1D7E"/>
    <w:rsid w:val="008B4CC8"/>
    <w:rsid w:val="00935D23"/>
    <w:rsid w:val="009C2C00"/>
    <w:rsid w:val="009D4211"/>
    <w:rsid w:val="00A363B8"/>
    <w:rsid w:val="00A471BD"/>
    <w:rsid w:val="00AB6FA7"/>
    <w:rsid w:val="00AE7731"/>
    <w:rsid w:val="00AF7BF5"/>
    <w:rsid w:val="00B27956"/>
    <w:rsid w:val="00B44C01"/>
    <w:rsid w:val="00B6022A"/>
    <w:rsid w:val="00B977A0"/>
    <w:rsid w:val="00BB1FAD"/>
    <w:rsid w:val="00BB2815"/>
    <w:rsid w:val="00BE094A"/>
    <w:rsid w:val="00C06D16"/>
    <w:rsid w:val="00C33102"/>
    <w:rsid w:val="00C53E61"/>
    <w:rsid w:val="00CA00FE"/>
    <w:rsid w:val="00CF13E8"/>
    <w:rsid w:val="00D05B72"/>
    <w:rsid w:val="00DA0A66"/>
    <w:rsid w:val="00DD0572"/>
    <w:rsid w:val="00E86BDA"/>
    <w:rsid w:val="00EA13E5"/>
    <w:rsid w:val="00EA7F17"/>
    <w:rsid w:val="00F10BA4"/>
    <w:rsid w:val="00F76A8C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6</TotalTime>
  <Pages>1</Pages>
  <Words>90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Pernal Magdalena</dc:creator>
  <cp:keywords/>
  <cp:lastModifiedBy>Sieńko Anna</cp:lastModifiedBy>
  <cp:revision>8</cp:revision>
  <dcterms:created xsi:type="dcterms:W3CDTF">2021-08-12T08:59:00Z</dcterms:created>
  <dcterms:modified xsi:type="dcterms:W3CDTF">2021-08-17T15:46:00Z</dcterms:modified>
</cp:coreProperties>
</file>