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4D89E" w14:textId="77777777" w:rsidR="00685EDE" w:rsidRPr="00765E68" w:rsidRDefault="0031618F" w:rsidP="00765E68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szCs w:val="16"/>
        </w:rPr>
      </w:pPr>
      <w:bookmarkStart w:id="0" w:name="miejsce"/>
      <w:r w:rsidRPr="006D46BF">
        <w:rPr>
          <w:rFonts w:ascii="Arial" w:hAnsi="Arial" w:cs="Arial"/>
          <w:b/>
          <w:szCs w:val="22"/>
        </w:rPr>
        <w:tab/>
      </w:r>
      <w:r w:rsidR="00765E68">
        <w:rPr>
          <w:rFonts w:ascii="Arial" w:hAnsi="Arial" w:cs="Arial"/>
          <w:szCs w:val="16"/>
        </w:rPr>
        <w:t xml:space="preserve">Załącznik nr </w:t>
      </w:r>
      <w:r w:rsidR="00711D46" w:rsidRPr="00765E68">
        <w:rPr>
          <w:rFonts w:ascii="Arial" w:hAnsi="Arial" w:cs="Arial"/>
          <w:szCs w:val="16"/>
        </w:rPr>
        <w:t>21</w:t>
      </w:r>
    </w:p>
    <w:p w14:paraId="7736D679" w14:textId="77777777" w:rsidR="0031618F" w:rsidRPr="006D46BF" w:rsidRDefault="0031618F" w:rsidP="008A384D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b/>
          <w:szCs w:val="22"/>
        </w:rPr>
      </w:pPr>
    </w:p>
    <w:bookmarkEnd w:id="0"/>
    <w:p w14:paraId="0DCEDF30" w14:textId="77777777" w:rsidR="00765E68" w:rsidRDefault="00765E68" w:rsidP="008A384D">
      <w:pPr>
        <w:pStyle w:val="Tekstpodstawowy2"/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5454F866" w14:textId="77777777" w:rsidR="008A384D" w:rsidRPr="006D46BF" w:rsidRDefault="008A384D" w:rsidP="008A384D">
      <w:pPr>
        <w:pStyle w:val="Tekstpodstawowy2"/>
        <w:keepNext/>
        <w:jc w:val="center"/>
        <w:rPr>
          <w:rFonts w:ascii="Arial" w:hAnsi="Arial" w:cs="Arial"/>
          <w:b/>
          <w:spacing w:val="100"/>
          <w:szCs w:val="22"/>
        </w:rPr>
      </w:pPr>
      <w:r w:rsidRPr="006D46BF">
        <w:rPr>
          <w:rFonts w:ascii="Arial" w:hAnsi="Arial" w:cs="Arial"/>
          <w:b/>
          <w:spacing w:val="100"/>
          <w:szCs w:val="22"/>
        </w:rPr>
        <w:t>WZÓR</w:t>
      </w:r>
    </w:p>
    <w:p w14:paraId="5ACA313A" w14:textId="77777777" w:rsidR="008A384D" w:rsidRPr="006D46BF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6D46BF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9CF658D" w14:textId="77777777" w:rsidR="008A384D" w:rsidRPr="006D46BF" w:rsidRDefault="008A384D" w:rsidP="008A384D">
      <w:pPr>
        <w:keepNext/>
        <w:rPr>
          <w:rFonts w:ascii="Arial" w:hAnsi="Arial" w:cs="Arial"/>
          <w:snapToGrid w:val="0"/>
          <w:sz w:val="22"/>
          <w:szCs w:val="22"/>
        </w:rPr>
      </w:pPr>
      <w:r w:rsidRPr="006D46BF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44777FC7" w14:textId="77777777" w:rsidR="008A384D" w:rsidRPr="006D46BF" w:rsidRDefault="008A384D" w:rsidP="008A384D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D46BF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376DDFEB" w14:textId="77777777" w:rsidR="008A384D" w:rsidRPr="006D46BF" w:rsidRDefault="008A384D" w:rsidP="008A384D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D34000F" w14:textId="77777777" w:rsidR="008A384D" w:rsidRPr="006D46BF" w:rsidRDefault="008A384D" w:rsidP="008A384D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Cs w:val="22"/>
        </w:rPr>
      </w:pPr>
      <w:r w:rsidRPr="006D46BF">
        <w:rPr>
          <w:rFonts w:ascii="Arial" w:hAnsi="Arial" w:cs="Arial"/>
          <w:szCs w:val="22"/>
        </w:rPr>
        <w:t>Nr rej.: …………………………………</w:t>
      </w:r>
    </w:p>
    <w:p w14:paraId="1EF2F014" w14:textId="77777777" w:rsidR="008A384D" w:rsidRPr="006D46BF" w:rsidRDefault="008A384D" w:rsidP="008A384D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68F104AF" w14:textId="77777777" w:rsidR="008A384D" w:rsidRPr="006D46BF" w:rsidRDefault="008A384D" w:rsidP="008A384D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6D46BF">
        <w:rPr>
          <w:rFonts w:ascii="Arial" w:hAnsi="Arial" w:cs="Arial"/>
          <w:snapToGrid w:val="0"/>
          <w:sz w:val="22"/>
          <w:szCs w:val="22"/>
        </w:rPr>
        <w:t>Dotyczy nakazu/decyzji</w:t>
      </w:r>
      <w:r w:rsidRPr="006D46BF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6D46BF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014D8A1D" w14:textId="77777777" w:rsidR="008A384D" w:rsidRPr="006D46BF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</w:p>
    <w:p w14:paraId="16B83A87" w14:textId="77777777" w:rsidR="008A384D" w:rsidRPr="006D46BF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6D46B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4AA052B" w14:textId="77777777" w:rsidR="008A384D" w:rsidRPr="006D46BF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6D46B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9950378" w14:textId="77777777" w:rsidR="008A384D" w:rsidRPr="006D46BF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6D46B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4B307AB" w14:textId="77777777" w:rsidR="008A384D" w:rsidRPr="006D46BF" w:rsidRDefault="008A384D" w:rsidP="008A384D">
      <w:pPr>
        <w:pStyle w:val="oip1"/>
        <w:keepNext/>
        <w:rPr>
          <w:rFonts w:ascii="Arial" w:hAnsi="Arial" w:cs="Arial"/>
          <w:spacing w:val="60"/>
          <w:sz w:val="22"/>
          <w:szCs w:val="22"/>
        </w:rPr>
      </w:pPr>
    </w:p>
    <w:p w14:paraId="433A1119" w14:textId="77777777" w:rsidR="008A384D" w:rsidRPr="006D46BF" w:rsidRDefault="008A384D" w:rsidP="008A384D">
      <w:pPr>
        <w:pStyle w:val="oip1"/>
        <w:keepNext/>
        <w:rPr>
          <w:rFonts w:ascii="Arial" w:hAnsi="Arial" w:cs="Arial"/>
          <w:spacing w:val="60"/>
          <w:sz w:val="22"/>
          <w:szCs w:val="22"/>
        </w:rPr>
      </w:pPr>
    </w:p>
    <w:p w14:paraId="25AECE17" w14:textId="77777777" w:rsidR="00685EDE" w:rsidRPr="006D46BF" w:rsidRDefault="00685EDE" w:rsidP="008A384D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 w:rsidRPr="006D46BF">
        <w:rPr>
          <w:rFonts w:ascii="Arial" w:hAnsi="Arial" w:cs="Arial"/>
          <w:spacing w:val="100"/>
          <w:kern w:val="22"/>
          <w:sz w:val="22"/>
          <w:szCs w:val="22"/>
        </w:rPr>
        <w:t>DECYZJA</w:t>
      </w:r>
    </w:p>
    <w:p w14:paraId="3E25124F" w14:textId="77777777" w:rsidR="00685EDE" w:rsidRPr="006D46BF" w:rsidRDefault="00685EDE" w:rsidP="008A384D">
      <w:pPr>
        <w:rPr>
          <w:rFonts w:ascii="Arial" w:hAnsi="Arial" w:cs="Arial"/>
          <w:sz w:val="22"/>
          <w:szCs w:val="22"/>
        </w:rPr>
      </w:pPr>
    </w:p>
    <w:p w14:paraId="2F3C4541" w14:textId="77777777" w:rsidR="00685EDE" w:rsidRPr="006D46BF" w:rsidRDefault="00685EDE" w:rsidP="008A384D">
      <w:pPr>
        <w:pStyle w:val="Tekstpodstawowywcity3"/>
        <w:spacing w:line="240" w:lineRule="auto"/>
        <w:ind w:left="0" w:firstLine="0"/>
        <w:rPr>
          <w:rFonts w:ascii="Arial" w:hAnsi="Arial"/>
          <w:sz w:val="22"/>
          <w:szCs w:val="22"/>
        </w:rPr>
      </w:pPr>
      <w:r w:rsidRPr="006D46BF">
        <w:rPr>
          <w:rFonts w:ascii="Arial" w:hAnsi="Arial"/>
          <w:sz w:val="22"/>
          <w:szCs w:val="22"/>
        </w:rPr>
        <w:t>Na podstawie art. 151 §</w:t>
      </w:r>
      <w:r w:rsidR="00B1451C" w:rsidRPr="006D46BF">
        <w:rPr>
          <w:rFonts w:ascii="Arial" w:hAnsi="Arial"/>
          <w:sz w:val="22"/>
          <w:szCs w:val="22"/>
        </w:rPr>
        <w:t> 1</w:t>
      </w:r>
      <w:r w:rsidR="00934F77" w:rsidRPr="006D46BF">
        <w:rPr>
          <w:rFonts w:ascii="Arial" w:hAnsi="Arial"/>
          <w:sz w:val="22"/>
          <w:szCs w:val="22"/>
        </w:rPr>
        <w:t xml:space="preserve"> </w:t>
      </w:r>
      <w:r w:rsidRPr="006D46BF">
        <w:rPr>
          <w:rFonts w:ascii="Arial" w:hAnsi="Arial"/>
          <w:sz w:val="22"/>
          <w:szCs w:val="22"/>
        </w:rPr>
        <w:t xml:space="preserve">w związku z art. 145 </w:t>
      </w:r>
      <w:r w:rsidR="00765E68">
        <w:rPr>
          <w:rFonts w:ascii="Arial" w:hAnsi="Arial"/>
          <w:sz w:val="22"/>
          <w:szCs w:val="22"/>
        </w:rPr>
        <w:t xml:space="preserve">§ </w:t>
      </w:r>
      <w:r w:rsidR="008A384D" w:rsidRPr="006D46BF">
        <w:rPr>
          <w:rFonts w:ascii="Arial" w:hAnsi="Arial"/>
          <w:sz w:val="22"/>
          <w:szCs w:val="22"/>
        </w:rPr>
        <w:t>1 pkt</w:t>
      </w:r>
      <w:r w:rsidR="007C22E2">
        <w:rPr>
          <w:rFonts w:ascii="Arial" w:hAnsi="Arial"/>
          <w:sz w:val="22"/>
          <w:szCs w:val="22"/>
        </w:rPr>
        <w:t> </w:t>
      </w:r>
      <w:r w:rsidR="00765E68">
        <w:rPr>
          <w:rFonts w:ascii="Arial" w:hAnsi="Arial"/>
          <w:sz w:val="22"/>
          <w:szCs w:val="22"/>
        </w:rPr>
        <w:t>1/2/3/4/5/6/7/8</w:t>
      </w:r>
      <w:r w:rsidR="00765E68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6D46BF">
        <w:rPr>
          <w:rFonts w:ascii="Arial" w:hAnsi="Arial"/>
          <w:sz w:val="22"/>
          <w:szCs w:val="22"/>
        </w:rPr>
        <w:t xml:space="preserve"> Kodeksu postępowania administracyjnego, po przeprowadzeniu postępowania określonego w art. 149 § 2 Kodeksu postępowania administrac</w:t>
      </w:r>
      <w:r w:rsidR="00711B85" w:rsidRPr="006D46BF">
        <w:rPr>
          <w:rFonts w:ascii="Arial" w:hAnsi="Arial"/>
          <w:sz w:val="22"/>
          <w:szCs w:val="22"/>
        </w:rPr>
        <w:t xml:space="preserve">yjnego </w:t>
      </w:r>
      <w:r w:rsidRPr="006D46BF">
        <w:rPr>
          <w:rFonts w:ascii="Arial" w:hAnsi="Arial"/>
          <w:sz w:val="22"/>
          <w:szCs w:val="22"/>
        </w:rPr>
        <w:t xml:space="preserve">w sprawie decyzji z </w:t>
      </w:r>
      <w:r w:rsidR="00FE7B7F" w:rsidRPr="006D46BF">
        <w:rPr>
          <w:rFonts w:ascii="Arial" w:hAnsi="Arial"/>
          <w:sz w:val="22"/>
          <w:szCs w:val="22"/>
        </w:rPr>
        <w:t xml:space="preserve">dnia </w:t>
      </w:r>
      <w:r w:rsidR="00FE7B7F" w:rsidRPr="006D46BF">
        <w:rPr>
          <w:rFonts w:ascii="Arial" w:hAnsi="Arial" w:cs="Arial"/>
          <w:sz w:val="22"/>
          <w:szCs w:val="22"/>
        </w:rPr>
        <w:t xml:space="preserve">_ _. _ _. _ _ _ _ </w:t>
      </w:r>
      <w:r w:rsidRPr="006D46BF">
        <w:rPr>
          <w:rFonts w:ascii="Arial" w:hAnsi="Arial" w:cs="Arial"/>
          <w:sz w:val="22"/>
          <w:szCs w:val="22"/>
        </w:rPr>
        <w:t xml:space="preserve">r. </w:t>
      </w:r>
      <w:r w:rsidR="008A384D" w:rsidRPr="006D46BF">
        <w:rPr>
          <w:rFonts w:ascii="Arial" w:hAnsi="Arial" w:cs="Arial"/>
          <w:sz w:val="22"/>
          <w:szCs w:val="22"/>
        </w:rPr>
        <w:br/>
      </w:r>
      <w:r w:rsidRPr="006D46BF">
        <w:rPr>
          <w:rFonts w:ascii="Arial" w:hAnsi="Arial" w:cs="Arial"/>
          <w:sz w:val="22"/>
          <w:szCs w:val="22"/>
        </w:rPr>
        <w:t>nr rej.: ………………………………………………………….</w:t>
      </w:r>
    </w:p>
    <w:p w14:paraId="36399F50" w14:textId="77777777" w:rsidR="00685EDE" w:rsidRPr="006D46BF" w:rsidRDefault="00685EDE" w:rsidP="008A384D">
      <w:pPr>
        <w:pStyle w:val="Tekstpodstawowywcity3"/>
        <w:spacing w:line="240" w:lineRule="auto"/>
        <w:ind w:left="0" w:firstLine="0"/>
        <w:rPr>
          <w:rFonts w:ascii="Arial" w:hAnsi="Arial"/>
          <w:sz w:val="22"/>
          <w:szCs w:val="22"/>
        </w:rPr>
      </w:pPr>
    </w:p>
    <w:p w14:paraId="5BA18B97" w14:textId="77777777" w:rsidR="00685EDE" w:rsidRPr="006D46BF" w:rsidRDefault="00C922BC" w:rsidP="008A384D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  <w:r w:rsidRPr="006D46BF">
        <w:rPr>
          <w:rFonts w:ascii="Arial" w:hAnsi="Arial"/>
          <w:b/>
          <w:spacing w:val="100"/>
          <w:sz w:val="22"/>
          <w:szCs w:val="22"/>
        </w:rPr>
        <w:t>p</w:t>
      </w:r>
      <w:r w:rsidR="00685EDE" w:rsidRPr="006D46BF">
        <w:rPr>
          <w:rFonts w:ascii="Arial" w:hAnsi="Arial"/>
          <w:b/>
          <w:spacing w:val="100"/>
          <w:sz w:val="22"/>
          <w:szCs w:val="22"/>
        </w:rPr>
        <w:t>ostanawiam</w:t>
      </w:r>
    </w:p>
    <w:p w14:paraId="5F74FD4A" w14:textId="77777777" w:rsidR="00C922BC" w:rsidRPr="006D46BF" w:rsidRDefault="00C922BC" w:rsidP="008A384D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2625ED21" w14:textId="77777777" w:rsidR="00685EDE" w:rsidRPr="006D46BF" w:rsidRDefault="00685EDE" w:rsidP="008A384D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z w:val="22"/>
          <w:szCs w:val="22"/>
        </w:rPr>
      </w:pPr>
      <w:r w:rsidRPr="006D46BF">
        <w:rPr>
          <w:rFonts w:ascii="Arial" w:hAnsi="Arial"/>
          <w:b/>
          <w:sz w:val="22"/>
          <w:szCs w:val="22"/>
        </w:rPr>
        <w:t>odmówić uchylenia/uchylić decyzję i w tym zakresie orzekam</w:t>
      </w:r>
      <w:r w:rsidRPr="006D46BF">
        <w:rPr>
          <w:rFonts w:ascii="Arial" w:hAnsi="Arial"/>
          <w:sz w:val="16"/>
          <w:szCs w:val="16"/>
          <w:vertAlign w:val="superscript"/>
        </w:rPr>
        <w:t>(*)</w:t>
      </w:r>
    </w:p>
    <w:p w14:paraId="1806DE63" w14:textId="77777777" w:rsidR="008A384D" w:rsidRPr="006D46BF" w:rsidRDefault="008A384D" w:rsidP="008A384D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46B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8E35CF" w14:textId="77777777" w:rsidR="00685EDE" w:rsidRPr="006D46BF" w:rsidRDefault="00685EDE" w:rsidP="008A384D">
      <w:pPr>
        <w:rPr>
          <w:sz w:val="22"/>
          <w:szCs w:val="22"/>
        </w:rPr>
      </w:pPr>
    </w:p>
    <w:p w14:paraId="1CB328BB" w14:textId="77777777" w:rsidR="008A384D" w:rsidRPr="006D46BF" w:rsidRDefault="008A384D" w:rsidP="008A384D">
      <w:pPr>
        <w:keepNext/>
        <w:jc w:val="center"/>
        <w:rPr>
          <w:rFonts w:ascii="Arial" w:hAnsi="Arial" w:cs="Arial"/>
          <w:kern w:val="22"/>
          <w:szCs w:val="22"/>
        </w:rPr>
      </w:pPr>
      <w:r w:rsidRPr="006D46BF">
        <w:rPr>
          <w:rFonts w:ascii="Arial" w:hAnsi="Arial" w:cs="Arial"/>
          <w:kern w:val="22"/>
          <w:szCs w:val="22"/>
        </w:rPr>
        <w:t>Uzasadnienie:</w:t>
      </w:r>
    </w:p>
    <w:p w14:paraId="202E624E" w14:textId="77777777" w:rsidR="008A384D" w:rsidRPr="006D46BF" w:rsidRDefault="008A384D" w:rsidP="008A384D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46B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7E120B" w14:textId="77777777" w:rsidR="00685EDE" w:rsidRPr="006D46BF" w:rsidRDefault="00685EDE" w:rsidP="008A384D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14:paraId="35870351" w14:textId="77777777" w:rsidR="008A384D" w:rsidRPr="006D46BF" w:rsidRDefault="008A384D" w:rsidP="008A384D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14:paraId="179713AB" w14:textId="77777777" w:rsidR="00685EDE" w:rsidRPr="006D46BF" w:rsidRDefault="00685EDE" w:rsidP="008A384D">
      <w:pPr>
        <w:rPr>
          <w:rFonts w:ascii="Arial" w:hAnsi="Arial" w:cs="Arial"/>
          <w:b/>
          <w:sz w:val="22"/>
          <w:szCs w:val="22"/>
        </w:rPr>
      </w:pPr>
      <w:r w:rsidRPr="006D46BF">
        <w:rPr>
          <w:rFonts w:ascii="Arial" w:hAnsi="Arial" w:cs="Arial"/>
          <w:b/>
          <w:sz w:val="22"/>
          <w:szCs w:val="22"/>
        </w:rPr>
        <w:t>Pouczenie:</w:t>
      </w:r>
    </w:p>
    <w:p w14:paraId="19DA476A" w14:textId="77777777" w:rsidR="008A384D" w:rsidRPr="006D46BF" w:rsidRDefault="008A384D" w:rsidP="008A384D">
      <w:pPr>
        <w:rPr>
          <w:rFonts w:ascii="Arial" w:hAnsi="Arial" w:cs="Arial"/>
          <w:b/>
          <w:sz w:val="22"/>
          <w:szCs w:val="22"/>
        </w:rPr>
      </w:pPr>
    </w:p>
    <w:p w14:paraId="65F25B23" w14:textId="1849560A" w:rsidR="00261F1A" w:rsidRPr="00765E68" w:rsidRDefault="00685EDE" w:rsidP="00261F1A">
      <w:pPr>
        <w:pStyle w:val="Tekstpodstawowy3"/>
        <w:rPr>
          <w:rFonts w:ascii="Arial" w:hAnsi="Arial"/>
          <w:sz w:val="22"/>
          <w:szCs w:val="22"/>
        </w:rPr>
      </w:pPr>
      <w:r w:rsidRPr="006D46BF">
        <w:rPr>
          <w:rFonts w:ascii="Arial" w:hAnsi="Arial"/>
          <w:sz w:val="22"/>
          <w:szCs w:val="22"/>
        </w:rPr>
        <w:t xml:space="preserve">Od decyzji stronie przysługuje prawo wniesienia odwołania do </w:t>
      </w:r>
      <w:r w:rsidR="00FC0DAA" w:rsidRPr="006D46BF">
        <w:rPr>
          <w:rFonts w:ascii="Arial" w:hAnsi="Arial"/>
          <w:sz w:val="22"/>
          <w:szCs w:val="22"/>
        </w:rPr>
        <w:t>Okręgowego</w:t>
      </w:r>
      <w:r w:rsidR="001A0F61" w:rsidRPr="006D46BF">
        <w:rPr>
          <w:rFonts w:ascii="Arial" w:hAnsi="Arial"/>
          <w:sz w:val="22"/>
          <w:szCs w:val="22"/>
        </w:rPr>
        <w:t xml:space="preserve"> Inspektora Pracy </w:t>
      </w:r>
      <w:r w:rsidR="00C222EB" w:rsidRPr="006D46BF">
        <w:rPr>
          <w:rFonts w:ascii="Arial" w:hAnsi="Arial"/>
          <w:sz w:val="22"/>
          <w:szCs w:val="22"/>
        </w:rPr>
        <w:t>w……</w:t>
      </w:r>
      <w:r w:rsidR="008A384D" w:rsidRPr="006D46BF">
        <w:rPr>
          <w:rFonts w:ascii="Arial" w:hAnsi="Arial"/>
          <w:sz w:val="22"/>
          <w:szCs w:val="22"/>
        </w:rPr>
        <w:t>………………</w:t>
      </w:r>
      <w:r w:rsidR="00C222EB" w:rsidRPr="006D46BF">
        <w:rPr>
          <w:rFonts w:ascii="Arial" w:hAnsi="Arial"/>
          <w:sz w:val="22"/>
          <w:szCs w:val="22"/>
        </w:rPr>
        <w:t>…………</w:t>
      </w:r>
      <w:r w:rsidR="004A424F">
        <w:rPr>
          <w:rFonts w:ascii="Arial" w:hAnsi="Arial"/>
          <w:sz w:val="22"/>
          <w:szCs w:val="22"/>
        </w:rPr>
        <w:t>, adres: …………………………………………………………………….</w:t>
      </w:r>
      <w:r w:rsidR="00C222EB" w:rsidRPr="006D46BF">
        <w:rPr>
          <w:rFonts w:ascii="Arial" w:hAnsi="Arial"/>
          <w:sz w:val="22"/>
          <w:szCs w:val="22"/>
        </w:rPr>
        <w:t>.</w:t>
      </w:r>
      <w:r w:rsidRPr="006D46BF">
        <w:rPr>
          <w:rFonts w:ascii="Arial" w:hAnsi="Arial"/>
          <w:sz w:val="22"/>
          <w:szCs w:val="22"/>
        </w:rPr>
        <w:t xml:space="preserve"> w terminie </w:t>
      </w:r>
      <w:r w:rsidR="008E6211">
        <w:rPr>
          <w:rFonts w:ascii="Arial" w:hAnsi="Arial"/>
          <w:sz w:val="22"/>
          <w:szCs w:val="22"/>
        </w:rPr>
        <w:t xml:space="preserve">14 dni od daty jej doręczenia, </w:t>
      </w:r>
      <w:r w:rsidRPr="006D46BF">
        <w:rPr>
          <w:rFonts w:ascii="Arial" w:hAnsi="Arial"/>
          <w:sz w:val="22"/>
          <w:szCs w:val="22"/>
        </w:rPr>
        <w:t xml:space="preserve">za pośrednictwem </w:t>
      </w:r>
      <w:r w:rsidR="00C222EB" w:rsidRPr="006D46BF">
        <w:rPr>
          <w:rFonts w:ascii="Arial" w:hAnsi="Arial"/>
          <w:sz w:val="22"/>
          <w:szCs w:val="22"/>
        </w:rPr>
        <w:t xml:space="preserve">inspektora pracy, który wydał </w:t>
      </w:r>
      <w:r w:rsidR="004A424F">
        <w:rPr>
          <w:rFonts w:ascii="Arial" w:hAnsi="Arial"/>
          <w:sz w:val="22"/>
          <w:szCs w:val="22"/>
        </w:rPr>
        <w:br/>
      </w:r>
      <w:r w:rsidR="00C222EB" w:rsidRPr="006D46BF">
        <w:rPr>
          <w:rFonts w:ascii="Arial" w:hAnsi="Arial"/>
          <w:sz w:val="22"/>
          <w:szCs w:val="22"/>
        </w:rPr>
        <w:t>tę decyzję</w:t>
      </w:r>
      <w:r w:rsidRPr="006D46BF">
        <w:rPr>
          <w:rFonts w:ascii="Arial" w:hAnsi="Arial"/>
          <w:sz w:val="22"/>
          <w:szCs w:val="22"/>
        </w:rPr>
        <w:t xml:space="preserve"> (art. 127 § 2, art. 129 § 1 i § 2 Kodeksu postępowania admin</w:t>
      </w:r>
      <w:r w:rsidR="00C222EB" w:rsidRPr="006D46BF">
        <w:rPr>
          <w:rFonts w:ascii="Arial" w:hAnsi="Arial"/>
          <w:sz w:val="22"/>
          <w:szCs w:val="22"/>
        </w:rPr>
        <w:t xml:space="preserve">istracyjnego w związku </w:t>
      </w:r>
      <w:r w:rsidR="004A424F">
        <w:rPr>
          <w:rFonts w:ascii="Arial" w:hAnsi="Arial"/>
          <w:sz w:val="22"/>
          <w:szCs w:val="22"/>
        </w:rPr>
        <w:br/>
      </w:r>
      <w:r w:rsidR="00C222EB" w:rsidRPr="006D46BF">
        <w:rPr>
          <w:rFonts w:ascii="Arial" w:hAnsi="Arial"/>
          <w:sz w:val="22"/>
          <w:szCs w:val="22"/>
        </w:rPr>
        <w:t>z art. 19</w:t>
      </w:r>
      <w:r w:rsidR="008C1941" w:rsidRPr="006D46BF">
        <w:rPr>
          <w:rFonts w:ascii="Arial" w:hAnsi="Arial"/>
          <w:sz w:val="22"/>
          <w:szCs w:val="22"/>
        </w:rPr>
        <w:t xml:space="preserve"> ust. 1 pkt 5</w:t>
      </w:r>
      <w:r w:rsidRPr="006D46BF">
        <w:rPr>
          <w:rFonts w:ascii="Arial" w:hAnsi="Arial"/>
          <w:sz w:val="22"/>
          <w:szCs w:val="22"/>
        </w:rPr>
        <w:t xml:space="preserve"> ustawy </w:t>
      </w:r>
      <w:r w:rsidR="008C1941" w:rsidRPr="006D46BF">
        <w:rPr>
          <w:rFonts w:ascii="Arial" w:hAnsi="Arial"/>
          <w:sz w:val="22"/>
          <w:szCs w:val="22"/>
        </w:rPr>
        <w:t>z dnia 13 kwietnia 2007 r. o</w:t>
      </w:r>
      <w:r w:rsidRPr="006D46BF">
        <w:rPr>
          <w:rFonts w:ascii="Arial" w:hAnsi="Arial"/>
          <w:sz w:val="22"/>
          <w:szCs w:val="22"/>
        </w:rPr>
        <w:t xml:space="preserve"> Państwowej </w:t>
      </w:r>
      <w:r w:rsidRPr="00765E68">
        <w:rPr>
          <w:rFonts w:ascii="Arial" w:hAnsi="Arial"/>
          <w:sz w:val="22"/>
          <w:szCs w:val="22"/>
        </w:rPr>
        <w:t>Inspekcji Pracy</w:t>
      </w:r>
      <w:r w:rsidR="008C1941" w:rsidRPr="00765E68">
        <w:rPr>
          <w:rFonts w:ascii="Arial" w:hAnsi="Arial"/>
          <w:sz w:val="22"/>
          <w:szCs w:val="22"/>
        </w:rPr>
        <w:t xml:space="preserve"> </w:t>
      </w:r>
      <w:r w:rsidR="00A00F05">
        <w:rPr>
          <w:rFonts w:ascii="Arial" w:hAnsi="Arial"/>
          <w:sz w:val="22"/>
          <w:szCs w:val="22"/>
        </w:rPr>
        <w:t>(</w:t>
      </w:r>
      <w:r w:rsidR="008C1941" w:rsidRPr="00765E68">
        <w:rPr>
          <w:rFonts w:ascii="Arial" w:hAnsi="Arial"/>
          <w:sz w:val="22"/>
          <w:szCs w:val="22"/>
        </w:rPr>
        <w:t>Dz. U z</w:t>
      </w:r>
      <w:r w:rsidR="00261F1A" w:rsidRPr="00765E68">
        <w:rPr>
          <w:rFonts w:ascii="Arial" w:hAnsi="Arial"/>
          <w:sz w:val="22"/>
          <w:szCs w:val="22"/>
        </w:rPr>
        <w:t xml:space="preserve"> 2017 r. poz. 786</w:t>
      </w:r>
      <w:r w:rsidR="00A00F05">
        <w:rPr>
          <w:rFonts w:ascii="Arial" w:hAnsi="Arial"/>
          <w:sz w:val="22"/>
          <w:szCs w:val="22"/>
        </w:rPr>
        <w:t>)</w:t>
      </w:r>
      <w:r w:rsidR="00261F1A" w:rsidRPr="00765E68">
        <w:rPr>
          <w:rFonts w:ascii="Arial" w:hAnsi="Arial"/>
          <w:sz w:val="22"/>
          <w:szCs w:val="22"/>
        </w:rPr>
        <w:t xml:space="preserve">). </w:t>
      </w:r>
      <w:bookmarkStart w:id="1" w:name="_GoBack"/>
      <w:bookmarkEnd w:id="1"/>
    </w:p>
    <w:p w14:paraId="1D9F3F4F" w14:textId="55CBA6CA" w:rsidR="00261F1A" w:rsidRPr="00765E68" w:rsidRDefault="00261F1A" w:rsidP="00261F1A">
      <w:pPr>
        <w:pStyle w:val="Tekstpodstawowy3"/>
        <w:rPr>
          <w:sz w:val="22"/>
          <w:szCs w:val="22"/>
        </w:rPr>
      </w:pPr>
      <w:r w:rsidRPr="00765E68">
        <w:rPr>
          <w:sz w:val="22"/>
          <w:szCs w:val="22"/>
        </w:rPr>
        <w:t>W trak</w:t>
      </w:r>
      <w:r w:rsidR="00894283">
        <w:rPr>
          <w:sz w:val="22"/>
          <w:szCs w:val="22"/>
        </w:rPr>
        <w:t>cie biegu terminu do wniesienia</w:t>
      </w:r>
      <w:r w:rsidRPr="00765E68">
        <w:rPr>
          <w:sz w:val="22"/>
          <w:szCs w:val="22"/>
        </w:rPr>
        <w:t xml:space="preserve"> </w:t>
      </w:r>
      <w:r w:rsidR="009C1A5B">
        <w:rPr>
          <w:sz w:val="22"/>
          <w:szCs w:val="22"/>
        </w:rPr>
        <w:t xml:space="preserve">odwołania </w:t>
      </w:r>
      <w:r w:rsidRPr="00765E68">
        <w:rPr>
          <w:sz w:val="22"/>
          <w:szCs w:val="22"/>
        </w:rPr>
        <w:t xml:space="preserve">strona może zrzec się prawa do wniesienia odwołania wobec inspektora pracy, który wydał decyzję. Z dniem doręczenia oświadczenia </w:t>
      </w:r>
      <w:r w:rsidR="009C1A5B">
        <w:rPr>
          <w:sz w:val="22"/>
          <w:szCs w:val="22"/>
        </w:rPr>
        <w:br/>
      </w:r>
      <w:r w:rsidRPr="00765E68">
        <w:rPr>
          <w:sz w:val="22"/>
          <w:szCs w:val="22"/>
        </w:rPr>
        <w:t xml:space="preserve">o zrzeczeniu się  prawa do wniesienia odwołania decyzja staje się ostateczna i prawomocna </w:t>
      </w:r>
      <w:r w:rsidR="009C1A5B">
        <w:rPr>
          <w:sz w:val="22"/>
          <w:szCs w:val="22"/>
        </w:rPr>
        <w:br/>
      </w:r>
      <w:r w:rsidR="00765E68">
        <w:rPr>
          <w:sz w:val="22"/>
          <w:szCs w:val="22"/>
        </w:rPr>
        <w:t>(</w:t>
      </w:r>
      <w:r w:rsidRPr="00765E68">
        <w:rPr>
          <w:sz w:val="22"/>
          <w:szCs w:val="22"/>
        </w:rPr>
        <w:t>art. 127a Kodeksu postępowania administracyjnego</w:t>
      </w:r>
      <w:r w:rsidR="00765E68">
        <w:rPr>
          <w:sz w:val="22"/>
          <w:szCs w:val="22"/>
        </w:rPr>
        <w:t>)</w:t>
      </w:r>
      <w:r w:rsidRPr="00765E68">
        <w:rPr>
          <w:sz w:val="22"/>
          <w:szCs w:val="22"/>
        </w:rPr>
        <w:t xml:space="preserve">. </w:t>
      </w:r>
    </w:p>
    <w:p w14:paraId="014C7B44" w14:textId="77777777" w:rsidR="00685EDE" w:rsidRPr="006D46BF" w:rsidRDefault="00685EDE" w:rsidP="008A384D">
      <w:pPr>
        <w:rPr>
          <w:rFonts w:ascii="Arial" w:hAnsi="Arial" w:cs="Arial"/>
          <w:sz w:val="22"/>
          <w:szCs w:val="22"/>
        </w:rPr>
      </w:pPr>
    </w:p>
    <w:p w14:paraId="6E2190B4" w14:textId="77777777" w:rsidR="00685EDE" w:rsidRPr="006D46BF" w:rsidRDefault="00685EDE" w:rsidP="008A384D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18B941A8" w14:textId="77777777" w:rsidR="00685EDE" w:rsidRPr="006D46BF" w:rsidRDefault="00685EDE" w:rsidP="008A384D">
      <w:pPr>
        <w:pStyle w:val="Tekstpodstawowywcity"/>
        <w:ind w:firstLine="0"/>
        <w:jc w:val="both"/>
        <w:rPr>
          <w:rFonts w:ascii="Arial" w:hAnsi="Arial" w:cs="Arial"/>
          <w:sz w:val="22"/>
          <w:szCs w:val="22"/>
        </w:rPr>
      </w:pPr>
    </w:p>
    <w:p w14:paraId="16187737" w14:textId="77777777" w:rsidR="00685EDE" w:rsidRPr="006D46BF" w:rsidRDefault="00685EDE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6D46BF">
        <w:rPr>
          <w:rFonts w:ascii="Arial" w:hAnsi="Arial" w:cs="Arial"/>
          <w:sz w:val="22"/>
          <w:szCs w:val="22"/>
        </w:rPr>
        <w:t>………………………………………..</w:t>
      </w:r>
    </w:p>
    <w:p w14:paraId="43A240C3" w14:textId="77777777" w:rsidR="00685EDE" w:rsidRPr="006D46BF" w:rsidRDefault="0031618F" w:rsidP="008A384D">
      <w:pPr>
        <w:keepNext/>
        <w:jc w:val="right"/>
        <w:rPr>
          <w:rFonts w:ascii="Arial" w:hAnsi="Arial" w:cs="Arial"/>
          <w:i/>
          <w:sz w:val="16"/>
          <w:szCs w:val="16"/>
        </w:rPr>
      </w:pPr>
      <w:r w:rsidRPr="00496CA9">
        <w:rPr>
          <w:rFonts w:ascii="Arial" w:hAnsi="Arial" w:cs="Arial"/>
          <w:i/>
          <w:sz w:val="16"/>
          <w:szCs w:val="16"/>
        </w:rPr>
        <w:t>(</w:t>
      </w:r>
      <w:r w:rsidRPr="006D46BF">
        <w:rPr>
          <w:rFonts w:ascii="Arial" w:hAnsi="Arial" w:cs="Arial"/>
          <w:i/>
          <w:sz w:val="16"/>
          <w:szCs w:val="16"/>
        </w:rPr>
        <w:t xml:space="preserve">podpis i </w:t>
      </w:r>
      <w:r w:rsidR="00FE7B7F" w:rsidRPr="006D46BF">
        <w:rPr>
          <w:rFonts w:ascii="Arial" w:hAnsi="Arial" w:cs="Arial"/>
          <w:i/>
          <w:sz w:val="16"/>
          <w:szCs w:val="16"/>
        </w:rPr>
        <w:t>pieczęć inspektora</w:t>
      </w:r>
      <w:r w:rsidR="00685EDE" w:rsidRPr="006D46BF">
        <w:rPr>
          <w:rFonts w:ascii="Arial" w:hAnsi="Arial" w:cs="Arial"/>
          <w:i/>
          <w:sz w:val="16"/>
          <w:szCs w:val="16"/>
        </w:rPr>
        <w:t xml:space="preserve"> pracy)</w:t>
      </w:r>
      <w:r w:rsidR="008A384D" w:rsidRPr="006D46BF">
        <w:rPr>
          <w:rFonts w:ascii="Arial" w:hAnsi="Arial" w:cs="Arial"/>
          <w:i/>
          <w:sz w:val="16"/>
          <w:szCs w:val="16"/>
        </w:rPr>
        <w:tab/>
      </w:r>
    </w:p>
    <w:p w14:paraId="429B5321" w14:textId="77777777" w:rsidR="008A384D" w:rsidRPr="006D46BF" w:rsidRDefault="008A384D" w:rsidP="008A384D">
      <w:pPr>
        <w:keepNext/>
        <w:jc w:val="right"/>
        <w:rPr>
          <w:rFonts w:ascii="Arial" w:hAnsi="Arial" w:cs="Arial"/>
          <w:b/>
          <w:sz w:val="22"/>
          <w:szCs w:val="22"/>
        </w:rPr>
      </w:pPr>
    </w:p>
    <w:p w14:paraId="5BD0EE1B" w14:textId="77777777" w:rsidR="00685EDE" w:rsidRPr="006D46BF" w:rsidRDefault="00685EDE" w:rsidP="008A384D">
      <w:pPr>
        <w:rPr>
          <w:rFonts w:ascii="Arial" w:hAnsi="Arial" w:cs="Arial"/>
          <w:b/>
          <w:sz w:val="22"/>
          <w:szCs w:val="22"/>
        </w:rPr>
      </w:pPr>
    </w:p>
    <w:p w14:paraId="794B68D5" w14:textId="77777777" w:rsidR="00685EDE" w:rsidRPr="006D46BF" w:rsidRDefault="00685EDE" w:rsidP="008A384D">
      <w:pPr>
        <w:rPr>
          <w:rFonts w:ascii="Arial" w:hAnsi="Arial" w:cs="Arial"/>
          <w:sz w:val="16"/>
          <w:szCs w:val="16"/>
        </w:rPr>
      </w:pPr>
      <w:r w:rsidRPr="006D46BF">
        <w:rPr>
          <w:rFonts w:ascii="Arial" w:hAnsi="Arial" w:cs="Arial"/>
          <w:sz w:val="16"/>
          <w:szCs w:val="16"/>
          <w:vertAlign w:val="superscript"/>
        </w:rPr>
        <w:t>(*)</w:t>
      </w:r>
      <w:r w:rsidRPr="006D46BF">
        <w:rPr>
          <w:rFonts w:ascii="Arial" w:hAnsi="Arial" w:cs="Arial"/>
          <w:sz w:val="16"/>
          <w:szCs w:val="16"/>
        </w:rPr>
        <w:t xml:space="preserve"> - niepotrzebne skreślić </w:t>
      </w:r>
    </w:p>
    <w:sectPr w:rsidR="00685EDE" w:rsidRPr="006D46BF">
      <w:headerReference w:type="even" r:id="rId7"/>
      <w:footerReference w:type="even" r:id="rId8"/>
      <w:footerReference w:type="default" r:id="rId9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EC377" w14:textId="77777777" w:rsidR="00832259" w:rsidRDefault="00832259">
      <w:r>
        <w:separator/>
      </w:r>
    </w:p>
  </w:endnote>
  <w:endnote w:type="continuationSeparator" w:id="0">
    <w:p w14:paraId="24336E55" w14:textId="77777777" w:rsidR="00832259" w:rsidRDefault="00832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53666" w14:textId="77777777" w:rsidR="00685EDE" w:rsidRDefault="00685E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B4A7DD" w14:textId="77777777" w:rsidR="00685EDE" w:rsidRDefault="00685ED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5EA33" w14:textId="77777777" w:rsidR="00685EDE" w:rsidRPr="008A384D" w:rsidRDefault="008A384D">
    <w:pPr>
      <w:pStyle w:val="Stopka"/>
      <w:ind w:right="360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03.</w:t>
    </w:r>
    <w:r w:rsidR="00711D46">
      <w:rPr>
        <w:rFonts w:ascii="Arial" w:hAnsi="Arial"/>
        <w:i/>
        <w:sz w:val="16"/>
        <w:szCs w:val="16"/>
      </w:rPr>
      <w:t>21</w:t>
    </w:r>
    <w:r>
      <w:rPr>
        <w:rFonts w:ascii="Arial" w:hAnsi="Arial"/>
        <w:i/>
        <w:sz w:val="16"/>
        <w:szCs w:val="16"/>
      </w:rPr>
      <w:t xml:space="preserve"> </w:t>
    </w:r>
    <w:r w:rsidR="00685EDE" w:rsidRPr="008A384D">
      <w:rPr>
        <w:rFonts w:ascii="Arial" w:hAnsi="Arial"/>
        <w:i/>
        <w:sz w:val="16"/>
        <w:szCs w:val="16"/>
      </w:rPr>
      <w:t xml:space="preserve">- Decyzja </w:t>
    </w:r>
    <w:r w:rsidR="0031618F" w:rsidRPr="008A384D">
      <w:rPr>
        <w:rFonts w:ascii="Arial" w:hAnsi="Arial"/>
        <w:i/>
        <w:sz w:val="16"/>
        <w:szCs w:val="16"/>
      </w:rPr>
      <w:t xml:space="preserve">inspektora pracy </w:t>
    </w:r>
    <w:r w:rsidR="00685EDE" w:rsidRPr="008A384D">
      <w:rPr>
        <w:rFonts w:ascii="Arial" w:hAnsi="Arial"/>
        <w:i/>
        <w:sz w:val="16"/>
        <w:szCs w:val="16"/>
      </w:rPr>
      <w:t>wydana w związku z</w:t>
    </w:r>
    <w:r w:rsidR="00711D46">
      <w:rPr>
        <w:rFonts w:ascii="Arial" w:hAnsi="Arial"/>
        <w:i/>
        <w:sz w:val="16"/>
        <w:szCs w:val="16"/>
      </w:rPr>
      <w:t>e</w:t>
    </w:r>
    <w:r w:rsidR="00685EDE" w:rsidRPr="008A384D">
      <w:rPr>
        <w:rFonts w:ascii="Arial" w:hAnsi="Arial"/>
        <w:i/>
        <w:sz w:val="16"/>
        <w:szCs w:val="16"/>
      </w:rPr>
      <w:t xml:space="preserve"> wznowieniem postępowania administracyjnego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4272F" w14:textId="77777777" w:rsidR="00832259" w:rsidRDefault="00832259">
      <w:r>
        <w:separator/>
      </w:r>
    </w:p>
  </w:footnote>
  <w:footnote w:type="continuationSeparator" w:id="0">
    <w:p w14:paraId="643E3BD0" w14:textId="77777777" w:rsidR="00832259" w:rsidRDefault="00832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5443E" w14:textId="77777777" w:rsidR="00685EDE" w:rsidRDefault="00685ED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A37BEAA" w14:textId="77777777" w:rsidR="00685EDE" w:rsidRDefault="00685E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60E6C09A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630E8ADA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4A889EE8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AEB872D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EA80F980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41387BE4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6BCCD554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B1ACB084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6E702D4A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8CA4EF92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446692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79CA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683A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5EE7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721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AA55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3026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C6C9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C0B0AF5"/>
    <w:multiLevelType w:val="singleLevel"/>
    <w:tmpl w:val="FB4C15F6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7DA900B3"/>
    <w:multiLevelType w:val="hybridMultilevel"/>
    <w:tmpl w:val="FF5E55A0"/>
    <w:lvl w:ilvl="0" w:tplc="5EB84CF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15A266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72FB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B849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4CC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90F0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945A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64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5ACE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0F9"/>
    <w:rsid w:val="00192265"/>
    <w:rsid w:val="001A0F61"/>
    <w:rsid w:val="001B528D"/>
    <w:rsid w:val="00261F1A"/>
    <w:rsid w:val="002D2E70"/>
    <w:rsid w:val="00306EA5"/>
    <w:rsid w:val="0031618F"/>
    <w:rsid w:val="00353BB9"/>
    <w:rsid w:val="004279D4"/>
    <w:rsid w:val="004340F9"/>
    <w:rsid w:val="00496CA9"/>
    <w:rsid w:val="004A424F"/>
    <w:rsid w:val="005276E7"/>
    <w:rsid w:val="00545DAA"/>
    <w:rsid w:val="005A391C"/>
    <w:rsid w:val="005A6AB2"/>
    <w:rsid w:val="005B5622"/>
    <w:rsid w:val="005C6724"/>
    <w:rsid w:val="005E1C64"/>
    <w:rsid w:val="00685EDE"/>
    <w:rsid w:val="006A1148"/>
    <w:rsid w:val="006D46BF"/>
    <w:rsid w:val="00711B85"/>
    <w:rsid w:val="00711D46"/>
    <w:rsid w:val="00721A23"/>
    <w:rsid w:val="007463FB"/>
    <w:rsid w:val="00765E68"/>
    <w:rsid w:val="007C22E2"/>
    <w:rsid w:val="007D2567"/>
    <w:rsid w:val="00832259"/>
    <w:rsid w:val="008602BA"/>
    <w:rsid w:val="00894283"/>
    <w:rsid w:val="008A384D"/>
    <w:rsid w:val="008C1941"/>
    <w:rsid w:val="008E6211"/>
    <w:rsid w:val="00934F77"/>
    <w:rsid w:val="009A7DDE"/>
    <w:rsid w:val="009C1A5B"/>
    <w:rsid w:val="00A00F05"/>
    <w:rsid w:val="00A40ED1"/>
    <w:rsid w:val="00A81983"/>
    <w:rsid w:val="00AA5423"/>
    <w:rsid w:val="00B1451C"/>
    <w:rsid w:val="00BE04D0"/>
    <w:rsid w:val="00C222EB"/>
    <w:rsid w:val="00C922BC"/>
    <w:rsid w:val="00C96841"/>
    <w:rsid w:val="00D82258"/>
    <w:rsid w:val="00E63B74"/>
    <w:rsid w:val="00E651DD"/>
    <w:rsid w:val="00E754BB"/>
    <w:rsid w:val="00EC1A2B"/>
    <w:rsid w:val="00F00FF1"/>
    <w:rsid w:val="00F81E60"/>
    <w:rsid w:val="00FC0DAA"/>
    <w:rsid w:val="00FE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0410E"/>
  <w15:docId w15:val="{A5ECC6EF-A8FD-4D3C-9567-F4E33521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Tahoma" w:hAnsi="Tahoma"/>
      <w:b/>
      <w:kern w:val="28"/>
      <w:sz w:val="28"/>
      <w:lang w:val="pl-PL"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61F1A"/>
    <w:rPr>
      <w:rFonts w:ascii="Tahoma" w:hAnsi="Tahoma" w:cs="Tahoma"/>
      <w:sz w:val="16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1A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1A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A2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A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A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A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A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7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8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11</cp:revision>
  <cp:lastPrinted>2014-09-30T11:59:00Z</cp:lastPrinted>
  <dcterms:created xsi:type="dcterms:W3CDTF">2017-05-10T11:25:00Z</dcterms:created>
  <dcterms:modified xsi:type="dcterms:W3CDTF">2017-05-25T09:21:00Z</dcterms:modified>
</cp:coreProperties>
</file>