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EECE98" w14:textId="039D8563" w:rsidR="00B253D8" w:rsidRPr="00FB1B5B" w:rsidRDefault="00456CC4" w:rsidP="00497891">
      <w:pPr>
        <w:widowControl w:val="0"/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OI.I.261.2.</w:t>
      </w:r>
      <w:r w:rsidR="00B7676B"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7</w:t>
      </w:r>
      <w:r w:rsidR="0037673E"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6</w:t>
      </w:r>
      <w:r w:rsidR="005A3513"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.</w:t>
      </w:r>
      <w:r w:rsidR="000065AD"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202</w:t>
      </w:r>
      <w:r w:rsidR="00514421"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1</w:t>
      </w:r>
      <w:r w:rsidR="000065AD"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.</w:t>
      </w:r>
      <w:proofErr w:type="gramStart"/>
      <w:r w:rsidR="0037673E"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>IW</w:t>
      </w:r>
      <w:r w:rsidR="00497891"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 xml:space="preserve">                                                  </w:t>
      </w:r>
      <w:proofErr w:type="gramEnd"/>
      <w:r w:rsidR="00497891" w:rsidRPr="00FB1B5B">
        <w:rPr>
          <w:rFonts w:ascii="Arial" w:eastAsia="SimSun" w:hAnsi="Arial" w:cs="Arial"/>
          <w:b/>
          <w:color w:val="365F91" w:themeColor="accent1" w:themeShade="BF"/>
          <w:kern w:val="2"/>
          <w:lang w:eastAsia="hi-IN" w:bidi="hi-IN"/>
        </w:rPr>
        <w:t xml:space="preserve">                  </w:t>
      </w:r>
      <w:r w:rsidR="00497891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Gdańsk, dnia</w:t>
      </w:r>
      <w:r w:rsidR="0037673E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08.</w:t>
      </w:r>
      <w:r w:rsidR="00B7676B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12</w:t>
      </w:r>
      <w:r w:rsidR="00497891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.202</w:t>
      </w:r>
      <w:r w:rsidR="00514421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1</w:t>
      </w:r>
      <w:r w:rsidR="006D26CD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  <w:proofErr w:type="gramStart"/>
      <w:r w:rsidR="00497891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r</w:t>
      </w:r>
      <w:proofErr w:type="gramEnd"/>
      <w:r w:rsidR="00497891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.</w:t>
      </w:r>
    </w:p>
    <w:p w14:paraId="3D4BC557" w14:textId="5BA68733" w:rsidR="00B20573" w:rsidRPr="00FB1B5B" w:rsidRDefault="00497891" w:rsidP="00717EDB">
      <w:pPr>
        <w:widowControl w:val="0"/>
        <w:suppressAutoHyphens/>
        <w:spacing w:after="0"/>
        <w:jc w:val="center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 </w:t>
      </w:r>
    </w:p>
    <w:p w14:paraId="1EDE71F9" w14:textId="103A26A7" w:rsidR="003D12B9" w:rsidRPr="00FB1B5B" w:rsidRDefault="00B253D8" w:rsidP="009E18EF">
      <w:pPr>
        <w:widowControl w:val="0"/>
        <w:suppressAutoHyphens/>
        <w:spacing w:after="0"/>
        <w:jc w:val="center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ZAPYTANIE OFERTOWE</w:t>
      </w:r>
    </w:p>
    <w:p w14:paraId="56C72F5A" w14:textId="77777777" w:rsidR="00B20573" w:rsidRPr="00FB1B5B" w:rsidRDefault="00B20573" w:rsidP="00C916CB">
      <w:pPr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714F7A97" w14:textId="0E9EE480" w:rsidR="00B9724C" w:rsidRPr="00FB1B5B" w:rsidRDefault="003D12B9" w:rsidP="00514421">
      <w:pPr>
        <w:tabs>
          <w:tab w:val="left" w:pos="23814"/>
        </w:tabs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FB1B5B">
        <w:rPr>
          <w:rFonts w:ascii="Arial" w:eastAsia="Times New Roman" w:hAnsi="Arial" w:cs="Arial"/>
          <w:color w:val="0F243E" w:themeColor="text2" w:themeShade="80"/>
          <w:lang w:eastAsia="pl-PL"/>
        </w:rPr>
        <w:t>Zapraszam</w:t>
      </w:r>
      <w:r w:rsidR="00B20573" w:rsidRPr="00FB1B5B">
        <w:rPr>
          <w:rFonts w:ascii="Arial" w:eastAsia="Times New Roman" w:hAnsi="Arial" w:cs="Arial"/>
          <w:color w:val="0F243E" w:themeColor="text2" w:themeShade="80"/>
          <w:lang w:eastAsia="pl-PL"/>
        </w:rPr>
        <w:t>y</w:t>
      </w:r>
      <w:r w:rsidRPr="00FB1B5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do złożenia oferty cenowej na </w:t>
      </w:r>
      <w:r w:rsidR="00C600D5" w:rsidRPr="00FB1B5B">
        <w:rPr>
          <w:rFonts w:ascii="Arial" w:eastAsia="Times New Roman" w:hAnsi="Arial" w:cs="Arial"/>
          <w:color w:val="0F243E" w:themeColor="text2" w:themeShade="80"/>
          <w:lang w:eastAsia="pl-PL"/>
        </w:rPr>
        <w:t>realizację zamówienia pn</w:t>
      </w:r>
      <w:r w:rsidR="00C600D5" w:rsidRPr="006E3030">
        <w:rPr>
          <w:rFonts w:ascii="Arial" w:eastAsia="Times New Roman" w:hAnsi="Arial" w:cs="Arial"/>
          <w:color w:val="365F91" w:themeColor="accent1" w:themeShade="BF"/>
          <w:lang w:eastAsia="pl-PL"/>
        </w:rPr>
        <w:t>.</w:t>
      </w:r>
      <w:r w:rsidR="00273F35" w:rsidRPr="006E3030">
        <w:rPr>
          <w:rFonts w:ascii="Arial" w:eastAsia="Times New Roman" w:hAnsi="Arial" w:cs="Arial"/>
          <w:color w:val="365F91" w:themeColor="accent1" w:themeShade="BF"/>
          <w:lang w:eastAsia="pl-PL"/>
        </w:rPr>
        <w:t xml:space="preserve">: </w:t>
      </w:r>
      <w:r w:rsidR="0037673E" w:rsidRPr="006E3030">
        <w:rPr>
          <w:rFonts w:ascii="Arial" w:hAnsi="Arial" w:cs="Arial"/>
          <w:b/>
          <w:color w:val="365F91" w:themeColor="accent1" w:themeShade="BF"/>
        </w:rPr>
        <w:t xml:space="preserve">„Zakup sprzętu komputerowego w ramach projektu </w:t>
      </w:r>
      <w:r w:rsidR="0037673E" w:rsidRPr="006E3030">
        <w:rPr>
          <w:rFonts w:ascii="Arial" w:hAnsi="Arial" w:cs="Arial"/>
          <w:b/>
          <w:bCs/>
          <w:color w:val="365F91" w:themeColor="accent1" w:themeShade="BF"/>
        </w:rPr>
        <w:t xml:space="preserve">nr POIS.02.04.00-00-0108/16 </w:t>
      </w:r>
      <w:proofErr w:type="gramStart"/>
      <w:r w:rsidR="0037673E" w:rsidRPr="006E3030">
        <w:rPr>
          <w:rFonts w:ascii="Arial" w:hAnsi="Arial" w:cs="Arial"/>
          <w:b/>
          <w:bCs/>
          <w:color w:val="365F91" w:themeColor="accent1" w:themeShade="BF"/>
        </w:rPr>
        <w:t>pn</w:t>
      </w:r>
      <w:proofErr w:type="gramEnd"/>
      <w:r w:rsidR="0037673E" w:rsidRPr="006E3030">
        <w:rPr>
          <w:rFonts w:ascii="Arial" w:hAnsi="Arial" w:cs="Arial"/>
          <w:b/>
          <w:bCs/>
          <w:color w:val="365F91" w:themeColor="accent1" w:themeShade="BF"/>
        </w:rPr>
        <w:t xml:space="preserve">. Ochrona siedlisk </w:t>
      </w:r>
      <w:r w:rsidR="0037673E" w:rsidRPr="006E3030">
        <w:rPr>
          <w:rFonts w:ascii="Arial" w:hAnsi="Arial" w:cs="Arial"/>
          <w:b/>
          <w:bCs/>
          <w:color w:val="365F91" w:themeColor="accent1" w:themeShade="BF"/>
        </w:rPr>
        <w:br/>
        <w:t>i gatunków terenów nieleśnych zależnych od wód”</w:t>
      </w:r>
    </w:p>
    <w:p w14:paraId="1B4343D8" w14:textId="77777777" w:rsidR="0037673E" w:rsidRPr="006D26CD" w:rsidRDefault="0037673E" w:rsidP="006E3030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sz w:val="18"/>
          <w:szCs w:val="18"/>
          <w:lang w:eastAsia="hi-IN" w:bidi="hi-IN"/>
        </w:rPr>
      </w:pPr>
      <w:r w:rsidRPr="006D26CD">
        <w:rPr>
          <w:rFonts w:ascii="Arial" w:eastAsia="SimSun" w:hAnsi="Arial" w:cs="Arial"/>
          <w:color w:val="0F243E" w:themeColor="text2" w:themeShade="80"/>
          <w:kern w:val="2"/>
          <w:sz w:val="18"/>
          <w:szCs w:val="18"/>
          <w:lang w:eastAsia="hi-IN" w:bidi="hi-IN"/>
        </w:rPr>
        <w:t>Procedura prowadzona z wyłączeniem ustawy z dnia 11 września 2004 r. – Prawo zamówień publicznych (</w:t>
      </w:r>
      <w:proofErr w:type="spellStart"/>
      <w:r w:rsidRPr="006D26CD">
        <w:rPr>
          <w:rFonts w:ascii="Arial" w:eastAsia="SimSun" w:hAnsi="Arial" w:cs="Arial"/>
          <w:color w:val="0F243E" w:themeColor="text2" w:themeShade="80"/>
          <w:kern w:val="2"/>
          <w:sz w:val="18"/>
          <w:szCs w:val="18"/>
          <w:lang w:eastAsia="hi-IN" w:bidi="hi-IN"/>
        </w:rPr>
        <w:t>t.j</w:t>
      </w:r>
      <w:proofErr w:type="spellEnd"/>
      <w:r w:rsidRPr="006D26CD">
        <w:rPr>
          <w:rFonts w:ascii="Arial" w:eastAsia="SimSun" w:hAnsi="Arial" w:cs="Arial"/>
          <w:color w:val="0F243E" w:themeColor="text2" w:themeShade="80"/>
          <w:kern w:val="2"/>
          <w:sz w:val="18"/>
          <w:szCs w:val="18"/>
          <w:lang w:eastAsia="hi-IN" w:bidi="hi-IN"/>
        </w:rPr>
        <w:t xml:space="preserve">. Dz. U. </w:t>
      </w:r>
      <w:proofErr w:type="gramStart"/>
      <w:r w:rsidRPr="006D26CD">
        <w:rPr>
          <w:rFonts w:ascii="Arial" w:eastAsia="SimSun" w:hAnsi="Arial" w:cs="Arial"/>
          <w:color w:val="0F243E" w:themeColor="text2" w:themeShade="80"/>
          <w:kern w:val="2"/>
          <w:sz w:val="18"/>
          <w:szCs w:val="18"/>
          <w:lang w:eastAsia="hi-IN" w:bidi="hi-IN"/>
        </w:rPr>
        <w:t>z</w:t>
      </w:r>
      <w:proofErr w:type="gramEnd"/>
      <w:r w:rsidRPr="006D26CD">
        <w:rPr>
          <w:rFonts w:ascii="Arial" w:eastAsia="SimSun" w:hAnsi="Arial" w:cs="Arial"/>
          <w:color w:val="0F243E" w:themeColor="text2" w:themeShade="80"/>
          <w:kern w:val="2"/>
          <w:sz w:val="18"/>
          <w:szCs w:val="18"/>
          <w:lang w:eastAsia="hi-IN" w:bidi="hi-IN"/>
        </w:rPr>
        <w:t xml:space="preserve"> 2021 r., poz. 1129 ze zm.).</w:t>
      </w:r>
    </w:p>
    <w:p w14:paraId="07B73A46" w14:textId="77777777" w:rsidR="0037673E" w:rsidRPr="00FB1B5B" w:rsidRDefault="0037673E" w:rsidP="006E3030">
      <w:pPr>
        <w:tabs>
          <w:tab w:val="left" w:pos="23814"/>
        </w:tabs>
        <w:spacing w:after="0"/>
        <w:jc w:val="both"/>
        <w:rPr>
          <w:rFonts w:ascii="Arial" w:eastAsia="Times New Roman" w:hAnsi="Arial" w:cs="Arial"/>
          <w:b/>
          <w:color w:val="0F243E" w:themeColor="text2" w:themeShade="80"/>
          <w:lang w:eastAsia="pl-PL"/>
        </w:rPr>
      </w:pPr>
    </w:p>
    <w:p w14:paraId="29AA9367" w14:textId="3DC2BCE3" w:rsidR="00DB24DE" w:rsidRPr="00FB1B5B" w:rsidRDefault="00B9724C" w:rsidP="006E3030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I.</w:t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ab/>
        <w:t>Nazwa oraz adres zamawiającego:</w:t>
      </w:r>
    </w:p>
    <w:p w14:paraId="561C7E2A" w14:textId="25C971A3" w:rsidR="009C444C" w:rsidRPr="00FB1B5B" w:rsidRDefault="00B9724C" w:rsidP="006E3030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Regionalna Dyrekcja Ochrony Środowiska w Gdańsku, ul. Chmielna 54/57, 80-748 Gdańsk, NIP 583-304-72-93.</w:t>
      </w:r>
    </w:p>
    <w:p w14:paraId="582F4EED" w14:textId="77777777" w:rsidR="00514421" w:rsidRPr="00FB1B5B" w:rsidRDefault="00514421" w:rsidP="006E3030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</w:p>
    <w:p w14:paraId="6CA14E0E" w14:textId="4FC3185E" w:rsidR="0037673E" w:rsidRPr="006E3030" w:rsidRDefault="00B9724C" w:rsidP="00717EDB">
      <w:pPr>
        <w:widowControl w:val="0"/>
        <w:tabs>
          <w:tab w:val="left" w:pos="284"/>
        </w:tabs>
        <w:suppressAutoHyphens/>
        <w:spacing w:after="0"/>
        <w:jc w:val="both"/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II.</w:t>
      </w: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O</w:t>
      </w:r>
      <w:r w:rsidRPr="00FB1B5B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 xml:space="preserve">pis przedmiotu zamówienia: </w:t>
      </w:r>
      <w:r w:rsidR="0037673E" w:rsidRPr="00FB1B5B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 xml:space="preserve">Załącznik nr 1 Formularz oferty </w:t>
      </w:r>
      <w:r w:rsidR="0037673E" w:rsidRPr="00FB1B5B"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>do niniejszego Zapytania Ofertowego.</w:t>
      </w:r>
    </w:p>
    <w:p w14:paraId="064CBFCE" w14:textId="77777777" w:rsidR="00FB1B5B" w:rsidRPr="00FB1B5B" w:rsidRDefault="00FB1B5B" w:rsidP="006E3030">
      <w:pPr>
        <w:spacing w:after="0"/>
        <w:jc w:val="both"/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</w:pPr>
    </w:p>
    <w:p w14:paraId="4966F53D" w14:textId="77777777" w:rsidR="00FB1B5B" w:rsidRDefault="0037673E" w:rsidP="006E3030">
      <w:p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FB1B5B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III.</w:t>
      </w:r>
      <w:r w:rsidRPr="00FB1B5B"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  <w:t xml:space="preserve"> </w:t>
      </w:r>
      <w:r w:rsidRPr="00FB1B5B">
        <w:rPr>
          <w:rFonts w:ascii="Arial" w:hAnsi="Arial" w:cs="Arial"/>
          <w:b/>
          <w:color w:val="0F243E" w:themeColor="text2" w:themeShade="80"/>
        </w:rPr>
        <w:t>Podmiot zamawiający:</w:t>
      </w:r>
      <w:r w:rsidRPr="00FB1B5B">
        <w:rPr>
          <w:rFonts w:ascii="Arial" w:hAnsi="Arial" w:cs="Arial"/>
          <w:color w:val="0F243E" w:themeColor="text2" w:themeShade="80"/>
        </w:rPr>
        <w:t xml:space="preserve"> </w:t>
      </w:r>
    </w:p>
    <w:p w14:paraId="2843D625" w14:textId="0DDB06DC" w:rsidR="0037673E" w:rsidRPr="00FB1B5B" w:rsidRDefault="0037673E" w:rsidP="006E3030">
      <w:pPr>
        <w:spacing w:after="0"/>
        <w:jc w:val="both"/>
        <w:rPr>
          <w:rFonts w:ascii="Arial" w:eastAsia="SimSun" w:hAnsi="Arial" w:cs="Arial"/>
          <w:bCs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hAnsi="Arial" w:cs="Arial"/>
          <w:color w:val="0F243E" w:themeColor="text2" w:themeShade="80"/>
        </w:rPr>
        <w:t xml:space="preserve">Zamówienie jest realizowane przez </w:t>
      </w:r>
      <w:r w:rsidRPr="00FB1B5B">
        <w:rPr>
          <w:rFonts w:ascii="Arial" w:hAnsi="Arial" w:cs="Arial"/>
          <w:b/>
          <w:color w:val="0F243E" w:themeColor="text2" w:themeShade="80"/>
        </w:rPr>
        <w:t>Regionalną Dyrekcję Ochrony Środowiska w Gdańsku</w:t>
      </w:r>
      <w:r w:rsidRPr="00FB1B5B">
        <w:rPr>
          <w:rFonts w:ascii="Arial" w:hAnsi="Arial" w:cs="Arial"/>
          <w:color w:val="0F243E" w:themeColor="text2" w:themeShade="80"/>
        </w:rPr>
        <w:t>, zwaną dalej Zamawiającym, ul. Chmielna 54/57, 80-748 Gdańsk, NIP: 583-304-72-93, REGON: 22-07-00-750.</w:t>
      </w:r>
    </w:p>
    <w:p w14:paraId="4D7B08D5" w14:textId="77777777" w:rsidR="0037673E" w:rsidRPr="00FB1B5B" w:rsidRDefault="0037673E" w:rsidP="006E3030">
      <w:pPr>
        <w:pStyle w:val="Akapitzlist"/>
        <w:spacing w:after="0"/>
        <w:ind w:left="0"/>
        <w:contextualSpacing w:val="0"/>
        <w:jc w:val="both"/>
        <w:rPr>
          <w:rFonts w:ascii="Arial" w:hAnsi="Arial" w:cs="Arial"/>
          <w:color w:val="0F243E" w:themeColor="text2" w:themeShade="80"/>
        </w:rPr>
      </w:pPr>
      <w:r w:rsidRPr="00FB1B5B">
        <w:rPr>
          <w:rFonts w:ascii="Arial" w:hAnsi="Arial" w:cs="Arial"/>
          <w:color w:val="0F243E" w:themeColor="text2" w:themeShade="80"/>
        </w:rPr>
        <w:t xml:space="preserve">Regionalna Dyrekcja Ochrony Środowiska w Gdańsku, zgodnie z umową </w:t>
      </w:r>
      <w:r w:rsidRPr="00FB1B5B">
        <w:rPr>
          <w:rFonts w:ascii="Arial" w:hAnsi="Arial" w:cs="Arial"/>
          <w:color w:val="0F243E" w:themeColor="text2" w:themeShade="80"/>
        </w:rPr>
        <w:br/>
      </w:r>
      <w:proofErr w:type="gramStart"/>
      <w:r w:rsidRPr="00FB1B5B">
        <w:rPr>
          <w:rFonts w:ascii="Arial" w:hAnsi="Arial" w:cs="Arial"/>
          <w:color w:val="0F243E" w:themeColor="text2" w:themeShade="80"/>
        </w:rPr>
        <w:t>o</w:t>
      </w:r>
      <w:proofErr w:type="gramEnd"/>
      <w:r w:rsidRPr="00FB1B5B">
        <w:rPr>
          <w:rFonts w:ascii="Arial" w:hAnsi="Arial" w:cs="Arial"/>
          <w:bCs/>
          <w:color w:val="0F243E" w:themeColor="text2" w:themeShade="80"/>
        </w:rPr>
        <w:t xml:space="preserve"> dofinansowanie nr POIS.02.04.00-00-0191/16-</w:t>
      </w:r>
      <w:r w:rsidRPr="00FB1B5B">
        <w:rPr>
          <w:rFonts w:ascii="Arial" w:hAnsi="Arial" w:cs="Arial"/>
          <w:bCs/>
          <w:iCs/>
          <w:color w:val="0F243E" w:themeColor="text2" w:themeShade="80"/>
        </w:rPr>
        <w:t>05</w:t>
      </w:r>
      <w:r w:rsidRPr="00FB1B5B">
        <w:rPr>
          <w:rFonts w:ascii="Arial" w:hAnsi="Arial" w:cs="Arial"/>
          <w:bCs/>
          <w:i/>
          <w:color w:val="0F243E" w:themeColor="text2" w:themeShade="80"/>
        </w:rPr>
        <w:t xml:space="preserve"> (</w:t>
      </w:r>
      <w:proofErr w:type="gramStart"/>
      <w:r w:rsidRPr="00FB1B5B">
        <w:rPr>
          <w:rFonts w:ascii="Arial" w:hAnsi="Arial" w:cs="Arial"/>
          <w:bCs/>
          <w:i/>
          <w:color w:val="0F243E" w:themeColor="text2" w:themeShade="80"/>
        </w:rPr>
        <w:t>aneks</w:t>
      </w:r>
      <w:proofErr w:type="gramEnd"/>
      <w:r w:rsidRPr="00FB1B5B">
        <w:rPr>
          <w:rFonts w:ascii="Arial" w:hAnsi="Arial" w:cs="Arial"/>
          <w:bCs/>
          <w:i/>
          <w:color w:val="0F243E" w:themeColor="text2" w:themeShade="80"/>
        </w:rPr>
        <w:t xml:space="preserve"> </w:t>
      </w:r>
      <w:r w:rsidRPr="00FB1B5B">
        <w:rPr>
          <w:rFonts w:ascii="Arial" w:hAnsi="Arial" w:cs="Arial"/>
          <w:bCs/>
          <w:iCs/>
          <w:color w:val="0F243E" w:themeColor="text2" w:themeShade="80"/>
        </w:rPr>
        <w:t>z dnia 02.07.2020 r.)</w:t>
      </w:r>
      <w:r w:rsidRPr="00FB1B5B">
        <w:rPr>
          <w:rFonts w:ascii="Arial" w:hAnsi="Arial" w:cs="Arial"/>
          <w:iCs/>
          <w:color w:val="0F243E" w:themeColor="text2" w:themeShade="80"/>
        </w:rPr>
        <w:t>,</w:t>
      </w:r>
      <w:r w:rsidRPr="00FB1B5B">
        <w:rPr>
          <w:rFonts w:ascii="Arial" w:hAnsi="Arial" w:cs="Arial"/>
          <w:color w:val="0F243E" w:themeColor="text2" w:themeShade="80"/>
        </w:rPr>
        <w:t xml:space="preserve"> jest podmiotem upoważnionym do ponoszenia wydatków kwalifikowanych w ramach ww. </w:t>
      </w:r>
      <w:proofErr w:type="gramStart"/>
      <w:r w:rsidRPr="00FB1B5B">
        <w:rPr>
          <w:rFonts w:ascii="Arial" w:hAnsi="Arial" w:cs="Arial"/>
          <w:color w:val="0F243E" w:themeColor="text2" w:themeShade="80"/>
        </w:rPr>
        <w:t>projektu  dofinansowanego</w:t>
      </w:r>
      <w:proofErr w:type="gramEnd"/>
      <w:r w:rsidRPr="00FB1B5B">
        <w:rPr>
          <w:rFonts w:ascii="Arial" w:hAnsi="Arial" w:cs="Arial"/>
          <w:color w:val="0F243E" w:themeColor="text2" w:themeShade="80"/>
        </w:rPr>
        <w:t xml:space="preserve">  z Funduszu Europejskiego w ramach Programu Operacyjnego Infrastruktura i Środowisko 2014-2020.</w:t>
      </w:r>
    </w:p>
    <w:p w14:paraId="040EA07C" w14:textId="77777777" w:rsidR="0037673E" w:rsidRPr="00FB1B5B" w:rsidRDefault="0037673E" w:rsidP="006E3030">
      <w:pPr>
        <w:pStyle w:val="Akapitzlist"/>
        <w:spacing w:after="0"/>
        <w:ind w:left="284"/>
        <w:contextualSpacing w:val="0"/>
        <w:jc w:val="both"/>
        <w:rPr>
          <w:rFonts w:ascii="Arial" w:hAnsi="Arial" w:cs="Arial"/>
          <w:color w:val="0F243E" w:themeColor="text2" w:themeShade="80"/>
        </w:rPr>
      </w:pPr>
    </w:p>
    <w:p w14:paraId="26A2EB15" w14:textId="77777777" w:rsidR="00FB1B5B" w:rsidRPr="00FB1B5B" w:rsidRDefault="0037673E" w:rsidP="006E3030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B1B5B">
        <w:rPr>
          <w:rFonts w:ascii="Arial" w:eastAsia="Times New Roman" w:hAnsi="Arial" w:cs="Arial"/>
          <w:b/>
          <w:color w:val="0F243E" w:themeColor="text2" w:themeShade="80"/>
        </w:rPr>
        <w:t>Kod CPV</w:t>
      </w:r>
      <w:r w:rsidRPr="00FB1B5B">
        <w:rPr>
          <w:rFonts w:ascii="Arial" w:eastAsia="Times New Roman" w:hAnsi="Arial" w:cs="Arial"/>
          <w:color w:val="0F243E" w:themeColor="text2" w:themeShade="80"/>
        </w:rPr>
        <w:t xml:space="preserve"> </w:t>
      </w:r>
    </w:p>
    <w:p w14:paraId="402F6500" w14:textId="53215134" w:rsidR="0037673E" w:rsidRPr="00FB1B5B" w:rsidRDefault="00EA1701" w:rsidP="006E3030">
      <w:pPr>
        <w:spacing w:after="0"/>
        <w:jc w:val="both"/>
        <w:rPr>
          <w:rFonts w:ascii="Arial" w:hAnsi="Arial" w:cs="Arial"/>
          <w:color w:val="0F243E" w:themeColor="text2" w:themeShade="80"/>
        </w:rPr>
      </w:pPr>
      <w:hyperlink r:id="rId9" w:history="1">
        <w:r w:rsidR="0037673E" w:rsidRPr="00FB1B5B">
          <w:rPr>
            <w:rFonts w:ascii="Arial" w:eastAsia="Times New Roman" w:hAnsi="Arial" w:cs="Arial"/>
            <w:color w:val="0F243E" w:themeColor="text2" w:themeShade="80"/>
            <w:lang w:eastAsia="pl-PL"/>
          </w:rPr>
          <w:t>30213100-6</w:t>
        </w:r>
      </w:hyperlink>
      <w:r w:rsidR="0037673E" w:rsidRPr="00FB1B5B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Komputery przenośne </w:t>
      </w:r>
    </w:p>
    <w:p w14:paraId="7542946D" w14:textId="61E0B020" w:rsidR="0037673E" w:rsidRPr="00FB1B5B" w:rsidRDefault="0037673E" w:rsidP="006E3030">
      <w:pPr>
        <w:tabs>
          <w:tab w:val="left" w:pos="1418"/>
        </w:tabs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FB1B5B">
        <w:rPr>
          <w:rFonts w:ascii="Arial" w:hAnsi="Arial" w:cs="Arial"/>
          <w:color w:val="0F243E" w:themeColor="text2" w:themeShade="80"/>
        </w:rPr>
        <w:t>48900000-7 Różne pakiety oprogramowania</w:t>
      </w:r>
    </w:p>
    <w:p w14:paraId="2F37B7A4" w14:textId="77777777" w:rsidR="00FB1B5B" w:rsidRDefault="0037673E" w:rsidP="006E3030">
      <w:pPr>
        <w:spacing w:after="0"/>
        <w:jc w:val="both"/>
        <w:rPr>
          <w:rFonts w:ascii="Arial" w:eastAsia="Times New Roman" w:hAnsi="Arial" w:cs="Arial"/>
          <w:color w:val="0F243E" w:themeColor="text2" w:themeShade="80"/>
        </w:rPr>
      </w:pPr>
      <w:r w:rsidRPr="00FB1B5B">
        <w:rPr>
          <w:rFonts w:ascii="Arial" w:eastAsia="Times New Roman" w:hAnsi="Arial" w:cs="Arial"/>
          <w:color w:val="0F243E" w:themeColor="text2" w:themeShade="80"/>
        </w:rPr>
        <w:t>30245000-3 Pamięci do przechowywania danych</w:t>
      </w:r>
    </w:p>
    <w:p w14:paraId="3C003BB5" w14:textId="547FECD4" w:rsidR="00FB1B5B" w:rsidRPr="00FB1B5B" w:rsidRDefault="0037673E" w:rsidP="006E3030">
      <w:pPr>
        <w:spacing w:after="120"/>
        <w:jc w:val="both"/>
        <w:rPr>
          <w:rFonts w:ascii="Arial" w:eastAsia="Times New Roman" w:hAnsi="Arial" w:cs="Arial"/>
          <w:color w:val="0F243E" w:themeColor="text2" w:themeShade="80"/>
        </w:rPr>
      </w:pPr>
      <w:r w:rsidRPr="00FB1B5B">
        <w:rPr>
          <w:rFonts w:ascii="Arial" w:eastAsia="Times New Roman" w:hAnsi="Arial" w:cs="Arial"/>
          <w:color w:val="0F243E" w:themeColor="text2" w:themeShade="80"/>
        </w:rPr>
        <w:t>3023200</w:t>
      </w:r>
      <w:r w:rsidR="00FB1B5B">
        <w:rPr>
          <w:rFonts w:ascii="Arial" w:eastAsia="Times New Roman" w:hAnsi="Arial" w:cs="Arial"/>
          <w:color w:val="0F243E" w:themeColor="text2" w:themeShade="80"/>
        </w:rPr>
        <w:t>0-4 Sprzęt peryferyjny</w:t>
      </w:r>
    </w:p>
    <w:p w14:paraId="05E18915" w14:textId="25FC417D" w:rsidR="00DB24DE" w:rsidRPr="00FB1B5B" w:rsidRDefault="00FB1B5B" w:rsidP="006E3030">
      <w:pPr>
        <w:spacing w:after="0"/>
        <w:jc w:val="both"/>
        <w:rPr>
          <w:rFonts w:ascii="Arial" w:hAnsi="Arial" w:cs="Arial"/>
          <w:b/>
          <w:color w:val="0F243E" w:themeColor="text2" w:themeShade="80"/>
        </w:rPr>
      </w:pPr>
      <w:r>
        <w:rPr>
          <w:rFonts w:ascii="Arial" w:hAnsi="Arial" w:cs="Arial"/>
          <w:b/>
          <w:color w:val="0F243E" w:themeColor="text2" w:themeShade="80"/>
        </w:rPr>
        <w:t>V</w:t>
      </w:r>
      <w:r w:rsidR="009C444C" w:rsidRPr="00FB1B5B">
        <w:rPr>
          <w:rFonts w:ascii="Arial" w:hAnsi="Arial" w:cs="Arial"/>
          <w:b/>
          <w:color w:val="0F243E" w:themeColor="text2" w:themeShade="80"/>
        </w:rPr>
        <w:t xml:space="preserve">. </w:t>
      </w:r>
      <w:r w:rsidR="00D85601" w:rsidRPr="00FB1B5B">
        <w:rPr>
          <w:rFonts w:ascii="Arial" w:hAnsi="Arial" w:cs="Arial"/>
          <w:b/>
          <w:color w:val="0F243E" w:themeColor="text2" w:themeShade="80"/>
        </w:rPr>
        <w:t>Termin realizacji zamówienia:</w:t>
      </w:r>
    </w:p>
    <w:p w14:paraId="0C0D84D6" w14:textId="0D72EF5B" w:rsidR="006F40E4" w:rsidRPr="00812CF9" w:rsidRDefault="00231B8A" w:rsidP="006E3030">
      <w:pPr>
        <w:spacing w:after="0"/>
        <w:contextualSpacing/>
        <w:jc w:val="both"/>
        <w:rPr>
          <w:rFonts w:ascii="Arial" w:hAnsi="Arial" w:cs="Arial"/>
          <w:color w:val="0F243E" w:themeColor="text2" w:themeShade="80"/>
          <w:vertAlign w:val="superscript"/>
        </w:rPr>
      </w:pPr>
      <w:r w:rsidRPr="00FB1B5B">
        <w:rPr>
          <w:rFonts w:ascii="Arial" w:hAnsi="Arial" w:cs="Arial"/>
          <w:color w:val="0F243E" w:themeColor="text2" w:themeShade="80"/>
        </w:rPr>
        <w:t xml:space="preserve">Przedmiot zamówienia należy </w:t>
      </w:r>
      <w:r w:rsidR="00C8646B" w:rsidRPr="00FB1B5B">
        <w:rPr>
          <w:rFonts w:ascii="Arial" w:hAnsi="Arial" w:cs="Arial"/>
          <w:color w:val="0F243E" w:themeColor="text2" w:themeShade="80"/>
        </w:rPr>
        <w:t>dostarczyć</w:t>
      </w:r>
      <w:r w:rsidRPr="00FB1B5B">
        <w:rPr>
          <w:rFonts w:ascii="Arial" w:hAnsi="Arial" w:cs="Arial"/>
          <w:color w:val="0F243E" w:themeColor="text2" w:themeShade="80"/>
        </w:rPr>
        <w:t xml:space="preserve"> </w:t>
      </w:r>
      <w:r w:rsidR="002D08D7" w:rsidRPr="00FB1B5B">
        <w:rPr>
          <w:rFonts w:ascii="Arial" w:hAnsi="Arial" w:cs="Arial"/>
          <w:color w:val="0F243E" w:themeColor="text2" w:themeShade="80"/>
        </w:rPr>
        <w:t xml:space="preserve">najpóźniej </w:t>
      </w:r>
      <w:r w:rsidR="009B37F8" w:rsidRPr="00FB1B5B">
        <w:rPr>
          <w:rFonts w:ascii="Arial" w:hAnsi="Arial" w:cs="Arial"/>
          <w:color w:val="0F243E" w:themeColor="text2" w:themeShade="80"/>
        </w:rPr>
        <w:t xml:space="preserve">do </w:t>
      </w:r>
      <w:r w:rsidR="00812CF9">
        <w:rPr>
          <w:rFonts w:ascii="Arial" w:hAnsi="Arial" w:cs="Arial"/>
          <w:b/>
          <w:color w:val="0F243E" w:themeColor="text2" w:themeShade="80"/>
        </w:rPr>
        <w:t>16</w:t>
      </w:r>
      <w:r w:rsidR="00273F35" w:rsidRPr="00FB1B5B">
        <w:rPr>
          <w:rFonts w:ascii="Arial" w:hAnsi="Arial" w:cs="Arial"/>
          <w:b/>
          <w:color w:val="0F243E" w:themeColor="text2" w:themeShade="80"/>
        </w:rPr>
        <w:t>.</w:t>
      </w:r>
      <w:r w:rsidR="009E18EF" w:rsidRPr="00FB1B5B">
        <w:rPr>
          <w:rFonts w:ascii="Arial" w:hAnsi="Arial" w:cs="Arial"/>
          <w:b/>
          <w:color w:val="0F243E" w:themeColor="text2" w:themeShade="80"/>
        </w:rPr>
        <w:t>12</w:t>
      </w:r>
      <w:r w:rsidR="00273F35" w:rsidRPr="00FB1B5B">
        <w:rPr>
          <w:rFonts w:ascii="Arial" w:hAnsi="Arial" w:cs="Arial"/>
          <w:b/>
          <w:color w:val="0F243E" w:themeColor="text2" w:themeShade="80"/>
        </w:rPr>
        <w:t>.</w:t>
      </w:r>
      <w:r w:rsidR="00193030" w:rsidRPr="00FB1B5B">
        <w:rPr>
          <w:rFonts w:ascii="Arial" w:hAnsi="Arial" w:cs="Arial"/>
          <w:b/>
          <w:color w:val="0F243E" w:themeColor="text2" w:themeShade="80"/>
        </w:rPr>
        <w:t>20</w:t>
      </w:r>
      <w:r w:rsidR="00D965FB" w:rsidRPr="00FB1B5B">
        <w:rPr>
          <w:rFonts w:ascii="Arial" w:hAnsi="Arial" w:cs="Arial"/>
          <w:b/>
          <w:color w:val="0F243E" w:themeColor="text2" w:themeShade="80"/>
        </w:rPr>
        <w:t>2</w:t>
      </w:r>
      <w:r w:rsidR="00514421" w:rsidRPr="00FB1B5B">
        <w:rPr>
          <w:rFonts w:ascii="Arial" w:hAnsi="Arial" w:cs="Arial"/>
          <w:b/>
          <w:color w:val="0F243E" w:themeColor="text2" w:themeShade="80"/>
        </w:rPr>
        <w:t>1</w:t>
      </w:r>
      <w:proofErr w:type="gramStart"/>
      <w:r w:rsidR="00193030" w:rsidRPr="00FB1B5B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193030" w:rsidRPr="00FB1B5B">
        <w:rPr>
          <w:rFonts w:ascii="Arial" w:hAnsi="Arial" w:cs="Arial"/>
          <w:color w:val="0F243E" w:themeColor="text2" w:themeShade="80"/>
        </w:rPr>
        <w:t>.</w:t>
      </w:r>
    </w:p>
    <w:p w14:paraId="7253D45F" w14:textId="77777777" w:rsidR="00514421" w:rsidRPr="00FB1B5B" w:rsidRDefault="00514421" w:rsidP="006E3030">
      <w:pPr>
        <w:widowControl w:val="0"/>
        <w:suppressAutoHyphens/>
        <w:spacing w:after="0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</w:p>
    <w:p w14:paraId="49EB3FF3" w14:textId="3315BA4B" w:rsidR="00DB24DE" w:rsidRPr="00FB1B5B" w:rsidRDefault="00F50CD0" w:rsidP="006E3030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V</w:t>
      </w:r>
      <w:r w:rsid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</w:t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Warunki udziału w postępowaniu</w:t>
      </w:r>
      <w:r w:rsidR="00670F89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:</w:t>
      </w: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10D5B00E" w14:textId="77777777" w:rsidR="0037673E" w:rsidRPr="00FB1B5B" w:rsidRDefault="0037673E" w:rsidP="006E3030">
      <w:pPr>
        <w:widowControl w:val="0"/>
        <w:tabs>
          <w:tab w:val="left" w:pos="284"/>
        </w:tabs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udzielenie zamówienia mogą się ubiegać Wykonawcy, którzy:</w:t>
      </w:r>
    </w:p>
    <w:p w14:paraId="70CFB118" w14:textId="77777777" w:rsidR="0037673E" w:rsidRPr="00FB1B5B" w:rsidRDefault="0037673E" w:rsidP="006E3030">
      <w:pPr>
        <w:widowControl w:val="0"/>
        <w:tabs>
          <w:tab w:val="left" w:pos="284"/>
        </w:tabs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proofErr w:type="gramStart"/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1)</w:t>
      </w: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  <w:t>posiadają</w:t>
      </w:r>
      <w:proofErr w:type="gramEnd"/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niezbędną wiedzę i doświadczenie oraz potencjał techniczny do wykonania zamówienia,</w:t>
      </w:r>
    </w:p>
    <w:p w14:paraId="6AC9E5C5" w14:textId="77777777" w:rsidR="0037673E" w:rsidRPr="00FB1B5B" w:rsidRDefault="0037673E" w:rsidP="006E3030">
      <w:pPr>
        <w:widowControl w:val="0"/>
        <w:tabs>
          <w:tab w:val="left" w:pos="284"/>
        </w:tabs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proofErr w:type="gramStart"/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2)</w:t>
      </w: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  <w:t>złożą</w:t>
      </w:r>
      <w:proofErr w:type="gramEnd"/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: </w:t>
      </w:r>
    </w:p>
    <w:p w14:paraId="4CA3F30A" w14:textId="427C03BA" w:rsidR="00E55F12" w:rsidRPr="00FB1B5B" w:rsidRDefault="0037673E" w:rsidP="006E3030">
      <w:pPr>
        <w:widowControl w:val="0"/>
        <w:tabs>
          <w:tab w:val="left" w:pos="284"/>
        </w:tabs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- ważną ofertę w terminie wyznaczonym do składania ofert /formularz ofertowy/zał.nr 1.</w:t>
      </w:r>
      <w:r w:rsidR="00240DAB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            </w:t>
      </w:r>
    </w:p>
    <w:p w14:paraId="6B3519DD" w14:textId="7A2765F9" w:rsidR="00F342E8" w:rsidRPr="006E3030" w:rsidRDefault="00B253D8" w:rsidP="006E3030">
      <w:pPr>
        <w:widowControl w:val="0"/>
        <w:tabs>
          <w:tab w:val="left" w:pos="426"/>
        </w:tabs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V</w:t>
      </w:r>
      <w:r w:rsid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II</w:t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ab/>
        <w:t xml:space="preserve">Opis kryteriów, którymi Zamawiający będzie kierował się przy </w:t>
      </w:r>
      <w:proofErr w:type="gramStart"/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wyborze </w:t>
      </w:r>
      <w:r w:rsid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  </w:t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lastRenderedPageBreak/>
        <w:t>najkorzystniejszej</w:t>
      </w:r>
      <w:proofErr w:type="gramEnd"/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 oferty</w:t>
      </w:r>
      <w:r w:rsidR="00670F89"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:</w:t>
      </w:r>
      <w:r w:rsidR="003F2642" w:rsidRPr="00FB1B5B">
        <w:rPr>
          <w:rFonts w:ascii="Arial" w:hAnsi="Arial" w:cs="Arial"/>
          <w:b/>
          <w:i/>
          <w:color w:val="0F243E" w:themeColor="text2" w:themeShade="80"/>
        </w:rPr>
        <w:t xml:space="preserve">         </w:t>
      </w:r>
      <w:r w:rsidR="00775916" w:rsidRPr="00FB1B5B">
        <w:rPr>
          <w:rFonts w:ascii="Arial" w:hAnsi="Arial" w:cs="Arial"/>
          <w:b/>
          <w:color w:val="0F243E" w:themeColor="text2" w:themeShade="80"/>
        </w:rPr>
        <w:t>C</w:t>
      </w:r>
      <w:r w:rsidR="005D06C2" w:rsidRPr="00FB1B5B">
        <w:rPr>
          <w:rFonts w:ascii="Arial" w:hAnsi="Arial" w:cs="Arial"/>
          <w:b/>
          <w:color w:val="0F243E" w:themeColor="text2" w:themeShade="80"/>
        </w:rPr>
        <w:t>ena</w:t>
      </w:r>
      <w:r w:rsidR="00775916" w:rsidRPr="00FB1B5B">
        <w:rPr>
          <w:rFonts w:ascii="Arial" w:hAnsi="Arial" w:cs="Arial"/>
          <w:b/>
          <w:color w:val="0F243E" w:themeColor="text2" w:themeShade="80"/>
        </w:rPr>
        <w:t xml:space="preserve"> - </w:t>
      </w:r>
      <w:r w:rsidR="00F342E8" w:rsidRPr="00FB1B5B">
        <w:rPr>
          <w:rFonts w:ascii="Arial" w:hAnsi="Arial" w:cs="Arial"/>
          <w:b/>
          <w:color w:val="0F243E" w:themeColor="text2" w:themeShade="80"/>
        </w:rPr>
        <w:t>10</w:t>
      </w:r>
      <w:r w:rsidR="00401196" w:rsidRPr="00FB1B5B">
        <w:rPr>
          <w:rFonts w:ascii="Arial" w:hAnsi="Arial" w:cs="Arial"/>
          <w:b/>
          <w:color w:val="0F243E" w:themeColor="text2" w:themeShade="80"/>
        </w:rPr>
        <w:t>0</w:t>
      </w:r>
      <w:r w:rsidR="00775916" w:rsidRPr="00FB1B5B">
        <w:rPr>
          <w:rFonts w:ascii="Arial" w:hAnsi="Arial" w:cs="Arial"/>
          <w:b/>
          <w:color w:val="0F243E" w:themeColor="text2" w:themeShade="80"/>
        </w:rPr>
        <w:t xml:space="preserve">% </w:t>
      </w:r>
    </w:p>
    <w:p w14:paraId="0A5C6ACC" w14:textId="77777777" w:rsidR="00514421" w:rsidRPr="00FB1B5B" w:rsidRDefault="00514421" w:rsidP="006E3030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</w:p>
    <w:p w14:paraId="24A0D39E" w14:textId="609E20EA" w:rsidR="00DB24DE" w:rsidRPr="00FB1B5B" w:rsidRDefault="00B253D8" w:rsidP="006E3030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V</w:t>
      </w:r>
      <w:r w:rsidR="00E55F12"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</w:t>
      </w:r>
      <w:r w:rsid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II</w:t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ab/>
        <w:t>Opis sposobu przygotowania i składania oferty:</w:t>
      </w:r>
    </w:p>
    <w:p w14:paraId="59AB1D78" w14:textId="00D3D643" w:rsidR="00B253D8" w:rsidRPr="00FB1B5B" w:rsidRDefault="00E119B5" w:rsidP="006E3030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1. </w:t>
      </w:r>
      <w:r w:rsidR="00B253D8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Oferta powinna być sporządzona </w:t>
      </w:r>
      <w:r w:rsidR="005254E4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na Formularzu ofertowym,</w:t>
      </w:r>
      <w:r w:rsidR="00B253D8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stanowiąc</w:t>
      </w:r>
      <w:r w:rsidR="005254E4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ym</w:t>
      </w:r>
      <w:r w:rsidR="00B253D8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Załącznik nr </w:t>
      </w:r>
      <w:r w:rsidR="0037673E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1 </w:t>
      </w:r>
      <w:r w:rsidR="00B253D8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do niniejszego zapytania ofertowego. </w:t>
      </w:r>
    </w:p>
    <w:p w14:paraId="14965AD7" w14:textId="77777777" w:rsidR="00B253D8" w:rsidRPr="00FB1B5B" w:rsidRDefault="00B253D8" w:rsidP="006E3030">
      <w:pPr>
        <w:widowControl w:val="0"/>
        <w:tabs>
          <w:tab w:val="left" w:pos="426"/>
        </w:tabs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2. </w:t>
      </w: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  <w:t>Oferta winna być sporządzona w języku polskim w formie pisemnej.</w:t>
      </w:r>
    </w:p>
    <w:p w14:paraId="6727A034" w14:textId="77777777" w:rsidR="00B253D8" w:rsidRPr="00FB1B5B" w:rsidRDefault="00E119B5" w:rsidP="006E3030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3.  </w:t>
      </w:r>
      <w:r w:rsidR="00B253D8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Oferta musi być podpisana przez osobę upoważnioną do reprezentowania Wykonawcy.</w:t>
      </w:r>
    </w:p>
    <w:p w14:paraId="7639CA45" w14:textId="64CA4CFC" w:rsidR="005254E4" w:rsidRPr="00FB1B5B" w:rsidRDefault="00E119B5" w:rsidP="006E3030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4.  </w:t>
      </w:r>
      <w:r w:rsidR="00B253D8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Wykonawca ponosi wszelkie koszty związane z przygotowaniem i złożeniem oferty.</w:t>
      </w:r>
    </w:p>
    <w:p w14:paraId="1F340ADD" w14:textId="77777777" w:rsidR="0018364A" w:rsidRPr="00FB1B5B" w:rsidRDefault="0018364A" w:rsidP="006E3030">
      <w:pPr>
        <w:widowControl w:val="0"/>
        <w:suppressAutoHyphens/>
        <w:spacing w:after="0"/>
        <w:ind w:left="284" w:hanging="284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2211C20A" w14:textId="1393E770" w:rsidR="00B253D8" w:rsidRPr="00FB1B5B" w:rsidRDefault="00FB1B5B" w:rsidP="006E3030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IX</w:t>
      </w:r>
      <w:r w:rsidR="00B253D8"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r w:rsidR="00B253D8"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ab/>
        <w:t>Miejsce i termin składania ofert:</w:t>
      </w:r>
    </w:p>
    <w:p w14:paraId="62FE60C4" w14:textId="6FFE7734" w:rsidR="00514421" w:rsidRPr="00FB1B5B" w:rsidRDefault="00514421" w:rsidP="006E3030">
      <w:pPr>
        <w:pStyle w:val="Akapitzlist"/>
        <w:numPr>
          <w:ilvl w:val="0"/>
          <w:numId w:val="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FB1B5B">
        <w:rPr>
          <w:rFonts w:ascii="Arial" w:hAnsi="Arial" w:cs="Arial"/>
          <w:color w:val="0F243E" w:themeColor="text2" w:themeShade="80"/>
        </w:rPr>
        <w:t>Termin składania ofert upływa w dniu</w:t>
      </w:r>
      <w:r w:rsidRPr="00FB1B5B">
        <w:rPr>
          <w:rFonts w:ascii="Arial" w:hAnsi="Arial" w:cs="Arial"/>
          <w:b/>
          <w:color w:val="0F243E" w:themeColor="text2" w:themeShade="80"/>
        </w:rPr>
        <w:t xml:space="preserve"> </w:t>
      </w:r>
      <w:r w:rsidR="0018364A" w:rsidRPr="00FB1B5B">
        <w:rPr>
          <w:rFonts w:ascii="Arial" w:hAnsi="Arial" w:cs="Arial"/>
          <w:b/>
          <w:color w:val="0F243E" w:themeColor="text2" w:themeShade="80"/>
        </w:rPr>
        <w:t xml:space="preserve"> </w:t>
      </w:r>
      <w:r w:rsidR="00812CF9" w:rsidRPr="00812CF9">
        <w:rPr>
          <w:rFonts w:ascii="Arial" w:hAnsi="Arial" w:cs="Arial"/>
          <w:b/>
          <w:color w:val="0F243E" w:themeColor="text2" w:themeShade="80"/>
        </w:rPr>
        <w:t>10.12.2021</w:t>
      </w:r>
      <w:proofErr w:type="gramStart"/>
      <w:r w:rsidR="00812CF9" w:rsidRPr="00812CF9">
        <w:rPr>
          <w:rFonts w:ascii="Arial" w:hAnsi="Arial" w:cs="Arial"/>
          <w:b/>
          <w:color w:val="0F243E" w:themeColor="text2" w:themeShade="80"/>
        </w:rPr>
        <w:t>r</w:t>
      </w:r>
      <w:proofErr w:type="gramEnd"/>
      <w:r w:rsidR="00812CF9" w:rsidRPr="00812CF9">
        <w:rPr>
          <w:rFonts w:ascii="Arial" w:hAnsi="Arial" w:cs="Arial"/>
          <w:b/>
          <w:color w:val="0F243E" w:themeColor="text2" w:themeShade="80"/>
        </w:rPr>
        <w:t>.</w:t>
      </w:r>
      <w:r w:rsidR="00812CF9" w:rsidRPr="00812CF9">
        <w:rPr>
          <w:rFonts w:ascii="Arial" w:hAnsi="Arial" w:cs="Arial"/>
          <w:color w:val="0F243E" w:themeColor="text2" w:themeShade="80"/>
        </w:rPr>
        <w:t>,</w:t>
      </w:r>
      <w:r w:rsidR="00812CF9">
        <w:rPr>
          <w:rFonts w:ascii="Arial" w:hAnsi="Arial" w:cs="Arial"/>
          <w:color w:val="0F243E" w:themeColor="text2" w:themeShade="80"/>
        </w:rPr>
        <w:t xml:space="preserve"> </w:t>
      </w:r>
      <w:r w:rsidR="00812CF9" w:rsidRPr="00812CF9">
        <w:rPr>
          <w:rFonts w:ascii="Arial" w:hAnsi="Arial" w:cs="Arial"/>
          <w:b/>
          <w:color w:val="0F243E" w:themeColor="text2" w:themeShade="80"/>
        </w:rPr>
        <w:t>do godz. 12</w:t>
      </w:r>
      <w:r w:rsidR="00812CF9" w:rsidRPr="00812CF9">
        <w:rPr>
          <w:rFonts w:ascii="Arial" w:hAnsi="Arial" w:cs="Arial"/>
          <w:b/>
          <w:color w:val="0F243E" w:themeColor="text2" w:themeShade="80"/>
          <w:vertAlign w:val="superscript"/>
        </w:rPr>
        <w:t>00</w:t>
      </w:r>
    </w:p>
    <w:p w14:paraId="53D3246E" w14:textId="77777777" w:rsidR="00514421" w:rsidRPr="00FB1B5B" w:rsidRDefault="00514421" w:rsidP="006E3030">
      <w:pPr>
        <w:pStyle w:val="Akapitzlist"/>
        <w:numPr>
          <w:ilvl w:val="0"/>
          <w:numId w:val="1"/>
        </w:num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FB1B5B">
        <w:rPr>
          <w:rFonts w:ascii="Arial" w:hAnsi="Arial" w:cs="Arial"/>
          <w:color w:val="0F243E" w:themeColor="text2" w:themeShade="80"/>
        </w:rPr>
        <w:t>Oferta powinna być przesłana za pośrednictwem poczty elektronicznej na adres:</w:t>
      </w:r>
    </w:p>
    <w:p w14:paraId="66297902" w14:textId="77777777" w:rsidR="00514421" w:rsidRPr="00FB1B5B" w:rsidRDefault="00514421" w:rsidP="006E3030">
      <w:pPr>
        <w:tabs>
          <w:tab w:val="left" w:pos="23814"/>
        </w:tabs>
        <w:spacing w:after="0"/>
        <w:ind w:left="284" w:hanging="284"/>
        <w:jc w:val="both"/>
        <w:rPr>
          <w:color w:val="0F243E" w:themeColor="text2" w:themeShade="80"/>
        </w:rPr>
      </w:pPr>
      <w:r w:rsidRPr="00FB1B5B">
        <w:rPr>
          <w:rFonts w:ascii="Arial" w:hAnsi="Arial" w:cs="Arial"/>
          <w:b/>
          <w:color w:val="0F243E" w:themeColor="text2" w:themeShade="80"/>
        </w:rPr>
        <w:t xml:space="preserve">     </w:t>
      </w:r>
      <w:proofErr w:type="gramStart"/>
      <w:r w:rsidRPr="00FB1B5B">
        <w:rPr>
          <w:rFonts w:ascii="Arial" w:hAnsi="Arial" w:cs="Arial"/>
          <w:b/>
          <w:color w:val="0F243E" w:themeColor="text2" w:themeShade="80"/>
        </w:rPr>
        <w:t>zapytania</w:t>
      </w:r>
      <w:proofErr w:type="gramEnd"/>
      <w:r w:rsidRPr="00FB1B5B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Pr="00FB1B5B">
        <w:rPr>
          <w:rFonts w:ascii="Arial" w:hAnsi="Arial" w:cs="Arial"/>
          <w:b/>
          <w:color w:val="0F243E" w:themeColor="text2" w:themeShade="80"/>
        </w:rPr>
        <w:t>ofertowe</w:t>
      </w:r>
      <w:proofErr w:type="gramEnd"/>
      <w:r w:rsidRPr="00FB1B5B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Pr="00FB1B5B">
        <w:rPr>
          <w:rFonts w:ascii="Arial" w:hAnsi="Arial" w:cs="Arial"/>
          <w:b/>
          <w:color w:val="0F243E" w:themeColor="text2" w:themeShade="80"/>
        </w:rPr>
        <w:t>gdansk</w:t>
      </w:r>
      <w:proofErr w:type="gramEnd"/>
      <w:r w:rsidRPr="00FB1B5B">
        <w:rPr>
          <w:rFonts w:ascii="Arial" w:hAnsi="Arial" w:cs="Arial"/>
          <w:b/>
          <w:color w:val="0F243E" w:themeColor="text2" w:themeShade="80"/>
        </w:rPr>
        <w:t>@rdos.</w:t>
      </w:r>
      <w:proofErr w:type="gramStart"/>
      <w:r w:rsidRPr="00FB1B5B">
        <w:rPr>
          <w:rFonts w:ascii="Arial" w:hAnsi="Arial" w:cs="Arial"/>
          <w:b/>
          <w:color w:val="0F243E" w:themeColor="text2" w:themeShade="80"/>
        </w:rPr>
        <w:t>gov</w:t>
      </w:r>
      <w:proofErr w:type="gramEnd"/>
      <w:r w:rsidRPr="00FB1B5B">
        <w:rPr>
          <w:rFonts w:ascii="Arial" w:hAnsi="Arial" w:cs="Arial"/>
          <w:b/>
          <w:color w:val="0F243E" w:themeColor="text2" w:themeShade="80"/>
        </w:rPr>
        <w:t>.</w:t>
      </w:r>
      <w:proofErr w:type="gramStart"/>
      <w:r w:rsidRPr="00FB1B5B">
        <w:rPr>
          <w:rFonts w:ascii="Arial" w:hAnsi="Arial" w:cs="Arial"/>
          <w:b/>
          <w:color w:val="0F243E" w:themeColor="text2" w:themeShade="80"/>
        </w:rPr>
        <w:t>pl</w:t>
      </w:r>
      <w:proofErr w:type="gramEnd"/>
      <w:r w:rsidRPr="00FB1B5B">
        <w:rPr>
          <w:rFonts w:ascii="Arial" w:hAnsi="Arial" w:cs="Arial"/>
          <w:b/>
          <w:color w:val="0F243E" w:themeColor="text2" w:themeShade="80"/>
        </w:rPr>
        <w:t xml:space="preserve"> </w:t>
      </w:r>
      <w:r w:rsidRPr="00FB1B5B">
        <w:rPr>
          <w:rFonts w:ascii="Arial" w:hAnsi="Arial" w:cs="Arial"/>
          <w:color w:val="0F243E" w:themeColor="text2" w:themeShade="80"/>
        </w:rPr>
        <w:t>lub dostarczona na adres:</w:t>
      </w:r>
      <w:r w:rsidRPr="00FB1B5B">
        <w:rPr>
          <w:color w:val="0F243E" w:themeColor="text2" w:themeShade="80"/>
        </w:rPr>
        <w:t xml:space="preserve"> </w:t>
      </w:r>
      <w:r w:rsidRPr="00FB1B5B">
        <w:rPr>
          <w:rFonts w:ascii="Arial" w:hAnsi="Arial" w:cs="Arial"/>
          <w:color w:val="0F243E" w:themeColor="text2" w:themeShade="80"/>
        </w:rPr>
        <w:t>Regionalna Dyrekcja Ochrony Środowiska w Gdańsku, ul Chmielna 54/57, 80 -748 Gdańsk.</w:t>
      </w:r>
    </w:p>
    <w:p w14:paraId="601434E4" w14:textId="77777777" w:rsidR="00514421" w:rsidRPr="00FB1B5B" w:rsidRDefault="00514421" w:rsidP="006E3030">
      <w:pPr>
        <w:pStyle w:val="Akapitzlist"/>
        <w:numPr>
          <w:ilvl w:val="0"/>
          <w:numId w:val="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B1B5B">
        <w:rPr>
          <w:rFonts w:ascii="Arial" w:hAnsi="Arial" w:cs="Arial"/>
          <w:color w:val="0F243E" w:themeColor="text2" w:themeShade="80"/>
        </w:rPr>
        <w:t xml:space="preserve">Oferty przesłane lub doręczone po wskazanym terminie nie będą rozpatrywane. </w:t>
      </w:r>
      <w:r w:rsidRPr="00FB1B5B">
        <w:rPr>
          <w:rFonts w:ascii="Arial" w:hAnsi="Arial" w:cs="Arial"/>
          <w:color w:val="0F243E" w:themeColor="text2" w:themeShade="80"/>
        </w:rPr>
        <w:br/>
        <w:t>Decydujące znaczenie dla oceny zachowania powyższego terminu ma data wpływu oferty do Zamawiającego, a nie data jego wysłania.</w:t>
      </w:r>
    </w:p>
    <w:p w14:paraId="2E773BEA" w14:textId="77777777" w:rsidR="0098746D" w:rsidRPr="00FB1B5B" w:rsidRDefault="0098746D" w:rsidP="006E3030">
      <w:pPr>
        <w:widowControl w:val="0"/>
        <w:suppressAutoHyphens/>
        <w:spacing w:after="0"/>
        <w:jc w:val="both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</w:p>
    <w:p w14:paraId="1B5EBAF8" w14:textId="3DC2D49B" w:rsidR="0098746D" w:rsidRPr="00FB1B5B" w:rsidRDefault="00FB1B5B" w:rsidP="006E3030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X</w:t>
      </w:r>
      <w:r w:rsidR="00B253D8"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r w:rsidR="00E119B5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 </w:t>
      </w:r>
      <w:r w:rsidR="00B253D8"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Zamawiający informuje</w:t>
      </w:r>
      <w:r w:rsidR="00B253D8" w:rsidRPr="00FB1B5B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, że:</w:t>
      </w:r>
    </w:p>
    <w:p w14:paraId="521447C0" w14:textId="77777777" w:rsidR="00514421" w:rsidRPr="00FB1B5B" w:rsidRDefault="00514421" w:rsidP="006E3030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B1B5B">
        <w:rPr>
          <w:rFonts w:ascii="Arial" w:hAnsi="Arial" w:cs="Arial"/>
          <w:color w:val="0F243E" w:themeColor="text2" w:themeShade="80"/>
        </w:rPr>
        <w:t xml:space="preserve">W toku badania i oceny </w:t>
      </w:r>
      <w:proofErr w:type="gramStart"/>
      <w:r w:rsidRPr="00FB1B5B">
        <w:rPr>
          <w:rFonts w:ascii="Arial" w:hAnsi="Arial" w:cs="Arial"/>
          <w:color w:val="0F243E" w:themeColor="text2" w:themeShade="80"/>
        </w:rPr>
        <w:t>ofert  Zamawiający</w:t>
      </w:r>
      <w:proofErr w:type="gramEnd"/>
      <w:r w:rsidRPr="00FB1B5B">
        <w:rPr>
          <w:rFonts w:ascii="Arial" w:hAnsi="Arial" w:cs="Arial"/>
          <w:color w:val="0F243E" w:themeColor="text2" w:themeShade="80"/>
        </w:rPr>
        <w:t xml:space="preserve"> może żądać od oferentów wyjaśnień     dotyczących treści złożonych ofert. </w:t>
      </w:r>
    </w:p>
    <w:p w14:paraId="6F116738" w14:textId="77777777" w:rsidR="00514421" w:rsidRPr="00FB1B5B" w:rsidRDefault="00514421" w:rsidP="006E3030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B1B5B">
        <w:rPr>
          <w:rFonts w:ascii="Arial" w:hAnsi="Arial" w:cs="Arial"/>
          <w:color w:val="0F243E" w:themeColor="text2" w:themeShade="80"/>
        </w:rPr>
        <w:t>Zamawiający zastrzega sobie prawo do unieważnienia niniejszego postepowania bez podania przyczyny.</w:t>
      </w: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</w:t>
      </w:r>
    </w:p>
    <w:p w14:paraId="09B1B15B" w14:textId="77777777" w:rsidR="00514421" w:rsidRPr="00FB1B5B" w:rsidRDefault="00514421" w:rsidP="006E3030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  <w:color w:val="0F243E" w:themeColor="text2" w:themeShade="80"/>
        </w:rPr>
      </w:pP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>O wyborze wykonawca zostanie poinformowany za pośrednictwem poczty elektronicznej lub telefonicznie</w:t>
      </w:r>
    </w:p>
    <w:p w14:paraId="00CDECEE" w14:textId="569FCDB7" w:rsidR="0037673E" w:rsidRPr="00717EDB" w:rsidRDefault="00514421" w:rsidP="00717EDB">
      <w:pPr>
        <w:numPr>
          <w:ilvl w:val="0"/>
          <w:numId w:val="2"/>
        </w:numPr>
        <w:tabs>
          <w:tab w:val="left" w:pos="23814"/>
        </w:tabs>
        <w:spacing w:after="0"/>
        <w:ind w:left="284" w:hanging="284"/>
        <w:jc w:val="both"/>
        <w:rPr>
          <w:rStyle w:val="Hipercze"/>
          <w:rFonts w:ascii="Arial" w:hAnsi="Arial" w:cs="Arial"/>
          <w:color w:val="0F243E" w:themeColor="text2" w:themeShade="80"/>
          <w:u w:val="none"/>
        </w:rPr>
      </w:pPr>
      <w:r w:rsidRPr="00FB1B5B">
        <w:rPr>
          <w:rFonts w:ascii="Arial" w:hAnsi="Arial" w:cs="Arial"/>
          <w:color w:val="0F243E" w:themeColor="text2" w:themeShade="80"/>
        </w:rPr>
        <w:t>Osoba do kontaktu z Wykonawcami są:</w:t>
      </w:r>
      <w:r w:rsidR="00EA1701">
        <w:rPr>
          <w:rFonts w:ascii="Arial" w:hAnsi="Arial" w:cs="Arial"/>
          <w:color w:val="0F243E" w:themeColor="text2" w:themeShade="80"/>
        </w:rPr>
        <w:t xml:space="preserve"> </w:t>
      </w:r>
      <w:bookmarkStart w:id="0" w:name="_GoBack"/>
      <w:bookmarkEnd w:id="0"/>
      <w:r w:rsidR="0037673E" w:rsidRPr="00717EDB"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  <w:t xml:space="preserve">Sprawy proceduralne: </w:t>
      </w:r>
      <w:r w:rsidR="0037673E" w:rsidRPr="00717ED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Izabela Wawrzyniak, tel.: 58 683 68 35, </w:t>
      </w:r>
      <w:r w:rsidR="0037673E" w:rsidRPr="00717EDB">
        <w:rPr>
          <w:rFonts w:ascii="Arial" w:eastAsia="SimSun" w:hAnsi="Arial" w:cs="Arial"/>
          <w:color w:val="0F243E" w:themeColor="text2" w:themeShade="80"/>
          <w:kern w:val="2"/>
          <w:lang w:val="en-US" w:eastAsia="hi-IN" w:bidi="hi-IN"/>
        </w:rPr>
        <w:t xml:space="preserve">e-mail: </w:t>
      </w:r>
      <w:hyperlink r:id="rId10" w:history="1">
        <w:r w:rsidR="0037673E" w:rsidRPr="00717EDB">
          <w:rPr>
            <w:rStyle w:val="Hipercze"/>
            <w:rFonts w:ascii="Arial" w:eastAsia="SimSun" w:hAnsi="Arial" w:cs="Arial"/>
            <w:color w:val="0F243E" w:themeColor="text2" w:themeShade="80"/>
            <w:kern w:val="2"/>
            <w:lang w:val="en-US" w:eastAsia="hi-IN" w:bidi="hi-IN"/>
          </w:rPr>
          <w:t>izabela.wawrzyniak-karlowska.gdansk@rdos.gov.pl</w:t>
        </w:r>
      </w:hyperlink>
    </w:p>
    <w:p w14:paraId="3FD2009A" w14:textId="66300300" w:rsidR="0037673E" w:rsidRPr="00FB1B5B" w:rsidRDefault="0037673E" w:rsidP="00717EDB">
      <w:pPr>
        <w:widowControl w:val="0"/>
        <w:suppressAutoHyphens/>
        <w:spacing w:after="0"/>
        <w:ind w:left="284" w:hanging="426"/>
        <w:rPr>
          <w:rStyle w:val="Hipercze"/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Style w:val="Hipercze"/>
          <w:rFonts w:ascii="Arial" w:eastAsia="SimSun" w:hAnsi="Arial" w:cs="Arial"/>
          <w:color w:val="0F243E" w:themeColor="text2" w:themeShade="80"/>
          <w:kern w:val="2"/>
          <w:u w:val="none"/>
          <w:lang w:eastAsia="hi-IN" w:bidi="hi-IN"/>
        </w:rPr>
        <w:t xml:space="preserve">       </w:t>
      </w:r>
      <w:r w:rsidRPr="00FB1B5B">
        <w:rPr>
          <w:rStyle w:val="Hipercze"/>
          <w:rFonts w:ascii="Arial" w:eastAsia="SimSun" w:hAnsi="Arial" w:cs="Arial"/>
          <w:color w:val="0F243E" w:themeColor="text2" w:themeShade="80"/>
          <w:kern w:val="2"/>
          <w:lang w:eastAsia="hi-IN" w:bidi="hi-IN"/>
        </w:rPr>
        <w:t>Sprawy merytoryczne:</w:t>
      </w:r>
      <w:r w:rsidRPr="00FB1B5B">
        <w:rPr>
          <w:rStyle w:val="Hipercze"/>
          <w:rFonts w:ascii="Arial" w:eastAsia="SimSun" w:hAnsi="Arial" w:cs="Arial"/>
          <w:color w:val="0F243E" w:themeColor="text2" w:themeShade="80"/>
          <w:kern w:val="2"/>
          <w:u w:val="none"/>
          <w:lang w:eastAsia="hi-IN" w:bidi="hi-IN"/>
        </w:rPr>
        <w:t xml:space="preserve"> </w:t>
      </w:r>
      <w:r w:rsidRPr="00FB1B5B">
        <w:rPr>
          <w:rStyle w:val="Hipercze"/>
          <w:rFonts w:ascii="Arial" w:eastAsia="SimSun" w:hAnsi="Arial" w:cs="Arial"/>
          <w:color w:val="0F243E" w:themeColor="text2" w:themeShade="80"/>
          <w:kern w:val="2"/>
          <w:u w:val="none"/>
          <w:lang w:eastAsia="hi-IN" w:bidi="hi-IN"/>
        </w:rPr>
        <w:br/>
        <w:t xml:space="preserve">Ilona Misiaszek, tel.: 58 683 68 09, e-mail: </w:t>
      </w:r>
      <w:hyperlink r:id="rId11" w:history="1">
        <w:r w:rsidRPr="00FB1B5B">
          <w:rPr>
            <w:rStyle w:val="Hipercze"/>
            <w:rFonts w:ascii="Arial" w:eastAsia="SimSun" w:hAnsi="Arial" w:cs="Arial"/>
            <w:color w:val="0F243E" w:themeColor="text2" w:themeShade="80"/>
            <w:kern w:val="2"/>
            <w:lang w:eastAsia="hi-IN" w:bidi="hi-IN"/>
          </w:rPr>
          <w:t>ilona.misiaszek.gdansk@rdos.gov.pl</w:t>
        </w:r>
      </w:hyperlink>
    </w:p>
    <w:p w14:paraId="5AF006DE" w14:textId="77777777" w:rsidR="0037673E" w:rsidRPr="00FB1B5B" w:rsidRDefault="0037673E" w:rsidP="006E3030">
      <w:pPr>
        <w:widowControl w:val="0"/>
        <w:suppressAutoHyphens/>
        <w:spacing w:after="0"/>
        <w:ind w:left="426" w:hanging="426"/>
        <w:rPr>
          <w:rStyle w:val="Hipercze"/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181E8A6D" w14:textId="4FD95B8C" w:rsidR="0098746D" w:rsidRPr="00FB1B5B" w:rsidRDefault="00E55F12" w:rsidP="006E3030">
      <w:pPr>
        <w:widowControl w:val="0"/>
        <w:suppressAutoHyphens/>
        <w:spacing w:after="0"/>
        <w:ind w:left="426" w:hanging="426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X</w:t>
      </w:r>
      <w:r w:rsid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I</w:t>
      </w:r>
      <w:r w:rsidR="00B253D8"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.</w:t>
      </w:r>
      <w:r w:rsidR="00B253D8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ab/>
      </w:r>
      <w:r w:rsidR="00B253D8"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Warunki płatności</w:t>
      </w:r>
      <w:r w:rsidR="00B253D8"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: </w:t>
      </w:r>
    </w:p>
    <w:p w14:paraId="4E7ACA86" w14:textId="77777777" w:rsidR="0037673E" w:rsidRPr="00FB1B5B" w:rsidRDefault="0037673E" w:rsidP="006E3030">
      <w:pPr>
        <w:widowControl w:val="0"/>
        <w:suppressAutoHyphens/>
        <w:spacing w:after="0"/>
        <w:jc w:val="both"/>
        <w:rPr>
          <w:rFonts w:ascii="Arial" w:hAnsi="Arial" w:cs="Arial"/>
          <w:color w:val="0F243E" w:themeColor="text2" w:themeShade="80"/>
        </w:rPr>
      </w:pPr>
      <w:r w:rsidRPr="00FB1B5B">
        <w:rPr>
          <w:rFonts w:ascii="Arial" w:hAnsi="Arial" w:cs="Arial"/>
          <w:color w:val="0F243E" w:themeColor="text2" w:themeShade="80"/>
        </w:rPr>
        <w:t>Przelew w terminie do 21 dni od dnia przedłożenia Zamawiającemu prawidłowo wystawionej faktury/rachunku po zrealizowaniu zamówienia i podpisaniu protokołu</w:t>
      </w:r>
      <w:r w:rsidRPr="00FB1B5B">
        <w:rPr>
          <w:rFonts w:ascii="Arial" w:hAnsi="Arial" w:cs="Arial"/>
          <w:color w:val="0F243E" w:themeColor="text2" w:themeShade="80"/>
          <w:u w:val="single"/>
        </w:rPr>
        <w:t xml:space="preserve"> odbioru końcowego </w:t>
      </w:r>
      <w:r w:rsidRPr="00FB1B5B">
        <w:rPr>
          <w:rFonts w:ascii="Arial" w:hAnsi="Arial" w:cs="Arial"/>
          <w:color w:val="0F243E" w:themeColor="text2" w:themeShade="80"/>
        </w:rPr>
        <w:t>potwierdzającego wykonanie zamówienia bez uwag (bezusterkowo), sporządzonego w ciągu 7 dni od dnia przekazania przedmiotu zamówienia.</w:t>
      </w:r>
    </w:p>
    <w:p w14:paraId="21500CA2" w14:textId="7204406B" w:rsidR="00C715A0" w:rsidRPr="00FB1B5B" w:rsidRDefault="00C715A0" w:rsidP="006E3030">
      <w:pPr>
        <w:widowControl w:val="0"/>
        <w:suppressAutoHyphens/>
        <w:spacing w:after="0"/>
        <w:jc w:val="both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0D708965" w14:textId="77777777" w:rsidR="0037673E" w:rsidRPr="00FB1B5B" w:rsidRDefault="0037673E" w:rsidP="006E3030">
      <w:pPr>
        <w:widowControl w:val="0"/>
        <w:suppressAutoHyphens/>
        <w:spacing w:after="0"/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>Uwaga:</w:t>
      </w:r>
    </w:p>
    <w:p w14:paraId="3153A4C2" w14:textId="77777777" w:rsidR="0037673E" w:rsidRPr="00FB1B5B" w:rsidRDefault="0037673E" w:rsidP="006E3030">
      <w:pPr>
        <w:widowControl w:val="0"/>
        <w:suppressAutoHyphens/>
        <w:spacing w:after="0"/>
        <w:rPr>
          <w:rFonts w:ascii="Arial" w:eastAsia="SimSun" w:hAnsi="Arial" w:cs="Arial"/>
          <w:b/>
          <w:i/>
          <w:color w:val="0F243E" w:themeColor="text2" w:themeShade="80"/>
          <w:kern w:val="2"/>
          <w:lang w:eastAsia="hi-IN" w:bidi="hi-IN"/>
        </w:rPr>
      </w:pP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Na fakturze wystawionej przez Wykonawcę </w:t>
      </w:r>
      <w:r w:rsidRPr="00FB1B5B">
        <w:rPr>
          <w:rFonts w:ascii="Arial" w:eastAsia="SimSun" w:hAnsi="Arial" w:cs="Arial"/>
          <w:color w:val="0F243E" w:themeColor="text2" w:themeShade="80"/>
          <w:kern w:val="2"/>
          <w:u w:val="single"/>
          <w:lang w:eastAsia="hi-IN" w:bidi="hi-IN"/>
        </w:rPr>
        <w:t>konieczne jest</w:t>
      </w:r>
      <w:r w:rsidRPr="00FB1B5B"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  <w:t xml:space="preserve"> zamieszczenie dokładnej nazwy zadania: </w:t>
      </w:r>
      <w:r w:rsidRPr="00FB1B5B">
        <w:rPr>
          <w:rFonts w:ascii="Arial" w:eastAsia="SimSun" w:hAnsi="Arial" w:cs="Arial"/>
          <w:b/>
          <w:color w:val="0F243E" w:themeColor="text2" w:themeShade="80"/>
          <w:kern w:val="2"/>
          <w:lang w:eastAsia="hi-IN" w:bidi="hi-IN"/>
        </w:rPr>
        <w:t xml:space="preserve">Zakup sprzętu komputerowego w ramach projektu </w:t>
      </w:r>
      <w:r w:rsidRPr="00FB1B5B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 xml:space="preserve">nr POIS.02.04.00-00-0108/16 </w:t>
      </w:r>
      <w:proofErr w:type="gramStart"/>
      <w:r w:rsidRPr="00FB1B5B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pn</w:t>
      </w:r>
      <w:proofErr w:type="gramEnd"/>
      <w:r w:rsidRPr="00FB1B5B">
        <w:rPr>
          <w:rFonts w:ascii="Arial" w:eastAsia="SimSun" w:hAnsi="Arial" w:cs="Arial"/>
          <w:b/>
          <w:bCs/>
          <w:color w:val="0F243E" w:themeColor="text2" w:themeShade="80"/>
          <w:kern w:val="2"/>
          <w:lang w:eastAsia="hi-IN" w:bidi="hi-IN"/>
        </w:rPr>
        <w:t>. Ochrona siedlisk i gatunków terenów nieleśnych zależnych od wód</w:t>
      </w:r>
    </w:p>
    <w:p w14:paraId="70E481BD" w14:textId="77777777" w:rsidR="0037673E" w:rsidRPr="00FB1B5B" w:rsidRDefault="0037673E" w:rsidP="0037673E">
      <w:pPr>
        <w:widowControl w:val="0"/>
        <w:suppressAutoHyphens/>
        <w:spacing w:after="0"/>
        <w:rPr>
          <w:rFonts w:ascii="Arial" w:eastAsia="SimSun" w:hAnsi="Arial" w:cs="Arial"/>
          <w:iCs/>
          <w:color w:val="0F243E" w:themeColor="text2" w:themeShade="80"/>
          <w:kern w:val="2"/>
          <w:lang w:eastAsia="hi-IN" w:bidi="hi-IN"/>
        </w:rPr>
      </w:pPr>
    </w:p>
    <w:p w14:paraId="5C52D8E7" w14:textId="6FC9883A" w:rsidR="0037673E" w:rsidRPr="006E3030" w:rsidRDefault="006E3030" w:rsidP="006E3030">
      <w:pPr>
        <w:widowControl w:val="0"/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Załącznik nr 1</w:t>
      </w:r>
      <w:r w:rsidR="00223113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</w:t>
      </w:r>
      <w:r w:rsidR="0037673E" w:rsidRPr="006E3030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Formularz ofertowy</w:t>
      </w:r>
    </w:p>
    <w:p w14:paraId="71580DBA" w14:textId="0D6E9CC8" w:rsidR="0037673E" w:rsidRPr="006E3030" w:rsidRDefault="00223113" w:rsidP="0037673E">
      <w:pPr>
        <w:widowControl w:val="0"/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</w:pPr>
      <w:r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Zał. </w:t>
      </w:r>
      <w:r w:rsidR="0037673E" w:rsidRPr="006E3030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2 i 2</w:t>
      </w:r>
      <w:proofErr w:type="gramStart"/>
      <w:r w:rsidR="0037673E" w:rsidRPr="006E3030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>a  Protokoły</w:t>
      </w:r>
      <w:proofErr w:type="gramEnd"/>
      <w:r w:rsidR="0037673E" w:rsidRPr="006E3030">
        <w:rPr>
          <w:rFonts w:ascii="Arial" w:eastAsia="SimSun" w:hAnsi="Arial" w:cs="Arial"/>
          <w:color w:val="0F243E" w:themeColor="text2" w:themeShade="80"/>
          <w:kern w:val="2"/>
          <w:sz w:val="20"/>
          <w:szCs w:val="20"/>
          <w:lang w:eastAsia="hi-IN" w:bidi="hi-IN"/>
        </w:rPr>
        <w:t xml:space="preserve"> przekazania i odbioru</w:t>
      </w:r>
    </w:p>
    <w:p w14:paraId="17016850" w14:textId="44A14CD4" w:rsidR="00623031" w:rsidRPr="00FB1B5B" w:rsidRDefault="00623031" w:rsidP="00C916CB">
      <w:pPr>
        <w:widowControl w:val="0"/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75BE05AA" w14:textId="3DC53B5D" w:rsidR="00DB24DE" w:rsidRPr="00FB1B5B" w:rsidRDefault="00DB24DE" w:rsidP="00C916CB">
      <w:pPr>
        <w:widowControl w:val="0"/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p w14:paraId="69913283" w14:textId="550AA190" w:rsidR="006C0511" w:rsidRPr="00FB1B5B" w:rsidRDefault="006C0511" w:rsidP="00D63CE9">
      <w:pPr>
        <w:widowControl w:val="0"/>
        <w:suppressAutoHyphens/>
        <w:spacing w:after="0"/>
        <w:rPr>
          <w:rFonts w:ascii="Arial" w:eastAsia="SimSun" w:hAnsi="Arial" w:cs="Arial"/>
          <w:color w:val="0F243E" w:themeColor="text2" w:themeShade="80"/>
          <w:kern w:val="2"/>
          <w:lang w:eastAsia="hi-IN" w:bidi="hi-IN"/>
        </w:rPr>
      </w:pPr>
    </w:p>
    <w:sectPr w:rsidR="006C0511" w:rsidRPr="00FB1B5B" w:rsidSect="00425F8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A85F9" w14:textId="77777777" w:rsidR="0020666D" w:rsidRDefault="0020666D" w:rsidP="000F38F9">
      <w:pPr>
        <w:spacing w:after="0" w:line="240" w:lineRule="auto"/>
      </w:pPr>
      <w:r>
        <w:separator/>
      </w:r>
    </w:p>
  </w:endnote>
  <w:endnote w:type="continuationSeparator" w:id="0">
    <w:p w14:paraId="2AC8702E" w14:textId="77777777" w:rsidR="0020666D" w:rsidRDefault="0020666D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roid Sans Fallback">
    <w:charset w:val="01"/>
    <w:family w:val="auto"/>
    <w:pitch w:val="variable"/>
  </w:font>
  <w:font w:name="font236">
    <w:charset w:val="EE"/>
    <w:family w:val="auto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787036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DABDEF9" w14:textId="77777777" w:rsidR="00A40C5C" w:rsidRPr="00A40C5C" w:rsidRDefault="00A40C5C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40C5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A1701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A40C5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EA1701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A40C5C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595CFEC" w14:textId="77777777" w:rsidR="001F489F" w:rsidRPr="00A40C5C" w:rsidRDefault="001F489F" w:rsidP="007A7EBB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156832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DED23D" w14:textId="301D7198" w:rsidR="0018364A" w:rsidRDefault="00C8646B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749BB0C1" wp14:editId="13D8C278">
                  <wp:extent cx="5747385" cy="975995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7385" cy="975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8364A">
              <w:t xml:space="preserve">Strona </w:t>
            </w:r>
            <w:r w:rsidR="0018364A">
              <w:rPr>
                <w:b/>
                <w:bCs/>
                <w:sz w:val="24"/>
                <w:szCs w:val="24"/>
              </w:rPr>
              <w:fldChar w:fldCharType="begin"/>
            </w:r>
            <w:r w:rsidR="0018364A">
              <w:rPr>
                <w:b/>
                <w:bCs/>
              </w:rPr>
              <w:instrText>PAGE</w:instrText>
            </w:r>
            <w:r w:rsidR="0018364A">
              <w:rPr>
                <w:b/>
                <w:bCs/>
                <w:sz w:val="24"/>
                <w:szCs w:val="24"/>
              </w:rPr>
              <w:fldChar w:fldCharType="separate"/>
            </w:r>
            <w:r w:rsidR="00EA1701">
              <w:rPr>
                <w:b/>
                <w:bCs/>
                <w:noProof/>
              </w:rPr>
              <w:t>1</w:t>
            </w:r>
            <w:r w:rsidR="0018364A">
              <w:rPr>
                <w:b/>
                <w:bCs/>
                <w:sz w:val="24"/>
                <w:szCs w:val="24"/>
              </w:rPr>
              <w:fldChar w:fldCharType="end"/>
            </w:r>
            <w:r w:rsidR="0018364A">
              <w:t xml:space="preserve"> z </w:t>
            </w:r>
            <w:r w:rsidR="0018364A">
              <w:rPr>
                <w:b/>
                <w:bCs/>
                <w:sz w:val="24"/>
                <w:szCs w:val="24"/>
              </w:rPr>
              <w:fldChar w:fldCharType="begin"/>
            </w:r>
            <w:r w:rsidR="0018364A">
              <w:rPr>
                <w:b/>
                <w:bCs/>
              </w:rPr>
              <w:instrText>NUMPAGES</w:instrText>
            </w:r>
            <w:r w:rsidR="0018364A">
              <w:rPr>
                <w:b/>
                <w:bCs/>
                <w:sz w:val="24"/>
                <w:szCs w:val="24"/>
              </w:rPr>
              <w:fldChar w:fldCharType="separate"/>
            </w:r>
            <w:r w:rsidR="00EA1701">
              <w:rPr>
                <w:b/>
                <w:bCs/>
                <w:noProof/>
              </w:rPr>
              <w:t>2</w:t>
            </w:r>
            <w:r w:rsidR="0018364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3AE4CD4" w14:textId="6A491E20" w:rsidR="00B20573" w:rsidRPr="00425F85" w:rsidRDefault="00B20573" w:rsidP="0018364A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BAE33" w14:textId="77777777" w:rsidR="0020666D" w:rsidRDefault="0020666D" w:rsidP="000F38F9">
      <w:pPr>
        <w:spacing w:after="0" w:line="240" w:lineRule="auto"/>
      </w:pPr>
      <w:r>
        <w:separator/>
      </w:r>
    </w:p>
  </w:footnote>
  <w:footnote w:type="continuationSeparator" w:id="0">
    <w:p w14:paraId="759C0B73" w14:textId="77777777" w:rsidR="0020666D" w:rsidRDefault="0020666D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4316F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912318" w14:textId="77777777" w:rsidR="00FF1ACA" w:rsidRDefault="00FE3E3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2D9E673C" wp14:editId="30EB36E0">
          <wp:extent cx="4906645" cy="936625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645" cy="936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1724317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Droid Sans Fallback" w:hAnsi="Arial" w:cs="font236"/>
        <w:b w:val="0"/>
        <w:bCs/>
        <w:sz w:val="22"/>
        <w:szCs w:val="22"/>
        <w:lang w:eastAsia="zh-C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Calibri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1FE82D4C"/>
    <w:multiLevelType w:val="hybridMultilevel"/>
    <w:tmpl w:val="C3985434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8796E"/>
    <w:multiLevelType w:val="hybridMultilevel"/>
    <w:tmpl w:val="AB600CEA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C517950"/>
    <w:multiLevelType w:val="hybridMultilevel"/>
    <w:tmpl w:val="99863DD4"/>
    <w:lvl w:ilvl="0" w:tplc="D642522A">
      <w:start w:val="4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E3B"/>
    <w:rsid w:val="000045F3"/>
    <w:rsid w:val="000065AD"/>
    <w:rsid w:val="00010A42"/>
    <w:rsid w:val="00016A91"/>
    <w:rsid w:val="000246DE"/>
    <w:rsid w:val="00037C21"/>
    <w:rsid w:val="00051919"/>
    <w:rsid w:val="000540F8"/>
    <w:rsid w:val="000551E9"/>
    <w:rsid w:val="00057FF3"/>
    <w:rsid w:val="00064C37"/>
    <w:rsid w:val="00067370"/>
    <w:rsid w:val="000712DE"/>
    <w:rsid w:val="00071C60"/>
    <w:rsid w:val="00076B6B"/>
    <w:rsid w:val="0009713D"/>
    <w:rsid w:val="000B223A"/>
    <w:rsid w:val="000B4211"/>
    <w:rsid w:val="000C7BE6"/>
    <w:rsid w:val="000D1B18"/>
    <w:rsid w:val="000D4226"/>
    <w:rsid w:val="000D66B8"/>
    <w:rsid w:val="000E374B"/>
    <w:rsid w:val="000E557E"/>
    <w:rsid w:val="000E7A52"/>
    <w:rsid w:val="000F3813"/>
    <w:rsid w:val="000F38F9"/>
    <w:rsid w:val="000F4E7F"/>
    <w:rsid w:val="000F6CE1"/>
    <w:rsid w:val="001004BB"/>
    <w:rsid w:val="0010064E"/>
    <w:rsid w:val="00111B33"/>
    <w:rsid w:val="00111F7B"/>
    <w:rsid w:val="00131B50"/>
    <w:rsid w:val="001522FD"/>
    <w:rsid w:val="001528CA"/>
    <w:rsid w:val="00152CA5"/>
    <w:rsid w:val="00167C41"/>
    <w:rsid w:val="00174EE5"/>
    <w:rsid w:val="00175D69"/>
    <w:rsid w:val="001766D0"/>
    <w:rsid w:val="0018364A"/>
    <w:rsid w:val="00193030"/>
    <w:rsid w:val="001941EC"/>
    <w:rsid w:val="001948DB"/>
    <w:rsid w:val="001A12FD"/>
    <w:rsid w:val="001D3966"/>
    <w:rsid w:val="001E285B"/>
    <w:rsid w:val="001E5D3D"/>
    <w:rsid w:val="001F489F"/>
    <w:rsid w:val="001F6FBD"/>
    <w:rsid w:val="00200185"/>
    <w:rsid w:val="00205058"/>
    <w:rsid w:val="0020666D"/>
    <w:rsid w:val="002078CB"/>
    <w:rsid w:val="00210F5A"/>
    <w:rsid w:val="002144D6"/>
    <w:rsid w:val="00221F98"/>
    <w:rsid w:val="00223113"/>
    <w:rsid w:val="00225414"/>
    <w:rsid w:val="00226A37"/>
    <w:rsid w:val="00227B94"/>
    <w:rsid w:val="00231B8A"/>
    <w:rsid w:val="00240DAB"/>
    <w:rsid w:val="002423A8"/>
    <w:rsid w:val="0024534D"/>
    <w:rsid w:val="00247E53"/>
    <w:rsid w:val="00250401"/>
    <w:rsid w:val="002610D2"/>
    <w:rsid w:val="002633CD"/>
    <w:rsid w:val="00264B1D"/>
    <w:rsid w:val="00273F35"/>
    <w:rsid w:val="00291D4C"/>
    <w:rsid w:val="002A09D9"/>
    <w:rsid w:val="002A2117"/>
    <w:rsid w:val="002A6AF5"/>
    <w:rsid w:val="002C018D"/>
    <w:rsid w:val="002C07DF"/>
    <w:rsid w:val="002C21F8"/>
    <w:rsid w:val="002C28AF"/>
    <w:rsid w:val="002D08D7"/>
    <w:rsid w:val="002D6527"/>
    <w:rsid w:val="002E195E"/>
    <w:rsid w:val="002F3587"/>
    <w:rsid w:val="002F681D"/>
    <w:rsid w:val="0031184D"/>
    <w:rsid w:val="00311BAA"/>
    <w:rsid w:val="00312D02"/>
    <w:rsid w:val="003149CE"/>
    <w:rsid w:val="00323C4A"/>
    <w:rsid w:val="0033599E"/>
    <w:rsid w:val="00335C55"/>
    <w:rsid w:val="00342586"/>
    <w:rsid w:val="00350DC0"/>
    <w:rsid w:val="0036229F"/>
    <w:rsid w:val="003714E9"/>
    <w:rsid w:val="0037673E"/>
    <w:rsid w:val="003810F5"/>
    <w:rsid w:val="00381B9A"/>
    <w:rsid w:val="00383FDD"/>
    <w:rsid w:val="00390E4A"/>
    <w:rsid w:val="00391EF3"/>
    <w:rsid w:val="00393829"/>
    <w:rsid w:val="003B15E2"/>
    <w:rsid w:val="003B53EB"/>
    <w:rsid w:val="003D12B9"/>
    <w:rsid w:val="003D7432"/>
    <w:rsid w:val="003E211C"/>
    <w:rsid w:val="003F14C8"/>
    <w:rsid w:val="003F1F33"/>
    <w:rsid w:val="003F2642"/>
    <w:rsid w:val="003F322C"/>
    <w:rsid w:val="003F4F83"/>
    <w:rsid w:val="00401196"/>
    <w:rsid w:val="00413F53"/>
    <w:rsid w:val="004200CE"/>
    <w:rsid w:val="00425F85"/>
    <w:rsid w:val="0043090A"/>
    <w:rsid w:val="004316DD"/>
    <w:rsid w:val="0043600E"/>
    <w:rsid w:val="00436784"/>
    <w:rsid w:val="00444190"/>
    <w:rsid w:val="004453F3"/>
    <w:rsid w:val="00452F4E"/>
    <w:rsid w:val="00456CC4"/>
    <w:rsid w:val="004732AC"/>
    <w:rsid w:val="00476E20"/>
    <w:rsid w:val="004836F4"/>
    <w:rsid w:val="00483F26"/>
    <w:rsid w:val="004959AC"/>
    <w:rsid w:val="00496F0A"/>
    <w:rsid w:val="00497891"/>
    <w:rsid w:val="004A2F36"/>
    <w:rsid w:val="004A77EB"/>
    <w:rsid w:val="004B0344"/>
    <w:rsid w:val="004B0960"/>
    <w:rsid w:val="004B140D"/>
    <w:rsid w:val="004B43DB"/>
    <w:rsid w:val="004C5FB0"/>
    <w:rsid w:val="004D27EC"/>
    <w:rsid w:val="004D62E7"/>
    <w:rsid w:val="004E165F"/>
    <w:rsid w:val="004E2C5D"/>
    <w:rsid w:val="004F392C"/>
    <w:rsid w:val="004F6575"/>
    <w:rsid w:val="00514421"/>
    <w:rsid w:val="00522C1A"/>
    <w:rsid w:val="005254E4"/>
    <w:rsid w:val="00525829"/>
    <w:rsid w:val="00540398"/>
    <w:rsid w:val="0054781B"/>
    <w:rsid w:val="005572BA"/>
    <w:rsid w:val="00557FD4"/>
    <w:rsid w:val="0056733E"/>
    <w:rsid w:val="005677EF"/>
    <w:rsid w:val="005710E7"/>
    <w:rsid w:val="00581C71"/>
    <w:rsid w:val="00592EC8"/>
    <w:rsid w:val="005954FB"/>
    <w:rsid w:val="005A3513"/>
    <w:rsid w:val="005B07A0"/>
    <w:rsid w:val="005B1241"/>
    <w:rsid w:val="005B2151"/>
    <w:rsid w:val="005C7609"/>
    <w:rsid w:val="005D06C2"/>
    <w:rsid w:val="005E1CC4"/>
    <w:rsid w:val="005E7CFF"/>
    <w:rsid w:val="005F3923"/>
    <w:rsid w:val="005F4F3B"/>
    <w:rsid w:val="00604D55"/>
    <w:rsid w:val="00615A71"/>
    <w:rsid w:val="0062060B"/>
    <w:rsid w:val="00621B9A"/>
    <w:rsid w:val="00623031"/>
    <w:rsid w:val="0062316B"/>
    <w:rsid w:val="00626F39"/>
    <w:rsid w:val="00632943"/>
    <w:rsid w:val="00633F2F"/>
    <w:rsid w:val="00635C64"/>
    <w:rsid w:val="00650543"/>
    <w:rsid w:val="00660663"/>
    <w:rsid w:val="006657C0"/>
    <w:rsid w:val="00670F89"/>
    <w:rsid w:val="0068475A"/>
    <w:rsid w:val="00693A5C"/>
    <w:rsid w:val="006A2438"/>
    <w:rsid w:val="006A2F19"/>
    <w:rsid w:val="006B0E2A"/>
    <w:rsid w:val="006B10C9"/>
    <w:rsid w:val="006C0511"/>
    <w:rsid w:val="006C0704"/>
    <w:rsid w:val="006C3D05"/>
    <w:rsid w:val="006C4389"/>
    <w:rsid w:val="006C657E"/>
    <w:rsid w:val="006D26CD"/>
    <w:rsid w:val="006D623F"/>
    <w:rsid w:val="006D6C43"/>
    <w:rsid w:val="006E3030"/>
    <w:rsid w:val="006E576D"/>
    <w:rsid w:val="006E5B38"/>
    <w:rsid w:val="006E5BCC"/>
    <w:rsid w:val="006F0D68"/>
    <w:rsid w:val="006F0DD4"/>
    <w:rsid w:val="006F40E4"/>
    <w:rsid w:val="006F778B"/>
    <w:rsid w:val="00700C6B"/>
    <w:rsid w:val="00705E77"/>
    <w:rsid w:val="00707059"/>
    <w:rsid w:val="007160CA"/>
    <w:rsid w:val="00717EDB"/>
    <w:rsid w:val="00721AE7"/>
    <w:rsid w:val="00722724"/>
    <w:rsid w:val="00746B46"/>
    <w:rsid w:val="0075095D"/>
    <w:rsid w:val="00752559"/>
    <w:rsid w:val="0075443D"/>
    <w:rsid w:val="007626AB"/>
    <w:rsid w:val="00762D7D"/>
    <w:rsid w:val="00762D91"/>
    <w:rsid w:val="00775916"/>
    <w:rsid w:val="00775AAA"/>
    <w:rsid w:val="0078057E"/>
    <w:rsid w:val="0078553A"/>
    <w:rsid w:val="00786AF3"/>
    <w:rsid w:val="007876CB"/>
    <w:rsid w:val="007A7EBB"/>
    <w:rsid w:val="007B5595"/>
    <w:rsid w:val="007C4FD3"/>
    <w:rsid w:val="007D4902"/>
    <w:rsid w:val="007D7C22"/>
    <w:rsid w:val="007E0358"/>
    <w:rsid w:val="007E28EB"/>
    <w:rsid w:val="00804FDD"/>
    <w:rsid w:val="0080520D"/>
    <w:rsid w:val="008053E2"/>
    <w:rsid w:val="00812CEA"/>
    <w:rsid w:val="00812CF9"/>
    <w:rsid w:val="00820D58"/>
    <w:rsid w:val="00831F5C"/>
    <w:rsid w:val="00844EA4"/>
    <w:rsid w:val="00845888"/>
    <w:rsid w:val="00845D6A"/>
    <w:rsid w:val="00850D26"/>
    <w:rsid w:val="0085274A"/>
    <w:rsid w:val="008A59E0"/>
    <w:rsid w:val="008B6E97"/>
    <w:rsid w:val="008B71AC"/>
    <w:rsid w:val="008C0F02"/>
    <w:rsid w:val="008C600A"/>
    <w:rsid w:val="008D2254"/>
    <w:rsid w:val="008D2D33"/>
    <w:rsid w:val="008D445B"/>
    <w:rsid w:val="008D4B78"/>
    <w:rsid w:val="008D74C9"/>
    <w:rsid w:val="008D77DE"/>
    <w:rsid w:val="008E2B4F"/>
    <w:rsid w:val="008F5A92"/>
    <w:rsid w:val="00900617"/>
    <w:rsid w:val="00910F72"/>
    <w:rsid w:val="0091274F"/>
    <w:rsid w:val="009262C3"/>
    <w:rsid w:val="009301BF"/>
    <w:rsid w:val="00951C0C"/>
    <w:rsid w:val="00961420"/>
    <w:rsid w:val="00962FD5"/>
    <w:rsid w:val="0096370D"/>
    <w:rsid w:val="009862AC"/>
    <w:rsid w:val="0098746D"/>
    <w:rsid w:val="009949ED"/>
    <w:rsid w:val="009A64D9"/>
    <w:rsid w:val="009A6C19"/>
    <w:rsid w:val="009B37F8"/>
    <w:rsid w:val="009B6A4B"/>
    <w:rsid w:val="009C2C81"/>
    <w:rsid w:val="009C444C"/>
    <w:rsid w:val="009D143A"/>
    <w:rsid w:val="009D2F16"/>
    <w:rsid w:val="009E0CB5"/>
    <w:rsid w:val="009E18EF"/>
    <w:rsid w:val="009E5CA9"/>
    <w:rsid w:val="009F20FF"/>
    <w:rsid w:val="009F7301"/>
    <w:rsid w:val="00A0055A"/>
    <w:rsid w:val="00A12FE8"/>
    <w:rsid w:val="00A16CB9"/>
    <w:rsid w:val="00A20524"/>
    <w:rsid w:val="00A20FE6"/>
    <w:rsid w:val="00A27D8E"/>
    <w:rsid w:val="00A31B45"/>
    <w:rsid w:val="00A40C5C"/>
    <w:rsid w:val="00A54751"/>
    <w:rsid w:val="00A61476"/>
    <w:rsid w:val="00A6479D"/>
    <w:rsid w:val="00A66F4C"/>
    <w:rsid w:val="00A91A73"/>
    <w:rsid w:val="00A920D9"/>
    <w:rsid w:val="00A9313E"/>
    <w:rsid w:val="00AA6E71"/>
    <w:rsid w:val="00AB6115"/>
    <w:rsid w:val="00AD4B21"/>
    <w:rsid w:val="00AE1E84"/>
    <w:rsid w:val="00AF0B90"/>
    <w:rsid w:val="00B00B2D"/>
    <w:rsid w:val="00B0212D"/>
    <w:rsid w:val="00B0678F"/>
    <w:rsid w:val="00B154C0"/>
    <w:rsid w:val="00B20573"/>
    <w:rsid w:val="00B253D8"/>
    <w:rsid w:val="00B45457"/>
    <w:rsid w:val="00B478AE"/>
    <w:rsid w:val="00B502B2"/>
    <w:rsid w:val="00B50311"/>
    <w:rsid w:val="00B66244"/>
    <w:rsid w:val="00B7676B"/>
    <w:rsid w:val="00B85092"/>
    <w:rsid w:val="00B86EF5"/>
    <w:rsid w:val="00B9724C"/>
    <w:rsid w:val="00B977DC"/>
    <w:rsid w:val="00BB1AD0"/>
    <w:rsid w:val="00BC0E21"/>
    <w:rsid w:val="00BC407A"/>
    <w:rsid w:val="00BE796E"/>
    <w:rsid w:val="00C0187B"/>
    <w:rsid w:val="00C106CC"/>
    <w:rsid w:val="00C15C8B"/>
    <w:rsid w:val="00C15D04"/>
    <w:rsid w:val="00C319E2"/>
    <w:rsid w:val="00C44459"/>
    <w:rsid w:val="00C51E36"/>
    <w:rsid w:val="00C600D5"/>
    <w:rsid w:val="00C6050B"/>
    <w:rsid w:val="00C66824"/>
    <w:rsid w:val="00C715A0"/>
    <w:rsid w:val="00C730D2"/>
    <w:rsid w:val="00C771B4"/>
    <w:rsid w:val="00C81410"/>
    <w:rsid w:val="00C8646B"/>
    <w:rsid w:val="00C916CB"/>
    <w:rsid w:val="00C972CE"/>
    <w:rsid w:val="00CB1E51"/>
    <w:rsid w:val="00CB2ED8"/>
    <w:rsid w:val="00CD02C0"/>
    <w:rsid w:val="00CD5C88"/>
    <w:rsid w:val="00CE2062"/>
    <w:rsid w:val="00CE64DD"/>
    <w:rsid w:val="00CF136F"/>
    <w:rsid w:val="00D06763"/>
    <w:rsid w:val="00D1441E"/>
    <w:rsid w:val="00D16970"/>
    <w:rsid w:val="00D173B8"/>
    <w:rsid w:val="00D21933"/>
    <w:rsid w:val="00D24891"/>
    <w:rsid w:val="00D26CC4"/>
    <w:rsid w:val="00D32135"/>
    <w:rsid w:val="00D32B28"/>
    <w:rsid w:val="00D401B3"/>
    <w:rsid w:val="00D47B4A"/>
    <w:rsid w:val="00D556EF"/>
    <w:rsid w:val="00D5665A"/>
    <w:rsid w:val="00D63CE9"/>
    <w:rsid w:val="00D81E08"/>
    <w:rsid w:val="00D84FAF"/>
    <w:rsid w:val="00D85601"/>
    <w:rsid w:val="00D965FB"/>
    <w:rsid w:val="00D971E8"/>
    <w:rsid w:val="00DA15EB"/>
    <w:rsid w:val="00DB24DE"/>
    <w:rsid w:val="00DC5A1D"/>
    <w:rsid w:val="00DE3A1E"/>
    <w:rsid w:val="00DE3FE9"/>
    <w:rsid w:val="00DE6072"/>
    <w:rsid w:val="00DF0EDA"/>
    <w:rsid w:val="00DF4085"/>
    <w:rsid w:val="00E00557"/>
    <w:rsid w:val="00E05D6D"/>
    <w:rsid w:val="00E119B5"/>
    <w:rsid w:val="00E12A14"/>
    <w:rsid w:val="00E1523D"/>
    <w:rsid w:val="00E1684D"/>
    <w:rsid w:val="00E235ED"/>
    <w:rsid w:val="00E30434"/>
    <w:rsid w:val="00E307EB"/>
    <w:rsid w:val="00E37929"/>
    <w:rsid w:val="00E40E5E"/>
    <w:rsid w:val="00E41603"/>
    <w:rsid w:val="00E47EE4"/>
    <w:rsid w:val="00E5354F"/>
    <w:rsid w:val="00E55F12"/>
    <w:rsid w:val="00E67993"/>
    <w:rsid w:val="00E732DF"/>
    <w:rsid w:val="00E753D5"/>
    <w:rsid w:val="00E91D55"/>
    <w:rsid w:val="00E95513"/>
    <w:rsid w:val="00EA04C7"/>
    <w:rsid w:val="00EA1701"/>
    <w:rsid w:val="00EB38F2"/>
    <w:rsid w:val="00EB5DB5"/>
    <w:rsid w:val="00EC083C"/>
    <w:rsid w:val="00EE32B4"/>
    <w:rsid w:val="00EE7BA2"/>
    <w:rsid w:val="00EF16E5"/>
    <w:rsid w:val="00EF76A4"/>
    <w:rsid w:val="00F1642E"/>
    <w:rsid w:val="00F27D06"/>
    <w:rsid w:val="00F30B1E"/>
    <w:rsid w:val="00F318C7"/>
    <w:rsid w:val="00F31C60"/>
    <w:rsid w:val="00F342E8"/>
    <w:rsid w:val="00F42F0C"/>
    <w:rsid w:val="00F50CD0"/>
    <w:rsid w:val="00F52EF3"/>
    <w:rsid w:val="00F54AE5"/>
    <w:rsid w:val="00F57DCA"/>
    <w:rsid w:val="00F831FC"/>
    <w:rsid w:val="00FA014D"/>
    <w:rsid w:val="00FA4973"/>
    <w:rsid w:val="00FB1B5B"/>
    <w:rsid w:val="00FC7CE3"/>
    <w:rsid w:val="00FD080E"/>
    <w:rsid w:val="00FD2855"/>
    <w:rsid w:val="00FD3278"/>
    <w:rsid w:val="00FE3433"/>
    <w:rsid w:val="00FE3941"/>
    <w:rsid w:val="00FE3E3B"/>
    <w:rsid w:val="00FE3F9F"/>
    <w:rsid w:val="00FF1ACA"/>
    <w:rsid w:val="00FF3A71"/>
    <w:rsid w:val="00FF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1FE62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50543"/>
    <w:pPr>
      <w:ind w:left="720"/>
      <w:contextualSpacing/>
    </w:pPr>
    <w:rPr>
      <w:lang w:eastAsia="pl-PL"/>
    </w:rPr>
  </w:style>
  <w:style w:type="paragraph" w:styleId="Bezodstpw">
    <w:name w:val="No Spacing"/>
    <w:uiPriority w:val="1"/>
    <w:qFormat/>
    <w:rsid w:val="003D12B9"/>
    <w:rPr>
      <w:rFonts w:eastAsia="Times New Roman"/>
      <w:sz w:val="22"/>
      <w:szCs w:val="22"/>
    </w:rPr>
  </w:style>
  <w:style w:type="paragraph" w:customStyle="1" w:styleId="Domylnie">
    <w:name w:val="Domyślnie"/>
    <w:rsid w:val="003D12B9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77591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775916"/>
    <w:pPr>
      <w:suppressAutoHyphens/>
      <w:autoSpaceDN w:val="0"/>
      <w:jc w:val="both"/>
      <w:textAlignment w:val="baseline"/>
    </w:pPr>
    <w:rPr>
      <w:kern w:val="3"/>
    </w:rPr>
  </w:style>
  <w:style w:type="paragraph" w:customStyle="1" w:styleId="Tekstpodstawowywciety">
    <w:name w:val="Tekst podstawowy wciety"/>
    <w:basedOn w:val="Normalny"/>
    <w:uiPriority w:val="99"/>
    <w:rsid w:val="005A351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E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E51"/>
    <w:rPr>
      <w:vertAlign w:val="superscript"/>
    </w:rPr>
  </w:style>
  <w:style w:type="character" w:customStyle="1" w:styleId="fontstyle01">
    <w:name w:val="fontstyle01"/>
    <w:basedOn w:val="Domylnaczcionkaakapitu"/>
    <w:rsid w:val="00273F35"/>
    <w:rPr>
      <w:rFonts w:ascii="ArialMT" w:eastAsia="Arial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273F35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650543"/>
    <w:pPr>
      <w:ind w:left="720"/>
      <w:contextualSpacing/>
    </w:pPr>
    <w:rPr>
      <w:lang w:eastAsia="pl-PL"/>
    </w:rPr>
  </w:style>
  <w:style w:type="paragraph" w:styleId="Bezodstpw">
    <w:name w:val="No Spacing"/>
    <w:uiPriority w:val="1"/>
    <w:qFormat/>
    <w:rsid w:val="003D12B9"/>
    <w:rPr>
      <w:rFonts w:eastAsia="Times New Roman"/>
      <w:sz w:val="22"/>
      <w:szCs w:val="22"/>
    </w:rPr>
  </w:style>
  <w:style w:type="paragraph" w:customStyle="1" w:styleId="Domylnie">
    <w:name w:val="Domyślnie"/>
    <w:rsid w:val="003D12B9"/>
    <w:pPr>
      <w:suppressAutoHyphens/>
      <w:spacing w:after="160" w:line="254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Standard">
    <w:name w:val="Standard"/>
    <w:rsid w:val="00775916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Textbody">
    <w:name w:val="Text body"/>
    <w:rsid w:val="00775916"/>
    <w:pPr>
      <w:suppressAutoHyphens/>
      <w:autoSpaceDN w:val="0"/>
      <w:jc w:val="both"/>
      <w:textAlignment w:val="baseline"/>
    </w:pPr>
    <w:rPr>
      <w:kern w:val="3"/>
    </w:rPr>
  </w:style>
  <w:style w:type="paragraph" w:customStyle="1" w:styleId="Tekstpodstawowywciety">
    <w:name w:val="Tekst podstawowy wciety"/>
    <w:basedOn w:val="Normalny"/>
    <w:uiPriority w:val="99"/>
    <w:rsid w:val="005A351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1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1E51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1E51"/>
    <w:rPr>
      <w:vertAlign w:val="superscript"/>
    </w:rPr>
  </w:style>
  <w:style w:type="character" w:customStyle="1" w:styleId="fontstyle01">
    <w:name w:val="fontstyle01"/>
    <w:basedOn w:val="Domylnaczcionkaakapitu"/>
    <w:rsid w:val="00273F35"/>
    <w:rPr>
      <w:rFonts w:ascii="ArialMT" w:eastAsia="Arial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273F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4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8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9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5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5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lona.misiaszek.gdansk@rdos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zabela.wawrzyniak-karlowska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portalzp.pl/kody-cpv/szczegoly/komputery-przenosne-1964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markaczewsk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91E9D-2E15-489B-8CCB-F0423EA50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37</TotalTime>
  <Pages>2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Izabela Wawrzyniak-Karłowska</cp:lastModifiedBy>
  <cp:revision>9</cp:revision>
  <cp:lastPrinted>2021-12-08T10:41:00Z</cp:lastPrinted>
  <dcterms:created xsi:type="dcterms:W3CDTF">2021-12-08T09:32:00Z</dcterms:created>
  <dcterms:modified xsi:type="dcterms:W3CDTF">2021-12-08T12:02:00Z</dcterms:modified>
</cp:coreProperties>
</file>