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CB850F" w14:textId="77777777" w:rsidR="00C00C3F" w:rsidRDefault="00C00C3F" w:rsidP="000A71A0">
      <w:pPr>
        <w:rPr>
          <w:rFonts w:asciiTheme="minorHAnsi" w:hAnsiTheme="minorHAnsi" w:cstheme="minorHAnsi"/>
          <w:sz w:val="22"/>
        </w:rPr>
      </w:pPr>
    </w:p>
    <w:p w14:paraId="46C6D048" w14:textId="77777777" w:rsidR="00940A53" w:rsidRPr="009074C3" w:rsidRDefault="00940A53" w:rsidP="000A71A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08B10AD" w14:textId="6C429EC9" w:rsidR="00C311A8" w:rsidRPr="009074C3" w:rsidRDefault="00C311A8" w:rsidP="00C311A8">
      <w:pPr>
        <w:spacing w:line="360" w:lineRule="auto"/>
        <w:ind w:left="4956"/>
        <w:rPr>
          <w:rFonts w:asciiTheme="minorHAnsi" w:hAnsiTheme="minorHAnsi" w:cstheme="minorHAnsi"/>
          <w:b/>
          <w:sz w:val="22"/>
          <w:szCs w:val="22"/>
        </w:rPr>
      </w:pPr>
      <w:r w:rsidRPr="009074C3">
        <w:rPr>
          <w:rFonts w:asciiTheme="minorHAnsi" w:hAnsiTheme="minorHAnsi" w:cstheme="minorHAnsi"/>
          <w:b/>
          <w:sz w:val="22"/>
          <w:szCs w:val="22"/>
        </w:rPr>
        <w:t>Pan</w:t>
      </w:r>
      <w:r w:rsidR="00A43BA7" w:rsidRPr="009074C3">
        <w:rPr>
          <w:rFonts w:asciiTheme="minorHAnsi" w:hAnsiTheme="minorHAnsi" w:cstheme="minorHAnsi"/>
          <w:b/>
          <w:sz w:val="22"/>
          <w:szCs w:val="22"/>
        </w:rPr>
        <w:t>i Wioletta Zwara</w:t>
      </w:r>
    </w:p>
    <w:p w14:paraId="220BC31F" w14:textId="77777777" w:rsidR="00C311A8" w:rsidRPr="009074C3" w:rsidRDefault="00C311A8" w:rsidP="00C311A8">
      <w:pPr>
        <w:spacing w:line="360" w:lineRule="auto"/>
        <w:ind w:left="4956"/>
        <w:rPr>
          <w:rFonts w:asciiTheme="minorHAnsi" w:hAnsiTheme="minorHAnsi" w:cstheme="minorHAnsi"/>
          <w:sz w:val="22"/>
          <w:szCs w:val="22"/>
        </w:rPr>
      </w:pPr>
      <w:r w:rsidRPr="009074C3">
        <w:rPr>
          <w:rFonts w:asciiTheme="minorHAnsi" w:hAnsiTheme="minorHAnsi" w:cstheme="minorHAnsi"/>
          <w:sz w:val="22"/>
          <w:szCs w:val="22"/>
        </w:rPr>
        <w:t>Sekretarz Komitetu</w:t>
      </w:r>
    </w:p>
    <w:p w14:paraId="384942EB" w14:textId="77777777" w:rsidR="00C311A8" w:rsidRPr="009074C3" w:rsidRDefault="00C311A8" w:rsidP="00C311A8">
      <w:pPr>
        <w:spacing w:line="360" w:lineRule="auto"/>
        <w:ind w:left="4956"/>
        <w:rPr>
          <w:rFonts w:asciiTheme="minorHAnsi" w:hAnsiTheme="minorHAnsi" w:cstheme="minorHAnsi"/>
          <w:sz w:val="22"/>
          <w:szCs w:val="22"/>
        </w:rPr>
      </w:pPr>
      <w:r w:rsidRPr="009074C3">
        <w:rPr>
          <w:rFonts w:asciiTheme="minorHAnsi" w:hAnsiTheme="minorHAnsi" w:cstheme="minorHAnsi"/>
          <w:sz w:val="22"/>
          <w:szCs w:val="22"/>
        </w:rPr>
        <w:t>Rady Ministrów ds. Cyfryzacji</w:t>
      </w:r>
    </w:p>
    <w:p w14:paraId="6D991639" w14:textId="77777777" w:rsidR="00C311A8" w:rsidRPr="009074C3" w:rsidRDefault="00C311A8" w:rsidP="00C311A8">
      <w:pPr>
        <w:rPr>
          <w:rFonts w:asciiTheme="minorHAnsi" w:hAnsiTheme="minorHAnsi" w:cstheme="minorHAnsi"/>
          <w:sz w:val="22"/>
          <w:szCs w:val="22"/>
        </w:rPr>
      </w:pPr>
    </w:p>
    <w:p w14:paraId="24F67548" w14:textId="77777777" w:rsidR="00C311A8" w:rsidRPr="009074C3" w:rsidRDefault="00C311A8" w:rsidP="00C311A8">
      <w:pPr>
        <w:rPr>
          <w:rFonts w:asciiTheme="minorHAnsi" w:hAnsiTheme="minorHAnsi" w:cstheme="minorHAnsi"/>
          <w:sz w:val="22"/>
          <w:szCs w:val="22"/>
        </w:rPr>
      </w:pPr>
    </w:p>
    <w:p w14:paraId="1DFE0647" w14:textId="633CB10B" w:rsidR="00C311A8" w:rsidRPr="009074C3" w:rsidRDefault="00A43BA7" w:rsidP="00C311A8">
      <w:pPr>
        <w:spacing w:after="240" w:line="360" w:lineRule="auto"/>
        <w:rPr>
          <w:rFonts w:asciiTheme="minorHAnsi" w:hAnsiTheme="minorHAnsi" w:cstheme="minorHAnsi"/>
          <w:sz w:val="22"/>
          <w:szCs w:val="22"/>
        </w:rPr>
      </w:pPr>
      <w:r w:rsidRPr="009074C3">
        <w:rPr>
          <w:rFonts w:asciiTheme="minorHAnsi" w:hAnsiTheme="minorHAnsi" w:cstheme="minorHAnsi"/>
          <w:sz w:val="22"/>
          <w:szCs w:val="22"/>
        </w:rPr>
        <w:t xml:space="preserve">Szanowna </w:t>
      </w:r>
      <w:r w:rsidR="00C311A8" w:rsidRPr="009074C3">
        <w:rPr>
          <w:rFonts w:asciiTheme="minorHAnsi" w:hAnsiTheme="minorHAnsi" w:cstheme="minorHAnsi"/>
          <w:sz w:val="22"/>
          <w:szCs w:val="22"/>
        </w:rPr>
        <w:t>Pani Sekretarz,</w:t>
      </w:r>
    </w:p>
    <w:p w14:paraId="35439155" w14:textId="3870F9FD" w:rsidR="0086305F" w:rsidRPr="009074C3" w:rsidRDefault="00B90B5F" w:rsidP="00C311A8">
      <w:pPr>
        <w:spacing w:line="360" w:lineRule="auto"/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9074C3">
        <w:rPr>
          <w:rFonts w:asciiTheme="minorHAnsi" w:hAnsiTheme="minorHAnsi" w:cstheme="minorHAnsi"/>
          <w:sz w:val="22"/>
          <w:szCs w:val="22"/>
        </w:rPr>
        <w:t>w</w:t>
      </w:r>
      <w:r w:rsidR="00C311A8" w:rsidRPr="009074C3">
        <w:rPr>
          <w:rFonts w:asciiTheme="minorHAnsi" w:hAnsiTheme="minorHAnsi" w:cstheme="minorHAnsi"/>
          <w:sz w:val="22"/>
          <w:szCs w:val="22"/>
        </w:rPr>
        <w:t xml:space="preserve"> załączeniu przesyłam Raport z postępu rzeczowo-finansowego projektu informatycznego za </w:t>
      </w:r>
      <w:r w:rsidR="00E90D5F">
        <w:rPr>
          <w:rFonts w:asciiTheme="minorHAnsi" w:hAnsiTheme="minorHAnsi" w:cstheme="minorHAnsi"/>
          <w:sz w:val="22"/>
          <w:szCs w:val="22"/>
        </w:rPr>
        <w:br/>
      </w:r>
      <w:bookmarkStart w:id="0" w:name="_GoBack"/>
      <w:bookmarkEnd w:id="0"/>
      <w:r w:rsidR="00696C7E" w:rsidRPr="009074C3">
        <w:rPr>
          <w:rFonts w:asciiTheme="minorHAnsi" w:hAnsiTheme="minorHAnsi" w:cstheme="minorHAnsi"/>
          <w:sz w:val="22"/>
          <w:szCs w:val="22"/>
        </w:rPr>
        <w:t>I</w:t>
      </w:r>
      <w:r w:rsidR="007C1F64" w:rsidRPr="009074C3">
        <w:rPr>
          <w:rFonts w:asciiTheme="minorHAnsi" w:hAnsiTheme="minorHAnsi" w:cstheme="minorHAnsi"/>
          <w:sz w:val="22"/>
          <w:szCs w:val="22"/>
        </w:rPr>
        <w:t>I</w:t>
      </w:r>
      <w:r w:rsidR="00696C7E" w:rsidRPr="009074C3">
        <w:rPr>
          <w:rFonts w:asciiTheme="minorHAnsi" w:hAnsiTheme="minorHAnsi" w:cstheme="minorHAnsi"/>
          <w:sz w:val="22"/>
          <w:szCs w:val="22"/>
        </w:rPr>
        <w:t xml:space="preserve"> </w:t>
      </w:r>
      <w:r w:rsidR="00C311A8" w:rsidRPr="009074C3">
        <w:rPr>
          <w:rFonts w:asciiTheme="minorHAnsi" w:hAnsiTheme="minorHAnsi" w:cstheme="minorHAnsi"/>
          <w:sz w:val="22"/>
          <w:szCs w:val="22"/>
        </w:rPr>
        <w:t>kwartał 202</w:t>
      </w:r>
      <w:r w:rsidR="00F94106" w:rsidRPr="009074C3">
        <w:rPr>
          <w:rFonts w:asciiTheme="minorHAnsi" w:hAnsiTheme="minorHAnsi" w:cstheme="minorHAnsi"/>
          <w:sz w:val="22"/>
          <w:szCs w:val="22"/>
        </w:rPr>
        <w:t>2</w:t>
      </w:r>
      <w:r w:rsidR="00C311A8" w:rsidRPr="009074C3">
        <w:rPr>
          <w:rFonts w:asciiTheme="minorHAnsi" w:hAnsiTheme="minorHAnsi" w:cstheme="minorHAnsi"/>
          <w:sz w:val="22"/>
          <w:szCs w:val="22"/>
        </w:rPr>
        <w:t xml:space="preserve"> roku, dla projektu Rozwój Systemu Rejestrów Państwowych, z prośbą o opinię Komitetu Rady Ministrów ds. Cyfryzacji.</w:t>
      </w:r>
    </w:p>
    <w:p w14:paraId="7C2B44EA" w14:textId="77777777" w:rsidR="0086305F" w:rsidRPr="009074C3" w:rsidRDefault="0086305F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14:paraId="22FFB973" w14:textId="77777777" w:rsidR="0086305F" w:rsidRPr="009074C3" w:rsidRDefault="0086305F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14:paraId="477A2EBE" w14:textId="77777777" w:rsidR="00935D23" w:rsidRPr="009074C3" w:rsidRDefault="00935D23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560112E" w14:textId="77777777" w:rsidR="00935D23" w:rsidRPr="009074C3" w:rsidRDefault="00935D23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17FE99A" w14:textId="77777777" w:rsidR="000A71A0" w:rsidRPr="009074C3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3319541" w14:textId="77777777" w:rsidR="000A71A0" w:rsidRPr="009074C3" w:rsidRDefault="000A71A0" w:rsidP="005955AD">
      <w:pPr>
        <w:ind w:left="3828" w:right="1132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9074C3">
        <w:rPr>
          <w:rFonts w:asciiTheme="minorHAnsi" w:hAnsiTheme="minorHAnsi" w:cstheme="minorHAnsi"/>
          <w:i/>
          <w:iCs/>
          <w:sz w:val="22"/>
          <w:szCs w:val="22"/>
        </w:rPr>
        <w:t>Z poważaniem</w:t>
      </w:r>
    </w:p>
    <w:p w14:paraId="0037D66E" w14:textId="77777777" w:rsidR="000A71A0" w:rsidRPr="009074C3" w:rsidRDefault="000A71A0" w:rsidP="005955AD">
      <w:pPr>
        <w:ind w:left="3828" w:right="113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929D814" w14:textId="0DB8B3FA" w:rsidR="000A71A0" w:rsidRPr="009074C3" w:rsidRDefault="00C527FB" w:rsidP="005955AD">
      <w:pPr>
        <w:ind w:left="3828" w:right="113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074C3">
        <w:rPr>
          <w:rFonts w:asciiTheme="minorHAnsi" w:hAnsiTheme="minorHAnsi" w:cstheme="minorHAnsi"/>
          <w:b/>
          <w:bCs/>
          <w:sz w:val="22"/>
          <w:szCs w:val="22"/>
        </w:rPr>
        <w:t>Janusz Cieszyński</w:t>
      </w:r>
    </w:p>
    <w:p w14:paraId="55537838" w14:textId="77777777" w:rsidR="000A71A0" w:rsidRPr="009074C3" w:rsidRDefault="000A71A0" w:rsidP="005955AD">
      <w:pPr>
        <w:ind w:left="3828" w:right="1132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9074C3">
        <w:rPr>
          <w:rFonts w:asciiTheme="minorHAnsi" w:hAnsiTheme="minorHAnsi" w:cstheme="minorHAnsi"/>
          <w:bCs/>
          <w:sz w:val="22"/>
          <w:szCs w:val="22"/>
        </w:rPr>
        <w:t>Sekretarz Stanu</w:t>
      </w:r>
    </w:p>
    <w:p w14:paraId="7E37D56E" w14:textId="77777777" w:rsidR="00EA13E5" w:rsidRPr="009074C3" w:rsidRDefault="00EA13E5" w:rsidP="005955AD">
      <w:pPr>
        <w:ind w:left="3828" w:right="1132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9074C3">
        <w:rPr>
          <w:rFonts w:asciiTheme="minorHAnsi" w:hAnsiTheme="minorHAnsi" w:cstheme="minorHAnsi"/>
          <w:bCs/>
          <w:sz w:val="22"/>
          <w:szCs w:val="22"/>
        </w:rPr>
        <w:t>w Kancelarii Prezesa Rady Ministrów</w:t>
      </w:r>
    </w:p>
    <w:p w14:paraId="3F03DC0A" w14:textId="77777777" w:rsidR="000A71A0" w:rsidRPr="0009010E" w:rsidRDefault="000A71A0" w:rsidP="005955AD">
      <w:pPr>
        <w:ind w:left="3828" w:right="1132"/>
        <w:jc w:val="center"/>
        <w:rPr>
          <w:rFonts w:asciiTheme="minorHAnsi" w:hAnsiTheme="minorHAnsi" w:cstheme="minorHAnsi"/>
        </w:rPr>
      </w:pPr>
    </w:p>
    <w:p w14:paraId="121D47DF" w14:textId="77777777" w:rsidR="000A71A0" w:rsidRPr="005955AD" w:rsidRDefault="000A71A0" w:rsidP="005955AD">
      <w:pPr>
        <w:ind w:left="3828" w:right="1132"/>
        <w:jc w:val="center"/>
        <w:rPr>
          <w:rFonts w:asciiTheme="minorHAnsi" w:hAnsiTheme="minorHAnsi" w:cstheme="minorHAnsi"/>
          <w:i/>
          <w:sz w:val="18"/>
        </w:rPr>
      </w:pPr>
      <w:r w:rsidRPr="005955AD">
        <w:rPr>
          <w:rFonts w:asciiTheme="minorHAnsi" w:hAnsiTheme="minorHAnsi" w:cstheme="minorHAnsi"/>
          <w:i/>
          <w:sz w:val="18"/>
        </w:rPr>
        <w:t>/podpisano kwalifikowanym podpisem elektronicznym/</w:t>
      </w:r>
    </w:p>
    <w:p w14:paraId="085B007F" w14:textId="77777777" w:rsidR="000A71A0" w:rsidRPr="0009010E" w:rsidRDefault="000A71A0" w:rsidP="004633D0">
      <w:pPr>
        <w:rPr>
          <w:rFonts w:asciiTheme="minorHAnsi" w:eastAsia="Calibri" w:hAnsiTheme="minorHAnsi" w:cstheme="minorHAnsi"/>
          <w:lang w:eastAsia="en-US"/>
        </w:rPr>
      </w:pPr>
    </w:p>
    <w:p w14:paraId="262EAA61" w14:textId="77777777" w:rsidR="006A5C4D" w:rsidRPr="0009010E" w:rsidRDefault="006A5C4D" w:rsidP="004633D0">
      <w:pPr>
        <w:rPr>
          <w:rFonts w:asciiTheme="minorHAnsi" w:eastAsia="Calibri" w:hAnsiTheme="minorHAnsi" w:cstheme="minorHAnsi"/>
          <w:lang w:eastAsia="en-US"/>
        </w:rPr>
      </w:pPr>
    </w:p>
    <w:p w14:paraId="674B2573" w14:textId="77777777" w:rsidR="00831F98" w:rsidRPr="0009010E" w:rsidRDefault="00831F98" w:rsidP="004633D0">
      <w:pPr>
        <w:rPr>
          <w:rFonts w:asciiTheme="minorHAnsi" w:eastAsia="Calibri" w:hAnsiTheme="minorHAnsi" w:cstheme="minorHAnsi"/>
          <w:lang w:eastAsia="en-US"/>
        </w:rPr>
      </w:pPr>
    </w:p>
    <w:p w14:paraId="48E8A14A" w14:textId="77777777" w:rsidR="00831F98" w:rsidRPr="0009010E" w:rsidRDefault="00831F98" w:rsidP="004633D0">
      <w:pPr>
        <w:rPr>
          <w:rFonts w:asciiTheme="minorHAnsi" w:eastAsia="Calibri" w:hAnsiTheme="minorHAnsi" w:cstheme="minorHAnsi"/>
          <w:lang w:eastAsia="en-US"/>
        </w:rPr>
      </w:pPr>
    </w:p>
    <w:p w14:paraId="1F807F08" w14:textId="77777777" w:rsidR="00831F98" w:rsidRPr="0009010E" w:rsidRDefault="00831F98" w:rsidP="004633D0">
      <w:pPr>
        <w:rPr>
          <w:rFonts w:asciiTheme="minorHAnsi" w:eastAsia="Calibri" w:hAnsiTheme="minorHAnsi" w:cstheme="minorHAnsi"/>
          <w:lang w:eastAsia="en-US"/>
        </w:rPr>
      </w:pPr>
    </w:p>
    <w:p w14:paraId="1F962602" w14:textId="77777777" w:rsidR="00831F98" w:rsidRPr="0009010E" w:rsidRDefault="00831F98" w:rsidP="004633D0">
      <w:pPr>
        <w:rPr>
          <w:rFonts w:asciiTheme="minorHAnsi" w:eastAsia="Calibri" w:hAnsiTheme="minorHAnsi" w:cstheme="minorHAnsi"/>
          <w:lang w:eastAsia="en-US"/>
        </w:rPr>
      </w:pPr>
    </w:p>
    <w:p w14:paraId="5E3CD4DF" w14:textId="77777777" w:rsidR="00831F98" w:rsidRPr="0009010E" w:rsidRDefault="00831F98" w:rsidP="004633D0">
      <w:pPr>
        <w:rPr>
          <w:rFonts w:asciiTheme="minorHAnsi" w:eastAsia="Calibri" w:hAnsiTheme="minorHAnsi" w:cstheme="minorHAnsi"/>
          <w:lang w:eastAsia="en-US"/>
        </w:rPr>
      </w:pPr>
    </w:p>
    <w:p w14:paraId="5EBF470D" w14:textId="77777777" w:rsidR="00831F98" w:rsidRPr="0009010E" w:rsidRDefault="00831F98" w:rsidP="004633D0">
      <w:pPr>
        <w:rPr>
          <w:rFonts w:asciiTheme="minorHAnsi" w:eastAsia="Calibri" w:hAnsiTheme="minorHAnsi" w:cstheme="minorHAnsi"/>
          <w:lang w:eastAsia="en-US"/>
        </w:rPr>
      </w:pPr>
    </w:p>
    <w:p w14:paraId="6B15A7F8" w14:textId="77777777" w:rsidR="00831F98" w:rsidRPr="0009010E" w:rsidRDefault="00831F98" w:rsidP="004633D0">
      <w:pPr>
        <w:rPr>
          <w:rFonts w:asciiTheme="minorHAnsi" w:eastAsia="Calibri" w:hAnsiTheme="minorHAnsi" w:cstheme="minorHAnsi"/>
          <w:lang w:eastAsia="en-US"/>
        </w:rPr>
      </w:pPr>
    </w:p>
    <w:p w14:paraId="38D9C4AA" w14:textId="77777777" w:rsidR="00831F98" w:rsidRPr="0009010E" w:rsidRDefault="00831F98" w:rsidP="004633D0">
      <w:pPr>
        <w:rPr>
          <w:rFonts w:asciiTheme="minorHAnsi" w:eastAsia="Calibri" w:hAnsiTheme="minorHAnsi" w:cstheme="minorHAnsi"/>
          <w:lang w:eastAsia="en-US"/>
        </w:rPr>
      </w:pPr>
    </w:p>
    <w:p w14:paraId="155A7312" w14:textId="77777777" w:rsidR="00831F98" w:rsidRPr="0009010E" w:rsidRDefault="00831F98" w:rsidP="00831F98">
      <w:pPr>
        <w:spacing w:line="360" w:lineRule="auto"/>
        <w:rPr>
          <w:rFonts w:asciiTheme="minorHAnsi" w:hAnsiTheme="minorHAnsi" w:cstheme="minorHAnsi"/>
        </w:rPr>
      </w:pPr>
      <w:r w:rsidRPr="0009010E">
        <w:rPr>
          <w:rFonts w:asciiTheme="minorHAnsi" w:hAnsiTheme="minorHAnsi" w:cstheme="minorHAnsi"/>
        </w:rPr>
        <w:t>Załączniki:</w:t>
      </w:r>
    </w:p>
    <w:p w14:paraId="49FD2DB0" w14:textId="619D41C8" w:rsidR="00831F98" w:rsidRPr="00434235" w:rsidRDefault="00434235" w:rsidP="00434235">
      <w:pPr>
        <w:numPr>
          <w:ilvl w:val="0"/>
          <w:numId w:val="1"/>
        </w:numPr>
        <w:tabs>
          <w:tab w:val="left" w:pos="426"/>
        </w:tabs>
        <w:spacing w:line="360" w:lineRule="auto"/>
        <w:rPr>
          <w:rFonts w:asciiTheme="minorHAnsi" w:hAnsiTheme="minorHAnsi" w:cstheme="minorHAnsi"/>
        </w:rPr>
      </w:pPr>
      <w:r w:rsidRPr="00434235">
        <w:rPr>
          <w:rFonts w:asciiTheme="minorHAnsi" w:hAnsiTheme="minorHAnsi" w:cstheme="minorHAnsi"/>
        </w:rPr>
        <w:t xml:space="preserve">Raport za </w:t>
      </w:r>
      <w:r w:rsidR="00765B4B">
        <w:rPr>
          <w:rFonts w:asciiTheme="minorHAnsi" w:hAnsiTheme="minorHAnsi" w:cstheme="minorHAnsi"/>
        </w:rPr>
        <w:t>I</w:t>
      </w:r>
      <w:r w:rsidR="007F5487">
        <w:rPr>
          <w:rFonts w:asciiTheme="minorHAnsi" w:hAnsiTheme="minorHAnsi" w:cstheme="minorHAnsi"/>
        </w:rPr>
        <w:t>I</w:t>
      </w:r>
      <w:r w:rsidR="00696C7E" w:rsidRPr="00434235">
        <w:rPr>
          <w:rFonts w:asciiTheme="minorHAnsi" w:hAnsiTheme="minorHAnsi" w:cstheme="minorHAnsi"/>
        </w:rPr>
        <w:t xml:space="preserve"> </w:t>
      </w:r>
      <w:r w:rsidR="00765B4B">
        <w:rPr>
          <w:rFonts w:asciiTheme="minorHAnsi" w:hAnsiTheme="minorHAnsi" w:cstheme="minorHAnsi"/>
        </w:rPr>
        <w:t>Q 2022</w:t>
      </w:r>
      <w:r w:rsidRPr="00434235">
        <w:rPr>
          <w:rFonts w:asciiTheme="minorHAnsi" w:hAnsiTheme="minorHAnsi" w:cstheme="minorHAnsi"/>
        </w:rPr>
        <w:t xml:space="preserve"> RSRP </w:t>
      </w:r>
    </w:p>
    <w:sectPr w:rsidR="00831F98" w:rsidRPr="00434235" w:rsidSect="004633D0"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819A7E" w14:textId="77777777" w:rsidR="008D0BF6" w:rsidRDefault="008D0BF6">
      <w:r>
        <w:separator/>
      </w:r>
    </w:p>
  </w:endnote>
  <w:endnote w:type="continuationSeparator" w:id="0">
    <w:p w14:paraId="6022CC47" w14:textId="77777777" w:rsidR="008D0BF6" w:rsidRDefault="008D0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B64751" w14:textId="77777777"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3C766BC" wp14:editId="23BD21C6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0FD44A" w14:textId="77777777"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C766BC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14:paraId="280FD44A" w14:textId="77777777"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9C57CDA" wp14:editId="18537B75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81972" w14:textId="77777777" w:rsidR="00AE7731" w:rsidRDefault="00AE7731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266A504B" wp14:editId="57970D4F">
              <wp:simplePos x="0" y="0"/>
              <wp:positionH relativeFrom="column">
                <wp:posOffset>227305</wp:posOffset>
              </wp:positionH>
              <wp:positionV relativeFrom="paragraph">
                <wp:posOffset>-539115</wp:posOffset>
              </wp:positionV>
              <wp:extent cx="2517775" cy="239395"/>
              <wp:effectExtent l="0" t="0" r="0" b="825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560C7E" w14:textId="77777777" w:rsidR="007018D3" w:rsidRDefault="007018D3" w:rsidP="007018D3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6A504B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9" type="#_x0000_t202" style="position:absolute;margin-left:17.9pt;margin-top:-42.45pt;width:198.25pt;height:18.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" stroked="f">
              <v:textbox>
                <w:txbxContent>
                  <w:p w14:paraId="6B560C7E" w14:textId="77777777" w:rsidR="007018D3" w:rsidRDefault="007018D3" w:rsidP="007018D3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 w:rsidRPr="00AE7731">
      <w:rPr>
        <w:noProof/>
      </w:rPr>
      <w:drawing>
        <wp:anchor distT="0" distB="0" distL="114300" distR="114300" simplePos="0" relativeHeight="251668480" behindDoc="1" locked="0" layoutInCell="1" allowOverlap="1" wp14:anchorId="58E6838A" wp14:editId="1E5117EE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7850AF" w14:textId="77777777" w:rsidR="008D0BF6" w:rsidRDefault="008D0BF6">
      <w:r>
        <w:separator/>
      </w:r>
    </w:p>
  </w:footnote>
  <w:footnote w:type="continuationSeparator" w:id="0">
    <w:p w14:paraId="5471FE35" w14:textId="77777777" w:rsidR="008D0BF6" w:rsidRDefault="008D0B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EA0E5" w14:textId="77777777" w:rsidR="007018D3" w:rsidRDefault="007018D3" w:rsidP="007018D3">
    <w:pPr>
      <w:pStyle w:val="Nagwek"/>
      <w:jc w:val="right"/>
    </w:pPr>
  </w:p>
  <w:p w14:paraId="6A58DA58" w14:textId="77777777" w:rsidR="00553235" w:rsidRDefault="00553235" w:rsidP="00553235">
    <w:pPr>
      <w:pStyle w:val="Nagwek"/>
      <w:jc w:val="right"/>
      <w:rPr>
        <w:sz w:val="22"/>
      </w:rPr>
    </w:pPr>
    <w:r>
      <w:rPr>
        <w:sz w:val="22"/>
      </w:rPr>
      <w:t>Warszawa</w:t>
    </w:r>
    <w:r w:rsidRPr="003D2F7E">
      <w:rPr>
        <w:sz w:val="22"/>
      </w:rPr>
      <w:t xml:space="preserve"> </w:t>
    </w:r>
  </w:p>
  <w:p w14:paraId="6DBD5A14" w14:textId="77777777" w:rsidR="00553235" w:rsidRPr="00B81A11" w:rsidRDefault="00553235" w:rsidP="00553235">
    <w:pPr>
      <w:pStyle w:val="Nagwek"/>
      <w:jc w:val="right"/>
      <w:rPr>
        <w:sz w:val="20"/>
      </w:rPr>
    </w:pPr>
    <w:r w:rsidRPr="003D2F7E">
      <w:rPr>
        <w:sz w:val="20"/>
      </w:rPr>
      <w:t xml:space="preserve">/datą </w:t>
    </w:r>
    <w:r>
      <w:rPr>
        <w:sz w:val="20"/>
      </w:rPr>
      <w:t>pisma</w:t>
    </w:r>
    <w:r w:rsidRPr="003D2F7E">
      <w:rPr>
        <w:sz w:val="20"/>
      </w:rPr>
      <w:t>, jest data złożenia podpisu elektronicznego/</w:t>
    </w:r>
  </w:p>
  <w:p w14:paraId="3CB2586E" w14:textId="2B6BA9AC" w:rsidR="004633D0" w:rsidRDefault="000A71A0" w:rsidP="00CA00FE">
    <w:pPr>
      <w:pStyle w:val="Nagwek"/>
    </w:pPr>
    <w:r w:rsidRPr="007822CD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9AEDE61" wp14:editId="7C777480">
              <wp:simplePos x="0" y="0"/>
              <wp:positionH relativeFrom="column">
                <wp:posOffset>-87630</wp:posOffset>
              </wp:positionH>
              <wp:positionV relativeFrom="paragraph">
                <wp:posOffset>661670</wp:posOffset>
              </wp:positionV>
              <wp:extent cx="2790825" cy="59055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E60353" w14:textId="7147D295" w:rsidR="007018D3" w:rsidRDefault="008E5B34" w:rsidP="00E5391F">
                          <w:pPr>
                            <w:spacing w:after="240"/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Janusz Cieszyński</w:t>
                          </w:r>
                        </w:p>
                        <w:p w14:paraId="0BDBB49E" w14:textId="77777777" w:rsidR="00E5391F" w:rsidRPr="00E5391F" w:rsidRDefault="00E5391F" w:rsidP="00E5391F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18"/>
                            </w:rPr>
                          </w:pPr>
                          <w:r w:rsidRPr="00E5391F">
                            <w:rPr>
                              <w:rFonts w:asciiTheme="majorHAnsi" w:hAnsiTheme="majorHAnsi" w:cstheme="majorHAnsi"/>
                              <w:color w:val="201C1D"/>
                              <w:sz w:val="18"/>
                            </w:rPr>
                            <w:t>DZS.WUSRP.7263.1.1.2022</w:t>
                          </w:r>
                        </w:p>
                        <w:p w14:paraId="341E5CD2" w14:textId="77777777" w:rsidR="00E5391F" w:rsidRDefault="00E5391F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</w:p>
                        <w:p w14:paraId="491C5F64" w14:textId="77777777" w:rsidR="00700977" w:rsidRPr="00495DA1" w:rsidRDefault="00700977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AEDE6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-6.9pt;margin-top:52.1pt;width:219.75pt;height:46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" stroked="f">
              <v:textbox>
                <w:txbxContent>
                  <w:p w14:paraId="31E60353" w14:textId="7147D295" w:rsidR="007018D3" w:rsidRDefault="008E5B34" w:rsidP="00E5391F">
                    <w:pPr>
                      <w:spacing w:after="240"/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Janusz Cieszyński</w:t>
                    </w:r>
                  </w:p>
                  <w:p w14:paraId="0BDBB49E" w14:textId="77777777" w:rsidR="00E5391F" w:rsidRPr="00E5391F" w:rsidRDefault="00E5391F" w:rsidP="00E5391F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18"/>
                      </w:rPr>
                    </w:pPr>
                    <w:r w:rsidRPr="00E5391F">
                      <w:rPr>
                        <w:rFonts w:asciiTheme="majorHAnsi" w:hAnsiTheme="majorHAnsi" w:cstheme="majorHAnsi"/>
                        <w:color w:val="201C1D"/>
                        <w:sz w:val="18"/>
                      </w:rPr>
                      <w:t>DZS.WUSRP.7263.1.1.2022</w:t>
                    </w:r>
                  </w:p>
                  <w:p w14:paraId="341E5CD2" w14:textId="77777777" w:rsidR="00E5391F" w:rsidRDefault="00E5391F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</w:p>
                  <w:p w14:paraId="491C5F64" w14:textId="77777777" w:rsidR="00700977" w:rsidRPr="00495DA1" w:rsidRDefault="00700977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="00CA00FE" w:rsidRPr="007822CD">
      <w:rPr>
        <w:noProof/>
      </w:rPr>
      <w:drawing>
        <wp:inline distT="0" distB="0" distL="0" distR="0" wp14:anchorId="2B4E9149" wp14:editId="002855A5">
          <wp:extent cx="2689200" cy="579600"/>
          <wp:effectExtent l="0" t="0" r="0" b="0"/>
          <wp:docPr id="7" name="Obraz 7" descr="C:\Users\p.jezewski\Desktop\SSZagórsk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SSZagórsk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9200" cy="57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4548BE"/>
    <w:multiLevelType w:val="hybridMultilevel"/>
    <w:tmpl w:val="35902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532DC"/>
    <w:rsid w:val="00076A30"/>
    <w:rsid w:val="0009010E"/>
    <w:rsid w:val="000A71A0"/>
    <w:rsid w:val="000D026F"/>
    <w:rsid w:val="001104E7"/>
    <w:rsid w:val="001135DE"/>
    <w:rsid w:val="0012268A"/>
    <w:rsid w:val="001973F8"/>
    <w:rsid w:val="001A17D3"/>
    <w:rsid w:val="001D4406"/>
    <w:rsid w:val="00225E21"/>
    <w:rsid w:val="002504C6"/>
    <w:rsid w:val="00292790"/>
    <w:rsid w:val="002A0DA3"/>
    <w:rsid w:val="002C0265"/>
    <w:rsid w:val="002D6DAA"/>
    <w:rsid w:val="00381417"/>
    <w:rsid w:val="00417572"/>
    <w:rsid w:val="00420DDB"/>
    <w:rsid w:val="00421379"/>
    <w:rsid w:val="00433553"/>
    <w:rsid w:val="00434235"/>
    <w:rsid w:val="00446181"/>
    <w:rsid w:val="004522DF"/>
    <w:rsid w:val="004633D0"/>
    <w:rsid w:val="00484BA7"/>
    <w:rsid w:val="00495DA1"/>
    <w:rsid w:val="004D5918"/>
    <w:rsid w:val="004F20D4"/>
    <w:rsid w:val="00526637"/>
    <w:rsid w:val="00553235"/>
    <w:rsid w:val="00554DA7"/>
    <w:rsid w:val="00563B2A"/>
    <w:rsid w:val="00574BD3"/>
    <w:rsid w:val="0058723A"/>
    <w:rsid w:val="005955AD"/>
    <w:rsid w:val="005C7EB9"/>
    <w:rsid w:val="005E753F"/>
    <w:rsid w:val="0060027F"/>
    <w:rsid w:val="00683951"/>
    <w:rsid w:val="00696C7E"/>
    <w:rsid w:val="006A5C4D"/>
    <w:rsid w:val="006B6F70"/>
    <w:rsid w:val="006C31CC"/>
    <w:rsid w:val="00700977"/>
    <w:rsid w:val="007018D3"/>
    <w:rsid w:val="00741481"/>
    <w:rsid w:val="00765B4B"/>
    <w:rsid w:val="007822CD"/>
    <w:rsid w:val="007A354D"/>
    <w:rsid w:val="007B0E5D"/>
    <w:rsid w:val="007B7069"/>
    <w:rsid w:val="007C1F64"/>
    <w:rsid w:val="007F5487"/>
    <w:rsid w:val="00806126"/>
    <w:rsid w:val="00831F98"/>
    <w:rsid w:val="0086305F"/>
    <w:rsid w:val="008B1D7E"/>
    <w:rsid w:val="008C3EF7"/>
    <w:rsid w:val="008D0BF6"/>
    <w:rsid w:val="008E5B34"/>
    <w:rsid w:val="00902C52"/>
    <w:rsid w:val="009074C3"/>
    <w:rsid w:val="00935D23"/>
    <w:rsid w:val="00940363"/>
    <w:rsid w:val="00940A53"/>
    <w:rsid w:val="00994688"/>
    <w:rsid w:val="009C2C00"/>
    <w:rsid w:val="009D07B2"/>
    <w:rsid w:val="009D4211"/>
    <w:rsid w:val="00A21CD3"/>
    <w:rsid w:val="00A363B8"/>
    <w:rsid w:val="00A43BA7"/>
    <w:rsid w:val="00A471BD"/>
    <w:rsid w:val="00A568F0"/>
    <w:rsid w:val="00AB6FA7"/>
    <w:rsid w:val="00AD31E1"/>
    <w:rsid w:val="00AE7731"/>
    <w:rsid w:val="00B826FD"/>
    <w:rsid w:val="00B90B5F"/>
    <w:rsid w:val="00B977A0"/>
    <w:rsid w:val="00BB1FAD"/>
    <w:rsid w:val="00BB2815"/>
    <w:rsid w:val="00BD3450"/>
    <w:rsid w:val="00BE094A"/>
    <w:rsid w:val="00C00C3F"/>
    <w:rsid w:val="00C311A8"/>
    <w:rsid w:val="00C33102"/>
    <w:rsid w:val="00C527FB"/>
    <w:rsid w:val="00C53E61"/>
    <w:rsid w:val="00C77A1D"/>
    <w:rsid w:val="00CA00FE"/>
    <w:rsid w:val="00CC70D5"/>
    <w:rsid w:val="00CE0090"/>
    <w:rsid w:val="00CF13E8"/>
    <w:rsid w:val="00CF7B76"/>
    <w:rsid w:val="00D05B72"/>
    <w:rsid w:val="00D51469"/>
    <w:rsid w:val="00D55922"/>
    <w:rsid w:val="00DA0A66"/>
    <w:rsid w:val="00DD0572"/>
    <w:rsid w:val="00DE7B68"/>
    <w:rsid w:val="00DF532E"/>
    <w:rsid w:val="00E5391F"/>
    <w:rsid w:val="00E86BDA"/>
    <w:rsid w:val="00E90D5F"/>
    <w:rsid w:val="00E977C2"/>
    <w:rsid w:val="00EA13E5"/>
    <w:rsid w:val="00EA7F17"/>
    <w:rsid w:val="00EF68E0"/>
    <w:rsid w:val="00F10BA4"/>
    <w:rsid w:val="00F54E58"/>
    <w:rsid w:val="00F76A8C"/>
    <w:rsid w:val="00F94106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9882F6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2C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2C5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2C5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C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2C5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2C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C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1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607BF69A0349478888ADFA0370FFAF" ma:contentTypeVersion="16" ma:contentTypeDescription="Utwórz nowy dokument." ma:contentTypeScope="" ma:versionID="ab667d26ae14d4649de8bf49eb69bedd">
  <xsd:schema xmlns:xsd="http://www.w3.org/2001/XMLSchema" xmlns:xs="http://www.w3.org/2001/XMLSchema" xmlns:p="http://schemas.microsoft.com/office/2006/metadata/properties" xmlns:ns2="a787c0e2-6a3a-42d6-bef2-c89235b2337d" xmlns:ns3="b161b1f2-8137-4387-8ddd-6d37bd1bee99" targetNamespace="http://schemas.microsoft.com/office/2006/metadata/properties" ma:root="true" ma:fieldsID="c6254e43cdadf5655359bd65d05527f9" ns2:_="" ns3:_="">
    <xsd:import namespace="a787c0e2-6a3a-42d6-bef2-c89235b2337d"/>
    <xsd:import namespace="b161b1f2-8137-4387-8ddd-6d37bd1be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7c0e2-6a3a-42d6-bef2-c89235b233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e9fea2ef-6724-4c73-8771-4b64e9b88c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1b1f2-8137-4387-8ddd-6d37bd1be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4a6090-c3b8-4174-8a12-d7ee3566f4b9}" ma:internalName="TaxCatchAll" ma:showField="CatchAllData" ma:web="b161b1f2-8137-4387-8ddd-6d37bd1bee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87c0e2-6a3a-42d6-bef2-c89235b2337d">
      <Terms xmlns="http://schemas.microsoft.com/office/infopath/2007/PartnerControls"/>
    </lcf76f155ced4ddcb4097134ff3c332f>
    <TaxCatchAll xmlns="b161b1f2-8137-4387-8ddd-6d37bd1bee99" xsi:nil="true"/>
  </documentManagement>
</p:properties>
</file>

<file path=customXml/itemProps1.xml><?xml version="1.0" encoding="utf-8"?>
<ds:datastoreItem xmlns:ds="http://schemas.openxmlformats.org/officeDocument/2006/customXml" ds:itemID="{361F1802-33F7-41BD-8FDD-36015DB3EF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7c0e2-6a3a-42d6-bef2-c89235b2337d"/>
    <ds:schemaRef ds:uri="b161b1f2-8137-4387-8ddd-6d37bd1be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0DAAF4-1C4B-4777-9C29-56DD4E82BA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6DED2-13A9-4C2F-875C-4CEF5E835D71}">
  <ds:schemaRefs>
    <ds:schemaRef ds:uri="http://schemas.microsoft.com/office/2006/metadata/properties"/>
    <ds:schemaRef ds:uri="http://schemas.microsoft.com/office/infopath/2007/PartnerControls"/>
    <ds:schemaRef ds:uri="a787c0e2-6a3a-42d6-bef2-c89235b2337d"/>
    <ds:schemaRef ds:uri="b161b1f2-8137-4387-8ddd-6d37bd1bee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REGULACJI.dot</Template>
  <TotalTime>142</TotalTime>
  <Pages>1</Pages>
  <Words>72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Mierzejewska Beata</cp:lastModifiedBy>
  <cp:revision>42</cp:revision>
  <dcterms:created xsi:type="dcterms:W3CDTF">2020-10-22T08:24:00Z</dcterms:created>
  <dcterms:modified xsi:type="dcterms:W3CDTF">2022-08-04T12:11:00Z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0x01010051607BF69A0349478888ADFA0370FFAF</vt:lpwstr>
  </property>
  <property fmtid="{D5CDD505-2E9C-101B-9397-08002B2CF9AE}" pid="3" name="MediaServiceImageTags">
    <vt:lpwstr/>
  </property>
</Properties>
</file>