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0C8" w:rsidRPr="009855C3" w:rsidRDefault="001F00C8">
      <w:pPr>
        <w:spacing w:line="360" w:lineRule="auto"/>
        <w:jc w:val="right"/>
        <w:rPr>
          <w:rFonts w:cs="Arial"/>
          <w:szCs w:val="16"/>
        </w:rPr>
      </w:pPr>
      <w:r w:rsidRPr="009855C3">
        <w:rPr>
          <w:rFonts w:cs="Arial"/>
          <w:szCs w:val="16"/>
        </w:rPr>
        <w:t>Załącznik nr 1</w:t>
      </w:r>
      <w:r w:rsidR="00DA21F5" w:rsidRPr="009855C3">
        <w:rPr>
          <w:rFonts w:cs="Arial"/>
          <w:szCs w:val="16"/>
        </w:rPr>
        <w:t>0</w:t>
      </w:r>
      <w:r w:rsidRPr="009855C3">
        <w:rPr>
          <w:rFonts w:cs="Arial"/>
          <w:szCs w:val="16"/>
        </w:rPr>
        <w:t>.15</w:t>
      </w:r>
    </w:p>
    <w:p w:rsidR="009855C3" w:rsidRDefault="009855C3" w:rsidP="00DA21F5">
      <w:pPr>
        <w:keepNext/>
        <w:jc w:val="center"/>
        <w:outlineLvl w:val="3"/>
        <w:rPr>
          <w:rFonts w:cs="Arial"/>
          <w:b/>
          <w:bCs/>
          <w:spacing w:val="100"/>
          <w:kern w:val="22"/>
        </w:rPr>
      </w:pPr>
    </w:p>
    <w:p w:rsidR="009855C3" w:rsidRDefault="00DA21F5" w:rsidP="009855C3">
      <w:pPr>
        <w:keepNext/>
        <w:jc w:val="center"/>
        <w:outlineLvl w:val="3"/>
        <w:rPr>
          <w:rFonts w:cs="Arial"/>
          <w:b/>
          <w:bCs/>
          <w:spacing w:val="100"/>
          <w:kern w:val="22"/>
        </w:rPr>
      </w:pPr>
      <w:r w:rsidRPr="008A5FD6">
        <w:rPr>
          <w:rFonts w:cs="Arial"/>
          <w:b/>
          <w:bCs/>
          <w:spacing w:val="100"/>
          <w:kern w:val="22"/>
        </w:rPr>
        <w:t>WZÓR</w:t>
      </w:r>
    </w:p>
    <w:p w:rsidR="009855C3" w:rsidRPr="009855C3" w:rsidRDefault="009855C3" w:rsidP="009855C3">
      <w:pPr>
        <w:keepNext/>
        <w:ind w:left="4250" w:firstLine="850"/>
        <w:outlineLvl w:val="3"/>
        <w:rPr>
          <w:rFonts w:cs="Arial"/>
          <w:snapToGrid w:val="0"/>
          <w:kern w:val="22"/>
          <w:szCs w:val="18"/>
        </w:rPr>
      </w:pPr>
    </w:p>
    <w:p w:rsidR="009855C3" w:rsidRPr="009855C3" w:rsidRDefault="00DA21F5" w:rsidP="009855C3">
      <w:pPr>
        <w:keepNext/>
        <w:ind w:left="4250" w:firstLine="850"/>
        <w:outlineLvl w:val="3"/>
        <w:rPr>
          <w:rFonts w:cs="Arial"/>
          <w:bCs/>
          <w:spacing w:val="100"/>
          <w:kern w:val="22"/>
        </w:rPr>
      </w:pPr>
      <w:r w:rsidRPr="009855C3">
        <w:rPr>
          <w:rFonts w:cs="Arial"/>
          <w:snapToGrid w:val="0"/>
          <w:kern w:val="22"/>
          <w:szCs w:val="18"/>
        </w:rPr>
        <w:t>Załącznik nr………</w:t>
      </w:r>
    </w:p>
    <w:p w:rsidR="00DA21F5" w:rsidRPr="009855C3" w:rsidRDefault="00DA21F5" w:rsidP="009855C3">
      <w:pPr>
        <w:keepNext/>
        <w:ind w:left="4250" w:firstLine="850"/>
        <w:outlineLvl w:val="3"/>
        <w:rPr>
          <w:rFonts w:cs="Arial"/>
          <w:bCs/>
          <w:spacing w:val="100"/>
          <w:kern w:val="22"/>
        </w:rPr>
      </w:pPr>
      <w:r w:rsidRPr="009855C3">
        <w:rPr>
          <w:rFonts w:cs="Arial"/>
          <w:snapToGrid w:val="0"/>
          <w:kern w:val="22"/>
          <w:szCs w:val="18"/>
        </w:rPr>
        <w:t>do protokoł</w:t>
      </w:r>
      <w:r w:rsidR="009855C3" w:rsidRPr="009855C3">
        <w:rPr>
          <w:rFonts w:cs="Arial"/>
          <w:snapToGrid w:val="0"/>
          <w:kern w:val="22"/>
          <w:szCs w:val="18"/>
        </w:rPr>
        <w:t>u kontroli, nr rej.: ……………..</w:t>
      </w:r>
    </w:p>
    <w:p w:rsidR="00DA21F5" w:rsidRPr="009855C3" w:rsidRDefault="00DA21F5" w:rsidP="00DA21F5">
      <w:pPr>
        <w:keepNext/>
        <w:rPr>
          <w:rFonts w:cs="Arial"/>
          <w:snapToGrid w:val="0"/>
          <w:szCs w:val="22"/>
        </w:rPr>
      </w:pPr>
      <w:r w:rsidRPr="009855C3">
        <w:rPr>
          <w:rFonts w:cs="Arial"/>
          <w:snapToGrid w:val="0"/>
          <w:szCs w:val="22"/>
        </w:rPr>
        <w:t>...................................................................</w:t>
      </w:r>
    </w:p>
    <w:p w:rsidR="00DA21F5" w:rsidRPr="008A5FD6" w:rsidRDefault="009855C3" w:rsidP="00DA21F5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>
        <w:rPr>
          <w:rFonts w:cs="Arial"/>
          <w:i/>
          <w:snapToGrid w:val="0"/>
          <w:sz w:val="16"/>
          <w:szCs w:val="16"/>
        </w:rPr>
        <w:t xml:space="preserve">        </w:t>
      </w:r>
      <w:r w:rsidR="00DA21F5" w:rsidRPr="008A5FD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:rsidR="00DA21F5" w:rsidRPr="008A5FD6" w:rsidRDefault="00DA21F5" w:rsidP="00DA21F5">
      <w:pPr>
        <w:rPr>
          <w:rFonts w:cs="Arial"/>
          <w:kern w:val="22"/>
          <w:szCs w:val="18"/>
        </w:rPr>
      </w:pPr>
      <w:r w:rsidRPr="008A5FD6">
        <w:rPr>
          <w:rFonts w:cs="Arial"/>
          <w:kern w:val="22"/>
          <w:szCs w:val="18"/>
        </w:rPr>
        <w:t>Nr rej.</w:t>
      </w:r>
      <w:r w:rsidR="004715A9" w:rsidRPr="008A5FD6">
        <w:rPr>
          <w:rFonts w:cs="Arial"/>
          <w:kern w:val="22"/>
          <w:szCs w:val="18"/>
        </w:rPr>
        <w:t xml:space="preserve">: </w:t>
      </w:r>
      <w:r w:rsidRPr="008A5FD6">
        <w:rPr>
          <w:rFonts w:cs="Arial"/>
          <w:szCs w:val="22"/>
        </w:rPr>
        <w:t>…………………………………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:rsidR="00DA21F5" w:rsidRPr="008A5FD6" w:rsidRDefault="00DA21F5" w:rsidP="00DA21F5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8A5FD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Informacje o wyrobie </w:t>
      </w:r>
      <w:r w:rsidR="000B4A42">
        <w:rPr>
          <w:rFonts w:cs="Arial"/>
          <w:snapToGrid w:val="0"/>
          <w:kern w:val="22"/>
          <w:szCs w:val="18"/>
        </w:rPr>
        <w:t>nie</w:t>
      </w:r>
      <w:r w:rsidRPr="008A5FD6">
        <w:rPr>
          <w:rFonts w:cs="Arial"/>
          <w:snapToGrid w:val="0"/>
          <w:kern w:val="22"/>
          <w:szCs w:val="18"/>
        </w:rPr>
        <w:t>spełniającym wymaga</w:t>
      </w:r>
      <w:r w:rsidR="000B4A42">
        <w:rPr>
          <w:rFonts w:cs="Arial"/>
          <w:snapToGrid w:val="0"/>
          <w:kern w:val="22"/>
          <w:szCs w:val="18"/>
        </w:rPr>
        <w:t>ń</w:t>
      </w:r>
      <w:r w:rsidRPr="008A5FD6">
        <w:rPr>
          <w:rFonts w:cs="Arial"/>
          <w:snapToGrid w:val="0"/>
          <w:kern w:val="22"/>
          <w:szCs w:val="18"/>
        </w:rPr>
        <w:t xml:space="preserve"> zasadnicz</w:t>
      </w:r>
      <w:r w:rsidR="000B4A42">
        <w:rPr>
          <w:rFonts w:cs="Arial"/>
          <w:snapToGrid w:val="0"/>
          <w:kern w:val="22"/>
          <w:szCs w:val="18"/>
        </w:rPr>
        <w:t>ych</w:t>
      </w:r>
      <w:r w:rsidRPr="008A5FD6">
        <w:rPr>
          <w:rFonts w:cs="Arial"/>
          <w:snapToGrid w:val="0"/>
          <w:kern w:val="22"/>
          <w:szCs w:val="18"/>
        </w:rPr>
        <w:t xml:space="preserve"> lub inn</w:t>
      </w:r>
      <w:r w:rsidR="000B4A42">
        <w:rPr>
          <w:rFonts w:cs="Arial"/>
          <w:snapToGrid w:val="0"/>
          <w:kern w:val="22"/>
          <w:szCs w:val="18"/>
        </w:rPr>
        <w:t>ych</w:t>
      </w:r>
      <w:r w:rsidRPr="008A5FD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8A5FD6" w:rsidRPr="008A5FD6" w:rsidTr="0043356F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Nazwa wyrobu:</w:t>
            </w:r>
          </w:p>
        </w:tc>
      </w:tr>
      <w:tr w:rsidR="008A5FD6" w:rsidRPr="008A5FD6" w:rsidTr="0043356F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seryjny:</w:t>
            </w:r>
          </w:p>
        </w:tc>
      </w:tr>
      <w:tr w:rsidR="008A5FD6" w:rsidRPr="008A5FD6" w:rsidTr="0043356F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ważności:</w:t>
            </w:r>
          </w:p>
        </w:tc>
      </w:tr>
      <w:tr w:rsidR="008A5FD6" w:rsidRPr="008A5FD6" w:rsidTr="0043356F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Kraj pochodzenia:</w:t>
            </w:r>
          </w:p>
        </w:tc>
      </w:tr>
    </w:tbl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8A5FD6" w:rsidRPr="008A5FD6" w:rsidTr="0043356F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stronie postępowania w Polsce (upoważniony przedstawiciel/ importer/odbiorca/sprzedawca/eksporter</w:t>
            </w:r>
            <w:r w:rsidRPr="008A5FD6">
              <w:rPr>
                <w:rFonts w:cs="Arial"/>
                <w:szCs w:val="22"/>
                <w:vertAlign w:val="superscript"/>
              </w:rPr>
              <w:t>(*)</w:t>
            </w:r>
            <w:r w:rsidRPr="008A5FD6">
              <w:rPr>
                <w:rFonts w:cs="Arial"/>
                <w:szCs w:val="22"/>
              </w:rPr>
              <w:t>)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8A5FD6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DA21F5" w:rsidRPr="008A5FD6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:rsidR="00DA21F5" w:rsidRPr="008A5FD6" w:rsidRDefault="00DA21F5" w:rsidP="00DA21F5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8A5FD6">
        <w:rPr>
          <w:rFonts w:cs="Arial"/>
          <w:snapToGrid w:val="0"/>
          <w:kern w:val="22"/>
        </w:rPr>
        <w:t>Na podstawie art.</w:t>
      </w:r>
      <w:r w:rsidR="00763E43">
        <w:rPr>
          <w:rFonts w:cs="Arial"/>
          <w:snapToGrid w:val="0"/>
          <w:kern w:val="22"/>
        </w:rPr>
        <w:t> </w:t>
      </w:r>
      <w:r w:rsidRPr="008A5FD6">
        <w:rPr>
          <w:rFonts w:cs="Arial"/>
          <w:snapToGrid w:val="0"/>
          <w:kern w:val="22"/>
        </w:rPr>
        <w:t>10 ust. 1 pkt 6 ustawy z dnia 13 kwietnia 2007 r. o Państwowej Inspekcji Pracy (Dz. U. z 201</w:t>
      </w:r>
      <w:r w:rsidR="009855C3">
        <w:rPr>
          <w:rFonts w:cs="Arial"/>
          <w:snapToGrid w:val="0"/>
          <w:kern w:val="22"/>
        </w:rPr>
        <w:t>7</w:t>
      </w:r>
      <w:r w:rsidRPr="008A5FD6">
        <w:rPr>
          <w:rFonts w:cs="Arial"/>
          <w:snapToGrid w:val="0"/>
          <w:kern w:val="22"/>
        </w:rPr>
        <w:t xml:space="preserve"> r. poz. </w:t>
      </w:r>
      <w:r w:rsidR="009855C3">
        <w:rPr>
          <w:rFonts w:cs="Arial"/>
          <w:snapToGrid w:val="0"/>
          <w:kern w:val="22"/>
        </w:rPr>
        <w:t>786</w:t>
      </w:r>
      <w:r w:rsidRPr="008A5FD6">
        <w:rPr>
          <w:rFonts w:cs="Arial"/>
          <w:snapToGrid w:val="0"/>
          <w:kern w:val="22"/>
        </w:rPr>
        <w:t>, z późn. zm.) oraz art. 38 ust. 2 pkt 2 ustawy z dnia 30 sierpnia 2002 r. o systemie oceny zgodności (</w:t>
      </w:r>
      <w:r w:rsidR="001973EE" w:rsidRPr="008A5FD6">
        <w:rPr>
          <w:kern w:val="22"/>
          <w:szCs w:val="22"/>
        </w:rPr>
        <w:t xml:space="preserve">Dz. U. </w:t>
      </w:r>
      <w:r w:rsidR="009855C3">
        <w:rPr>
          <w:kern w:val="22"/>
          <w:szCs w:val="22"/>
        </w:rPr>
        <w:t xml:space="preserve">z </w:t>
      </w:r>
      <w:r w:rsidR="00E37A86">
        <w:rPr>
          <w:kern w:val="22"/>
          <w:szCs w:val="22"/>
        </w:rPr>
        <w:t>201</w:t>
      </w:r>
      <w:r w:rsidR="00CF6FA9">
        <w:rPr>
          <w:kern w:val="22"/>
          <w:szCs w:val="22"/>
        </w:rPr>
        <w:t>7</w:t>
      </w:r>
      <w:r w:rsidR="009855C3">
        <w:rPr>
          <w:kern w:val="22"/>
          <w:szCs w:val="22"/>
        </w:rPr>
        <w:t> r. poz. </w:t>
      </w:r>
      <w:r w:rsidR="00CF6FA9">
        <w:rPr>
          <w:kern w:val="22"/>
          <w:szCs w:val="22"/>
        </w:rPr>
        <w:t>1226</w:t>
      </w:r>
      <w:r w:rsidRPr="008A5FD6">
        <w:rPr>
          <w:rFonts w:cs="Arial"/>
          <w:snapToGrid w:val="0"/>
          <w:kern w:val="22"/>
        </w:rPr>
        <w:t>) inspektor pracy</w:t>
      </w:r>
      <w:r w:rsidRPr="008A5FD6">
        <w:rPr>
          <w:rFonts w:cs="Arial"/>
          <w:snapToGrid w:val="0"/>
          <w:kern w:val="22"/>
        </w:rPr>
        <w:br/>
      </w:r>
      <w:r w:rsidRPr="008A5FD6">
        <w:rPr>
          <w:rFonts w:cs="Arial"/>
          <w:snapToGrid w:val="0"/>
          <w:kern w:val="22"/>
          <w:sz w:val="18"/>
          <w:szCs w:val="18"/>
        </w:rPr>
        <w:t>..............................................................................................</w:t>
      </w:r>
      <w:r w:rsidRPr="008A5FD6">
        <w:rPr>
          <w:rFonts w:cs="Arial"/>
          <w:snapToGrid w:val="0"/>
          <w:kern w:val="22"/>
          <w:szCs w:val="18"/>
        </w:rPr>
        <w:t xml:space="preserve"> działający w ramach terytorialnej właściwości</w:t>
      </w:r>
      <w:r w:rsidRPr="008A5FD6">
        <w:rPr>
          <w:rFonts w:cs="Arial"/>
          <w:snapToGrid w:val="0"/>
          <w:kern w:val="22"/>
          <w:szCs w:val="18"/>
        </w:rPr>
        <w:br/>
      </w:r>
      <w:r w:rsidR="004715A9" w:rsidRPr="008A5FD6">
        <w:rPr>
          <w:rFonts w:cs="Arial"/>
          <w:i/>
          <w:snapToGrid w:val="0"/>
          <w:kern w:val="22"/>
          <w:sz w:val="16"/>
          <w:szCs w:val="18"/>
        </w:rPr>
        <w:t xml:space="preserve">           </w:t>
      </w:r>
      <w:r w:rsidRPr="008A5FD6">
        <w:rPr>
          <w:rFonts w:cs="Arial"/>
          <w:i/>
          <w:snapToGrid w:val="0"/>
          <w:kern w:val="22"/>
          <w:sz w:val="16"/>
          <w:szCs w:val="18"/>
        </w:rPr>
        <w:t>(</w:t>
      </w:r>
      <w:r w:rsidR="009855C3">
        <w:rPr>
          <w:rFonts w:cs="Arial"/>
          <w:i/>
          <w:snapToGrid w:val="0"/>
          <w:kern w:val="22"/>
          <w:sz w:val="16"/>
          <w:szCs w:val="18"/>
        </w:rPr>
        <w:t>stanowisko</w:t>
      </w:r>
      <w:r w:rsidRPr="008A5FD6">
        <w:rPr>
          <w:rFonts w:cs="Arial"/>
          <w:i/>
          <w:snapToGrid w:val="0"/>
          <w:kern w:val="22"/>
          <w:sz w:val="16"/>
          <w:szCs w:val="18"/>
        </w:rPr>
        <w:t xml:space="preserve"> służbow</w:t>
      </w:r>
      <w:r w:rsidR="009855C3">
        <w:rPr>
          <w:rFonts w:cs="Arial"/>
          <w:i/>
          <w:snapToGrid w:val="0"/>
          <w:kern w:val="22"/>
          <w:sz w:val="16"/>
          <w:szCs w:val="18"/>
        </w:rPr>
        <w:t>e</w:t>
      </w:r>
      <w:r w:rsidRPr="008A5FD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Okręgowego Inspektoratu Pracy w.....................</w:t>
      </w:r>
      <w:bookmarkStart w:id="0" w:name="_GoBack"/>
      <w:bookmarkEnd w:id="0"/>
      <w:r w:rsidRPr="008A5FD6">
        <w:rPr>
          <w:rFonts w:cs="Arial"/>
          <w:snapToGrid w:val="0"/>
          <w:kern w:val="22"/>
          <w:szCs w:val="18"/>
        </w:rPr>
        <w:t>........................................... przeprowadził kontrolę wymienionego wyżej wyrobu w zakresie sp</w:t>
      </w:r>
      <w:r w:rsidR="00B731E7">
        <w:rPr>
          <w:rFonts w:cs="Arial"/>
          <w:snapToGrid w:val="0"/>
          <w:kern w:val="22"/>
          <w:szCs w:val="18"/>
        </w:rPr>
        <w:t xml:space="preserve">ełniania wymagań zasadniczych </w:t>
      </w:r>
      <w:r w:rsidRPr="008A5FD6">
        <w:rPr>
          <w:rFonts w:cs="Arial"/>
          <w:snapToGrid w:val="0"/>
          <w:kern w:val="22"/>
          <w:szCs w:val="18"/>
        </w:rPr>
        <w:t>lub innych.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Nazwa pracodawcy (użytkownika):.....................................................................................................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Kod pocztowy: ……………… Miejscowość ……………………………… Poczta: …………………...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……………….……...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...................................... NIP: .....................................................</w:t>
      </w:r>
    </w:p>
    <w:p w:rsidR="00DA21F5" w:rsidRPr="00763E43" w:rsidRDefault="00DA21F5" w:rsidP="00DA21F5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Pr="00763E43">
        <w:rPr>
          <w:rFonts w:cs="Arial"/>
          <w:snapToGrid w:val="0"/>
          <w:kern w:val="22"/>
          <w:szCs w:val="18"/>
          <w:lang w:val="en-US"/>
        </w:rPr>
        <w:t>Email:.....................................................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Forma prawna: ………….. Forma własności: ………….. Pkd: …………….  Zatrudnienie: …………..</w:t>
      </w:r>
    </w:p>
    <w:p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Kontrolę przeprowadzono w dniu(ach): ………………………………………..</w:t>
      </w:r>
    </w:p>
    <w:p w:rsidR="00DA21F5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b/>
          <w:snapToGrid w:val="0"/>
        </w:rPr>
        <w:br w:type="page"/>
      </w:r>
      <w:r w:rsidR="00DA21F5" w:rsidRPr="008A5FD6">
        <w:rPr>
          <w:rFonts w:cs="Arial"/>
          <w:snapToGrid w:val="0"/>
          <w:kern w:val="22"/>
          <w:szCs w:val="22"/>
        </w:rPr>
        <w:lastRenderedPageBreak/>
        <w:t>1. Informacja ogólna:</w:t>
      </w:r>
    </w:p>
    <w:p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opis wyrobu: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opis opakowania wyrobu: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informacje umieszczone na wyrobie: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przeznaczenie wyrobu:</w:t>
      </w:r>
    </w:p>
    <w:p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rPr>
          <w:rFonts w:cs="Arial"/>
          <w:kern w:val="22"/>
          <w:szCs w:val="22"/>
        </w:rPr>
      </w:pPr>
    </w:p>
    <w:p w:rsidR="00DA21F5" w:rsidRPr="008A5FD6" w:rsidRDefault="00DA21F5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2. Czy podmiot zwrócił się o nieujawnianie informacji (art. 40d ust. 1 i 2 ustawy </w:t>
      </w:r>
      <w:r w:rsidR="009855C3">
        <w:rPr>
          <w:rFonts w:cs="Arial"/>
          <w:kern w:val="22"/>
          <w:szCs w:val="22"/>
        </w:rPr>
        <w:t xml:space="preserve">z dnia 30 sierpnia 2002 r. </w:t>
      </w:r>
      <w:r w:rsidRPr="008A5FD6">
        <w:rPr>
          <w:rFonts w:cs="Arial"/>
          <w:kern w:val="22"/>
          <w:szCs w:val="22"/>
        </w:rPr>
        <w:t>o systemie oceny zgodności)?</w:t>
      </w:r>
    </w:p>
    <w:p w:rsidR="00DA21F5" w:rsidRPr="008A5FD6" w:rsidRDefault="00DA21F5" w:rsidP="00DA21F5">
      <w:pPr>
        <w:jc w:val="center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tak/nie</w:t>
      </w:r>
      <w:r w:rsidRPr="008A5FD6">
        <w:rPr>
          <w:rFonts w:cs="Arial"/>
          <w:kern w:val="22"/>
          <w:szCs w:val="22"/>
          <w:vertAlign w:val="superscript"/>
        </w:rPr>
        <w:t>(*)</w:t>
      </w:r>
    </w:p>
    <w:p w:rsidR="00DA21F5" w:rsidRPr="008A5FD6" w:rsidRDefault="00DA21F5" w:rsidP="00DA21F5">
      <w:pPr>
        <w:rPr>
          <w:rFonts w:cs="Arial"/>
          <w:kern w:val="22"/>
          <w:szCs w:val="22"/>
        </w:rPr>
      </w:pPr>
    </w:p>
    <w:p w:rsidR="001F00C8" w:rsidRPr="008A5FD6" w:rsidRDefault="001F00C8" w:rsidP="00DA21F5">
      <w:pPr>
        <w:widowControl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3. Ustalenia z kontroli (rodzaj i zakres niezgodności)</w:t>
      </w:r>
      <w:r w:rsidR="00DA21F5" w:rsidRPr="008A5FD6">
        <w:rPr>
          <w:rFonts w:cs="Arial"/>
          <w:kern w:val="22"/>
          <w:szCs w:val="22"/>
        </w:rPr>
        <w:t>:</w:t>
      </w:r>
    </w:p>
    <w:p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rPr>
          <w:rFonts w:cs="Arial"/>
          <w:b/>
          <w:kern w:val="22"/>
          <w:szCs w:val="22"/>
        </w:rPr>
      </w:pPr>
    </w:p>
    <w:p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 Wypadki</w:t>
      </w:r>
    </w:p>
    <w:p w:rsidR="00DA21F5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Czy stwierdzono wypad</w:t>
      </w:r>
      <w:r w:rsidR="00DA21F5" w:rsidRPr="008A5FD6">
        <w:rPr>
          <w:rFonts w:cs="Arial"/>
          <w:kern w:val="22"/>
          <w:szCs w:val="22"/>
        </w:rPr>
        <w:t>ki związane z używaniem wyrobu:</w:t>
      </w:r>
    </w:p>
    <w:p w:rsidR="001F00C8" w:rsidRPr="008A5FD6" w:rsidRDefault="00DA21F5" w:rsidP="00DA21F5">
      <w:pPr>
        <w:jc w:val="center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tak/</w:t>
      </w:r>
      <w:r w:rsidR="001F00C8" w:rsidRPr="008A5FD6">
        <w:rPr>
          <w:rFonts w:cs="Arial"/>
          <w:kern w:val="22"/>
          <w:szCs w:val="22"/>
        </w:rPr>
        <w:t>nie</w:t>
      </w:r>
      <w:r w:rsidR="001F00C8" w:rsidRPr="008A5FD6">
        <w:rPr>
          <w:rFonts w:cs="Arial"/>
          <w:kern w:val="22"/>
          <w:szCs w:val="22"/>
          <w:vertAlign w:val="superscript"/>
        </w:rPr>
        <w:t>(*)</w:t>
      </w:r>
    </w:p>
    <w:p w:rsidR="00DA21F5" w:rsidRPr="008A5FD6" w:rsidRDefault="00DA21F5" w:rsidP="00DA21F5">
      <w:pPr>
        <w:rPr>
          <w:rFonts w:cs="Arial"/>
          <w:kern w:val="22"/>
          <w:szCs w:val="22"/>
        </w:rPr>
      </w:pPr>
    </w:p>
    <w:p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4.1. Opis stwierdzonych zagrożeń:</w:t>
      </w:r>
    </w:p>
    <w:p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rPr>
          <w:rFonts w:cs="Arial"/>
          <w:kern w:val="22"/>
          <w:szCs w:val="22"/>
        </w:rPr>
      </w:pPr>
    </w:p>
    <w:p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5. Rodzaj i opis działań naprawczych</w:t>
      </w:r>
    </w:p>
    <w:p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rPr>
          <w:rFonts w:cs="Arial"/>
          <w:kern w:val="22"/>
          <w:szCs w:val="22"/>
        </w:rPr>
      </w:pPr>
    </w:p>
    <w:p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6. Uwagi:</w:t>
      </w:r>
    </w:p>
    <w:p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F00C8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br w:type="page"/>
      </w:r>
    </w:p>
    <w:p w:rsidR="001F00C8" w:rsidRPr="008A5FD6" w:rsidRDefault="001F00C8" w:rsidP="00DA21F5">
      <w:pPr>
        <w:pStyle w:val="Tekstpodstawowy2"/>
        <w:rPr>
          <w:rFonts w:ascii="Arial" w:hAnsi="Arial" w:cs="Arial"/>
          <w:kern w:val="22"/>
          <w:sz w:val="22"/>
          <w:szCs w:val="22"/>
        </w:rPr>
      </w:pPr>
      <w:r w:rsidRPr="008A5FD6">
        <w:rPr>
          <w:rFonts w:ascii="Arial" w:hAnsi="Arial" w:cs="Arial"/>
          <w:kern w:val="22"/>
          <w:sz w:val="22"/>
          <w:szCs w:val="22"/>
        </w:rPr>
        <w:lastRenderedPageBreak/>
        <w:t>W związku z faktem, iż siedziba strony postępowania znajduje się poza właściwością terytorialną Okręgowego Inspektoratu Pracy w</w:t>
      </w:r>
      <w:r w:rsidR="00763E43">
        <w:rPr>
          <w:rFonts w:ascii="Arial" w:hAnsi="Arial" w:cs="Arial"/>
          <w:kern w:val="22"/>
          <w:sz w:val="22"/>
          <w:szCs w:val="22"/>
        </w:rPr>
        <w:t xml:space="preserve"> </w:t>
      </w:r>
      <w:r w:rsidR="00F64C57" w:rsidRPr="008A5FD6">
        <w:rPr>
          <w:rFonts w:ascii="Arial" w:hAnsi="Arial" w:cs="Arial"/>
          <w:kern w:val="22"/>
          <w:sz w:val="22"/>
          <w:szCs w:val="22"/>
        </w:rPr>
        <w:t xml:space="preserve">………….............… </w:t>
      </w:r>
      <w:r w:rsidRPr="008A5FD6">
        <w:rPr>
          <w:rFonts w:ascii="Arial" w:hAnsi="Arial" w:cs="Arial"/>
          <w:kern w:val="22"/>
          <w:sz w:val="22"/>
          <w:szCs w:val="22"/>
        </w:rPr>
        <w:t>przekazuje się</w:t>
      </w:r>
      <w:r w:rsidR="00DA21F5" w:rsidRPr="008A5FD6">
        <w:rPr>
          <w:rFonts w:ascii="Arial" w:hAnsi="Arial" w:cs="Arial"/>
          <w:kern w:val="22"/>
          <w:sz w:val="22"/>
          <w:szCs w:val="22"/>
        </w:rPr>
        <w:t xml:space="preserve"> nn. dokumentację z kontroli do </w:t>
      </w:r>
      <w:r w:rsidRPr="008A5FD6">
        <w:rPr>
          <w:rFonts w:ascii="Arial" w:hAnsi="Arial" w:cs="Arial"/>
          <w:kern w:val="22"/>
          <w:sz w:val="22"/>
          <w:szCs w:val="22"/>
        </w:rPr>
        <w:t xml:space="preserve">właściwego terytorialnie </w:t>
      </w:r>
      <w:r w:rsidR="00F64C57" w:rsidRPr="008A5FD6">
        <w:rPr>
          <w:rFonts w:ascii="Arial" w:hAnsi="Arial" w:cs="Arial"/>
          <w:kern w:val="22"/>
          <w:sz w:val="22"/>
          <w:szCs w:val="22"/>
        </w:rPr>
        <w:t>Okręgowego Inspektoratu Pracy w</w:t>
      </w:r>
      <w:r w:rsidR="00763E43">
        <w:rPr>
          <w:rFonts w:ascii="Arial" w:hAnsi="Arial" w:cs="Arial"/>
          <w:kern w:val="22"/>
          <w:sz w:val="22"/>
          <w:szCs w:val="22"/>
        </w:rPr>
        <w:t xml:space="preserve"> </w:t>
      </w:r>
      <w:r w:rsidR="00F64C57" w:rsidRPr="008A5FD6">
        <w:rPr>
          <w:rFonts w:ascii="Arial" w:hAnsi="Arial" w:cs="Arial"/>
          <w:kern w:val="22"/>
          <w:sz w:val="22"/>
          <w:szCs w:val="22"/>
        </w:rPr>
        <w:t xml:space="preserve">………….............… </w:t>
      </w:r>
      <w:r w:rsidRPr="008A5FD6">
        <w:rPr>
          <w:rFonts w:ascii="Arial" w:hAnsi="Arial" w:cs="Arial"/>
          <w:kern w:val="22"/>
          <w:sz w:val="22"/>
          <w:szCs w:val="22"/>
        </w:rPr>
        <w:t>celem zakończenia czynności kontrolnych związanych z kontrolowanym wyrobem.</w:t>
      </w:r>
    </w:p>
    <w:p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:rsidR="001F00C8" w:rsidRPr="008A5FD6" w:rsidRDefault="004715A9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Kontrolowanego p</w:t>
      </w:r>
      <w:r w:rsidR="001F00C8" w:rsidRPr="008A5FD6">
        <w:rPr>
          <w:rFonts w:cs="Arial"/>
          <w:kern w:val="22"/>
          <w:szCs w:val="22"/>
        </w:rPr>
        <w:t>oinformowano, że jeżeli nie współdziała w toku kontroli to ustaleń dokonuje się na podstawie dowodów, danych lub informacji dostępnych org</w:t>
      </w:r>
      <w:r w:rsidR="00DA21F5" w:rsidRPr="008A5FD6">
        <w:rPr>
          <w:rFonts w:cs="Arial"/>
          <w:kern w:val="22"/>
          <w:szCs w:val="22"/>
        </w:rPr>
        <w:t>anowi wyspecjalizowanemu, który </w:t>
      </w:r>
      <w:r w:rsidRPr="008A5FD6">
        <w:rPr>
          <w:rFonts w:cs="Arial"/>
          <w:kern w:val="22"/>
          <w:szCs w:val="22"/>
        </w:rPr>
        <w:t>przeprowadza kontrolę,</w:t>
      </w:r>
      <w:r w:rsidR="001F00C8" w:rsidRPr="008A5FD6">
        <w:rPr>
          <w:rFonts w:cs="Arial"/>
          <w:kern w:val="22"/>
          <w:szCs w:val="22"/>
        </w:rPr>
        <w:t xml:space="preserve"> a także jeżeli kontrolowany lub podmioty o których mowa w art. 40b ust 2 </w:t>
      </w:r>
      <w:r w:rsidR="00F64C57" w:rsidRPr="008A5FD6">
        <w:rPr>
          <w:rFonts w:cs="Arial"/>
          <w:kern w:val="22"/>
          <w:szCs w:val="22"/>
        </w:rPr>
        <w:t>ustawy o</w:t>
      </w:r>
      <w:r w:rsidR="001F00C8" w:rsidRPr="008A5FD6">
        <w:rPr>
          <w:rFonts w:cs="Arial"/>
          <w:kern w:val="22"/>
          <w:szCs w:val="22"/>
        </w:rPr>
        <w:t xml:space="preserve"> systemie oceny zgodności przedstawią prowadzające w błąd lub nieprawdziwe dowody, dane lub informacje organ wyspecjalizowany przeprowadzający kontrolę pomija je przy ustalaniu stanu faktycznego sprawy </w:t>
      </w:r>
      <w:r w:rsidR="00B731E7">
        <w:rPr>
          <w:rFonts w:cs="Arial"/>
          <w:kern w:val="22"/>
          <w:szCs w:val="22"/>
        </w:rPr>
        <w:t>(</w:t>
      </w:r>
      <w:r w:rsidR="001F00C8" w:rsidRPr="008A5FD6">
        <w:rPr>
          <w:rFonts w:cs="Arial"/>
          <w:kern w:val="22"/>
          <w:szCs w:val="22"/>
        </w:rPr>
        <w:t xml:space="preserve">art. 40c ust. 1 ustawy </w:t>
      </w:r>
      <w:r w:rsidR="00B731E7">
        <w:rPr>
          <w:rFonts w:cs="Arial"/>
          <w:kern w:val="22"/>
          <w:szCs w:val="22"/>
        </w:rPr>
        <w:t xml:space="preserve">z dnia 30 sierpnia 2002 r. </w:t>
      </w:r>
      <w:r w:rsidR="001F00C8" w:rsidRPr="008A5FD6">
        <w:rPr>
          <w:rFonts w:cs="Arial"/>
          <w:kern w:val="22"/>
          <w:szCs w:val="22"/>
        </w:rPr>
        <w:t>o systemie oceny zgodności</w:t>
      </w:r>
      <w:r w:rsidR="00B731E7">
        <w:rPr>
          <w:rFonts w:cs="Arial"/>
          <w:kern w:val="22"/>
          <w:szCs w:val="22"/>
        </w:rPr>
        <w:t>)</w:t>
      </w:r>
      <w:r w:rsidR="001F00C8" w:rsidRPr="008A5FD6">
        <w:rPr>
          <w:rFonts w:cs="Arial"/>
          <w:kern w:val="22"/>
          <w:szCs w:val="22"/>
        </w:rPr>
        <w:t>.</w:t>
      </w:r>
    </w:p>
    <w:p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:rsidR="001F00C8" w:rsidRPr="008A5FD6" w:rsidRDefault="001F00C8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Informacje uzyskane w toku kontroli, z zastrzeżeniem art. 40d ust. 3 ustawy </w:t>
      </w:r>
      <w:r w:rsidR="00B731E7">
        <w:rPr>
          <w:rFonts w:cs="Arial"/>
          <w:kern w:val="22"/>
          <w:szCs w:val="22"/>
        </w:rPr>
        <w:t xml:space="preserve">z dnia 30 sierpnia 2002 r. </w:t>
      </w:r>
      <w:r w:rsidRPr="008A5FD6">
        <w:rPr>
          <w:rFonts w:cs="Arial"/>
          <w:kern w:val="22"/>
          <w:szCs w:val="22"/>
        </w:rPr>
        <w:t xml:space="preserve">o systemie oceny zgodności nie podlegają ujawnieniu pod warunkiem, że przekazujący </w:t>
      </w:r>
      <w:r w:rsidR="00B731E7">
        <w:rPr>
          <w:rFonts w:cs="Arial"/>
          <w:kern w:val="22"/>
          <w:szCs w:val="22"/>
        </w:rPr>
        <w:br/>
      </w:r>
      <w:r w:rsidRPr="008A5FD6">
        <w:rPr>
          <w:rFonts w:cs="Arial"/>
          <w:kern w:val="22"/>
          <w:szCs w:val="22"/>
        </w:rPr>
        <w:t>je wskaże przyczynę, dla</w:t>
      </w:r>
      <w:r w:rsidR="00DA21F5" w:rsidRPr="008A5FD6">
        <w:rPr>
          <w:rFonts w:cs="Arial"/>
          <w:kern w:val="22"/>
          <w:szCs w:val="22"/>
        </w:rPr>
        <w:t> </w:t>
      </w:r>
      <w:r w:rsidRPr="008A5FD6">
        <w:rPr>
          <w:rFonts w:cs="Arial"/>
          <w:kern w:val="22"/>
          <w:szCs w:val="22"/>
        </w:rPr>
        <w:t>której wnioskuje o ich nieujawnienie.</w:t>
      </w:r>
    </w:p>
    <w:p w:rsidR="001F00C8" w:rsidRPr="008A5FD6" w:rsidRDefault="001F00C8" w:rsidP="00DA21F5">
      <w:pPr>
        <w:rPr>
          <w:rFonts w:cs="Arial"/>
          <w:kern w:val="22"/>
          <w:szCs w:val="22"/>
        </w:rPr>
      </w:pPr>
    </w:p>
    <w:p w:rsidR="001F00C8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7. Do protokołu dołącza się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>……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 xml:space="preserve">załączników stanowiących składową </w:t>
      </w:r>
      <w:r w:rsidRPr="008A5FD6">
        <w:rPr>
          <w:rFonts w:cs="Arial"/>
          <w:snapToGrid w:val="0"/>
          <w:kern w:val="22"/>
          <w:szCs w:val="22"/>
        </w:rPr>
        <w:t>część</w:t>
      </w:r>
      <w:r w:rsidR="00C15722" w:rsidRPr="008A5FD6">
        <w:rPr>
          <w:rFonts w:cs="Arial"/>
          <w:snapToGrid w:val="0"/>
          <w:kern w:val="22"/>
          <w:szCs w:val="22"/>
        </w:rPr>
        <w:t xml:space="preserve"> protokołu</w:t>
      </w:r>
      <w:r w:rsidRPr="008A5FD6">
        <w:rPr>
          <w:rFonts w:cs="Arial"/>
          <w:snapToGrid w:val="0"/>
          <w:kern w:val="22"/>
          <w:szCs w:val="22"/>
        </w:rPr>
        <w:t>:</w:t>
      </w:r>
    </w:p>
    <w:p w:rsidR="00DA21F5" w:rsidRPr="008A5FD6" w:rsidRDefault="00DA21F5" w:rsidP="00B731E7">
      <w:pPr>
        <w:widowControl w:val="0"/>
        <w:ind w:left="284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1) ……………………………………………</w:t>
      </w:r>
    </w:p>
    <w:p w:rsidR="00DA21F5" w:rsidRPr="00E32601" w:rsidRDefault="00E32601" w:rsidP="00B731E7">
      <w:pPr>
        <w:widowControl w:val="0"/>
        <w:ind w:left="284" w:firstLine="426"/>
        <w:rPr>
          <w:rFonts w:cs="Arial"/>
          <w:i/>
          <w:snapToGrid w:val="0"/>
          <w:kern w:val="22"/>
          <w:sz w:val="16"/>
          <w:szCs w:val="22"/>
        </w:rPr>
      </w:pPr>
      <w:r>
        <w:rPr>
          <w:rFonts w:cs="Arial"/>
          <w:i/>
          <w:snapToGrid w:val="0"/>
          <w:kern w:val="22"/>
          <w:sz w:val="16"/>
          <w:szCs w:val="22"/>
        </w:rPr>
        <w:t xml:space="preserve">     </w:t>
      </w:r>
      <w:r w:rsidR="00DA21F5" w:rsidRPr="00E32601">
        <w:rPr>
          <w:rFonts w:cs="Arial"/>
          <w:i/>
          <w:snapToGrid w:val="0"/>
          <w:kern w:val="22"/>
          <w:sz w:val="16"/>
          <w:szCs w:val="22"/>
        </w:rPr>
        <w:t>(wyszczególnienie załączników)</w:t>
      </w:r>
    </w:p>
    <w:p w:rsidR="00DA21F5" w:rsidRPr="008A5FD6" w:rsidRDefault="00DA21F5" w:rsidP="00B731E7">
      <w:pPr>
        <w:widowControl w:val="0"/>
        <w:ind w:left="284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2) ……………………………………………</w:t>
      </w:r>
    </w:p>
    <w:p w:rsidR="00DA21F5" w:rsidRPr="008A5FD6" w:rsidRDefault="00DA21F5" w:rsidP="00B731E7">
      <w:pPr>
        <w:widowControl w:val="0"/>
        <w:ind w:left="284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3) ……………………………………………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:rsidR="00B731E7" w:rsidRDefault="00B731E7" w:rsidP="00DA21F5">
      <w:pPr>
        <w:widowControl w:val="0"/>
        <w:rPr>
          <w:rFonts w:cs="Arial"/>
          <w:snapToGrid w:val="0"/>
          <w:kern w:val="22"/>
          <w:szCs w:val="22"/>
        </w:rPr>
      </w:pP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Na tym protokół zakończono.</w:t>
      </w: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…….……………................, dnia </w:t>
      </w:r>
      <w:r w:rsidRPr="008A5FD6">
        <w:rPr>
          <w:rFonts w:cs="Arial"/>
          <w:snapToGrid w:val="0"/>
          <w:kern w:val="22"/>
        </w:rPr>
        <w:t>_ _. _ _. _ _ _ _ r.</w:t>
      </w:r>
    </w:p>
    <w:p w:rsidR="00DA21F5" w:rsidRPr="00E32601" w:rsidRDefault="00E32601" w:rsidP="00DA21F5">
      <w:pPr>
        <w:ind w:firstLine="142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 xml:space="preserve">             </w:t>
      </w:r>
      <w:r w:rsidR="00DA21F5" w:rsidRPr="00E32601">
        <w:rPr>
          <w:rFonts w:cs="Arial"/>
          <w:i/>
          <w:kern w:val="22"/>
          <w:sz w:val="16"/>
          <w:szCs w:val="16"/>
        </w:rPr>
        <w:t>(miejscowość)</w:t>
      </w:r>
    </w:p>
    <w:p w:rsidR="00DA21F5" w:rsidRPr="008A5FD6" w:rsidRDefault="00DA21F5" w:rsidP="00DA21F5">
      <w:pPr>
        <w:rPr>
          <w:rFonts w:cs="Arial"/>
          <w:kern w:val="22"/>
          <w:szCs w:val="22"/>
        </w:rPr>
      </w:pPr>
    </w:p>
    <w:p w:rsidR="00DA21F5" w:rsidRPr="008A5FD6" w:rsidRDefault="00DA21F5" w:rsidP="00DA21F5">
      <w:pPr>
        <w:rPr>
          <w:rFonts w:cs="Arial"/>
          <w:kern w:val="22"/>
          <w:szCs w:val="22"/>
        </w:rPr>
      </w:pPr>
    </w:p>
    <w:p w:rsidR="00DA21F5" w:rsidRPr="008A5FD6" w:rsidRDefault="00DA21F5" w:rsidP="00DA21F5">
      <w:pPr>
        <w:rPr>
          <w:rFonts w:cs="Arial"/>
          <w:kern w:val="22"/>
          <w:szCs w:val="22"/>
        </w:rPr>
      </w:pPr>
    </w:p>
    <w:p w:rsidR="00DA21F5" w:rsidRPr="008A5FD6" w:rsidRDefault="00DA21F5" w:rsidP="00DA21F5">
      <w:pPr>
        <w:jc w:val="right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...................................................................</w:t>
      </w:r>
    </w:p>
    <w:p w:rsidR="00DA21F5" w:rsidRPr="008A5FD6" w:rsidRDefault="00DA21F5" w:rsidP="00DA21F5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i/>
          <w:kern w:val="22"/>
          <w:sz w:val="16"/>
          <w:szCs w:val="16"/>
        </w:rPr>
        <w:t>(podpis i pieczęć inspektora pracy)</w:t>
      </w:r>
    </w:p>
    <w:p w:rsidR="00DA21F5" w:rsidRPr="008A5FD6" w:rsidRDefault="00DA21F5" w:rsidP="00DA21F5">
      <w:pPr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kern w:val="22"/>
          <w:sz w:val="16"/>
          <w:szCs w:val="16"/>
        </w:rPr>
        <w:t xml:space="preserve"> - niepotrzebne skreślić</w:t>
      </w:r>
    </w:p>
    <w:sectPr w:rsidR="00DA21F5" w:rsidRPr="008A5FD6" w:rsidSect="00DA21F5">
      <w:footerReference w:type="even" r:id="rId8"/>
      <w:footerReference w:type="default" r:id="rId9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50C" w:rsidRDefault="003C750C">
      <w:r>
        <w:separator/>
      </w:r>
    </w:p>
  </w:endnote>
  <w:endnote w:type="continuationSeparator" w:id="0">
    <w:p w:rsidR="003C750C" w:rsidRDefault="003C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0C8" w:rsidRDefault="002D17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00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00C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F00C8" w:rsidRDefault="001F00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0C8" w:rsidRPr="00D648DE" w:rsidRDefault="002D177E" w:rsidP="00DA21F5">
    <w:pPr>
      <w:pStyle w:val="Stopka"/>
      <w:framePr w:wrap="around" w:vAnchor="text" w:hAnchor="page" w:x="10906" w:y="22"/>
      <w:rPr>
        <w:rStyle w:val="Numerstrony"/>
        <w:szCs w:val="16"/>
      </w:rPr>
    </w:pPr>
    <w:r w:rsidRPr="00D648DE">
      <w:rPr>
        <w:rStyle w:val="Numerstrony"/>
        <w:szCs w:val="16"/>
      </w:rPr>
      <w:fldChar w:fldCharType="begin"/>
    </w:r>
    <w:r w:rsidR="001F00C8" w:rsidRPr="00D648DE">
      <w:rPr>
        <w:rStyle w:val="Numerstrony"/>
        <w:szCs w:val="16"/>
      </w:rPr>
      <w:instrText xml:space="preserve">PAGE  </w:instrText>
    </w:r>
    <w:r w:rsidRPr="00D648DE">
      <w:rPr>
        <w:rStyle w:val="Numerstrony"/>
        <w:szCs w:val="16"/>
      </w:rPr>
      <w:fldChar w:fldCharType="separate"/>
    </w:r>
    <w:r w:rsidR="00CF6FA9">
      <w:rPr>
        <w:rStyle w:val="Numerstrony"/>
        <w:noProof/>
        <w:szCs w:val="16"/>
      </w:rPr>
      <w:t>2</w:t>
    </w:r>
    <w:r w:rsidRPr="00D648DE">
      <w:rPr>
        <w:rStyle w:val="Numerstrony"/>
        <w:szCs w:val="16"/>
      </w:rPr>
      <w:fldChar w:fldCharType="end"/>
    </w:r>
  </w:p>
  <w:p w:rsidR="00DA21F5" w:rsidRPr="00DA21F5" w:rsidRDefault="001F00C8" w:rsidP="00DA21F5">
    <w:pPr>
      <w:pStyle w:val="Tekstpodstawowywcity"/>
      <w:tabs>
        <w:tab w:val="left" w:pos="0"/>
      </w:tabs>
      <w:ind w:firstLine="0"/>
      <w:jc w:val="left"/>
      <w:rPr>
        <w:sz w:val="16"/>
        <w:szCs w:val="16"/>
      </w:rPr>
    </w:pPr>
    <w:r w:rsidRPr="00DA21F5">
      <w:rPr>
        <w:sz w:val="16"/>
        <w:szCs w:val="16"/>
      </w:rPr>
      <w:t>1</w:t>
    </w:r>
    <w:r w:rsidR="00DA21F5" w:rsidRPr="00DA21F5">
      <w:rPr>
        <w:sz w:val="16"/>
        <w:szCs w:val="16"/>
      </w:rPr>
      <w:t>0</w:t>
    </w:r>
    <w:r w:rsidRPr="00DA21F5">
      <w:rPr>
        <w:sz w:val="16"/>
        <w:szCs w:val="16"/>
      </w:rPr>
      <w:t>.1</w:t>
    </w:r>
    <w:r w:rsidR="00DA21F5" w:rsidRPr="00DA21F5">
      <w:rPr>
        <w:sz w:val="16"/>
        <w:szCs w:val="16"/>
      </w:rPr>
      <w:t>5</w:t>
    </w:r>
    <w:r w:rsidR="009855C3">
      <w:rPr>
        <w:sz w:val="16"/>
        <w:szCs w:val="16"/>
      </w:rPr>
      <w:t xml:space="preserve"> - Protokół kontroli wyrobu </w:t>
    </w:r>
    <w:r w:rsidRPr="00DA21F5">
      <w:rPr>
        <w:sz w:val="16"/>
        <w:szCs w:val="16"/>
      </w:rPr>
      <w:t xml:space="preserve">niespełniającego zasadniczych </w:t>
    </w:r>
    <w:r w:rsidR="009855C3">
      <w:rPr>
        <w:sz w:val="16"/>
        <w:szCs w:val="16"/>
      </w:rPr>
      <w:t>lub innych wymagań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50C" w:rsidRDefault="003C750C">
      <w:r>
        <w:separator/>
      </w:r>
    </w:p>
  </w:footnote>
  <w:footnote w:type="continuationSeparator" w:id="0">
    <w:p w:rsidR="003C750C" w:rsidRDefault="003C7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F3928"/>
    <w:multiLevelType w:val="hybridMultilevel"/>
    <w:tmpl w:val="2A1869F2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87A"/>
    <w:rsid w:val="000215D9"/>
    <w:rsid w:val="000B4A42"/>
    <w:rsid w:val="001973EE"/>
    <w:rsid w:val="001F00C8"/>
    <w:rsid w:val="00260D83"/>
    <w:rsid w:val="002D177E"/>
    <w:rsid w:val="002E3362"/>
    <w:rsid w:val="003C45AC"/>
    <w:rsid w:val="003C750C"/>
    <w:rsid w:val="003D2ADB"/>
    <w:rsid w:val="003E7C8C"/>
    <w:rsid w:val="004715A9"/>
    <w:rsid w:val="00610208"/>
    <w:rsid w:val="006D5105"/>
    <w:rsid w:val="006F52C7"/>
    <w:rsid w:val="00701B98"/>
    <w:rsid w:val="00755CFC"/>
    <w:rsid w:val="00763E43"/>
    <w:rsid w:val="007F08A1"/>
    <w:rsid w:val="0083287A"/>
    <w:rsid w:val="008A5FD6"/>
    <w:rsid w:val="00917DC3"/>
    <w:rsid w:val="00950519"/>
    <w:rsid w:val="009855C3"/>
    <w:rsid w:val="009C1D0C"/>
    <w:rsid w:val="009F5B45"/>
    <w:rsid w:val="00AD3C9C"/>
    <w:rsid w:val="00B731E7"/>
    <w:rsid w:val="00C060BD"/>
    <w:rsid w:val="00C075F4"/>
    <w:rsid w:val="00C15722"/>
    <w:rsid w:val="00C63DB0"/>
    <w:rsid w:val="00CE6CFA"/>
    <w:rsid w:val="00CF6FA9"/>
    <w:rsid w:val="00D648DE"/>
    <w:rsid w:val="00DA21F5"/>
    <w:rsid w:val="00E32601"/>
    <w:rsid w:val="00E37A86"/>
    <w:rsid w:val="00ED7AEB"/>
    <w:rsid w:val="00F304AA"/>
    <w:rsid w:val="00F64C57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C90493-A40A-4B77-8B7D-39896F34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A86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2D177E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2D177E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2D177E"/>
    <w:pPr>
      <w:keepNext/>
      <w:widowControl w:val="0"/>
      <w:jc w:val="center"/>
      <w:outlineLvl w:val="2"/>
    </w:pPr>
    <w:rPr>
      <w:rFonts w:ascii="Times New Roman" w:hAnsi="Times New Roman"/>
      <w:b/>
      <w:snapToGrid w:val="0"/>
      <w:color w:val="000000"/>
      <w:spacing w:val="20"/>
      <w:szCs w:val="22"/>
    </w:rPr>
  </w:style>
  <w:style w:type="paragraph" w:styleId="Nagwek4">
    <w:name w:val="heading 4"/>
    <w:basedOn w:val="Normalny"/>
    <w:next w:val="Normalny"/>
    <w:qFormat/>
    <w:rsid w:val="002D177E"/>
    <w:pPr>
      <w:keepNext/>
      <w:widowControl w:val="0"/>
      <w:jc w:val="center"/>
      <w:outlineLvl w:val="3"/>
    </w:pPr>
    <w:rPr>
      <w:rFonts w:ascii="Times New Roman" w:hAnsi="Times New Roman"/>
      <w:b/>
      <w:i/>
      <w:snapToGrid w:val="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2D17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D177E"/>
  </w:style>
  <w:style w:type="paragraph" w:customStyle="1" w:styleId="Trescpunktu">
    <w:name w:val="Tresc punktu"/>
    <w:basedOn w:val="Normalny"/>
    <w:rsid w:val="00E37A86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E37A86"/>
    <w:pPr>
      <w:ind w:left="851" w:hanging="851"/>
    </w:pPr>
  </w:style>
  <w:style w:type="paragraph" w:customStyle="1" w:styleId="Adresatdokumentu">
    <w:name w:val="Adresat dokumentu"/>
    <w:basedOn w:val="Normalny"/>
    <w:rsid w:val="00E37A86"/>
    <w:pPr>
      <w:ind w:left="5103"/>
    </w:pPr>
    <w:rPr>
      <w:b/>
    </w:rPr>
  </w:style>
  <w:style w:type="paragraph" w:customStyle="1" w:styleId="Kod">
    <w:name w:val="Kod"/>
    <w:next w:val="Normalny"/>
    <w:rsid w:val="00E37A86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E37A86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E37A86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E37A86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2D177E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2D177E"/>
    <w:pPr>
      <w:ind w:firstLine="431"/>
    </w:pPr>
    <w:rPr>
      <w:i/>
      <w:sz w:val="20"/>
    </w:rPr>
  </w:style>
  <w:style w:type="paragraph" w:styleId="Tekstpodstawowy2">
    <w:name w:val="Body Text 2"/>
    <w:basedOn w:val="Normalny"/>
    <w:semiHidden/>
    <w:rsid w:val="002D177E"/>
    <w:pPr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styleId="Nagwek">
    <w:name w:val="header"/>
    <w:basedOn w:val="Normalny"/>
    <w:semiHidden/>
    <w:rsid w:val="002D177E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2D177E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2D177E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2D177E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A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A4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5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ED91-C443-417F-9B35-DC4850F3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18</TotalTime>
  <Pages>3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8</cp:revision>
  <cp:lastPrinted>2014-12-03T11:40:00Z</cp:lastPrinted>
  <dcterms:created xsi:type="dcterms:W3CDTF">2014-12-12T14:23:00Z</dcterms:created>
  <dcterms:modified xsi:type="dcterms:W3CDTF">2017-07-06T08:29:00Z</dcterms:modified>
</cp:coreProperties>
</file>