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CB4" w:rsidRPr="00FB531C" w:rsidRDefault="002D4AC7" w:rsidP="001D3DF3">
      <w:pPr>
        <w:pStyle w:val="Nagwek3"/>
        <w:spacing w:line="240" w:lineRule="auto"/>
        <w:rPr>
          <w:rFonts w:ascii="Arial" w:hAnsi="Arial" w:cs="Arial"/>
          <w:b w:val="0"/>
          <w:kern w:val="22"/>
          <w:szCs w:val="16"/>
        </w:rPr>
      </w:pPr>
      <w:r>
        <w:rPr>
          <w:rFonts w:ascii="Arial" w:hAnsi="Arial" w:cs="Arial"/>
          <w:b w:val="0"/>
          <w:kern w:val="22"/>
          <w:szCs w:val="16"/>
        </w:rPr>
        <w:t>Załącznik nr 11</w:t>
      </w:r>
      <w:r w:rsidR="00460ECE">
        <w:rPr>
          <w:rFonts w:ascii="Arial" w:hAnsi="Arial" w:cs="Arial"/>
          <w:b w:val="0"/>
          <w:kern w:val="22"/>
          <w:szCs w:val="16"/>
        </w:rPr>
        <w:t>.10</w:t>
      </w:r>
    </w:p>
    <w:p w:rsidR="002B2CB4" w:rsidRPr="003847F6" w:rsidRDefault="002B2CB4" w:rsidP="00FB531C">
      <w:pPr>
        <w:pStyle w:val="Nagwek4"/>
        <w:spacing w:line="240" w:lineRule="auto"/>
        <w:rPr>
          <w:rFonts w:ascii="Arial" w:hAnsi="Arial" w:cs="Arial"/>
          <w:spacing w:val="100"/>
          <w:kern w:val="22"/>
        </w:rPr>
      </w:pPr>
      <w:r w:rsidRPr="003847F6">
        <w:rPr>
          <w:rFonts w:ascii="Arial" w:hAnsi="Arial" w:cs="Arial"/>
          <w:spacing w:val="100"/>
          <w:kern w:val="22"/>
        </w:rPr>
        <w:t>WZÓR</w:t>
      </w:r>
    </w:p>
    <w:p w:rsidR="00FB531C" w:rsidRDefault="00FB531C" w:rsidP="00FB531C">
      <w:pPr>
        <w:widowControl w:val="0"/>
        <w:rPr>
          <w:rFonts w:cs="Arial"/>
          <w:snapToGrid w:val="0"/>
          <w:kern w:val="22"/>
          <w:szCs w:val="18"/>
        </w:rPr>
      </w:pPr>
    </w:p>
    <w:p w:rsidR="002B2CB4" w:rsidRPr="003847F6" w:rsidRDefault="00E3616E" w:rsidP="001D3DF3">
      <w:pPr>
        <w:widowControl w:val="0"/>
        <w:jc w:val="righ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do protokołu kontroli</w:t>
      </w:r>
      <w:r w:rsidR="002B2CB4" w:rsidRPr="003847F6">
        <w:rPr>
          <w:rFonts w:cs="Arial"/>
          <w:snapToGrid w:val="0"/>
          <w:kern w:val="22"/>
          <w:szCs w:val="18"/>
        </w:rPr>
        <w:t xml:space="preserve"> nr rej.: ………………………..</w:t>
      </w:r>
    </w:p>
    <w:p w:rsidR="001B7BA9" w:rsidRPr="003847F6" w:rsidRDefault="001B7BA9" w:rsidP="001D3DF3">
      <w:pPr>
        <w:keepNext/>
        <w:rPr>
          <w:rFonts w:cs="Arial"/>
          <w:snapToGrid w:val="0"/>
          <w:szCs w:val="22"/>
        </w:rPr>
      </w:pPr>
      <w:r w:rsidRPr="003847F6">
        <w:rPr>
          <w:rFonts w:cs="Arial"/>
          <w:snapToGrid w:val="0"/>
          <w:szCs w:val="22"/>
        </w:rPr>
        <w:t>...................................................................</w:t>
      </w:r>
    </w:p>
    <w:p w:rsidR="002B2CB4" w:rsidRDefault="00FB531C" w:rsidP="00FB531C">
      <w:pPr>
        <w:keepNext/>
        <w:jc w:val="left"/>
        <w:rPr>
          <w:rFonts w:cs="Arial"/>
          <w:i/>
          <w:snapToGrid w:val="0"/>
          <w:sz w:val="16"/>
          <w:szCs w:val="16"/>
        </w:rPr>
      </w:pPr>
      <w:r>
        <w:rPr>
          <w:rFonts w:cs="Arial"/>
          <w:i/>
          <w:snapToGrid w:val="0"/>
          <w:sz w:val="16"/>
          <w:szCs w:val="16"/>
        </w:rPr>
        <w:t xml:space="preserve">               </w:t>
      </w:r>
      <w:r w:rsidR="001B7BA9" w:rsidRPr="003847F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FB531C" w:rsidRPr="00FB531C" w:rsidRDefault="00FB531C" w:rsidP="00FB531C">
      <w:pPr>
        <w:keepNext/>
        <w:jc w:val="left"/>
        <w:rPr>
          <w:rFonts w:cs="Arial"/>
          <w:i/>
          <w:snapToGrid w:val="0"/>
          <w:sz w:val="16"/>
          <w:szCs w:val="16"/>
        </w:rPr>
      </w:pPr>
    </w:p>
    <w:p w:rsidR="002B2CB4" w:rsidRPr="003847F6" w:rsidRDefault="001B7BA9" w:rsidP="001D3DF3">
      <w:pPr>
        <w:rPr>
          <w:rFonts w:cs="Arial"/>
          <w:kern w:val="22"/>
          <w:szCs w:val="18"/>
        </w:rPr>
      </w:pPr>
      <w:r w:rsidRPr="003847F6">
        <w:rPr>
          <w:rFonts w:cs="Arial"/>
          <w:kern w:val="22"/>
          <w:szCs w:val="18"/>
        </w:rPr>
        <w:t>Nr rej.</w:t>
      </w:r>
      <w:r w:rsidR="00FB531C">
        <w:rPr>
          <w:rFonts w:cs="Arial"/>
          <w:kern w:val="22"/>
          <w:szCs w:val="18"/>
        </w:rPr>
        <w:t xml:space="preserve"> </w:t>
      </w:r>
      <w:r w:rsidRPr="003847F6">
        <w:rPr>
          <w:rFonts w:cs="Arial"/>
          <w:szCs w:val="22"/>
        </w:rPr>
        <w:t>…………………………………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</w:p>
    <w:p w:rsidR="00FB531C" w:rsidRDefault="00FB531C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 xml:space="preserve">PROTOKÓŁ KONTROLI WYROBU </w:t>
      </w:r>
    </w:p>
    <w:p w:rsidR="001B7BA9" w:rsidRPr="003847F6" w:rsidRDefault="00FB531C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>SPEŁNIAJĄCEGO WYMAGANIAI NIESTWARZAJĄCEGO ZAGROŻENIA</w:t>
      </w:r>
    </w:p>
    <w:p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p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Informacje o wyrobie spełniającym wymagania</w:t>
      </w:r>
      <w:r w:rsidR="0019763A">
        <w:rPr>
          <w:rFonts w:cs="Arial"/>
          <w:snapToGrid w:val="0"/>
          <w:kern w:val="22"/>
          <w:szCs w:val="18"/>
        </w:rPr>
        <w:t xml:space="preserve"> i niestwarzającym zagrożenia</w:t>
      </w:r>
      <w:r w:rsidRPr="003847F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3847F6" w:rsidRPr="003847F6" w:rsidTr="00782EB1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Nazwa wyrobu:</w:t>
            </w:r>
          </w:p>
        </w:tc>
      </w:tr>
      <w:tr w:rsidR="003847F6" w:rsidRPr="003847F6" w:rsidTr="00782EB1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seryjny:</w:t>
            </w:r>
          </w:p>
        </w:tc>
      </w:tr>
      <w:tr w:rsidR="003847F6" w:rsidRPr="003847F6" w:rsidTr="00782EB1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ważności:</w:t>
            </w:r>
          </w:p>
        </w:tc>
      </w:tr>
      <w:tr w:rsidR="001B7BA9" w:rsidRPr="003847F6" w:rsidTr="00782EB1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Kraj pochodzenia:</w:t>
            </w:r>
          </w:p>
        </w:tc>
      </w:tr>
    </w:tbl>
    <w:p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3847F6" w:rsidRPr="003847F6" w:rsidTr="00782EB1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B1" w:rsidRPr="003847F6" w:rsidRDefault="00782EB1" w:rsidP="00BC2B09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 xml:space="preserve">Informacje o stronie postępowania w Polsce </w:t>
            </w:r>
            <w:r w:rsidRPr="00BC2B09">
              <w:rPr>
                <w:rFonts w:cs="Arial"/>
                <w:sz w:val="16"/>
                <w:szCs w:val="16"/>
              </w:rPr>
              <w:t>(</w:t>
            </w:r>
            <w:r w:rsidR="00BC2B09" w:rsidRPr="00BC2B09">
              <w:rPr>
                <w:rFonts w:cs="Arial"/>
                <w:sz w:val="16"/>
                <w:szCs w:val="16"/>
              </w:rPr>
              <w:t>upoważniony przedstawicie/importer/</w:t>
            </w:r>
            <w:r w:rsidR="00862BF5" w:rsidRPr="00BC2B09">
              <w:rPr>
                <w:rFonts w:cs="Arial"/>
                <w:sz w:val="16"/>
                <w:szCs w:val="16"/>
              </w:rPr>
              <w:t>dystrybutor</w:t>
            </w:r>
            <w:r w:rsidR="00BC2B09" w:rsidRPr="00BC2B09">
              <w:rPr>
                <w:rFonts w:cs="Arial"/>
                <w:sz w:val="16"/>
                <w:szCs w:val="16"/>
              </w:rPr>
              <w:t>/</w:t>
            </w:r>
            <w:r w:rsidR="00862BF5" w:rsidRPr="00BC2B09">
              <w:rPr>
                <w:rFonts w:cs="Arial"/>
                <w:sz w:val="16"/>
                <w:szCs w:val="16"/>
              </w:rPr>
              <w:t>instalator</w:t>
            </w:r>
            <w:r w:rsidR="00862BF5" w:rsidRPr="00BC2B09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="00BC2B09" w:rsidRPr="00BC2B09">
              <w:rPr>
                <w:rFonts w:cs="Arial"/>
                <w:sz w:val="16"/>
                <w:szCs w:val="16"/>
                <w:vertAlign w:val="superscript"/>
              </w:rPr>
              <w:t xml:space="preserve">–  </w:t>
            </w:r>
            <w:r w:rsidR="00BC2B09" w:rsidRPr="00BC2B09">
              <w:rPr>
                <w:rFonts w:cs="Arial"/>
                <w:sz w:val="16"/>
                <w:szCs w:val="16"/>
              </w:rPr>
              <w:br/>
              <w:t>w przypadku wyrobów podlegających dyrektywie dźwigowej</w:t>
            </w:r>
            <w:r w:rsidRPr="00BC2B09">
              <w:rPr>
                <w:rFonts w:cs="Arial"/>
                <w:sz w:val="16"/>
                <w:szCs w:val="16"/>
                <w:vertAlign w:val="superscript"/>
              </w:rPr>
              <w:t>(*)</w:t>
            </w:r>
            <w:r w:rsidRPr="00BC2B09">
              <w:rPr>
                <w:rFonts w:cs="Arial"/>
                <w:sz w:val="16"/>
                <w:szCs w:val="16"/>
              </w:rPr>
              <w:t>)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782EB1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:rsidR="002B2CB4" w:rsidRPr="003847F6" w:rsidRDefault="002B2CB4" w:rsidP="001D3DF3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1 pkt </w:t>
      </w:r>
      <w:r w:rsidR="009A3419">
        <w:rPr>
          <w:rFonts w:cs="Arial"/>
          <w:snapToGrid w:val="0"/>
          <w:kern w:val="22"/>
        </w:rPr>
        <w:t xml:space="preserve">5a </w:t>
      </w:r>
      <w:r w:rsidRPr="003847F6">
        <w:rPr>
          <w:rFonts w:cs="Arial"/>
          <w:snapToGrid w:val="0"/>
          <w:kern w:val="22"/>
        </w:rPr>
        <w:t xml:space="preserve"> ustawy z dnia 13 kwietnia 2007 r. o Państwowej Inspekc</w:t>
      </w:r>
      <w:r w:rsidR="00782EB1" w:rsidRPr="003847F6">
        <w:rPr>
          <w:rFonts w:cs="Arial"/>
          <w:snapToGrid w:val="0"/>
          <w:kern w:val="22"/>
        </w:rPr>
        <w:t xml:space="preserve">ji Pracy </w:t>
      </w:r>
      <w:r w:rsidR="00D97E9E" w:rsidRPr="003847F6">
        <w:rPr>
          <w:rFonts w:cs="Arial"/>
          <w:snapToGrid w:val="0"/>
          <w:kern w:val="22"/>
        </w:rPr>
        <w:t>(Dz.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U.</w:t>
      </w:r>
      <w:r w:rsidR="00A32795" w:rsidRPr="003847F6">
        <w:rPr>
          <w:rFonts w:cs="Arial"/>
          <w:snapToGrid w:val="0"/>
          <w:kern w:val="22"/>
        </w:rPr>
        <w:t xml:space="preserve"> </w:t>
      </w:r>
      <w:r w:rsidR="00D97E9E" w:rsidRPr="003847F6">
        <w:rPr>
          <w:rFonts w:cs="Arial"/>
          <w:snapToGrid w:val="0"/>
          <w:kern w:val="22"/>
        </w:rPr>
        <w:t>z 201</w:t>
      </w:r>
      <w:r w:rsidR="00D47420">
        <w:rPr>
          <w:rFonts w:cs="Arial"/>
          <w:snapToGrid w:val="0"/>
          <w:kern w:val="22"/>
        </w:rPr>
        <w:t>7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r. poz.</w:t>
      </w:r>
      <w:r w:rsidR="00275728">
        <w:rPr>
          <w:rFonts w:cs="Arial"/>
          <w:snapToGrid w:val="0"/>
          <w:kern w:val="22"/>
        </w:rPr>
        <w:t> </w:t>
      </w:r>
      <w:r w:rsidR="00D47420">
        <w:rPr>
          <w:rFonts w:cs="Arial"/>
          <w:snapToGrid w:val="0"/>
          <w:kern w:val="22"/>
        </w:rPr>
        <w:t>78</w:t>
      </w:r>
      <w:r w:rsidR="004B0CC0">
        <w:rPr>
          <w:rFonts w:cs="Arial"/>
          <w:snapToGrid w:val="0"/>
          <w:kern w:val="22"/>
        </w:rPr>
        <w:t>6</w:t>
      </w:r>
      <w:r w:rsidR="009C19D1">
        <w:rPr>
          <w:rFonts w:cs="Arial"/>
          <w:snapToGrid w:val="0"/>
          <w:kern w:val="22"/>
        </w:rPr>
        <w:t>, z późn. zm.</w:t>
      </w:r>
      <w:r w:rsidRPr="003847F6">
        <w:rPr>
          <w:rFonts w:cs="Arial"/>
          <w:snapToGrid w:val="0"/>
          <w:kern w:val="22"/>
        </w:rPr>
        <w:t>) oraz art. </w:t>
      </w:r>
      <w:r w:rsidR="006672FA">
        <w:rPr>
          <w:rFonts w:cs="Arial"/>
          <w:snapToGrid w:val="0"/>
          <w:kern w:val="22"/>
        </w:rPr>
        <w:t>5</w:t>
      </w:r>
      <w:r w:rsidRPr="003847F6">
        <w:rPr>
          <w:rFonts w:cs="Arial"/>
          <w:snapToGrid w:val="0"/>
          <w:kern w:val="22"/>
        </w:rPr>
        <w:t>8 ust. 2 pkt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2 </w:t>
      </w:r>
      <w:r w:rsidR="006672FA" w:rsidRPr="00DD4593">
        <w:rPr>
          <w:rFonts w:cs="Arial"/>
          <w:kern w:val="22"/>
          <w:szCs w:val="22"/>
        </w:rPr>
        <w:t xml:space="preserve">ustawy z dnia </w:t>
      </w:r>
      <w:r w:rsidR="006672FA">
        <w:rPr>
          <w:rFonts w:cs="Arial"/>
          <w:kern w:val="22"/>
          <w:szCs w:val="22"/>
        </w:rPr>
        <w:t>13 kwietnia 2016 r.</w:t>
      </w:r>
      <w:r w:rsidR="006672FA" w:rsidRPr="00DD4593">
        <w:rPr>
          <w:rFonts w:cs="Arial"/>
          <w:color w:val="000000"/>
          <w:kern w:val="22"/>
          <w:szCs w:val="22"/>
        </w:rPr>
        <w:t xml:space="preserve"> o system</w:t>
      </w:r>
      <w:r w:rsidR="00D47420">
        <w:rPr>
          <w:rFonts w:cs="Arial"/>
          <w:color w:val="000000"/>
          <w:kern w:val="22"/>
          <w:szCs w:val="22"/>
        </w:rPr>
        <w:t xml:space="preserve">ach </w:t>
      </w:r>
      <w:r w:rsidR="006672FA" w:rsidRPr="00DD4593">
        <w:rPr>
          <w:rFonts w:cs="Arial"/>
          <w:color w:val="000000"/>
          <w:kern w:val="22"/>
          <w:szCs w:val="22"/>
        </w:rPr>
        <w:t>oceny zgodności</w:t>
      </w:r>
      <w:r w:rsidR="006672FA">
        <w:rPr>
          <w:rFonts w:cs="Arial"/>
          <w:color w:val="000000"/>
          <w:kern w:val="22"/>
          <w:szCs w:val="22"/>
        </w:rPr>
        <w:t xml:space="preserve"> i nadzoru </w:t>
      </w:r>
      <w:r w:rsidR="006672FA" w:rsidRPr="00AD2B26">
        <w:rPr>
          <w:rFonts w:cs="Arial"/>
          <w:color w:val="000000"/>
          <w:kern w:val="22"/>
          <w:szCs w:val="22"/>
        </w:rPr>
        <w:t xml:space="preserve">rynku </w:t>
      </w:r>
      <w:r w:rsidR="00951894">
        <w:rPr>
          <w:kern w:val="22"/>
          <w:szCs w:val="22"/>
        </w:rPr>
        <w:t>(Dz. U. z 2017 r. poz. 1398)</w:t>
      </w:r>
      <w:bookmarkStart w:id="0" w:name="_GoBack"/>
      <w:bookmarkEnd w:id="0"/>
      <w:r w:rsidR="006672FA" w:rsidRPr="00FB531C">
        <w:rPr>
          <w:rFonts w:cs="Arial"/>
          <w:snapToGrid w:val="0"/>
          <w:kern w:val="22"/>
        </w:rPr>
        <w:t xml:space="preserve"> </w:t>
      </w:r>
      <w:r w:rsidR="006672FA">
        <w:rPr>
          <w:rFonts w:cs="Arial"/>
          <w:snapToGrid w:val="0"/>
          <w:kern w:val="22"/>
        </w:rPr>
        <w:t>inspektor</w:t>
      </w:r>
      <w:r w:rsidR="00CC2D27">
        <w:rPr>
          <w:rFonts w:cs="Arial"/>
          <w:snapToGrid w:val="0"/>
          <w:kern w:val="22"/>
        </w:rPr>
        <w:t xml:space="preserve"> pracy</w:t>
      </w:r>
      <w:r w:rsidR="00CC2D27">
        <w:rPr>
          <w:rFonts w:cs="Arial"/>
          <w:snapToGrid w:val="0"/>
          <w:kern w:val="22"/>
          <w:sz w:val="18"/>
          <w:szCs w:val="18"/>
        </w:rPr>
        <w:t xml:space="preserve"> </w:t>
      </w:r>
      <w:r w:rsidR="00CC2D27" w:rsidRPr="003847F6">
        <w:rPr>
          <w:rFonts w:cs="Arial"/>
          <w:snapToGrid w:val="0"/>
          <w:kern w:val="22"/>
          <w:sz w:val="18"/>
          <w:szCs w:val="18"/>
        </w:rPr>
        <w:t>....................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</w:t>
      </w:r>
      <w:r w:rsidR="009A3419">
        <w:rPr>
          <w:rFonts w:cs="Arial"/>
          <w:snapToGrid w:val="0"/>
          <w:kern w:val="22"/>
          <w:sz w:val="18"/>
          <w:szCs w:val="18"/>
        </w:rPr>
        <w:t>..................</w:t>
      </w:r>
      <w:r w:rsidR="00CC2D27" w:rsidRPr="003847F6">
        <w:rPr>
          <w:rFonts w:cs="Arial"/>
          <w:snapToGrid w:val="0"/>
          <w:kern w:val="22"/>
          <w:sz w:val="18"/>
          <w:szCs w:val="18"/>
        </w:rPr>
        <w:t>....................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</w:t>
      </w:r>
      <w:r w:rsidR="00D47420" w:rsidRPr="003847F6">
        <w:rPr>
          <w:rFonts w:cs="Arial"/>
          <w:snapToGrid w:val="0"/>
          <w:kern w:val="22"/>
          <w:szCs w:val="18"/>
        </w:rPr>
        <w:t xml:space="preserve"> </w:t>
      </w:r>
      <w:r w:rsidR="00782EB1" w:rsidRPr="003847F6">
        <w:rPr>
          <w:rFonts w:cs="Arial"/>
          <w:snapToGrid w:val="0"/>
          <w:kern w:val="22"/>
          <w:szCs w:val="18"/>
        </w:rPr>
        <w:t>działający w ramach terytorialnej właściwości</w:t>
      </w:r>
      <w:r w:rsidR="00782EB1" w:rsidRPr="003847F6">
        <w:rPr>
          <w:rFonts w:cs="Arial"/>
          <w:snapToGrid w:val="0"/>
          <w:kern w:val="22"/>
          <w:szCs w:val="18"/>
        </w:rPr>
        <w:br/>
      </w:r>
      <w:r w:rsidR="00943C84" w:rsidRPr="003847F6">
        <w:rPr>
          <w:rFonts w:cs="Arial"/>
          <w:i/>
          <w:snapToGrid w:val="0"/>
          <w:kern w:val="22"/>
          <w:sz w:val="16"/>
          <w:szCs w:val="18"/>
        </w:rPr>
        <w:t xml:space="preserve">         </w:t>
      </w:r>
      <w:r w:rsidR="00CC2D27">
        <w:rPr>
          <w:rFonts w:cs="Arial"/>
          <w:i/>
          <w:snapToGrid w:val="0"/>
          <w:kern w:val="22"/>
          <w:sz w:val="16"/>
          <w:szCs w:val="18"/>
        </w:rPr>
        <w:tab/>
      </w:r>
      <w:r w:rsidR="00943C84" w:rsidRPr="003847F6">
        <w:rPr>
          <w:rFonts w:cs="Arial"/>
          <w:i/>
          <w:snapToGrid w:val="0"/>
          <w:kern w:val="22"/>
          <w:sz w:val="16"/>
          <w:szCs w:val="18"/>
        </w:rPr>
        <w:t xml:space="preserve"> </w:t>
      </w:r>
      <w:r w:rsidR="00B84A5E" w:rsidRPr="003847F6">
        <w:rPr>
          <w:rFonts w:cs="Arial"/>
          <w:i/>
          <w:snapToGrid w:val="0"/>
          <w:kern w:val="22"/>
          <w:sz w:val="16"/>
          <w:szCs w:val="18"/>
        </w:rPr>
        <w:t>(</w:t>
      </w:r>
      <w:r w:rsidR="00FB531C">
        <w:rPr>
          <w:rFonts w:cs="Arial"/>
          <w:i/>
          <w:snapToGrid w:val="0"/>
          <w:kern w:val="22"/>
          <w:sz w:val="16"/>
          <w:szCs w:val="18"/>
        </w:rPr>
        <w:t>stanowisko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</w:t>
      </w:r>
      <w:r w:rsidR="00B84A5E" w:rsidRPr="003847F6">
        <w:rPr>
          <w:rFonts w:cs="Arial"/>
          <w:i/>
          <w:snapToGrid w:val="0"/>
          <w:kern w:val="22"/>
          <w:sz w:val="16"/>
          <w:szCs w:val="18"/>
        </w:rPr>
        <w:t xml:space="preserve">oraz imię i nazwisko </w:t>
      </w:r>
      <w:r w:rsidRPr="003847F6">
        <w:rPr>
          <w:rFonts w:cs="Arial"/>
          <w:i/>
          <w:snapToGrid w:val="0"/>
          <w:kern w:val="22"/>
          <w:sz w:val="16"/>
          <w:szCs w:val="18"/>
        </w:rPr>
        <w:t>inspektora pracy)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Okręgowego Inspektoratu Pracy </w:t>
      </w:r>
      <w:r w:rsidR="000E6BF1" w:rsidRPr="003847F6">
        <w:rPr>
          <w:rFonts w:cs="Arial"/>
          <w:snapToGrid w:val="0"/>
          <w:kern w:val="22"/>
          <w:szCs w:val="18"/>
        </w:rPr>
        <w:t>w</w:t>
      </w:r>
      <w:r w:rsidR="00275728">
        <w:rPr>
          <w:rFonts w:cs="Arial"/>
          <w:snapToGrid w:val="0"/>
          <w:kern w:val="22"/>
          <w:szCs w:val="18"/>
        </w:rPr>
        <w:t xml:space="preserve"> </w:t>
      </w:r>
      <w:r w:rsidR="000E6BF1" w:rsidRPr="003847F6">
        <w:rPr>
          <w:rFonts w:cs="Arial"/>
          <w:snapToGrid w:val="0"/>
          <w:kern w:val="22"/>
          <w:szCs w:val="18"/>
        </w:rPr>
        <w:t>..............................................</w:t>
      </w:r>
      <w:r w:rsidRPr="003847F6">
        <w:rPr>
          <w:rFonts w:cs="Arial"/>
          <w:snapToGrid w:val="0"/>
          <w:kern w:val="22"/>
          <w:szCs w:val="18"/>
        </w:rPr>
        <w:t xml:space="preserve">............... przeprowadził kontrolę wymienionego wyżej wyrobu w zakresie spełniania wymagań lub </w:t>
      </w:r>
      <w:r w:rsidR="009A3419">
        <w:rPr>
          <w:rFonts w:cs="Arial"/>
          <w:snapToGrid w:val="0"/>
          <w:kern w:val="22"/>
          <w:szCs w:val="18"/>
        </w:rPr>
        <w:t>stwarzania zagrożenia</w:t>
      </w:r>
      <w:r w:rsidRPr="003847F6">
        <w:rPr>
          <w:rFonts w:cs="Arial"/>
          <w:snapToGrid w:val="0"/>
          <w:kern w:val="22"/>
          <w:szCs w:val="18"/>
        </w:rPr>
        <w:t>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Nazwa pracodawcy (</w:t>
      </w:r>
      <w:r w:rsidR="000E6BF1" w:rsidRPr="003847F6">
        <w:rPr>
          <w:rFonts w:cs="Arial"/>
          <w:snapToGrid w:val="0"/>
          <w:kern w:val="22"/>
          <w:szCs w:val="18"/>
        </w:rPr>
        <w:t>użytkownika):...............................................</w:t>
      </w:r>
      <w:r w:rsidRPr="003847F6">
        <w:rPr>
          <w:rFonts w:cs="Arial"/>
          <w:snapToGrid w:val="0"/>
          <w:kern w:val="22"/>
          <w:szCs w:val="18"/>
        </w:rPr>
        <w:t>...........................................</w:t>
      </w:r>
      <w:r w:rsidR="00782EB1" w:rsidRPr="003847F6">
        <w:rPr>
          <w:rFonts w:cs="Arial"/>
          <w:snapToGrid w:val="0"/>
          <w:kern w:val="22"/>
          <w:szCs w:val="18"/>
        </w:rPr>
        <w:t>........</w:t>
      </w:r>
      <w:r w:rsidRPr="003847F6">
        <w:rPr>
          <w:rFonts w:cs="Arial"/>
          <w:snapToGrid w:val="0"/>
          <w:kern w:val="22"/>
          <w:szCs w:val="18"/>
        </w:rPr>
        <w:t>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Kod pocztowy: ……………… Miejscowość ……………………………… Poczta: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………………...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</w:t>
      </w:r>
      <w:r w:rsidR="00782EB1" w:rsidRPr="003847F6">
        <w:rPr>
          <w:rFonts w:cs="Arial"/>
          <w:snapToGrid w:val="0"/>
          <w:kern w:val="22"/>
          <w:szCs w:val="18"/>
        </w:rPr>
        <w:t>….……...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 NIP: .................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..................................</w:t>
      </w:r>
    </w:p>
    <w:p w:rsidR="002B2CB4" w:rsidRPr="00275728" w:rsidRDefault="002B2CB4" w:rsidP="001D3DF3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="000E6BF1" w:rsidRPr="00275728">
        <w:rPr>
          <w:rFonts w:cs="Arial"/>
          <w:snapToGrid w:val="0"/>
          <w:kern w:val="22"/>
          <w:szCs w:val="18"/>
          <w:lang w:val="en-US"/>
        </w:rPr>
        <w:t>Email:................................................</w:t>
      </w:r>
      <w:r w:rsidRPr="00275728">
        <w:rPr>
          <w:rFonts w:cs="Arial"/>
          <w:snapToGrid w:val="0"/>
          <w:kern w:val="22"/>
          <w:szCs w:val="18"/>
          <w:lang w:val="en-US"/>
        </w:rPr>
        <w:t>.....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Forma prawna: ……</w:t>
      </w:r>
      <w:r w:rsidR="00782EB1" w:rsidRPr="003847F6">
        <w:rPr>
          <w:rFonts w:cs="Arial"/>
          <w:snapToGrid w:val="0"/>
          <w:kern w:val="22"/>
          <w:szCs w:val="18"/>
        </w:rPr>
        <w:t>…….</w:t>
      </w:r>
      <w:r w:rsidRPr="003847F6">
        <w:rPr>
          <w:rFonts w:cs="Arial"/>
          <w:snapToGrid w:val="0"/>
          <w:kern w:val="22"/>
          <w:szCs w:val="18"/>
        </w:rPr>
        <w:t xml:space="preserve">. Forma własności: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……….. Pkd: ………</w:t>
      </w:r>
      <w:r w:rsidR="00782EB1" w:rsidRPr="003847F6">
        <w:rPr>
          <w:rFonts w:cs="Arial"/>
          <w:snapToGrid w:val="0"/>
          <w:kern w:val="22"/>
          <w:szCs w:val="18"/>
        </w:rPr>
        <w:t>…….  Zatrudnienie: …………..</w:t>
      </w:r>
    </w:p>
    <w:p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Kontrolę przeprowadzono w dniu(ach): </w:t>
      </w:r>
      <w:r w:rsidR="00782EB1" w:rsidRPr="003847F6">
        <w:rPr>
          <w:rFonts w:cs="Arial"/>
          <w:snapToGrid w:val="0"/>
          <w:kern w:val="22"/>
          <w:szCs w:val="18"/>
        </w:rPr>
        <w:t>……………………………………….</w:t>
      </w:r>
      <w:r w:rsidRPr="003847F6">
        <w:rPr>
          <w:rFonts w:cs="Arial"/>
          <w:snapToGrid w:val="0"/>
          <w:kern w:val="22"/>
          <w:szCs w:val="18"/>
        </w:rPr>
        <w:t>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b/>
          <w:snapToGrid w:val="0"/>
          <w:kern w:val="22"/>
        </w:rPr>
        <w:br w:type="page"/>
      </w:r>
      <w:r w:rsidRPr="003847F6">
        <w:rPr>
          <w:rFonts w:cs="Arial"/>
          <w:snapToGrid w:val="0"/>
          <w:kern w:val="22"/>
          <w:szCs w:val="22"/>
        </w:rPr>
        <w:lastRenderedPageBreak/>
        <w:t>1. Informacja ogólna:</w:t>
      </w:r>
    </w:p>
    <w:p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1)</w:t>
      </w:r>
      <w:r w:rsidR="002B2CB4" w:rsidRPr="003847F6">
        <w:rPr>
          <w:rFonts w:cs="Arial"/>
          <w:kern w:val="22"/>
          <w:szCs w:val="22"/>
        </w:rPr>
        <w:tab/>
        <w:t>opis wyrobu: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2)</w:t>
      </w:r>
      <w:r w:rsidR="002B2CB4" w:rsidRPr="003847F6">
        <w:rPr>
          <w:rFonts w:cs="Arial"/>
          <w:kern w:val="22"/>
          <w:szCs w:val="22"/>
        </w:rPr>
        <w:tab/>
        <w:t>opis opakowania wyrobu: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3)</w:t>
      </w:r>
      <w:r w:rsidR="002B2CB4" w:rsidRPr="003847F6">
        <w:rPr>
          <w:rFonts w:cs="Arial"/>
          <w:kern w:val="22"/>
          <w:szCs w:val="22"/>
        </w:rPr>
        <w:tab/>
        <w:t>informacje umieszczone na wyrobie: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4)</w:t>
      </w:r>
      <w:r w:rsidR="002B2CB4" w:rsidRPr="003847F6">
        <w:rPr>
          <w:rFonts w:cs="Arial"/>
          <w:kern w:val="22"/>
          <w:szCs w:val="22"/>
        </w:rPr>
        <w:tab/>
        <w:t>przeznaczenie wyrobu: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3C59BA" w:rsidRPr="009A3419" w:rsidRDefault="002B2CB4" w:rsidP="009A3419">
      <w:pPr>
        <w:rPr>
          <w:rFonts w:cs="Arial"/>
          <w:strike/>
          <w:kern w:val="22"/>
          <w:szCs w:val="22"/>
        </w:rPr>
      </w:pPr>
      <w:r w:rsidRPr="003847F6">
        <w:rPr>
          <w:rFonts w:cs="Arial"/>
          <w:kern w:val="22"/>
          <w:szCs w:val="22"/>
        </w:rPr>
        <w:t xml:space="preserve">2. </w:t>
      </w:r>
      <w:r w:rsidR="003C59BA">
        <w:rPr>
          <w:rFonts w:cs="Arial"/>
          <w:kern w:val="22"/>
          <w:szCs w:val="22"/>
        </w:rPr>
        <w:t>Uzyskane w toku kontroli lub prowadzonych</w:t>
      </w:r>
      <w:r w:rsidR="004972E2">
        <w:rPr>
          <w:rFonts w:cs="Arial"/>
          <w:kern w:val="22"/>
          <w:szCs w:val="22"/>
        </w:rPr>
        <w:t xml:space="preserve"> postępowań</w:t>
      </w:r>
      <w:r w:rsidR="003C59BA">
        <w:rPr>
          <w:rFonts w:cs="Arial"/>
          <w:kern w:val="22"/>
          <w:szCs w:val="22"/>
        </w:rPr>
        <w:t xml:space="preserve"> informacje, w tym objęte tajemnicą przedsiębiorstwa i dowody podlegają ujawnieniu, jeżeli jest to niezbędne ze względu na konieczność usunięcia zagrożeń zwi</w:t>
      </w:r>
      <w:r w:rsidR="009A3419">
        <w:rPr>
          <w:rFonts w:cs="Arial"/>
          <w:kern w:val="22"/>
          <w:szCs w:val="22"/>
        </w:rPr>
        <w:t>ązanych z wyrobem. Organ nadzoru</w:t>
      </w:r>
      <w:r w:rsidR="003C59BA">
        <w:rPr>
          <w:rFonts w:cs="Arial"/>
          <w:kern w:val="22"/>
          <w:szCs w:val="22"/>
        </w:rPr>
        <w:t xml:space="preserve"> rynku może ujawnić informacje, w tym objęte tajemnicą przedsiębiorstwa, oraz dowody uzyskane w toku kontroli lub prowadzonych postępowań w zakresie niezbędnym do wyjaśnienia podjętych w postępowaniu rozstrzygnięć </w:t>
      </w:r>
      <w:r w:rsidR="004972E2">
        <w:rPr>
          <w:rFonts w:cs="Arial"/>
          <w:kern w:val="22"/>
          <w:szCs w:val="22"/>
        </w:rPr>
        <w:t>(</w:t>
      </w:r>
      <w:r w:rsidR="003C59BA" w:rsidRPr="008A5FD6">
        <w:rPr>
          <w:rFonts w:cs="Arial"/>
          <w:kern w:val="22"/>
          <w:szCs w:val="22"/>
        </w:rPr>
        <w:t>art. </w:t>
      </w:r>
      <w:r w:rsidR="003C59BA">
        <w:rPr>
          <w:rFonts w:cs="Arial"/>
          <w:kern w:val="22"/>
          <w:szCs w:val="22"/>
        </w:rPr>
        <w:t>68</w:t>
      </w:r>
      <w:r w:rsidR="003C59BA" w:rsidRPr="008A5FD6">
        <w:rPr>
          <w:rFonts w:cs="Arial"/>
          <w:kern w:val="22"/>
          <w:szCs w:val="22"/>
        </w:rPr>
        <w:t xml:space="preserve"> </w:t>
      </w:r>
      <w:r w:rsidR="004972E2">
        <w:rPr>
          <w:rFonts w:cs="Arial"/>
          <w:kern w:val="22"/>
          <w:szCs w:val="22"/>
        </w:rPr>
        <w:t>ustawy z dnia 13 kwietnia 2016 r.</w:t>
      </w:r>
      <w:r w:rsidR="004972E2">
        <w:rPr>
          <w:rFonts w:cs="Arial"/>
          <w:color w:val="000000"/>
          <w:kern w:val="22"/>
          <w:szCs w:val="22"/>
        </w:rPr>
        <w:t xml:space="preserve"> o systemach oceny zgodności i nadzoru rynku</w:t>
      </w:r>
      <w:r w:rsidR="004972E2">
        <w:rPr>
          <w:rFonts w:cs="Arial"/>
          <w:szCs w:val="22"/>
        </w:rPr>
        <w:t>)</w:t>
      </w:r>
      <w:r w:rsidR="003C59BA" w:rsidRPr="008A5FD6">
        <w:rPr>
          <w:rFonts w:cs="Arial"/>
          <w:kern w:val="22"/>
          <w:szCs w:val="22"/>
        </w:rPr>
        <w:t>.</w:t>
      </w:r>
    </w:p>
    <w:p w:rsidR="002B2CB4" w:rsidRPr="003847F6" w:rsidRDefault="002B2CB4" w:rsidP="001D3DF3">
      <w:pPr>
        <w:rPr>
          <w:rFonts w:cs="Arial"/>
          <w:kern w:val="22"/>
          <w:szCs w:val="22"/>
        </w:rPr>
      </w:pPr>
    </w:p>
    <w:p w:rsidR="002B2CB4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3. Do protokołu załącza</w:t>
      </w:r>
      <w:r w:rsidR="002B2CB4" w:rsidRPr="003847F6">
        <w:rPr>
          <w:rFonts w:cs="Arial"/>
          <w:snapToGrid w:val="0"/>
          <w:kern w:val="22"/>
          <w:szCs w:val="22"/>
        </w:rPr>
        <w:t xml:space="preserve"> się </w:t>
      </w:r>
      <w:r w:rsidR="00943C84" w:rsidRPr="003847F6">
        <w:rPr>
          <w:rFonts w:cs="Arial"/>
          <w:snapToGrid w:val="0"/>
          <w:kern w:val="22"/>
          <w:szCs w:val="22"/>
        </w:rPr>
        <w:t xml:space="preserve">…… </w:t>
      </w:r>
      <w:r w:rsidRPr="003847F6">
        <w:rPr>
          <w:rFonts w:cs="Arial"/>
          <w:snapToGrid w:val="0"/>
          <w:kern w:val="22"/>
          <w:szCs w:val="22"/>
        </w:rPr>
        <w:t xml:space="preserve">załączników stanowiących </w:t>
      </w:r>
      <w:r w:rsidR="003824A5">
        <w:rPr>
          <w:rFonts w:cs="Arial"/>
          <w:snapToGrid w:val="0"/>
          <w:kern w:val="22"/>
          <w:szCs w:val="22"/>
        </w:rPr>
        <w:t>integralną</w:t>
      </w:r>
      <w:r w:rsidRPr="003847F6">
        <w:rPr>
          <w:rFonts w:cs="Arial"/>
          <w:snapToGrid w:val="0"/>
          <w:kern w:val="22"/>
          <w:szCs w:val="22"/>
        </w:rPr>
        <w:t xml:space="preserve"> </w:t>
      </w:r>
      <w:r w:rsidR="002B2CB4" w:rsidRPr="003847F6">
        <w:rPr>
          <w:rFonts w:cs="Arial"/>
          <w:snapToGrid w:val="0"/>
          <w:kern w:val="22"/>
          <w:szCs w:val="22"/>
        </w:rPr>
        <w:t>część</w:t>
      </w:r>
      <w:r w:rsidRPr="003847F6">
        <w:rPr>
          <w:rFonts w:cs="Arial"/>
          <w:snapToGrid w:val="0"/>
          <w:kern w:val="22"/>
          <w:szCs w:val="22"/>
        </w:rPr>
        <w:t xml:space="preserve"> protokołu</w:t>
      </w:r>
      <w:r w:rsidR="002B2CB4" w:rsidRPr="003847F6">
        <w:rPr>
          <w:rFonts w:cs="Arial"/>
          <w:snapToGrid w:val="0"/>
          <w:kern w:val="22"/>
          <w:szCs w:val="22"/>
        </w:rPr>
        <w:t>:</w:t>
      </w:r>
    </w:p>
    <w:p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2)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4. Uwagi: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:rsidR="001D3DF3" w:rsidRPr="003847F6" w:rsidRDefault="001D3DF3" w:rsidP="001D3DF3">
      <w:pPr>
        <w:widowControl w:val="0"/>
        <w:rPr>
          <w:rFonts w:cs="Arial"/>
          <w:snapToGrid w:val="0"/>
          <w:kern w:val="22"/>
          <w:szCs w:val="22"/>
        </w:rPr>
      </w:pP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Na tym protokół zakończono.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:rsidR="002B2CB4" w:rsidRPr="003847F6" w:rsidRDefault="001D3DF3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…….……………................, </w:t>
      </w:r>
      <w:r w:rsidR="002B2CB4" w:rsidRPr="003847F6">
        <w:rPr>
          <w:rFonts w:cs="Arial"/>
          <w:snapToGrid w:val="0"/>
          <w:kern w:val="22"/>
          <w:szCs w:val="18"/>
        </w:rPr>
        <w:t xml:space="preserve">dnia </w:t>
      </w:r>
      <w:r w:rsidR="002B2CB4" w:rsidRPr="003847F6">
        <w:rPr>
          <w:rFonts w:cs="Arial"/>
          <w:snapToGrid w:val="0"/>
          <w:kern w:val="22"/>
        </w:rPr>
        <w:t>_ _. _ _. _ _ _ _ r.</w:t>
      </w:r>
    </w:p>
    <w:p w:rsidR="002B2CB4" w:rsidRPr="00FB531C" w:rsidRDefault="00FB531C" w:rsidP="001D3DF3">
      <w:pPr>
        <w:ind w:firstLine="142"/>
        <w:rPr>
          <w:rFonts w:cs="Arial"/>
          <w:i/>
          <w:kern w:val="22"/>
          <w:sz w:val="16"/>
          <w:szCs w:val="16"/>
        </w:rPr>
      </w:pPr>
      <w:r w:rsidRPr="00FB531C">
        <w:rPr>
          <w:rFonts w:cs="Arial"/>
          <w:i/>
          <w:kern w:val="22"/>
          <w:sz w:val="16"/>
          <w:szCs w:val="16"/>
        </w:rPr>
        <w:t xml:space="preserve">             </w:t>
      </w:r>
      <w:r w:rsidR="002B2CB4" w:rsidRPr="00FB531C">
        <w:rPr>
          <w:rFonts w:cs="Arial"/>
          <w:i/>
          <w:kern w:val="22"/>
          <w:sz w:val="16"/>
          <w:szCs w:val="16"/>
        </w:rPr>
        <w:t>(miejscowość)</w:t>
      </w: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1D3DF3" w:rsidRPr="003847F6" w:rsidRDefault="001D3DF3" w:rsidP="001D3DF3">
      <w:pPr>
        <w:jc w:val="right"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...................................................................</w:t>
      </w:r>
    </w:p>
    <w:p w:rsidR="001D3DF3" w:rsidRPr="003847F6" w:rsidRDefault="001D3DF3" w:rsidP="001D3DF3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i/>
          <w:kern w:val="22"/>
          <w:sz w:val="16"/>
          <w:szCs w:val="16"/>
        </w:rPr>
        <w:t>(podpis i pieczęć inspektora pracy)</w:t>
      </w: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:rsidR="001D3DF3" w:rsidRPr="003847F6" w:rsidRDefault="001D3DF3" w:rsidP="001D3DF3">
      <w:pPr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kern w:val="22"/>
          <w:sz w:val="16"/>
          <w:szCs w:val="16"/>
          <w:vertAlign w:val="superscript"/>
        </w:rPr>
        <w:t>(*)</w:t>
      </w:r>
      <w:r w:rsidRPr="003847F6">
        <w:rPr>
          <w:rFonts w:cs="Arial"/>
          <w:kern w:val="22"/>
          <w:sz w:val="16"/>
          <w:szCs w:val="16"/>
        </w:rPr>
        <w:t xml:space="preserve"> - </w:t>
      </w:r>
      <w:r w:rsidR="001D669F">
        <w:rPr>
          <w:rFonts w:cs="Arial"/>
          <w:kern w:val="22"/>
          <w:sz w:val="16"/>
          <w:szCs w:val="16"/>
        </w:rPr>
        <w:t>wybrać właściwe i niepotrzebne skreślić</w:t>
      </w:r>
    </w:p>
    <w:sectPr w:rsidR="001D3DF3" w:rsidRPr="003847F6" w:rsidSect="001B7B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C90" w:rsidRDefault="009C5C90">
      <w:r>
        <w:separator/>
      </w:r>
    </w:p>
  </w:endnote>
  <w:endnote w:type="continuationSeparator" w:id="0">
    <w:p w:rsidR="009C5C90" w:rsidRDefault="009C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2CB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B2CB4" w:rsidRDefault="002B2C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189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B2CB4" w:rsidRDefault="002B2CB4">
    <w:pPr>
      <w:pStyle w:val="Stopka"/>
      <w:ind w:right="360"/>
      <w:jc w:val="center"/>
    </w:pPr>
  </w:p>
  <w:p w:rsidR="002B2CB4" w:rsidRPr="009A3419" w:rsidRDefault="0019763A">
    <w:pPr>
      <w:pStyle w:val="Stopka"/>
      <w:ind w:right="360"/>
      <w:rPr>
        <w:i/>
        <w:sz w:val="16"/>
        <w:szCs w:val="16"/>
      </w:rPr>
    </w:pPr>
    <w:r>
      <w:rPr>
        <w:i/>
        <w:sz w:val="16"/>
        <w:szCs w:val="16"/>
      </w:rPr>
      <w:t>1</w:t>
    </w:r>
    <w:r w:rsidR="00460ECE">
      <w:rPr>
        <w:i/>
        <w:sz w:val="16"/>
        <w:szCs w:val="16"/>
      </w:rPr>
      <w:t>1</w:t>
    </w:r>
    <w:r>
      <w:rPr>
        <w:i/>
        <w:sz w:val="16"/>
        <w:szCs w:val="16"/>
      </w:rPr>
      <w:t>.10</w:t>
    </w:r>
    <w:r w:rsidR="00FB531C">
      <w:rPr>
        <w:i/>
        <w:sz w:val="16"/>
        <w:szCs w:val="16"/>
      </w:rPr>
      <w:t xml:space="preserve"> </w:t>
    </w:r>
    <w:r w:rsidR="00AD6EAC">
      <w:rPr>
        <w:i/>
        <w:sz w:val="16"/>
        <w:szCs w:val="16"/>
      </w:rPr>
      <w:t>–</w:t>
    </w:r>
    <w:r w:rsidR="00FB531C">
      <w:rPr>
        <w:i/>
        <w:sz w:val="16"/>
        <w:szCs w:val="16"/>
      </w:rPr>
      <w:t xml:space="preserve"> Protokół kontroli wyrobu </w:t>
    </w:r>
    <w:r w:rsidR="002B2CB4" w:rsidRPr="009A3419">
      <w:rPr>
        <w:i/>
        <w:sz w:val="16"/>
        <w:szCs w:val="16"/>
      </w:rPr>
      <w:t>spełniającego wymagania</w:t>
    </w:r>
    <w:r w:rsidR="00FB531C">
      <w:rPr>
        <w:i/>
        <w:sz w:val="16"/>
        <w:szCs w:val="16"/>
      </w:rPr>
      <w:t xml:space="preserve"> i nie</w:t>
    </w:r>
    <w:r w:rsidR="009A3419" w:rsidRPr="009A3419">
      <w:rPr>
        <w:i/>
        <w:sz w:val="16"/>
        <w:szCs w:val="16"/>
      </w:rPr>
      <w:t>stwarzającego zagrożenia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EAC" w:rsidRDefault="00AD6E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C90" w:rsidRDefault="009C5C90">
      <w:r>
        <w:separator/>
      </w:r>
    </w:p>
  </w:footnote>
  <w:footnote w:type="continuationSeparator" w:id="0">
    <w:p w:rsidR="009C5C90" w:rsidRDefault="009C5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EAC" w:rsidRDefault="00AD6E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EAC" w:rsidRDefault="00AD6E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EAC" w:rsidRDefault="00AD6E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D1"/>
    <w:rsid w:val="00006632"/>
    <w:rsid w:val="000308DA"/>
    <w:rsid w:val="000625ED"/>
    <w:rsid w:val="000812BF"/>
    <w:rsid w:val="000936BF"/>
    <w:rsid w:val="000A37AF"/>
    <w:rsid w:val="000C03D2"/>
    <w:rsid w:val="000E3745"/>
    <w:rsid w:val="000E6BF1"/>
    <w:rsid w:val="00106596"/>
    <w:rsid w:val="00136433"/>
    <w:rsid w:val="0019763A"/>
    <w:rsid w:val="001B7BA9"/>
    <w:rsid w:val="001D2778"/>
    <w:rsid w:val="001D3DF3"/>
    <w:rsid w:val="001D669F"/>
    <w:rsid w:val="002709D2"/>
    <w:rsid w:val="00275728"/>
    <w:rsid w:val="0028687E"/>
    <w:rsid w:val="002869D7"/>
    <w:rsid w:val="002B2CB4"/>
    <w:rsid w:val="002C09ED"/>
    <w:rsid w:val="002D4AC7"/>
    <w:rsid w:val="002E7436"/>
    <w:rsid w:val="00310022"/>
    <w:rsid w:val="003824A5"/>
    <w:rsid w:val="003847F6"/>
    <w:rsid w:val="00397EA8"/>
    <w:rsid w:val="003C59BA"/>
    <w:rsid w:val="00416858"/>
    <w:rsid w:val="004172F2"/>
    <w:rsid w:val="00424925"/>
    <w:rsid w:val="00460ECE"/>
    <w:rsid w:val="004972E2"/>
    <w:rsid w:val="004B0CC0"/>
    <w:rsid w:val="005271C8"/>
    <w:rsid w:val="0054200F"/>
    <w:rsid w:val="0058430F"/>
    <w:rsid w:val="005A4466"/>
    <w:rsid w:val="006672FA"/>
    <w:rsid w:val="006874D1"/>
    <w:rsid w:val="006A0348"/>
    <w:rsid w:val="006D5E80"/>
    <w:rsid w:val="00700792"/>
    <w:rsid w:val="007105BC"/>
    <w:rsid w:val="00722E90"/>
    <w:rsid w:val="00782EB1"/>
    <w:rsid w:val="007A2CA7"/>
    <w:rsid w:val="007A7AB4"/>
    <w:rsid w:val="00807BE4"/>
    <w:rsid w:val="00815C71"/>
    <w:rsid w:val="008538A1"/>
    <w:rsid w:val="008625ED"/>
    <w:rsid w:val="00862BF5"/>
    <w:rsid w:val="0088197A"/>
    <w:rsid w:val="008E3813"/>
    <w:rsid w:val="00943C84"/>
    <w:rsid w:val="00951894"/>
    <w:rsid w:val="00992B9F"/>
    <w:rsid w:val="009934F7"/>
    <w:rsid w:val="009A3419"/>
    <w:rsid w:val="009B2DA8"/>
    <w:rsid w:val="009C19D1"/>
    <w:rsid w:val="009C5C90"/>
    <w:rsid w:val="00A32795"/>
    <w:rsid w:val="00A42A78"/>
    <w:rsid w:val="00A7270B"/>
    <w:rsid w:val="00A73739"/>
    <w:rsid w:val="00A837E2"/>
    <w:rsid w:val="00AD6EAC"/>
    <w:rsid w:val="00B33D02"/>
    <w:rsid w:val="00B823CC"/>
    <w:rsid w:val="00B84A5E"/>
    <w:rsid w:val="00BC2B09"/>
    <w:rsid w:val="00BD1CD6"/>
    <w:rsid w:val="00C01AD9"/>
    <w:rsid w:val="00C24C94"/>
    <w:rsid w:val="00C4252A"/>
    <w:rsid w:val="00CA0778"/>
    <w:rsid w:val="00CC2D27"/>
    <w:rsid w:val="00CF23BF"/>
    <w:rsid w:val="00D04617"/>
    <w:rsid w:val="00D17A2F"/>
    <w:rsid w:val="00D24DAF"/>
    <w:rsid w:val="00D47420"/>
    <w:rsid w:val="00D97E9E"/>
    <w:rsid w:val="00DD32D2"/>
    <w:rsid w:val="00E11A7D"/>
    <w:rsid w:val="00E3616E"/>
    <w:rsid w:val="00EC631B"/>
    <w:rsid w:val="00F06573"/>
    <w:rsid w:val="00F54A44"/>
    <w:rsid w:val="00FB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B61D71-9EAB-4139-96EA-95635A9A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6BF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0308DA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0308DA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0308DA"/>
    <w:pPr>
      <w:keepNext/>
      <w:spacing w:line="360" w:lineRule="auto"/>
      <w:jc w:val="right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qFormat/>
    <w:rsid w:val="000308DA"/>
    <w:pPr>
      <w:keepNext/>
      <w:spacing w:line="360" w:lineRule="auto"/>
      <w:jc w:val="center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qFormat/>
    <w:rsid w:val="000308DA"/>
    <w:pPr>
      <w:keepNext/>
      <w:widowControl w:val="0"/>
      <w:jc w:val="center"/>
      <w:outlineLvl w:val="4"/>
    </w:pPr>
    <w:rPr>
      <w:rFonts w:ascii="Times New Roman" w:hAnsi="Times New Roman"/>
      <w:b/>
      <w:snapToGrid w:val="0"/>
      <w:color w:val="000000"/>
      <w:spacing w:val="20"/>
      <w:sz w:val="24"/>
      <w:szCs w:val="24"/>
    </w:rPr>
  </w:style>
  <w:style w:type="paragraph" w:styleId="Nagwek6">
    <w:name w:val="heading 6"/>
    <w:basedOn w:val="Normalny"/>
    <w:next w:val="Normalny"/>
    <w:qFormat/>
    <w:rsid w:val="000308DA"/>
    <w:pPr>
      <w:keepNext/>
      <w:widowControl w:val="0"/>
      <w:jc w:val="center"/>
      <w:outlineLvl w:val="5"/>
    </w:pPr>
    <w:rPr>
      <w:rFonts w:ascii="Times New Roman" w:hAnsi="Times New Roman"/>
      <w:b/>
      <w:i/>
      <w:snapToGrid w:val="0"/>
      <w:sz w:val="24"/>
      <w:szCs w:val="22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308DA"/>
  </w:style>
  <w:style w:type="paragraph" w:customStyle="1" w:styleId="Trescpunktu">
    <w:name w:val="Tresc punktu"/>
    <w:basedOn w:val="Normalny"/>
    <w:rsid w:val="000936BF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0936BF"/>
    <w:pPr>
      <w:ind w:left="851" w:hanging="851"/>
    </w:pPr>
  </w:style>
  <w:style w:type="paragraph" w:customStyle="1" w:styleId="Adresatdokumentu">
    <w:name w:val="Adresat dokumentu"/>
    <w:basedOn w:val="Normalny"/>
    <w:rsid w:val="000936BF"/>
    <w:pPr>
      <w:ind w:left="5103"/>
    </w:pPr>
    <w:rPr>
      <w:b/>
    </w:rPr>
  </w:style>
  <w:style w:type="paragraph" w:customStyle="1" w:styleId="Kod">
    <w:name w:val="Kod"/>
    <w:next w:val="Normalny"/>
    <w:rsid w:val="000936BF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0936BF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0936BF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0936BF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0308DA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0308DA"/>
    <w:pPr>
      <w:ind w:firstLine="431"/>
    </w:pPr>
    <w:rPr>
      <w:i/>
      <w:sz w:val="20"/>
    </w:rPr>
  </w:style>
  <w:style w:type="paragraph" w:styleId="Nagwek">
    <w:name w:val="head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0308DA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0308DA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0308DA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BCB3B-CE6F-49CC-A115-F3621B56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35</TotalTime>
  <Pages>1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20</cp:revision>
  <cp:lastPrinted>2009-07-22T08:32:00Z</cp:lastPrinted>
  <dcterms:created xsi:type="dcterms:W3CDTF">2016-11-14T07:49:00Z</dcterms:created>
  <dcterms:modified xsi:type="dcterms:W3CDTF">2017-07-26T07:25:00Z</dcterms:modified>
</cp:coreProperties>
</file>