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40E57" w14:textId="417B78D2" w:rsidR="001F00C8" w:rsidRPr="00FF0129" w:rsidRDefault="001F00C8">
      <w:pPr>
        <w:spacing w:line="360" w:lineRule="auto"/>
        <w:jc w:val="right"/>
        <w:rPr>
          <w:rFonts w:cs="Arial"/>
          <w:sz w:val="16"/>
          <w:szCs w:val="16"/>
        </w:rPr>
      </w:pPr>
      <w:r w:rsidRPr="00FF0129">
        <w:rPr>
          <w:rFonts w:cs="Arial"/>
          <w:szCs w:val="16"/>
        </w:rPr>
        <w:t xml:space="preserve">Załącznik nr </w:t>
      </w:r>
      <w:r w:rsidR="0048051F">
        <w:rPr>
          <w:rFonts w:cs="Arial"/>
          <w:szCs w:val="16"/>
        </w:rPr>
        <w:t>11.11</w:t>
      </w:r>
    </w:p>
    <w:p w14:paraId="4416DACD" w14:textId="77777777" w:rsidR="00DA21F5" w:rsidRPr="008A5FD6" w:rsidRDefault="00DA21F5" w:rsidP="00DA21F5">
      <w:pPr>
        <w:keepNext/>
        <w:jc w:val="center"/>
        <w:outlineLvl w:val="3"/>
        <w:rPr>
          <w:rFonts w:cs="Arial"/>
          <w:b/>
          <w:bCs/>
          <w:spacing w:val="100"/>
          <w:kern w:val="22"/>
        </w:rPr>
      </w:pPr>
      <w:r w:rsidRPr="008A5FD6">
        <w:rPr>
          <w:rFonts w:cs="Arial"/>
          <w:b/>
          <w:bCs/>
          <w:spacing w:val="100"/>
          <w:kern w:val="22"/>
        </w:rPr>
        <w:t>WZÓR</w:t>
      </w:r>
    </w:p>
    <w:p w14:paraId="5857B478" w14:textId="77777777" w:rsidR="00FF0129" w:rsidRDefault="00FF012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</w:p>
    <w:p w14:paraId="3BD4B0FB" w14:textId="3F95D365" w:rsidR="00DA21F5" w:rsidRPr="008A5FD6" w:rsidRDefault="00AD6C89" w:rsidP="00DA21F5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DA21F5" w:rsidRPr="008A5FD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14:paraId="69966419" w14:textId="77777777" w:rsidR="00DA21F5" w:rsidRPr="008A5FD6" w:rsidRDefault="00DA21F5" w:rsidP="00DA21F5">
      <w:pPr>
        <w:keepNext/>
        <w:rPr>
          <w:rFonts w:cs="Arial"/>
          <w:snapToGrid w:val="0"/>
          <w:szCs w:val="22"/>
        </w:rPr>
      </w:pPr>
      <w:r w:rsidRPr="008A5FD6">
        <w:rPr>
          <w:rFonts w:cs="Arial"/>
          <w:snapToGrid w:val="0"/>
          <w:szCs w:val="22"/>
        </w:rPr>
        <w:t>...................................................................</w:t>
      </w:r>
    </w:p>
    <w:p w14:paraId="75BABCD9" w14:textId="11F3AD56" w:rsidR="00DA21F5" w:rsidRDefault="00DA21F5" w:rsidP="00FF0129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8A5FD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4C4D7F27" w14:textId="77777777" w:rsidR="00FF0129" w:rsidRPr="00FF0129" w:rsidRDefault="00FF0129" w:rsidP="00FF0129">
      <w:pPr>
        <w:keepNext/>
        <w:ind w:firstLine="142"/>
        <w:rPr>
          <w:rFonts w:cs="Arial"/>
          <w:i/>
          <w:snapToGrid w:val="0"/>
          <w:sz w:val="16"/>
          <w:szCs w:val="16"/>
        </w:rPr>
      </w:pPr>
    </w:p>
    <w:p w14:paraId="48D10548" w14:textId="3C6145A9" w:rsidR="00DA21F5" w:rsidRPr="00FF0129" w:rsidRDefault="00DA21F5" w:rsidP="00FF0129">
      <w:pPr>
        <w:spacing w:after="120"/>
        <w:rPr>
          <w:rFonts w:cs="Arial"/>
          <w:kern w:val="22"/>
          <w:szCs w:val="18"/>
        </w:rPr>
      </w:pPr>
      <w:r w:rsidRPr="008A5FD6">
        <w:rPr>
          <w:rFonts w:cs="Arial"/>
          <w:kern w:val="22"/>
          <w:szCs w:val="18"/>
        </w:rPr>
        <w:t>Nr rej.</w:t>
      </w:r>
      <w:r w:rsidR="004715A9" w:rsidRPr="008A5FD6">
        <w:rPr>
          <w:rFonts w:cs="Arial"/>
          <w:kern w:val="22"/>
          <w:szCs w:val="18"/>
        </w:rPr>
        <w:t xml:space="preserve">: </w:t>
      </w:r>
      <w:r w:rsidRPr="008A5FD6">
        <w:rPr>
          <w:rFonts w:cs="Arial"/>
          <w:szCs w:val="22"/>
        </w:rPr>
        <w:t>…………………………………</w:t>
      </w:r>
    </w:p>
    <w:p w14:paraId="15C46C15" w14:textId="77777777" w:rsidR="00DA21F5" w:rsidRDefault="00DA21F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8A5FD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14:paraId="72DA1B8B" w14:textId="03419767" w:rsidR="00FF0129" w:rsidRPr="008A5FD6" w:rsidRDefault="00F110D5" w:rsidP="00DA21F5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NIESPEŁNIAJĄCEGO WYMAGAŃ LUB STWARZAJĄCEGO</w:t>
      </w:r>
      <w:r w:rsidR="00FF0129">
        <w:rPr>
          <w:rFonts w:cs="Arial"/>
          <w:b/>
          <w:snapToGrid w:val="0"/>
          <w:spacing w:val="100"/>
          <w:kern w:val="22"/>
          <w:szCs w:val="18"/>
        </w:rPr>
        <w:t xml:space="preserve"> ZAGROŻENIE</w:t>
      </w:r>
    </w:p>
    <w:p w14:paraId="2B731BB3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p w14:paraId="79FA7319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Informacje o wyrobie </w:t>
      </w:r>
      <w:r w:rsidR="000B4A42">
        <w:rPr>
          <w:rFonts w:cs="Arial"/>
          <w:snapToGrid w:val="0"/>
          <w:kern w:val="22"/>
          <w:szCs w:val="18"/>
        </w:rPr>
        <w:t>nie</w:t>
      </w:r>
      <w:r w:rsidRPr="008A5FD6">
        <w:rPr>
          <w:rFonts w:cs="Arial"/>
          <w:snapToGrid w:val="0"/>
          <w:kern w:val="22"/>
          <w:szCs w:val="18"/>
        </w:rPr>
        <w:t>spełniającym wymaga</w:t>
      </w:r>
      <w:r w:rsidR="000B4A42">
        <w:rPr>
          <w:rFonts w:cs="Arial"/>
          <w:snapToGrid w:val="0"/>
          <w:kern w:val="22"/>
          <w:szCs w:val="18"/>
        </w:rPr>
        <w:t>ń</w:t>
      </w:r>
      <w:r w:rsidRPr="008A5FD6">
        <w:rPr>
          <w:rFonts w:cs="Arial"/>
          <w:snapToGrid w:val="0"/>
          <w:kern w:val="22"/>
          <w:szCs w:val="18"/>
        </w:rPr>
        <w:t xml:space="preserve"> </w:t>
      </w:r>
      <w:r w:rsidR="00DD766C">
        <w:rPr>
          <w:rFonts w:cs="Arial"/>
          <w:snapToGrid w:val="0"/>
          <w:kern w:val="22"/>
          <w:szCs w:val="18"/>
        </w:rPr>
        <w:t xml:space="preserve">/ </w:t>
      </w:r>
      <w:r w:rsidR="00274F15">
        <w:rPr>
          <w:rFonts w:cs="Arial"/>
          <w:snapToGrid w:val="0"/>
          <w:kern w:val="22"/>
          <w:szCs w:val="18"/>
        </w:rPr>
        <w:t>stwarzającym zagrożenie</w:t>
      </w:r>
      <w:r w:rsidR="00DD766C">
        <w:rPr>
          <w:rFonts w:cs="Arial"/>
          <w:snapToGrid w:val="0"/>
          <w:kern w:val="22"/>
          <w:szCs w:val="18"/>
        </w:rPr>
        <w:t xml:space="preserve"> </w:t>
      </w:r>
      <w:r w:rsidR="00DD766C" w:rsidRPr="00AF1C5B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8A5FD6" w:rsidRPr="008A5FD6" w14:paraId="63664F0B" w14:textId="77777777" w:rsidTr="0043356F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7474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Nazwa wyrobu:</w:t>
            </w:r>
          </w:p>
        </w:tc>
      </w:tr>
      <w:tr w:rsidR="008A5FD6" w:rsidRPr="008A5FD6" w14:paraId="2268863A" w14:textId="77777777" w:rsidTr="0043356F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34F15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BCA9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65AE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Nr seryjny:</w:t>
            </w:r>
          </w:p>
        </w:tc>
      </w:tr>
      <w:tr w:rsidR="008A5FD6" w:rsidRPr="008A5FD6" w14:paraId="059DD961" w14:textId="77777777" w:rsidTr="0043356F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1386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3B4D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Data ważności:</w:t>
            </w:r>
          </w:p>
        </w:tc>
      </w:tr>
      <w:tr w:rsidR="008A5FD6" w:rsidRPr="008A5FD6" w14:paraId="1D6F5666" w14:textId="77777777" w:rsidTr="0043356F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0AF9" w14:textId="7B8367C3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Dyrektywy określające wymagania:</w:t>
            </w:r>
            <w:r w:rsidR="00EC6E8F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B6CA" w14:textId="77777777" w:rsidR="00DA21F5" w:rsidRPr="008A5FD6" w:rsidRDefault="00DA21F5" w:rsidP="00DA21F5">
            <w:pPr>
              <w:jc w:val="left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Kraj pochodzenia:</w:t>
            </w:r>
          </w:p>
        </w:tc>
      </w:tr>
    </w:tbl>
    <w:p w14:paraId="535259ED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8A5FD6" w:rsidRPr="008A5FD6" w14:paraId="3881E537" w14:textId="77777777" w:rsidTr="0043356F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AEE5" w14:textId="77777777" w:rsidR="00DA21F5" w:rsidRPr="008A5FD6" w:rsidRDefault="00DA21F5" w:rsidP="00DA21F5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39D8" w14:textId="7E3D632F" w:rsidR="00DA21F5" w:rsidRPr="008A5FD6" w:rsidRDefault="00DA21F5" w:rsidP="00FA6C06">
            <w:pPr>
              <w:jc w:val="center"/>
              <w:rPr>
                <w:rFonts w:cs="Arial"/>
                <w:szCs w:val="22"/>
              </w:rPr>
            </w:pPr>
            <w:r w:rsidRPr="008A5FD6">
              <w:rPr>
                <w:rFonts w:cs="Arial"/>
                <w:szCs w:val="22"/>
              </w:rPr>
              <w:t xml:space="preserve">Informacje o stronie postępowania w Polsce </w:t>
            </w:r>
            <w:r w:rsidR="00FA6C06" w:rsidRPr="00BC2B09">
              <w:rPr>
                <w:rFonts w:cs="Arial"/>
                <w:sz w:val="16"/>
                <w:szCs w:val="16"/>
              </w:rPr>
              <w:t>(upoważniony przedstawicie/importer/dystrybutor/instalator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 xml:space="preserve"> –  </w:t>
            </w:r>
            <w:r w:rsidR="00FA6C06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="00FA6C06"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="00FA6C06"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8A5FD6" w:rsidRPr="008A5FD6" w14:paraId="5A07C03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34F5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86B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8A5FD6" w:rsidRPr="008A5FD6" w14:paraId="129D546F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F95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713E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8A5FD6" w:rsidRPr="008A5FD6" w14:paraId="14F97950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CD1E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CB9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8A5FD6" w:rsidRPr="008A5FD6" w14:paraId="7888B29C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BF50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4452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8A5FD6" w:rsidRPr="008A5FD6" w14:paraId="01BF759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0D0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614C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8A5FD6" w:rsidRPr="008A5FD6" w14:paraId="70FD31A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87D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EB547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8A5FD6" w:rsidRPr="008A5FD6" w14:paraId="6104B18E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54E6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0C50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8A5FD6" w:rsidRPr="008A5FD6" w14:paraId="7336C2B6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7E03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025F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8A5FD6" w:rsidRPr="008A5FD6" w14:paraId="02F29875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B5E8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74D71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8A5FD6" w:rsidRPr="008A5FD6" w14:paraId="6B77FBED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8105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5F5B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8A5FD6" w:rsidRPr="008A5FD6" w14:paraId="3339304B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8931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5A54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DA21F5" w:rsidRPr="008A5FD6" w14:paraId="73954517" w14:textId="77777777" w:rsidTr="0043356F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76A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BA4FD" w14:textId="77777777" w:rsidR="00DA21F5" w:rsidRPr="008A5FD6" w:rsidRDefault="00DA21F5" w:rsidP="00DA21F5">
            <w:pPr>
              <w:jc w:val="left"/>
              <w:rPr>
                <w:rFonts w:cs="Arial"/>
                <w:sz w:val="16"/>
                <w:szCs w:val="16"/>
              </w:rPr>
            </w:pPr>
            <w:r w:rsidRPr="008A5FD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408872A0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4DA233EC" w14:textId="6AC790BA" w:rsidR="005E5624" w:rsidRPr="003847F6" w:rsidRDefault="005E5624" w:rsidP="005E5624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FB113B">
        <w:rPr>
          <w:rFonts w:cs="Arial"/>
          <w:snapToGrid w:val="0"/>
          <w:kern w:val="22"/>
        </w:rPr>
        <w:t>5a</w:t>
      </w:r>
      <w:r w:rsidRPr="003847F6">
        <w:rPr>
          <w:rFonts w:cs="Arial"/>
          <w:snapToGrid w:val="0"/>
          <w:kern w:val="22"/>
        </w:rPr>
        <w:t xml:space="preserve"> ustawy z dnia 13 kwietnia 2007 r. o Państwowej Inspekcji Pracy (Dz.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U. z </w:t>
      </w:r>
      <w:r w:rsidR="005C5205">
        <w:rPr>
          <w:rFonts w:cs="Arial"/>
          <w:snapToGrid w:val="0"/>
          <w:kern w:val="22"/>
        </w:rPr>
        <w:t>2017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r. poz.</w:t>
      </w:r>
      <w:r w:rsidR="00902667">
        <w:rPr>
          <w:rFonts w:cs="Arial"/>
          <w:snapToGrid w:val="0"/>
          <w:kern w:val="22"/>
        </w:rPr>
        <w:t> </w:t>
      </w:r>
      <w:r w:rsidR="005C5205">
        <w:rPr>
          <w:rFonts w:cs="Arial"/>
          <w:snapToGrid w:val="0"/>
          <w:kern w:val="22"/>
        </w:rPr>
        <w:t>78</w:t>
      </w:r>
      <w:r w:rsidR="00902667">
        <w:rPr>
          <w:rFonts w:cs="Arial"/>
          <w:snapToGrid w:val="0"/>
          <w:kern w:val="22"/>
        </w:rPr>
        <w:t>6</w:t>
      </w:r>
      <w:r w:rsidR="00810886">
        <w:rPr>
          <w:rFonts w:cs="Arial"/>
          <w:snapToGrid w:val="0"/>
          <w:kern w:val="22"/>
        </w:rPr>
        <w:t>, z późn. zm.</w:t>
      </w:r>
      <w:r w:rsidRPr="003847F6">
        <w:rPr>
          <w:rFonts w:cs="Arial"/>
          <w:snapToGrid w:val="0"/>
          <w:kern w:val="22"/>
        </w:rPr>
        <w:t>) oraz art. </w:t>
      </w:r>
      <w:r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Pr="00DD4593">
        <w:rPr>
          <w:rFonts w:cs="Arial"/>
          <w:kern w:val="22"/>
          <w:szCs w:val="22"/>
        </w:rPr>
        <w:t xml:space="preserve">ustawy z dnia </w:t>
      </w:r>
      <w:r>
        <w:rPr>
          <w:rFonts w:cs="Arial"/>
          <w:kern w:val="22"/>
          <w:szCs w:val="22"/>
        </w:rPr>
        <w:t>13 kwietnia 2016 r.</w:t>
      </w:r>
      <w:r w:rsidRPr="00DD4593">
        <w:rPr>
          <w:rFonts w:cs="Arial"/>
          <w:color w:val="000000"/>
          <w:kern w:val="22"/>
          <w:szCs w:val="22"/>
        </w:rPr>
        <w:t xml:space="preserve"> o system</w:t>
      </w:r>
      <w:r>
        <w:rPr>
          <w:rFonts w:cs="Arial"/>
          <w:color w:val="000000"/>
          <w:kern w:val="22"/>
          <w:szCs w:val="22"/>
        </w:rPr>
        <w:t xml:space="preserve">ach </w:t>
      </w:r>
      <w:r w:rsidRPr="00DD4593">
        <w:rPr>
          <w:rFonts w:cs="Arial"/>
          <w:color w:val="000000"/>
          <w:kern w:val="22"/>
          <w:szCs w:val="22"/>
        </w:rPr>
        <w:t>oceny zgodności</w:t>
      </w:r>
      <w:r>
        <w:rPr>
          <w:rFonts w:cs="Arial"/>
          <w:color w:val="000000"/>
          <w:kern w:val="22"/>
          <w:szCs w:val="22"/>
        </w:rPr>
        <w:t xml:space="preserve"> i nadzoru </w:t>
      </w:r>
      <w:r w:rsidRPr="00AD2B26">
        <w:rPr>
          <w:rFonts w:cs="Arial"/>
          <w:color w:val="000000"/>
          <w:kern w:val="22"/>
          <w:szCs w:val="22"/>
        </w:rPr>
        <w:t xml:space="preserve">rynku </w:t>
      </w:r>
      <w:r w:rsidR="001976AA">
        <w:rPr>
          <w:kern w:val="22"/>
          <w:szCs w:val="22"/>
        </w:rPr>
        <w:t>(Dz. U. z 2017 r. poz. 1398)</w:t>
      </w:r>
      <w:bookmarkStart w:id="0" w:name="_GoBack"/>
      <w:bookmarkEnd w:id="0"/>
      <w:r w:rsidRPr="00F4370D">
        <w:rPr>
          <w:rFonts w:cs="Arial"/>
          <w:snapToGrid w:val="0"/>
          <w:color w:val="000000" w:themeColor="text1"/>
          <w:kern w:val="22"/>
        </w:rPr>
        <w:t xml:space="preserve"> inspektor</w:t>
      </w:r>
      <w:r>
        <w:rPr>
          <w:rFonts w:cs="Arial"/>
          <w:snapToGrid w:val="0"/>
          <w:kern w:val="22"/>
        </w:rPr>
        <w:t xml:space="preserve"> pracy</w:t>
      </w:r>
      <w:r>
        <w:rPr>
          <w:rFonts w:cs="Arial"/>
          <w:snapToGrid w:val="0"/>
          <w:kern w:val="22"/>
          <w:sz w:val="18"/>
          <w:szCs w:val="18"/>
        </w:rPr>
        <w:t xml:space="preserve"> 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</w:t>
      </w:r>
      <w:r w:rsidR="00FB113B">
        <w:rPr>
          <w:rFonts w:cs="Arial"/>
          <w:snapToGrid w:val="0"/>
          <w:kern w:val="22"/>
          <w:sz w:val="18"/>
          <w:szCs w:val="18"/>
        </w:rPr>
        <w:t>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.............................................................</w:t>
      </w:r>
      <w:r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Pr="003847F6">
        <w:rPr>
          <w:rFonts w:cs="Arial"/>
          <w:snapToGrid w:val="0"/>
          <w:kern w:val="22"/>
          <w:szCs w:val="18"/>
        </w:rPr>
        <w:br/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        </w:t>
      </w:r>
      <w:r w:rsidR="00FA6C06">
        <w:rPr>
          <w:rFonts w:cs="Arial"/>
          <w:i/>
          <w:snapToGrid w:val="0"/>
          <w:kern w:val="22"/>
          <w:sz w:val="16"/>
          <w:szCs w:val="18"/>
        </w:rPr>
        <w:t>(stanowisko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62AECFB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Okręgowego Inspektoratu Pracy w................................................................ przeprowadził kontrolę wymienionego wyżej wyrobu w zakresie spełniania wymagań </w:t>
      </w:r>
      <w:r w:rsidR="00FB113B">
        <w:rPr>
          <w:rFonts w:cs="Arial"/>
          <w:snapToGrid w:val="0"/>
          <w:kern w:val="22"/>
          <w:szCs w:val="18"/>
        </w:rPr>
        <w:t>lub stwarzania zagrożenia</w:t>
      </w:r>
      <w:r w:rsidRPr="008A5FD6">
        <w:rPr>
          <w:rFonts w:cs="Arial"/>
          <w:snapToGrid w:val="0"/>
          <w:kern w:val="22"/>
          <w:szCs w:val="18"/>
        </w:rPr>
        <w:t>.</w:t>
      </w:r>
    </w:p>
    <w:p w14:paraId="6764217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07646E42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Nazwa pracodawcy (użytkownika):.....................................................................................................</w:t>
      </w:r>
    </w:p>
    <w:p w14:paraId="32E68AE8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Kod pocztowy: ……………… Miejscowość ……………………………… Poczta: …………………...</w:t>
      </w:r>
    </w:p>
    <w:p w14:paraId="516BB135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……………….……...</w:t>
      </w:r>
    </w:p>
    <w:p w14:paraId="2B7A30A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...................................... NIP: .....................................................</w:t>
      </w:r>
    </w:p>
    <w:p w14:paraId="09A9F7FA" w14:textId="77777777" w:rsidR="00DA21F5" w:rsidRPr="00763E43" w:rsidRDefault="00DA21F5" w:rsidP="00DA21F5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8A5FD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Pr="00763E43">
        <w:rPr>
          <w:rFonts w:cs="Arial"/>
          <w:snapToGrid w:val="0"/>
          <w:kern w:val="22"/>
          <w:szCs w:val="18"/>
          <w:lang w:val="en-US"/>
        </w:rPr>
        <w:t>Email:.....................................................</w:t>
      </w:r>
    </w:p>
    <w:p w14:paraId="589ADBD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Forma prawna: ………….. Forma własności: ………….. Pkd: …………….  Zatrudnienie: …………..</w:t>
      </w:r>
    </w:p>
    <w:p w14:paraId="47F13693" w14:textId="77777777" w:rsidR="00DA21F5" w:rsidRPr="008A5FD6" w:rsidRDefault="00DA21F5" w:rsidP="00DA21F5">
      <w:pPr>
        <w:widowControl w:val="0"/>
        <w:rPr>
          <w:rFonts w:cs="Arial"/>
          <w:b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>Kontrolę przeprowadzono w dniu(ach): ………………………………………..</w:t>
      </w:r>
    </w:p>
    <w:p w14:paraId="0BC79353" w14:textId="77777777" w:rsidR="00DA21F5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b/>
          <w:snapToGrid w:val="0"/>
        </w:rPr>
        <w:br w:type="page"/>
      </w:r>
      <w:r w:rsidR="00DA21F5" w:rsidRPr="008A5FD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14:paraId="026B9C8A" w14:textId="219C5C31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DA21F5" w:rsidRPr="008A5FD6">
        <w:rPr>
          <w:rFonts w:cs="Arial"/>
          <w:kern w:val="22"/>
          <w:szCs w:val="22"/>
        </w:rPr>
        <w:tab/>
        <w:t>opis wyrobu:</w:t>
      </w:r>
    </w:p>
    <w:p w14:paraId="7561154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8791E2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86B049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F25AC7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3576504" w14:textId="6289724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DA21F5" w:rsidRPr="008A5FD6">
        <w:rPr>
          <w:rFonts w:cs="Arial"/>
          <w:kern w:val="22"/>
          <w:szCs w:val="22"/>
        </w:rPr>
        <w:tab/>
        <w:t>opis opakowania wyrobu:</w:t>
      </w:r>
    </w:p>
    <w:p w14:paraId="7ACB4555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2FC9E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B60D49E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CC9925C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C00888C" w14:textId="5164A526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DA21F5" w:rsidRPr="008A5FD6">
        <w:rPr>
          <w:rFonts w:cs="Arial"/>
          <w:kern w:val="22"/>
          <w:szCs w:val="22"/>
        </w:rPr>
        <w:tab/>
        <w:t>informacje umieszczone na wyrobie:</w:t>
      </w:r>
    </w:p>
    <w:p w14:paraId="2B833462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37D5F0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B4728D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9B7C97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077FE0" w14:textId="01E1DD0D" w:rsidR="00DA21F5" w:rsidRPr="008A5FD6" w:rsidRDefault="00FF0129" w:rsidP="00DA21F5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DA21F5" w:rsidRPr="008A5FD6">
        <w:rPr>
          <w:rFonts w:cs="Arial"/>
          <w:kern w:val="22"/>
          <w:szCs w:val="22"/>
        </w:rPr>
        <w:tab/>
        <w:t>przeznaczenie wyrobu:</w:t>
      </w:r>
    </w:p>
    <w:p w14:paraId="56C1981A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BF51494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4236AA0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DBE557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9E0974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48198193" w14:textId="456B88A8" w:rsidR="00314311" w:rsidRPr="00F4370D" w:rsidRDefault="00DA21F5" w:rsidP="00314311">
      <w:pPr>
        <w:rPr>
          <w:rFonts w:cs="Arial"/>
          <w:strike/>
          <w:color w:val="000000" w:themeColor="text1"/>
          <w:kern w:val="22"/>
          <w:szCs w:val="22"/>
        </w:rPr>
      </w:pPr>
      <w:r w:rsidRPr="008A5FD6">
        <w:rPr>
          <w:rFonts w:cs="Arial"/>
          <w:kern w:val="22"/>
          <w:szCs w:val="22"/>
        </w:rPr>
        <w:t xml:space="preserve">2. </w:t>
      </w:r>
      <w:r w:rsidR="00A17D50">
        <w:rPr>
          <w:rFonts w:cs="Arial"/>
          <w:kern w:val="22"/>
          <w:szCs w:val="22"/>
        </w:rPr>
        <w:t>Uzyskane w toku kontroli lub prowadzonych</w:t>
      </w:r>
      <w:r w:rsidR="00FB113B">
        <w:rPr>
          <w:rFonts w:cs="Arial"/>
          <w:kern w:val="22"/>
          <w:szCs w:val="22"/>
        </w:rPr>
        <w:t xml:space="preserve"> postępowań</w:t>
      </w:r>
      <w:r w:rsidR="00A17D50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na konieczność usunięcia zagrożeń związanych z wyrobem. Organ nadzory rynku może ujawnić informacje, w tym objęte tajemnicą przedsiębiorstwa, oraz dowody uzyskane w toku kontroli </w:t>
      </w:r>
      <w:r w:rsidR="00FF0129">
        <w:rPr>
          <w:rFonts w:cs="Arial"/>
          <w:kern w:val="22"/>
          <w:szCs w:val="22"/>
        </w:rPr>
        <w:br/>
      </w:r>
      <w:r w:rsidR="00A17D50">
        <w:rPr>
          <w:rFonts w:cs="Arial"/>
          <w:kern w:val="22"/>
          <w:szCs w:val="22"/>
        </w:rPr>
        <w:t xml:space="preserve">lub prowadzonych postępowań w zakresie niezbędnym do wyjaśnienia podjętych w postępowaniu rozstrzygnięć </w:t>
      </w:r>
      <w:r w:rsidR="00314311">
        <w:rPr>
          <w:rFonts w:cs="Arial"/>
          <w:kern w:val="22"/>
          <w:szCs w:val="22"/>
        </w:rPr>
        <w:t>(</w:t>
      </w:r>
      <w:r w:rsidR="00314311" w:rsidRPr="008A5FD6">
        <w:rPr>
          <w:rFonts w:cs="Arial"/>
          <w:kern w:val="22"/>
          <w:szCs w:val="22"/>
        </w:rPr>
        <w:t>art. </w:t>
      </w:r>
      <w:r w:rsidR="00314311">
        <w:rPr>
          <w:rFonts w:cs="Arial"/>
          <w:kern w:val="22"/>
          <w:szCs w:val="22"/>
        </w:rPr>
        <w:t>68</w:t>
      </w:r>
      <w:r w:rsidR="00314311" w:rsidRPr="008A5FD6">
        <w:rPr>
          <w:rFonts w:cs="Arial"/>
          <w:kern w:val="22"/>
          <w:szCs w:val="22"/>
        </w:rPr>
        <w:t xml:space="preserve"> </w:t>
      </w:r>
      <w:r w:rsidR="00314311">
        <w:rPr>
          <w:rFonts w:cs="Arial"/>
          <w:kern w:val="22"/>
          <w:szCs w:val="22"/>
        </w:rPr>
        <w:t>ustawy z dnia 13 kwietnia 2016 r.</w:t>
      </w:r>
      <w:r w:rsidR="00314311">
        <w:rPr>
          <w:rFonts w:cs="Arial"/>
          <w:color w:val="000000"/>
          <w:kern w:val="22"/>
          <w:szCs w:val="22"/>
        </w:rPr>
        <w:t xml:space="preserve"> o systemach oceny zgodności i nadzoru rynk</w:t>
      </w:r>
      <w:r w:rsidR="00483F5C">
        <w:rPr>
          <w:rFonts w:cs="Arial"/>
          <w:color w:val="000000"/>
          <w:kern w:val="22"/>
          <w:szCs w:val="22"/>
        </w:rPr>
        <w:t>u</w:t>
      </w:r>
      <w:r w:rsidR="00314311" w:rsidRPr="00F4370D">
        <w:rPr>
          <w:rFonts w:cs="Arial"/>
          <w:color w:val="000000" w:themeColor="text1"/>
          <w:szCs w:val="22"/>
        </w:rPr>
        <w:t>)</w:t>
      </w:r>
      <w:r w:rsidR="00314311" w:rsidRPr="00F4370D">
        <w:rPr>
          <w:rFonts w:cs="Arial"/>
          <w:color w:val="000000" w:themeColor="text1"/>
          <w:kern w:val="22"/>
          <w:szCs w:val="22"/>
        </w:rPr>
        <w:t>.</w:t>
      </w:r>
    </w:p>
    <w:p w14:paraId="5148FAC4" w14:textId="77777777" w:rsidR="00A17D50" w:rsidRDefault="00A17D50" w:rsidP="00DA21F5">
      <w:pPr>
        <w:widowControl w:val="0"/>
        <w:rPr>
          <w:rFonts w:cs="Arial"/>
          <w:kern w:val="22"/>
          <w:szCs w:val="22"/>
        </w:rPr>
      </w:pPr>
    </w:p>
    <w:p w14:paraId="77C91A53" w14:textId="16AF3FB8" w:rsidR="001F00C8" w:rsidRPr="008A5FD6" w:rsidRDefault="001F00C8" w:rsidP="00DA21F5">
      <w:pPr>
        <w:widowControl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3. Ustalenia z kontroli (rodzaj i zakres niezgodności</w:t>
      </w:r>
      <w:r w:rsidR="006F61F5">
        <w:rPr>
          <w:rFonts w:cs="Arial"/>
          <w:kern w:val="22"/>
          <w:szCs w:val="22"/>
        </w:rPr>
        <w:t xml:space="preserve"> lub stwarzanego</w:t>
      </w:r>
      <w:r w:rsidR="00FB113B">
        <w:rPr>
          <w:rFonts w:cs="Arial"/>
          <w:kern w:val="22"/>
          <w:szCs w:val="22"/>
        </w:rPr>
        <w:t xml:space="preserve"> zagroże</w:t>
      </w:r>
      <w:r w:rsidR="006F61F5">
        <w:rPr>
          <w:rFonts w:cs="Arial"/>
          <w:kern w:val="22"/>
          <w:szCs w:val="22"/>
        </w:rPr>
        <w:t>nia</w:t>
      </w:r>
      <w:r w:rsidRPr="008A5FD6">
        <w:rPr>
          <w:rFonts w:cs="Arial"/>
          <w:kern w:val="22"/>
          <w:szCs w:val="22"/>
        </w:rPr>
        <w:t>)</w:t>
      </w:r>
      <w:r w:rsidR="00DA21F5" w:rsidRPr="008A5FD6">
        <w:rPr>
          <w:rFonts w:cs="Arial"/>
          <w:kern w:val="22"/>
          <w:szCs w:val="22"/>
        </w:rPr>
        <w:t>:</w:t>
      </w:r>
    </w:p>
    <w:p w14:paraId="7903DC48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426B95C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CA1B3FE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283129B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96D9D8C" w14:textId="77777777" w:rsidR="00DA21F5" w:rsidRPr="008A5FD6" w:rsidRDefault="00DA21F5" w:rsidP="00DA21F5">
      <w:pPr>
        <w:rPr>
          <w:rFonts w:cs="Arial"/>
          <w:b/>
          <w:kern w:val="22"/>
          <w:szCs w:val="22"/>
        </w:rPr>
      </w:pPr>
    </w:p>
    <w:p w14:paraId="5D41EA82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 Wypadki</w:t>
      </w:r>
    </w:p>
    <w:p w14:paraId="44CE7796" w14:textId="77777777" w:rsidR="00DA21F5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Czy stwierdzono wypad</w:t>
      </w:r>
      <w:r w:rsidR="00DA21F5" w:rsidRPr="008A5FD6">
        <w:rPr>
          <w:rFonts w:cs="Arial"/>
          <w:kern w:val="22"/>
          <w:szCs w:val="22"/>
        </w:rPr>
        <w:t>ki związane z używaniem wyrobu:</w:t>
      </w:r>
    </w:p>
    <w:p w14:paraId="3FCE80B8" w14:textId="60561724" w:rsidR="001F00C8" w:rsidRPr="008A5FD6" w:rsidRDefault="00AD6C89" w:rsidP="00AD6C89">
      <w:pPr>
        <w:jc w:val="left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 xml:space="preserve">              </w:t>
      </w:r>
      <w:r w:rsidR="00DA21F5" w:rsidRPr="008A5FD6">
        <w:rPr>
          <w:rFonts w:cs="Arial"/>
          <w:kern w:val="22"/>
          <w:szCs w:val="22"/>
        </w:rPr>
        <w:t>tak/</w:t>
      </w:r>
      <w:r w:rsidR="001F00C8" w:rsidRPr="008A5FD6">
        <w:rPr>
          <w:rFonts w:cs="Arial"/>
          <w:kern w:val="22"/>
          <w:szCs w:val="22"/>
        </w:rPr>
        <w:t>nie</w:t>
      </w:r>
      <w:r w:rsidR="001F00C8" w:rsidRPr="008A5FD6">
        <w:rPr>
          <w:rFonts w:cs="Arial"/>
          <w:kern w:val="22"/>
          <w:szCs w:val="22"/>
          <w:vertAlign w:val="superscript"/>
        </w:rPr>
        <w:t>(*)</w:t>
      </w:r>
    </w:p>
    <w:p w14:paraId="702CFAC4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089D2EF0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4.1. Opis stwierdzonych zagrożeń:</w:t>
      </w:r>
    </w:p>
    <w:p w14:paraId="111E58E0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44438E1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846EFB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46759D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EE211C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79791C1D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5. Rodzaj i opis działań naprawczych</w:t>
      </w:r>
    </w:p>
    <w:p w14:paraId="363888EF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1EA112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BA15803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7BA7089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67C24F1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23A1FE0E" w14:textId="77777777" w:rsidR="001F00C8" w:rsidRPr="008A5FD6" w:rsidRDefault="001F00C8" w:rsidP="00DA21F5">
      <w:pPr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6. Uwagi:</w:t>
      </w:r>
    </w:p>
    <w:p w14:paraId="189C2406" w14:textId="77777777" w:rsidR="00DA21F5" w:rsidRPr="008A5FD6" w:rsidRDefault="00DA21F5" w:rsidP="00DA21F5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91EB1DA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999D075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DF17A8" w14:textId="77777777" w:rsidR="00DA21F5" w:rsidRPr="008A5FD6" w:rsidRDefault="00DA21F5" w:rsidP="00DA21F5">
      <w:pPr>
        <w:keepNext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59B6B3D" w14:textId="77777777" w:rsidR="001F00C8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br w:type="page"/>
      </w:r>
    </w:p>
    <w:p w14:paraId="4CD8BC4C" w14:textId="77777777" w:rsidR="00DA21F5" w:rsidRPr="008A5FD6" w:rsidRDefault="00DA21F5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</w:p>
    <w:p w14:paraId="287917E2" w14:textId="2BC3B357" w:rsidR="00DA21F5" w:rsidRPr="008A5FD6" w:rsidRDefault="004715A9" w:rsidP="00DA21F5">
      <w:pPr>
        <w:autoSpaceDE w:val="0"/>
        <w:autoSpaceDN w:val="0"/>
        <w:adjustRightInd w:val="0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Kontrolowanego p</w:t>
      </w:r>
      <w:r w:rsidR="001F00C8" w:rsidRPr="008A5FD6">
        <w:rPr>
          <w:rFonts w:cs="Arial"/>
          <w:kern w:val="22"/>
          <w:szCs w:val="22"/>
        </w:rPr>
        <w:t xml:space="preserve">oinformowano, że jeżeli nie </w:t>
      </w:r>
      <w:r w:rsidR="0003335F">
        <w:rPr>
          <w:rFonts w:cs="Arial"/>
          <w:kern w:val="22"/>
          <w:szCs w:val="22"/>
        </w:rPr>
        <w:t>udziela informacji lub nie współpracuje</w:t>
      </w:r>
      <w:r w:rsidR="001F00C8" w:rsidRPr="008A5FD6">
        <w:rPr>
          <w:rFonts w:cs="Arial"/>
          <w:kern w:val="22"/>
          <w:szCs w:val="22"/>
        </w:rPr>
        <w:t xml:space="preserve"> w toku kontroli</w:t>
      </w:r>
      <w:r w:rsidR="0003335F">
        <w:rPr>
          <w:rFonts w:cs="Arial"/>
          <w:kern w:val="22"/>
          <w:szCs w:val="22"/>
        </w:rPr>
        <w:t>,</w:t>
      </w:r>
      <w:r w:rsidR="001F00C8" w:rsidRPr="008A5FD6">
        <w:rPr>
          <w:rFonts w:cs="Arial"/>
          <w:kern w:val="22"/>
          <w:szCs w:val="22"/>
        </w:rPr>
        <w:t xml:space="preserve"> to ustaleń dokonuje się na podstawie dowodów, danych lub informacji dostępnych org</w:t>
      </w:r>
      <w:r w:rsidR="00DA21F5" w:rsidRPr="008A5FD6">
        <w:rPr>
          <w:rFonts w:cs="Arial"/>
          <w:kern w:val="22"/>
          <w:szCs w:val="22"/>
        </w:rPr>
        <w:t xml:space="preserve">anowi </w:t>
      </w:r>
      <w:r w:rsidR="00754540">
        <w:rPr>
          <w:rFonts w:cs="Arial"/>
          <w:kern w:val="22"/>
          <w:szCs w:val="22"/>
        </w:rPr>
        <w:t>nadzoru rynku</w:t>
      </w:r>
      <w:r w:rsidR="00DA21F5" w:rsidRPr="008A5FD6">
        <w:rPr>
          <w:rFonts w:cs="Arial"/>
          <w:kern w:val="22"/>
          <w:szCs w:val="22"/>
        </w:rPr>
        <w:t>, który </w:t>
      </w:r>
      <w:r w:rsidR="00913811">
        <w:rPr>
          <w:rFonts w:cs="Arial"/>
          <w:kern w:val="22"/>
          <w:szCs w:val="22"/>
        </w:rPr>
        <w:t>przeprowadza kontrolę</w:t>
      </w:r>
      <w:r w:rsidR="001F00C8" w:rsidRPr="008A5FD6">
        <w:rPr>
          <w:rFonts w:cs="Arial"/>
          <w:kern w:val="22"/>
          <w:szCs w:val="22"/>
        </w:rPr>
        <w:t xml:space="preserve"> </w:t>
      </w:r>
      <w:r w:rsidR="00344E6C">
        <w:rPr>
          <w:rFonts w:cs="Arial"/>
          <w:kern w:val="22"/>
          <w:szCs w:val="22"/>
        </w:rPr>
        <w:t>(</w:t>
      </w:r>
      <w:r w:rsidR="001F00C8" w:rsidRPr="008A5FD6">
        <w:rPr>
          <w:rFonts w:cs="Arial"/>
          <w:kern w:val="22"/>
          <w:szCs w:val="22"/>
        </w:rPr>
        <w:t>art. </w:t>
      </w:r>
      <w:r w:rsidR="0003335F">
        <w:rPr>
          <w:rFonts w:cs="Arial"/>
          <w:kern w:val="22"/>
          <w:szCs w:val="22"/>
        </w:rPr>
        <w:t>67</w:t>
      </w:r>
      <w:r w:rsidR="001F00C8" w:rsidRPr="008A5FD6">
        <w:rPr>
          <w:rFonts w:cs="Arial"/>
          <w:kern w:val="22"/>
          <w:szCs w:val="22"/>
        </w:rPr>
        <w:t xml:space="preserve"> ustawy </w:t>
      </w:r>
      <w:r w:rsidR="00FF0129">
        <w:rPr>
          <w:rFonts w:cs="Arial"/>
          <w:kern w:val="22"/>
          <w:szCs w:val="22"/>
        </w:rPr>
        <w:t>z dnia 13 kwietnia 2016 r.</w:t>
      </w:r>
      <w:r w:rsidR="00FF0129">
        <w:rPr>
          <w:rFonts w:cs="Arial"/>
          <w:color w:val="000000"/>
          <w:kern w:val="22"/>
          <w:szCs w:val="22"/>
        </w:rPr>
        <w:t xml:space="preserve"> </w:t>
      </w:r>
      <w:r w:rsidR="00483F5C">
        <w:rPr>
          <w:rFonts w:cs="Arial"/>
          <w:color w:val="000000"/>
          <w:kern w:val="22"/>
          <w:szCs w:val="22"/>
        </w:rPr>
        <w:br/>
      </w:r>
      <w:r w:rsidR="001F00C8" w:rsidRPr="008A5FD6">
        <w:rPr>
          <w:rFonts w:cs="Arial"/>
          <w:kern w:val="22"/>
          <w:szCs w:val="22"/>
        </w:rPr>
        <w:t>o system</w:t>
      </w:r>
      <w:r w:rsidR="0003335F">
        <w:rPr>
          <w:rFonts w:cs="Arial"/>
          <w:kern w:val="22"/>
          <w:szCs w:val="22"/>
        </w:rPr>
        <w:t xml:space="preserve">ach </w:t>
      </w:r>
      <w:r w:rsidR="001F00C8" w:rsidRPr="008A5FD6">
        <w:rPr>
          <w:rFonts w:cs="Arial"/>
          <w:kern w:val="22"/>
          <w:szCs w:val="22"/>
        </w:rPr>
        <w:t>oceny zgodności</w:t>
      </w:r>
      <w:r w:rsidR="0003335F">
        <w:rPr>
          <w:rFonts w:cs="Arial"/>
          <w:kern w:val="22"/>
          <w:szCs w:val="22"/>
        </w:rPr>
        <w:t xml:space="preserve"> i nadzoru rynku</w:t>
      </w:r>
      <w:r w:rsidR="00344E6C">
        <w:rPr>
          <w:rFonts w:cs="Arial"/>
          <w:kern w:val="22"/>
          <w:szCs w:val="22"/>
        </w:rPr>
        <w:t>)</w:t>
      </w:r>
      <w:r w:rsidR="001F00C8" w:rsidRPr="008A5FD6">
        <w:rPr>
          <w:rFonts w:cs="Arial"/>
          <w:kern w:val="22"/>
          <w:szCs w:val="22"/>
        </w:rPr>
        <w:t>.</w:t>
      </w:r>
    </w:p>
    <w:p w14:paraId="4895FFC2" w14:textId="77777777" w:rsidR="001F00C8" w:rsidRPr="008A5FD6" w:rsidRDefault="001F00C8" w:rsidP="00DA21F5">
      <w:pPr>
        <w:rPr>
          <w:rFonts w:cs="Arial"/>
          <w:kern w:val="22"/>
          <w:szCs w:val="22"/>
        </w:rPr>
      </w:pPr>
    </w:p>
    <w:p w14:paraId="3D819A55" w14:textId="15A08F28" w:rsidR="001F00C8" w:rsidRPr="008A5FD6" w:rsidRDefault="001F00C8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7. Do protokołu dołącza się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>……</w:t>
      </w:r>
      <w:r w:rsidR="00763E43">
        <w:rPr>
          <w:rFonts w:cs="Arial"/>
          <w:snapToGrid w:val="0"/>
          <w:kern w:val="22"/>
          <w:szCs w:val="22"/>
        </w:rPr>
        <w:t xml:space="preserve"> </w:t>
      </w:r>
      <w:r w:rsidR="00C15722" w:rsidRPr="008A5FD6">
        <w:rPr>
          <w:rFonts w:cs="Arial"/>
          <w:snapToGrid w:val="0"/>
          <w:kern w:val="22"/>
          <w:szCs w:val="22"/>
        </w:rPr>
        <w:t xml:space="preserve">załączników stanowiących </w:t>
      </w:r>
      <w:r w:rsidR="00FF0129">
        <w:rPr>
          <w:rFonts w:cs="Arial"/>
          <w:snapToGrid w:val="0"/>
          <w:kern w:val="22"/>
          <w:szCs w:val="22"/>
        </w:rPr>
        <w:t>integraln</w:t>
      </w:r>
      <w:r w:rsidR="00C15722" w:rsidRPr="008A5FD6">
        <w:rPr>
          <w:rFonts w:cs="Arial"/>
          <w:snapToGrid w:val="0"/>
          <w:kern w:val="22"/>
          <w:szCs w:val="22"/>
        </w:rPr>
        <w:t xml:space="preserve">ą </w:t>
      </w:r>
      <w:r w:rsidRPr="008A5FD6">
        <w:rPr>
          <w:rFonts w:cs="Arial"/>
          <w:snapToGrid w:val="0"/>
          <w:kern w:val="22"/>
          <w:szCs w:val="22"/>
        </w:rPr>
        <w:t>część</w:t>
      </w:r>
      <w:r w:rsidR="00C15722" w:rsidRPr="008A5FD6">
        <w:rPr>
          <w:rFonts w:cs="Arial"/>
          <w:snapToGrid w:val="0"/>
          <w:kern w:val="22"/>
          <w:szCs w:val="22"/>
        </w:rPr>
        <w:t xml:space="preserve"> protokołu</w:t>
      </w:r>
      <w:r w:rsidRPr="008A5FD6">
        <w:rPr>
          <w:rFonts w:cs="Arial"/>
          <w:snapToGrid w:val="0"/>
          <w:kern w:val="22"/>
          <w:szCs w:val="22"/>
        </w:rPr>
        <w:t>:</w:t>
      </w:r>
    </w:p>
    <w:p w14:paraId="300A7517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1) ……………………………………………</w:t>
      </w:r>
    </w:p>
    <w:p w14:paraId="12415DF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2) ……………………………………………</w:t>
      </w:r>
    </w:p>
    <w:p w14:paraId="70BF9211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3) ……………………………………………</w:t>
      </w:r>
    </w:p>
    <w:p w14:paraId="00538A3E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FEB2DF0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1C4E199F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  <w:r w:rsidRPr="008A5FD6">
        <w:rPr>
          <w:rFonts w:cs="Arial"/>
          <w:snapToGrid w:val="0"/>
          <w:kern w:val="22"/>
          <w:szCs w:val="22"/>
        </w:rPr>
        <w:t>Na tym protokół zakończono.</w:t>
      </w:r>
    </w:p>
    <w:p w14:paraId="7B39AAEC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22"/>
        </w:rPr>
      </w:pPr>
    </w:p>
    <w:p w14:paraId="6E5F087B" w14:textId="77777777" w:rsidR="00DA21F5" w:rsidRPr="008A5FD6" w:rsidRDefault="00DA21F5" w:rsidP="00DA21F5">
      <w:pPr>
        <w:widowControl w:val="0"/>
        <w:rPr>
          <w:rFonts w:cs="Arial"/>
          <w:snapToGrid w:val="0"/>
          <w:kern w:val="22"/>
          <w:szCs w:val="18"/>
        </w:rPr>
      </w:pPr>
      <w:r w:rsidRPr="008A5FD6">
        <w:rPr>
          <w:rFonts w:cs="Arial"/>
          <w:snapToGrid w:val="0"/>
          <w:kern w:val="22"/>
          <w:szCs w:val="18"/>
        </w:rPr>
        <w:t xml:space="preserve">…….……………................, dnia </w:t>
      </w:r>
      <w:r w:rsidRPr="008A5FD6">
        <w:rPr>
          <w:rFonts w:cs="Arial"/>
          <w:snapToGrid w:val="0"/>
          <w:kern w:val="22"/>
        </w:rPr>
        <w:t>_ _. _ _. _ _ _ _ r.</w:t>
      </w:r>
    </w:p>
    <w:p w14:paraId="4ED5547D" w14:textId="77777777" w:rsidR="00DA21F5" w:rsidRPr="008A5FD6" w:rsidRDefault="00DA21F5" w:rsidP="00DA21F5">
      <w:pPr>
        <w:ind w:firstLine="142"/>
        <w:rPr>
          <w:rFonts w:cs="Arial"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</w:rPr>
        <w:t>(miejscowość)</w:t>
      </w:r>
    </w:p>
    <w:p w14:paraId="69171859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360DFF7A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520EA96F" w14:textId="77777777" w:rsidR="00DA21F5" w:rsidRPr="008A5FD6" w:rsidRDefault="00DA21F5" w:rsidP="00DA21F5">
      <w:pPr>
        <w:rPr>
          <w:rFonts w:cs="Arial"/>
          <w:kern w:val="22"/>
          <w:szCs w:val="22"/>
        </w:rPr>
      </w:pPr>
    </w:p>
    <w:p w14:paraId="1786F76B" w14:textId="77777777" w:rsidR="00DA21F5" w:rsidRPr="008A5FD6" w:rsidRDefault="00DA21F5" w:rsidP="00DA21F5">
      <w:pPr>
        <w:jc w:val="right"/>
        <w:rPr>
          <w:rFonts w:cs="Arial"/>
          <w:kern w:val="22"/>
          <w:szCs w:val="22"/>
        </w:rPr>
      </w:pPr>
      <w:r w:rsidRPr="008A5FD6">
        <w:rPr>
          <w:rFonts w:cs="Arial"/>
          <w:kern w:val="22"/>
          <w:szCs w:val="22"/>
        </w:rPr>
        <w:t>...................................................................</w:t>
      </w:r>
    </w:p>
    <w:p w14:paraId="2FCE9385" w14:textId="77777777" w:rsidR="00DA21F5" w:rsidRPr="008A5FD6" w:rsidRDefault="00DA21F5" w:rsidP="00DA21F5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i/>
          <w:kern w:val="22"/>
          <w:sz w:val="16"/>
          <w:szCs w:val="16"/>
        </w:rPr>
        <w:t>(podpis i pieczęć inspektora pracy)</w:t>
      </w:r>
    </w:p>
    <w:p w14:paraId="7D74FBBB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0BEA33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32D193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D1F8A32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E056387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1FC7F0D6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546EFD76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40FE68CA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7B06EDD0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53DE3BFF" w14:textId="77777777" w:rsidR="00450664" w:rsidRDefault="00450664" w:rsidP="00DA21F5">
      <w:pPr>
        <w:rPr>
          <w:rFonts w:cs="Arial"/>
          <w:kern w:val="22"/>
          <w:sz w:val="16"/>
          <w:szCs w:val="16"/>
          <w:vertAlign w:val="superscript"/>
        </w:rPr>
      </w:pPr>
    </w:p>
    <w:p w14:paraId="22FE3261" w14:textId="132BA05B" w:rsidR="00DA21F5" w:rsidRPr="008A5FD6" w:rsidRDefault="00DA21F5" w:rsidP="00DA21F5">
      <w:pPr>
        <w:rPr>
          <w:rFonts w:cs="Arial"/>
          <w:i/>
          <w:kern w:val="22"/>
          <w:sz w:val="16"/>
          <w:szCs w:val="16"/>
        </w:rPr>
      </w:pPr>
      <w:r w:rsidRPr="008A5FD6">
        <w:rPr>
          <w:rFonts w:cs="Arial"/>
          <w:kern w:val="22"/>
          <w:sz w:val="16"/>
          <w:szCs w:val="16"/>
          <w:vertAlign w:val="superscript"/>
        </w:rPr>
        <w:t>(*)</w:t>
      </w:r>
      <w:r w:rsidRPr="008A5FD6">
        <w:rPr>
          <w:rFonts w:cs="Arial"/>
          <w:kern w:val="22"/>
          <w:sz w:val="16"/>
          <w:szCs w:val="16"/>
        </w:rPr>
        <w:t xml:space="preserve"> - </w:t>
      </w:r>
      <w:r w:rsidR="00450664">
        <w:rPr>
          <w:rFonts w:cs="Arial"/>
          <w:kern w:val="22"/>
          <w:sz w:val="16"/>
          <w:szCs w:val="16"/>
        </w:rPr>
        <w:t>wybrać właściwe i niepotrzebne skreślić</w:t>
      </w:r>
    </w:p>
    <w:sectPr w:rsidR="00DA21F5" w:rsidRPr="008A5FD6" w:rsidSect="00DA21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D3BEC" w14:textId="77777777" w:rsidR="00ED465D" w:rsidRDefault="00ED465D">
      <w:r>
        <w:separator/>
      </w:r>
    </w:p>
  </w:endnote>
  <w:endnote w:type="continuationSeparator" w:id="0">
    <w:p w14:paraId="53F4A089" w14:textId="77777777" w:rsidR="00ED465D" w:rsidRDefault="00ED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B69AE" w14:textId="77777777" w:rsidR="001F00C8" w:rsidRDefault="002D17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00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00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C22740" w14:textId="77777777" w:rsidR="001F00C8" w:rsidRDefault="001F00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6136" w14:textId="7E766E97" w:rsidR="001F00C8" w:rsidRPr="00E8245D" w:rsidRDefault="002D177E" w:rsidP="00E8245D">
    <w:pPr>
      <w:pStyle w:val="Stopka"/>
      <w:framePr w:wrap="around" w:vAnchor="text" w:hAnchor="page" w:x="10861" w:y="20"/>
      <w:rPr>
        <w:rStyle w:val="Numerstrony"/>
        <w:szCs w:val="16"/>
      </w:rPr>
    </w:pPr>
    <w:r w:rsidRPr="00E8245D">
      <w:rPr>
        <w:rStyle w:val="Numerstrony"/>
        <w:szCs w:val="16"/>
      </w:rPr>
      <w:fldChar w:fldCharType="begin"/>
    </w:r>
    <w:r w:rsidR="001F00C8" w:rsidRPr="00E8245D">
      <w:rPr>
        <w:rStyle w:val="Numerstrony"/>
        <w:szCs w:val="16"/>
      </w:rPr>
      <w:instrText xml:space="preserve">PAGE  </w:instrText>
    </w:r>
    <w:r w:rsidRPr="00E8245D">
      <w:rPr>
        <w:rStyle w:val="Numerstrony"/>
        <w:szCs w:val="16"/>
      </w:rPr>
      <w:fldChar w:fldCharType="separate"/>
    </w:r>
    <w:r w:rsidR="001976AA">
      <w:rPr>
        <w:rStyle w:val="Numerstrony"/>
        <w:noProof/>
        <w:szCs w:val="16"/>
      </w:rPr>
      <w:t>1</w:t>
    </w:r>
    <w:r w:rsidRPr="00E8245D">
      <w:rPr>
        <w:rStyle w:val="Numerstrony"/>
        <w:szCs w:val="16"/>
      </w:rPr>
      <w:fldChar w:fldCharType="end"/>
    </w:r>
  </w:p>
  <w:p w14:paraId="0128471D" w14:textId="4CD9FA66" w:rsidR="00DA21F5" w:rsidRPr="00DA21F5" w:rsidRDefault="0048051F" w:rsidP="00DA21F5">
    <w:pPr>
      <w:pStyle w:val="Tekstpodstawowywcity"/>
      <w:tabs>
        <w:tab w:val="left" w:pos="0"/>
      </w:tabs>
      <w:ind w:firstLine="0"/>
      <w:jc w:val="left"/>
      <w:rPr>
        <w:sz w:val="16"/>
        <w:szCs w:val="16"/>
      </w:rPr>
    </w:pPr>
    <w:r>
      <w:rPr>
        <w:sz w:val="16"/>
        <w:szCs w:val="16"/>
      </w:rPr>
      <w:t>11</w:t>
    </w:r>
    <w:r w:rsidR="00316994">
      <w:rPr>
        <w:sz w:val="16"/>
        <w:szCs w:val="16"/>
      </w:rPr>
      <w:t xml:space="preserve">.11 </w:t>
    </w:r>
    <w:r w:rsidR="00C20CFD">
      <w:rPr>
        <w:sz w:val="16"/>
        <w:szCs w:val="16"/>
      </w:rPr>
      <w:t>–</w:t>
    </w:r>
    <w:r w:rsidR="00A34AAC">
      <w:rPr>
        <w:sz w:val="16"/>
        <w:szCs w:val="16"/>
      </w:rPr>
      <w:t xml:space="preserve"> </w:t>
    </w:r>
    <w:r w:rsidR="001F00C8" w:rsidRPr="00DA21F5">
      <w:rPr>
        <w:sz w:val="16"/>
        <w:szCs w:val="16"/>
      </w:rPr>
      <w:t>Protokół kontroli wyrobu niespełniającego wymagań</w:t>
    </w:r>
    <w:r w:rsidR="00FB113B">
      <w:rPr>
        <w:sz w:val="16"/>
        <w:szCs w:val="16"/>
      </w:rPr>
      <w:t xml:space="preserve"> lub stwarzającego zagrożenie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59849" w14:textId="77777777" w:rsidR="00C20CFD" w:rsidRDefault="00C20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1AD55" w14:textId="77777777" w:rsidR="00ED465D" w:rsidRDefault="00ED465D">
      <w:r>
        <w:separator/>
      </w:r>
    </w:p>
  </w:footnote>
  <w:footnote w:type="continuationSeparator" w:id="0">
    <w:p w14:paraId="230C2970" w14:textId="77777777" w:rsidR="00ED465D" w:rsidRDefault="00ED4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F216E" w14:textId="77777777" w:rsidR="00C20CFD" w:rsidRDefault="00C20C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A4272" w14:textId="77777777" w:rsidR="00C20CFD" w:rsidRDefault="00C20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7D904" w14:textId="77777777" w:rsidR="00C20CFD" w:rsidRDefault="00C20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87A"/>
    <w:rsid w:val="000215D9"/>
    <w:rsid w:val="0003335F"/>
    <w:rsid w:val="00074B28"/>
    <w:rsid w:val="000B4A42"/>
    <w:rsid w:val="00180539"/>
    <w:rsid w:val="00181EDF"/>
    <w:rsid w:val="001973EE"/>
    <w:rsid w:val="001976AA"/>
    <w:rsid w:val="001A417E"/>
    <w:rsid w:val="001A4F67"/>
    <w:rsid w:val="001F00C8"/>
    <w:rsid w:val="0022672B"/>
    <w:rsid w:val="00260D83"/>
    <w:rsid w:val="00274F15"/>
    <w:rsid w:val="00275454"/>
    <w:rsid w:val="002C2C79"/>
    <w:rsid w:val="002D177E"/>
    <w:rsid w:val="002E3362"/>
    <w:rsid w:val="0030783E"/>
    <w:rsid w:val="00314311"/>
    <w:rsid w:val="00316994"/>
    <w:rsid w:val="00325FE3"/>
    <w:rsid w:val="00331D25"/>
    <w:rsid w:val="00344E6C"/>
    <w:rsid w:val="00365948"/>
    <w:rsid w:val="003B1902"/>
    <w:rsid w:val="003D2ADB"/>
    <w:rsid w:val="003E7C8C"/>
    <w:rsid w:val="0040773C"/>
    <w:rsid w:val="00450664"/>
    <w:rsid w:val="00466DC8"/>
    <w:rsid w:val="004715A9"/>
    <w:rsid w:val="0048051F"/>
    <w:rsid w:val="00483F5C"/>
    <w:rsid w:val="00496CE1"/>
    <w:rsid w:val="005C5205"/>
    <w:rsid w:val="005C5734"/>
    <w:rsid w:val="005D4EA9"/>
    <w:rsid w:val="005E5624"/>
    <w:rsid w:val="00610208"/>
    <w:rsid w:val="006360F4"/>
    <w:rsid w:val="006D5105"/>
    <w:rsid w:val="006F52C7"/>
    <w:rsid w:val="006F61F5"/>
    <w:rsid w:val="00701B98"/>
    <w:rsid w:val="00747B5F"/>
    <w:rsid w:val="00754540"/>
    <w:rsid w:val="00755CFC"/>
    <w:rsid w:val="00763E43"/>
    <w:rsid w:val="0078262E"/>
    <w:rsid w:val="0078796D"/>
    <w:rsid w:val="007F08A1"/>
    <w:rsid w:val="00810886"/>
    <w:rsid w:val="0083287A"/>
    <w:rsid w:val="00870F44"/>
    <w:rsid w:val="00876E50"/>
    <w:rsid w:val="008A5FD6"/>
    <w:rsid w:val="008C724D"/>
    <w:rsid w:val="008D1298"/>
    <w:rsid w:val="00902667"/>
    <w:rsid w:val="00913811"/>
    <w:rsid w:val="00917DC3"/>
    <w:rsid w:val="0092790D"/>
    <w:rsid w:val="00950519"/>
    <w:rsid w:val="00983758"/>
    <w:rsid w:val="009C1D0C"/>
    <w:rsid w:val="009F52EA"/>
    <w:rsid w:val="009F5B45"/>
    <w:rsid w:val="00A17D50"/>
    <w:rsid w:val="00A34AAC"/>
    <w:rsid w:val="00AD3793"/>
    <w:rsid w:val="00AD3C9C"/>
    <w:rsid w:val="00AD6C89"/>
    <w:rsid w:val="00B3307A"/>
    <w:rsid w:val="00B3635D"/>
    <w:rsid w:val="00B9150E"/>
    <w:rsid w:val="00BC2CA3"/>
    <w:rsid w:val="00BC6597"/>
    <w:rsid w:val="00C075F4"/>
    <w:rsid w:val="00C15722"/>
    <w:rsid w:val="00C20CFD"/>
    <w:rsid w:val="00C6141A"/>
    <w:rsid w:val="00C63DB0"/>
    <w:rsid w:val="00CC4ABB"/>
    <w:rsid w:val="00CC7697"/>
    <w:rsid w:val="00CD1231"/>
    <w:rsid w:val="00CE1C3F"/>
    <w:rsid w:val="00CE581C"/>
    <w:rsid w:val="00CE6CFA"/>
    <w:rsid w:val="00D03EA0"/>
    <w:rsid w:val="00D736E7"/>
    <w:rsid w:val="00DA21F5"/>
    <w:rsid w:val="00DC067A"/>
    <w:rsid w:val="00DD766C"/>
    <w:rsid w:val="00E37A86"/>
    <w:rsid w:val="00E52277"/>
    <w:rsid w:val="00E56AA2"/>
    <w:rsid w:val="00E628D0"/>
    <w:rsid w:val="00E8245D"/>
    <w:rsid w:val="00EC6E8F"/>
    <w:rsid w:val="00ED465D"/>
    <w:rsid w:val="00ED7AEB"/>
    <w:rsid w:val="00EF2DEF"/>
    <w:rsid w:val="00F110D5"/>
    <w:rsid w:val="00F4370D"/>
    <w:rsid w:val="00F64C57"/>
    <w:rsid w:val="00FA6C06"/>
    <w:rsid w:val="00FB113B"/>
    <w:rsid w:val="00FF0129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13CC3"/>
  <w15:docId w15:val="{EB37B6E2-0A65-4F10-BA0D-B958CF6D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A86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177E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2D177E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2D177E"/>
    <w:pPr>
      <w:keepNext/>
      <w:widowControl w:val="0"/>
      <w:jc w:val="center"/>
      <w:outlineLvl w:val="2"/>
    </w:pPr>
    <w:rPr>
      <w:rFonts w:ascii="Times New Roman" w:hAnsi="Times New Roman"/>
      <w:b/>
      <w:snapToGrid w:val="0"/>
      <w:color w:val="000000"/>
      <w:spacing w:val="20"/>
      <w:szCs w:val="22"/>
    </w:rPr>
  </w:style>
  <w:style w:type="paragraph" w:styleId="Nagwek4">
    <w:name w:val="heading 4"/>
    <w:basedOn w:val="Normalny"/>
    <w:next w:val="Normalny"/>
    <w:qFormat/>
    <w:rsid w:val="002D177E"/>
    <w:pPr>
      <w:keepNext/>
      <w:widowControl w:val="0"/>
      <w:jc w:val="center"/>
      <w:outlineLvl w:val="3"/>
    </w:pPr>
    <w:rPr>
      <w:rFonts w:ascii="Times New Roman" w:hAnsi="Times New Roman"/>
      <w:b/>
      <w:i/>
      <w:snapToGrid w:val="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D177E"/>
  </w:style>
  <w:style w:type="paragraph" w:customStyle="1" w:styleId="Trescpunktu">
    <w:name w:val="Tresc punktu"/>
    <w:basedOn w:val="Normalny"/>
    <w:rsid w:val="00E37A86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E37A86"/>
    <w:pPr>
      <w:ind w:left="851" w:hanging="851"/>
    </w:pPr>
  </w:style>
  <w:style w:type="paragraph" w:customStyle="1" w:styleId="Adresatdokumentu">
    <w:name w:val="Adresat dokumentu"/>
    <w:basedOn w:val="Normalny"/>
    <w:rsid w:val="00E37A86"/>
    <w:pPr>
      <w:ind w:left="5103"/>
    </w:pPr>
    <w:rPr>
      <w:b/>
    </w:rPr>
  </w:style>
  <w:style w:type="paragraph" w:customStyle="1" w:styleId="Kod">
    <w:name w:val="Kod"/>
    <w:next w:val="Normalny"/>
    <w:rsid w:val="00E37A86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E37A86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E37A86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E37A86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2D177E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2D177E"/>
    <w:pPr>
      <w:ind w:firstLine="431"/>
    </w:pPr>
    <w:rPr>
      <w:i/>
      <w:sz w:val="20"/>
    </w:rPr>
  </w:style>
  <w:style w:type="paragraph" w:styleId="Tekstpodstawowy2">
    <w:name w:val="Body Text 2"/>
    <w:basedOn w:val="Normalny"/>
    <w:semiHidden/>
    <w:rsid w:val="002D177E"/>
    <w:pPr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styleId="Nagwek">
    <w:name w:val="header"/>
    <w:basedOn w:val="Normalny"/>
    <w:semiHidden/>
    <w:rsid w:val="002D177E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2D177E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2D177E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2D177E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A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A4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23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23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23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06E8-716D-4197-AF01-AD5C3D418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32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25</cp:revision>
  <cp:lastPrinted>2017-04-13T08:50:00Z</cp:lastPrinted>
  <dcterms:created xsi:type="dcterms:W3CDTF">2016-11-14T07:49:00Z</dcterms:created>
  <dcterms:modified xsi:type="dcterms:W3CDTF">2017-07-26T07:26:00Z</dcterms:modified>
</cp:coreProperties>
</file>