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434777" w:rsidRPr="0086305F" w:rsidRDefault="00434777" w:rsidP="004633D0">
      <w:pPr>
        <w:rPr>
          <w:rFonts w:asciiTheme="minorHAnsi" w:hAnsiTheme="minorHAnsi" w:cstheme="minorHAnsi"/>
          <w:sz w:val="20"/>
          <w:szCs w:val="20"/>
        </w:rPr>
      </w:pPr>
    </w:p>
    <w:p w:rsidR="000A71A0" w:rsidRPr="0086305F" w:rsidRDefault="000A71A0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305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86305F" w:rsidRDefault="00434777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0A71A0" w:rsidRPr="00434777" w:rsidRDefault="00434777" w:rsidP="0043477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3477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Sekretarz Komitetu Rady Ministrów do spraw Cyfryzacji</w:t>
      </w:r>
    </w:p>
    <w:p w:rsid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434777" w:rsidP="00434777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434777">
        <w:rPr>
          <w:rFonts w:asciiTheme="minorHAnsi" w:hAnsiTheme="minorHAnsi" w:cstheme="minorHAnsi"/>
          <w:i/>
          <w:sz w:val="22"/>
          <w:szCs w:val="22"/>
        </w:rPr>
        <w:t xml:space="preserve">Szanowny Panie Sekretarzu, </w:t>
      </w:r>
    </w:p>
    <w:p w:rsidR="00434777" w:rsidRDefault="00434777" w:rsidP="00434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34777" w:rsidRPr="00434777" w:rsidRDefault="00434777" w:rsidP="00434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34777" w:rsidRDefault="002F3B16" w:rsidP="0043477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</w:t>
      </w:r>
      <w:r w:rsidR="005217D5">
        <w:rPr>
          <w:rFonts w:asciiTheme="minorHAnsi" w:hAnsiTheme="minorHAnsi" w:cstheme="minorHAnsi"/>
          <w:sz w:val="22"/>
          <w:szCs w:val="22"/>
        </w:rPr>
        <w:t>r</w:t>
      </w:r>
      <w:r w:rsidR="00434777" w:rsidRPr="00434777">
        <w:rPr>
          <w:rFonts w:asciiTheme="minorHAnsi" w:hAnsiTheme="minorHAnsi" w:cstheme="minorHAnsi"/>
          <w:sz w:val="22"/>
          <w:szCs w:val="22"/>
        </w:rPr>
        <w:t>aport</w:t>
      </w:r>
      <w:r w:rsidR="00630B10">
        <w:rPr>
          <w:rFonts w:asciiTheme="minorHAnsi" w:hAnsiTheme="minorHAnsi" w:cstheme="minorHAnsi"/>
          <w:sz w:val="22"/>
          <w:szCs w:val="22"/>
        </w:rPr>
        <w:t xml:space="preserve"> za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4777" w:rsidRPr="00434777">
        <w:rPr>
          <w:rFonts w:asciiTheme="minorHAnsi" w:hAnsiTheme="minorHAnsi" w:cstheme="minorHAnsi"/>
          <w:sz w:val="22"/>
          <w:szCs w:val="22"/>
        </w:rPr>
        <w:t>kwartał 202</w:t>
      </w:r>
      <w:r w:rsidR="00630B10">
        <w:rPr>
          <w:rFonts w:asciiTheme="minorHAnsi" w:hAnsiTheme="minorHAnsi" w:cstheme="minorHAnsi"/>
          <w:sz w:val="22"/>
          <w:szCs w:val="22"/>
        </w:rPr>
        <w:t>1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 r. z postępu rzeczowo-finansowego projektu informatycznego pn. </w:t>
      </w:r>
      <w:r w:rsidR="00434777" w:rsidRPr="005217D5">
        <w:rPr>
          <w:rFonts w:asciiTheme="minorHAnsi" w:hAnsiTheme="minorHAnsi" w:cstheme="minorHAnsi"/>
          <w:i/>
          <w:sz w:val="22"/>
          <w:szCs w:val="22"/>
        </w:rPr>
        <w:t>e-Doręczenia – usługa rejestrowanego doręczenia elektronicznego w Polsce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434777">
        <w:rPr>
          <w:rFonts w:asciiTheme="minorHAnsi" w:hAnsiTheme="minorHAnsi" w:cstheme="minorHAnsi"/>
          <w:i/>
          <w:iCs/>
        </w:rPr>
        <w:t>Z poważaniem</w:t>
      </w: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  <w:i/>
        </w:rPr>
      </w:pPr>
    </w:p>
    <w:p w:rsidR="000A71A0" w:rsidRPr="005217D5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  <w:i/>
        </w:rPr>
      </w:pPr>
      <w:r w:rsidRPr="005217D5">
        <w:rPr>
          <w:rFonts w:asciiTheme="minorHAnsi" w:hAnsiTheme="minorHAnsi" w:cstheme="minorHAnsi"/>
          <w:b/>
          <w:bCs/>
          <w:i/>
        </w:rPr>
        <w:t>Marek Zagórski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Pr="005217D5" w:rsidRDefault="00434777" w:rsidP="00434777">
      <w:pPr>
        <w:jc w:val="both"/>
        <w:rPr>
          <w:rFonts w:asciiTheme="minorHAnsi" w:hAnsiTheme="minorHAnsi" w:cstheme="minorHAnsi"/>
          <w:sz w:val="20"/>
          <w:szCs w:val="20"/>
        </w:rPr>
      </w:pPr>
      <w:r w:rsidRPr="005217D5">
        <w:rPr>
          <w:rFonts w:asciiTheme="minorHAnsi" w:hAnsiTheme="minorHAnsi" w:cstheme="minorHAnsi"/>
          <w:sz w:val="20"/>
          <w:szCs w:val="20"/>
        </w:rPr>
        <w:t>Załącznik: Raport</w:t>
      </w:r>
      <w:r w:rsidR="00630B10" w:rsidRPr="005217D5">
        <w:rPr>
          <w:rFonts w:asciiTheme="minorHAnsi" w:hAnsiTheme="minorHAnsi" w:cstheme="minorHAnsi"/>
          <w:sz w:val="20"/>
          <w:szCs w:val="20"/>
        </w:rPr>
        <w:t xml:space="preserve"> za I</w:t>
      </w:r>
      <w:r w:rsidR="002F3B16" w:rsidRPr="005217D5">
        <w:rPr>
          <w:rFonts w:asciiTheme="minorHAnsi" w:hAnsiTheme="minorHAnsi" w:cstheme="minorHAnsi"/>
          <w:sz w:val="20"/>
          <w:szCs w:val="20"/>
        </w:rPr>
        <w:t xml:space="preserve"> </w:t>
      </w:r>
      <w:r w:rsidR="00630B10" w:rsidRPr="005217D5">
        <w:rPr>
          <w:rFonts w:asciiTheme="minorHAnsi" w:hAnsiTheme="minorHAnsi" w:cstheme="minorHAnsi"/>
          <w:sz w:val="20"/>
          <w:szCs w:val="20"/>
        </w:rPr>
        <w:t>kwartał 2021</w:t>
      </w:r>
      <w:r w:rsidRPr="005217D5">
        <w:rPr>
          <w:rFonts w:asciiTheme="minorHAnsi" w:hAnsiTheme="minorHAnsi" w:cstheme="minorHAnsi"/>
          <w:sz w:val="20"/>
          <w:szCs w:val="20"/>
        </w:rPr>
        <w:t xml:space="preserve"> r. z postępu rzeczowo-finansowego projektu informatycznego </w:t>
      </w:r>
      <w:r w:rsidR="00630B10" w:rsidRPr="005217D5">
        <w:rPr>
          <w:rFonts w:asciiTheme="minorHAnsi" w:hAnsiTheme="minorHAnsi" w:cstheme="minorHAnsi"/>
          <w:sz w:val="20"/>
          <w:szCs w:val="20"/>
        </w:rPr>
        <w:br/>
      </w:r>
      <w:r w:rsidRPr="005217D5">
        <w:rPr>
          <w:rFonts w:asciiTheme="minorHAnsi" w:hAnsiTheme="minorHAnsi" w:cstheme="minorHAnsi"/>
          <w:i/>
          <w:sz w:val="20"/>
          <w:szCs w:val="20"/>
        </w:rPr>
        <w:t>e-Doręczenia – usługa rejestrowanego doręczenia elektronicznego w Polsce</w:t>
      </w:r>
      <w:r w:rsidRPr="005217D5">
        <w:rPr>
          <w:rFonts w:asciiTheme="minorHAnsi" w:hAnsiTheme="minorHAnsi" w:cstheme="minorHAnsi"/>
          <w:sz w:val="20"/>
          <w:szCs w:val="20"/>
        </w:rPr>
        <w:t>.</w:t>
      </w:r>
    </w:p>
    <w:bookmarkStart w:id="0" w:name="_GoBack"/>
    <w:bookmarkEnd w:id="0"/>
    <w:p w:rsidR="00434777" w:rsidRPr="0086305F" w:rsidRDefault="00630B1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0A3975" wp14:editId="744AEEA7">
                <wp:simplePos x="0" y="0"/>
                <wp:positionH relativeFrom="margin">
                  <wp:posOffset>287020</wp:posOffset>
                </wp:positionH>
                <wp:positionV relativeFrom="paragraph">
                  <wp:posOffset>266700</wp:posOffset>
                </wp:positionV>
                <wp:extent cx="5461000" cy="673100"/>
                <wp:effectExtent l="0" t="0" r="6350" b="0"/>
                <wp:wrapNone/>
                <wp:docPr id="225" name="Grupa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61000" cy="673100"/>
                          <a:chOff x="0" y="0"/>
                          <a:chExt cx="5334000" cy="701675"/>
                        </a:xfrm>
                      </wpg:grpSpPr>
                      <wpg:grpSp>
                        <wpg:cNvPr id="226" name="Grupa 226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5334000" cy="701675"/>
                            <a:chOff x="0" y="0"/>
                            <a:chExt cx="6620374" cy="871220"/>
                          </a:xfrm>
                        </wpg:grpSpPr>
                        <pic:pic xmlns:pic="http://schemas.openxmlformats.org/drawingml/2006/picture">
                          <pic:nvPicPr>
                            <pic:cNvPr id="227" name="Obraz 227" descr="C:\Users\a.majer\AppData\Local\Temp\Temp1_FE_POPC.zip\FE_POPC\POZIOM\POLSKI\logo_FE_Polska_Cyfrowa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54480" cy="871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8" name="Obraz 228" descr="C:\Users\a.majer\AppData\Local\Temp\Temp1_EFRR_2017.zip\EFRR\POZIOM\POLSKI\UE_EFRR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44864" y="107576"/>
                              <a:ext cx="2175510" cy="708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29" name="Obraz 229" descr="C:\Users\a.majer\AppData\Local\Microsoft\Windows\INetCache\Content.Word\znak_barw_rp_poziom_szara_ramka_rgb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9580" y="91606"/>
                            <a:ext cx="1697355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3B70D" id="Grupa 225" o:spid="_x0000_s1026" style="position:absolute;margin-left:22.6pt;margin-top:21pt;width:430pt;height:53pt;z-index:251659264;mso-position-horizontal-relative:margin;mso-width-relative:margin;mso-height-relative:margin" coordsize="53340,70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">
                <v:group id="Grupa 226" o:spid="_x0000_s1027" style="position:absolute;width:53340;height:7016" coordsize="66203,8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27" o:spid="_x0000_s1028" type="#_x0000_t75" style="position:absolute;width:15544;height:8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VlDTFAAAA3AAAAA8AAABkcnMvZG93bnJldi54bWxEj0FrwkAUhO8F/8PyBG91Yw62RlcRreip&#10;UBXPj+wzG82+jdltjP313ULB4zAz3zCzRWcr0VLjS8cKRsMEBHHudMmFguNh8/oOwgdkjZVjUvAg&#10;D4t572WGmXZ3/qJ2HwoRIewzVGBCqDMpfW7Ioh+6mjh6Z9dYDFE2hdQN3iPcVjJNkrG0WHJcMFjT&#10;ylB+3X9bBbm5fnaX1ceyXY9/1vY42Z5uxVapQb9bTkEE6sIz/N/eaQVp+gZ/Z+IRk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1ZQ0xQAAANwAAAAPAAAAAAAAAAAAAAAA&#10;AJ8CAABkcnMvZG93bnJldi54bWxQSwUGAAAAAAQABAD3AAAAkQMAAAAA&#10;">
                    <v:imagedata r:id="rId9" o:title="logo_FE_Polska_Cyfrowa_rgb-1"/>
                    <v:path arrowok="t"/>
                  </v:shape>
                  <v:shape id="Obraz 228" o:spid="_x0000_s1029" type="#_x0000_t75" style="position:absolute;left:44448;top:1075;width:21755;height:7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5wWW+AAAA3AAAAA8AAABkcnMvZG93bnJldi54bWxET8uKwjAU3Qv+Q7iCO00tMiPVKCJ0ENz4&#10;3F+aax82N6XJtPXvzWJglofz3uwGU4uOWldaVrCYRyCIM6tLzhXcb+lsBcJ5ZI21ZVLwJge77Xi0&#10;wUTbni/UXX0uQgi7BBUU3jeJlC4ryKCb24Y4cE/bGvQBtrnULfYh3NQyjqIvabDk0FBgQ4eCstf1&#10;1yj4lhX+XOi5fByjqqnI5qe0Oys1nQz7NQhPg/8X/7mPWkEch7XhTDgCcvs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W5wWW+AAAA3AAAAA8AAAAAAAAAAAAAAAAAnwIAAGRy&#10;cy9kb3ducmV2LnhtbFBLBQYAAAAABAAEAPcAAACKAwAAAAA=&#10;">
                    <v:imagedata r:id="rId10" o:title="UE_EFRR_rgb-1"/>
                    <v:path arrowok="t"/>
                  </v:shape>
                </v:group>
                <v:shape id="Obraz 229" o:spid="_x0000_s1030" type="#_x0000_t75" style="position:absolute;left:15695;top:916;width:16974;height:56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/5vEAAAA3AAAAA8AAABkcnMvZG93bnJldi54bWxEj0FPwkAUhO8m/IfNI+Emr/ZQtbAQAxq4&#10;KUjg+tp9to3dt013gfLvXRMTj5OZ+SYzXw62VRfufeNEw8M0AcVSOtNIpeHw+Xb/BMoHEkOtE9Zw&#10;Yw/LxehuTrlxV9nxZR8qFSHic9JQh9DliL6s2ZKfuo4lel+utxSi7Cs0PV0j3LaYJkmGlhqJCzV1&#10;vKq5/N6frYZi81o8pozFaX2TLGvx4/2IldaT8fAyAxV4CP/hv/bWaEjTZ/g9E48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dX/5vEAAAA3AAAAA8AAAAAAAAAAAAAAAAA&#10;nwIAAGRycy9kb3ducmV2LnhtbFBLBQYAAAAABAAEAPcAAACQAwAAAAA=&#10;">
                  <v:imagedata r:id="rId11" o:title="znak_barw_rp_poziom_szara_ramka_rgb"/>
                  <v:path arrowok="t"/>
                </v:shape>
                <w10:wrap anchorx="margin"/>
              </v:group>
            </w:pict>
          </mc:Fallback>
        </mc:AlternateContent>
      </w:r>
    </w:p>
    <w:sectPr w:rsidR="00434777" w:rsidRPr="0086305F" w:rsidSect="00630B10">
      <w:footerReference w:type="default" r:id="rId12"/>
      <w:headerReference w:type="first" r:id="rId13"/>
      <w:footerReference w:type="first" r:id="rId14"/>
      <w:pgSz w:w="11906" w:h="16838" w:code="9"/>
      <w:pgMar w:top="1418" w:right="1418" w:bottom="198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A1" w:rsidRDefault="008726A1">
      <w:r>
        <w:separator/>
      </w:r>
    </w:p>
  </w:endnote>
  <w:endnote w:type="continuationSeparator" w:id="0">
    <w:p w:rsidR="008726A1" w:rsidRDefault="0087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33" name="Obraz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35" name="Obraz 235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A1" w:rsidRDefault="008726A1">
      <w:r>
        <w:separator/>
      </w:r>
    </w:p>
  </w:footnote>
  <w:footnote w:type="continuationSeparator" w:id="0">
    <w:p w:rsidR="008726A1" w:rsidRDefault="00872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>Warszawa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234" name="Obraz 234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A17D3"/>
    <w:rsid w:val="002A0DA3"/>
    <w:rsid w:val="002C0265"/>
    <w:rsid w:val="002D6DAA"/>
    <w:rsid w:val="002F3B16"/>
    <w:rsid w:val="003C4997"/>
    <w:rsid w:val="00417572"/>
    <w:rsid w:val="00420DDB"/>
    <w:rsid w:val="00433553"/>
    <w:rsid w:val="00434777"/>
    <w:rsid w:val="00446181"/>
    <w:rsid w:val="004633D0"/>
    <w:rsid w:val="00480FAA"/>
    <w:rsid w:val="00495DA1"/>
    <w:rsid w:val="004F20D4"/>
    <w:rsid w:val="005217D5"/>
    <w:rsid w:val="00554DA7"/>
    <w:rsid w:val="0058723A"/>
    <w:rsid w:val="005C7EB9"/>
    <w:rsid w:val="005E753F"/>
    <w:rsid w:val="0060027F"/>
    <w:rsid w:val="00630B10"/>
    <w:rsid w:val="0064121C"/>
    <w:rsid w:val="006A5C4D"/>
    <w:rsid w:val="006B6F70"/>
    <w:rsid w:val="007018D3"/>
    <w:rsid w:val="00741481"/>
    <w:rsid w:val="007A354D"/>
    <w:rsid w:val="007B7069"/>
    <w:rsid w:val="00806126"/>
    <w:rsid w:val="0086305F"/>
    <w:rsid w:val="008726A1"/>
    <w:rsid w:val="008B1D7E"/>
    <w:rsid w:val="00935D23"/>
    <w:rsid w:val="009C2C00"/>
    <w:rsid w:val="009D4211"/>
    <w:rsid w:val="00A363B8"/>
    <w:rsid w:val="00A471BD"/>
    <w:rsid w:val="00AB6FA7"/>
    <w:rsid w:val="00AE7731"/>
    <w:rsid w:val="00B977A0"/>
    <w:rsid w:val="00BB1FAD"/>
    <w:rsid w:val="00BB2815"/>
    <w:rsid w:val="00BE094A"/>
    <w:rsid w:val="00C06D16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Pernal Magdalena</dc:creator>
  <cp:keywords/>
  <cp:lastModifiedBy>Sieńko Anna</cp:lastModifiedBy>
  <cp:revision>4</cp:revision>
  <dcterms:created xsi:type="dcterms:W3CDTF">2021-04-19T05:54:00Z</dcterms:created>
  <dcterms:modified xsi:type="dcterms:W3CDTF">2021-04-19T07:13:00Z</dcterms:modified>
</cp:coreProperties>
</file>