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FE" w:rsidRDefault="008663FE" w:rsidP="00FD4754">
      <w:pPr>
        <w:jc w:val="right"/>
        <w:rPr>
          <w:lang w:eastAsia="en-US"/>
        </w:rPr>
      </w:pPr>
      <w:r>
        <w:rPr>
          <w:lang w:eastAsia="en-US"/>
        </w:rPr>
        <w:t xml:space="preserve"> </w:t>
      </w:r>
    </w:p>
    <w:p w:rsidR="008663FE" w:rsidRDefault="008663FE" w:rsidP="00FD4754">
      <w:pPr>
        <w:jc w:val="right"/>
        <w:rPr>
          <w:lang w:eastAsia="en-US"/>
        </w:rPr>
      </w:pPr>
      <w:r>
        <w:rPr>
          <w:lang w:eastAsia="en-US"/>
        </w:rPr>
        <w:t xml:space="preserve"> .......................... dn……......</w:t>
      </w:r>
    </w:p>
    <w:p w:rsidR="008663FE" w:rsidRPr="0001316E" w:rsidRDefault="008663FE" w:rsidP="00FD4754">
      <w:pPr>
        <w:pStyle w:val="Heading2"/>
        <w:jc w:val="right"/>
        <w:rPr>
          <w:sz w:val="20"/>
          <w:szCs w:val="20"/>
        </w:rPr>
      </w:pPr>
      <w:r w:rsidRPr="0001316E">
        <w:rPr>
          <w:sz w:val="20"/>
          <w:szCs w:val="20"/>
        </w:rPr>
        <w:t>Miejscowość i data</w:t>
      </w:r>
    </w:p>
    <w:p w:rsidR="008663FE" w:rsidRDefault="008663FE" w:rsidP="00FD4754">
      <w:pPr>
        <w:pStyle w:val="Heading2"/>
        <w:rPr>
          <w:sz w:val="22"/>
          <w:szCs w:val="22"/>
        </w:rPr>
      </w:pPr>
    </w:p>
    <w:p w:rsidR="008663FE" w:rsidRDefault="008663FE" w:rsidP="00FD4754">
      <w:pPr>
        <w:pStyle w:val="Heading2"/>
        <w:rPr>
          <w:sz w:val="22"/>
          <w:szCs w:val="22"/>
        </w:rPr>
      </w:pPr>
      <w:r>
        <w:rPr>
          <w:sz w:val="22"/>
          <w:szCs w:val="22"/>
        </w:rPr>
        <w:t>................................................</w:t>
      </w:r>
    </w:p>
    <w:p w:rsidR="008663FE" w:rsidRPr="0001316E" w:rsidRDefault="008663FE" w:rsidP="00FD4754">
      <w:pPr>
        <w:pStyle w:val="Heading2"/>
        <w:rPr>
          <w:sz w:val="20"/>
          <w:szCs w:val="20"/>
        </w:rPr>
      </w:pPr>
      <w:r w:rsidRPr="0001316E">
        <w:rPr>
          <w:sz w:val="20"/>
          <w:szCs w:val="20"/>
        </w:rPr>
        <w:t xml:space="preserve">Nazwa i adres </w:t>
      </w:r>
      <w:r>
        <w:rPr>
          <w:sz w:val="20"/>
          <w:szCs w:val="20"/>
        </w:rPr>
        <w:t>W</w:t>
      </w:r>
      <w:r w:rsidRPr="0001316E">
        <w:rPr>
          <w:sz w:val="20"/>
          <w:szCs w:val="20"/>
        </w:rPr>
        <w:t xml:space="preserve">nioskodawcy </w:t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  <w:r w:rsidRPr="0001316E">
        <w:rPr>
          <w:sz w:val="20"/>
          <w:szCs w:val="20"/>
        </w:rPr>
        <w:tab/>
      </w:r>
    </w:p>
    <w:p w:rsidR="008663FE" w:rsidRDefault="008663FE" w:rsidP="00FD4754">
      <w:pPr>
        <w:jc w:val="center"/>
        <w:rPr>
          <w:i/>
          <w:iCs/>
        </w:rPr>
      </w:pPr>
    </w:p>
    <w:p w:rsidR="008663FE" w:rsidRDefault="008663FE" w:rsidP="00FD4754">
      <w:pPr>
        <w:pStyle w:val="Heading1"/>
      </w:pPr>
    </w:p>
    <w:p w:rsidR="008663FE" w:rsidRDefault="008663FE" w:rsidP="00FD4754">
      <w:pPr>
        <w:pStyle w:val="Heading1"/>
      </w:pPr>
      <w:r>
        <w:t>OŚWIADCZENIE</w:t>
      </w:r>
    </w:p>
    <w:p w:rsidR="008663FE" w:rsidRDefault="008663FE" w:rsidP="00FD4754">
      <w:pPr>
        <w:jc w:val="center"/>
        <w:rPr>
          <w:b/>
          <w:bCs/>
          <w:spacing w:val="20"/>
          <w:sz w:val="28"/>
          <w:szCs w:val="28"/>
        </w:rPr>
      </w:pPr>
    </w:p>
    <w:p w:rsidR="008663FE" w:rsidRDefault="008663FE" w:rsidP="00FD4754">
      <w:pPr>
        <w:jc w:val="center"/>
        <w:rPr>
          <w:b/>
          <w:bCs/>
          <w:spacing w:val="20"/>
          <w:sz w:val="28"/>
          <w:szCs w:val="28"/>
        </w:rPr>
      </w:pPr>
    </w:p>
    <w:p w:rsidR="008663FE" w:rsidRDefault="008663FE" w:rsidP="00FD4754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W związku z ubieganiem się przez ............................................</w:t>
      </w:r>
      <w:r>
        <w:rPr>
          <w:i/>
          <w:iCs/>
          <w:sz w:val="22"/>
          <w:szCs w:val="22"/>
        </w:rPr>
        <w:t>(pełna nazwa Wnioskodawcy wraz z adresem</w:t>
      </w:r>
      <w:r>
        <w:rPr>
          <w:sz w:val="22"/>
          <w:szCs w:val="22"/>
        </w:rPr>
        <w:t xml:space="preserve">) o przyznanie dofinansowania ze środków </w:t>
      </w:r>
      <w:r w:rsidRPr="00FD4754">
        <w:rPr>
          <w:sz w:val="22"/>
          <w:szCs w:val="22"/>
        </w:rPr>
        <w:t>Europejskiego Funduszu Rozwoju Regionalnego w ramach  Programu Operacyjnego Polska Cyfrowa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Działanie 1.1 </w:t>
      </w:r>
      <w:r w:rsidRPr="00FD4754">
        <w:rPr>
          <w:i/>
          <w:iCs/>
          <w:sz w:val="22"/>
          <w:szCs w:val="22"/>
        </w:rPr>
        <w:t>Wyeliminowanie terytorialnych różnic w możliwości dostępu do szerokopasmowego Internetu o wysokich przepustowościach</w:t>
      </w:r>
      <w:r>
        <w:rPr>
          <w:sz w:val="22"/>
          <w:szCs w:val="22"/>
        </w:rPr>
        <w:t xml:space="preserve"> oświadczam, że projekt pn. ............................................</w:t>
      </w:r>
      <w:r>
        <w:rPr>
          <w:i/>
          <w:iCs/>
          <w:sz w:val="22"/>
          <w:szCs w:val="22"/>
        </w:rPr>
        <w:t>(nazwa projektu zgodna z wpisaną we wniosku o dofinansowanie w polu „Tytuł projektu”</w:t>
      </w:r>
      <w:r>
        <w:rPr>
          <w:sz w:val="22"/>
          <w:szCs w:val="22"/>
        </w:rPr>
        <w:t>) będzie realizowany zgodnie z „Wymaganiami dla sieci NGA – POPC” stanowiącymi załącznik do dokumentacji konkursowej, w szczególności w zakresie:</w:t>
      </w:r>
    </w:p>
    <w:p w:rsidR="008663FE" w:rsidRDefault="008663FE" w:rsidP="00AD3F1F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minimalnej </w:t>
      </w:r>
      <w:r w:rsidRPr="00E90A20">
        <w:rPr>
          <w:sz w:val="22"/>
          <w:szCs w:val="22"/>
        </w:rPr>
        <w:t>przepustowości i wymagań jakościowych dla usług,</w:t>
      </w:r>
    </w:p>
    <w:p w:rsidR="008663FE" w:rsidRDefault="008663FE" w:rsidP="00AD3F1F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zasad dostępu hurtowego,</w:t>
      </w:r>
    </w:p>
    <w:p w:rsidR="008663FE" w:rsidRDefault="008663FE" w:rsidP="00AD3F1F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specyfikacji technicznej sieci.</w:t>
      </w:r>
    </w:p>
    <w:p w:rsidR="008663FE" w:rsidRDefault="008663FE" w:rsidP="00FD4754">
      <w:pPr>
        <w:pStyle w:val="BodyText"/>
        <w:rPr>
          <w:sz w:val="22"/>
          <w:szCs w:val="22"/>
        </w:rPr>
      </w:pPr>
    </w:p>
    <w:p w:rsidR="008663FE" w:rsidRDefault="008663FE" w:rsidP="00FD4754">
      <w:pPr>
        <w:pStyle w:val="BodyText"/>
        <w:rPr>
          <w:sz w:val="22"/>
          <w:szCs w:val="22"/>
        </w:rPr>
      </w:pPr>
    </w:p>
    <w:p w:rsidR="008663FE" w:rsidRDefault="008663FE" w:rsidP="00FD4754">
      <w:pPr>
        <w:pStyle w:val="BodyText"/>
        <w:rPr>
          <w:sz w:val="22"/>
          <w:szCs w:val="22"/>
        </w:rPr>
      </w:pPr>
    </w:p>
    <w:p w:rsidR="008663FE" w:rsidRDefault="008663FE" w:rsidP="00FD4754">
      <w:pPr>
        <w:pStyle w:val="BodyText"/>
        <w:rPr>
          <w:sz w:val="22"/>
          <w:szCs w:val="22"/>
        </w:rPr>
      </w:pPr>
    </w:p>
    <w:p w:rsidR="008663FE" w:rsidRDefault="008663FE" w:rsidP="00FD4754">
      <w:pPr>
        <w:ind w:left="4320" w:firstLine="720"/>
        <w:rPr>
          <w:spacing w:val="20"/>
        </w:rPr>
      </w:pPr>
    </w:p>
    <w:p w:rsidR="008663FE" w:rsidRDefault="008663FE" w:rsidP="0001316E">
      <w:pPr>
        <w:ind w:left="5664"/>
      </w:pPr>
      <w:r>
        <w:t>……………………………………</w:t>
      </w:r>
    </w:p>
    <w:p w:rsidR="008663FE" w:rsidRPr="00A36CDD" w:rsidRDefault="008663FE" w:rsidP="00FD4754">
      <w:pPr>
        <w:ind w:left="5664"/>
        <w:jc w:val="center"/>
      </w:pPr>
      <w:r>
        <w:rPr>
          <w:sz w:val="22"/>
          <w:szCs w:val="22"/>
        </w:rPr>
        <w:t>(</w:t>
      </w:r>
      <w:r w:rsidRPr="0001316E">
        <w:rPr>
          <w:sz w:val="20"/>
          <w:szCs w:val="20"/>
        </w:rPr>
        <w:t xml:space="preserve">czytelny podpis osoby upoważnionej do reprezentacji </w:t>
      </w:r>
      <w:r>
        <w:rPr>
          <w:sz w:val="20"/>
          <w:szCs w:val="20"/>
        </w:rPr>
        <w:t>W</w:t>
      </w:r>
      <w:r w:rsidRPr="0001316E">
        <w:rPr>
          <w:sz w:val="20"/>
          <w:szCs w:val="20"/>
        </w:rPr>
        <w:t>nioskodawcy)</w:t>
      </w:r>
    </w:p>
    <w:p w:rsidR="008663FE" w:rsidRDefault="008663FE" w:rsidP="00B77C47">
      <w:pPr>
        <w:spacing w:line="288" w:lineRule="auto"/>
        <w:jc w:val="both"/>
        <w:rPr>
          <w:b/>
          <w:bCs/>
          <w:noProof/>
        </w:rPr>
      </w:pPr>
    </w:p>
    <w:p w:rsidR="008663FE" w:rsidRDefault="008663FE"/>
    <w:sectPr w:rsidR="008663FE" w:rsidSect="00E902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3FE" w:rsidRDefault="008663FE" w:rsidP="00B77C47">
      <w:r>
        <w:separator/>
      </w:r>
    </w:p>
  </w:endnote>
  <w:endnote w:type="continuationSeparator" w:id="0">
    <w:p w:rsidR="008663FE" w:rsidRDefault="008663FE" w:rsidP="00B77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FE" w:rsidRDefault="008663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FE" w:rsidRDefault="008663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FE" w:rsidRDefault="008663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3FE" w:rsidRDefault="008663FE" w:rsidP="00B77C47">
      <w:r>
        <w:separator/>
      </w:r>
    </w:p>
  </w:footnote>
  <w:footnote w:type="continuationSeparator" w:id="0">
    <w:p w:rsidR="008663FE" w:rsidRDefault="008663FE" w:rsidP="00B77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FE" w:rsidRDefault="008663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FE" w:rsidRPr="00E902AE" w:rsidRDefault="008663FE" w:rsidP="00E902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334"/>
      <w:gridCol w:w="2399"/>
      <w:gridCol w:w="3553"/>
    </w:tblGrid>
    <w:tr w:rsidR="008663FE" w:rsidTr="00EA4C8E">
      <w:tc>
        <w:tcPr>
          <w:tcW w:w="3652" w:type="dxa"/>
        </w:tcPr>
        <w:p w:rsidR="008663FE" w:rsidRDefault="008663FE" w:rsidP="00EA4C8E">
          <w:r w:rsidRPr="00047021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8" type="#_x0000_t75" style="width:105.75pt;height:55.5pt;visibility:visible">
                <v:imagedata r:id="rId1" o:title=""/>
              </v:shape>
            </w:pict>
          </w:r>
        </w:p>
      </w:tc>
      <w:tc>
        <w:tcPr>
          <w:tcW w:w="2480" w:type="dxa"/>
        </w:tcPr>
        <w:p w:rsidR="008663FE" w:rsidRDefault="008663FE" w:rsidP="00EA4C8E">
          <w:pPr>
            <w:spacing w:before="60"/>
          </w:pPr>
          <w:r w:rsidRPr="00047021">
            <w:rPr>
              <w:noProof/>
            </w:rPr>
            <w:pict>
              <v:shape id="Obraz 1" o:spid="_x0000_i1029" type="#_x0000_t75" style="width:95.25pt;height:51.75pt;visibility:visible">
                <v:imagedata r:id="rId2" o:title=""/>
              </v:shape>
            </w:pict>
          </w:r>
        </w:p>
      </w:tc>
      <w:tc>
        <w:tcPr>
          <w:tcW w:w="3705" w:type="dxa"/>
        </w:tcPr>
        <w:p w:rsidR="008663FE" w:rsidRDefault="008663FE" w:rsidP="00EA4C8E">
          <w:pPr>
            <w:jc w:val="center"/>
          </w:pPr>
          <w:r w:rsidRPr="00047021">
            <w:rPr>
              <w:noProof/>
            </w:rPr>
            <w:pict>
              <v:shape id="Obraz 6" o:spid="_x0000_i1030" type="#_x0000_t75" style="width:2in;height:55.5pt;visibility:visible">
                <v:imagedata r:id="rId3" o:title=""/>
              </v:shape>
            </w:pict>
          </w:r>
        </w:p>
      </w:tc>
    </w:tr>
  </w:tbl>
  <w:p w:rsidR="008663FE" w:rsidRDefault="008663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7721"/>
    <w:multiLevelType w:val="hybridMultilevel"/>
    <w:tmpl w:val="02DCF3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C47"/>
    <w:rsid w:val="0001316E"/>
    <w:rsid w:val="000311DF"/>
    <w:rsid w:val="000356C0"/>
    <w:rsid w:val="000369E7"/>
    <w:rsid w:val="00047021"/>
    <w:rsid w:val="00065849"/>
    <w:rsid w:val="0009435A"/>
    <w:rsid w:val="000A5381"/>
    <w:rsid w:val="00156902"/>
    <w:rsid w:val="001B6048"/>
    <w:rsid w:val="001C3A23"/>
    <w:rsid w:val="001C5110"/>
    <w:rsid w:val="00292775"/>
    <w:rsid w:val="002A522D"/>
    <w:rsid w:val="002E5EB2"/>
    <w:rsid w:val="00375962"/>
    <w:rsid w:val="003970D9"/>
    <w:rsid w:val="003A4FF5"/>
    <w:rsid w:val="003C1697"/>
    <w:rsid w:val="003E4187"/>
    <w:rsid w:val="004911C9"/>
    <w:rsid w:val="005053A5"/>
    <w:rsid w:val="00651FC8"/>
    <w:rsid w:val="006A627B"/>
    <w:rsid w:val="00801721"/>
    <w:rsid w:val="00811962"/>
    <w:rsid w:val="00862ED1"/>
    <w:rsid w:val="008663FE"/>
    <w:rsid w:val="008B268D"/>
    <w:rsid w:val="00992569"/>
    <w:rsid w:val="00A36CDD"/>
    <w:rsid w:val="00AB29F4"/>
    <w:rsid w:val="00AD3F1F"/>
    <w:rsid w:val="00B77C47"/>
    <w:rsid w:val="00B9700E"/>
    <w:rsid w:val="00CA2203"/>
    <w:rsid w:val="00CC03D5"/>
    <w:rsid w:val="00CF2C17"/>
    <w:rsid w:val="00DE3DB1"/>
    <w:rsid w:val="00E34D13"/>
    <w:rsid w:val="00E902AE"/>
    <w:rsid w:val="00E90A20"/>
    <w:rsid w:val="00EA4C8E"/>
    <w:rsid w:val="00EC69BE"/>
    <w:rsid w:val="00EE0ED6"/>
    <w:rsid w:val="00F4739D"/>
    <w:rsid w:val="00FD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4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4754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4754"/>
    <w:pPr>
      <w:keepNext/>
      <w:outlineLvl w:val="1"/>
    </w:pPr>
    <w:rPr>
      <w:i/>
      <w:i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4754"/>
    <w:rPr>
      <w:rFonts w:ascii="Times New Roman" w:hAnsi="Times New Roman" w:cs="Times New Roman"/>
      <w:b/>
      <w:bCs/>
      <w:spacing w:val="20"/>
      <w:sz w:val="28"/>
      <w:szCs w:val="28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rsid w:val="00FD4754"/>
    <w:rPr>
      <w:rFonts w:ascii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47"/>
    <w:rPr>
      <w:rFonts w:ascii="Tahoma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rsid w:val="00B77C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C47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B77C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C47"/>
    <w:rPr>
      <w:rFonts w:ascii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rsid w:val="00FD4754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FD4754"/>
    <w:rPr>
      <w:rFonts w:ascii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FD47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4754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475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EE0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E0E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ED6"/>
    <w:rPr>
      <w:rFonts w:ascii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0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ED6"/>
    <w:rPr>
      <w:b/>
      <w:bCs/>
    </w:rPr>
  </w:style>
  <w:style w:type="paragraph" w:styleId="Revision">
    <w:name w:val="Revision"/>
    <w:hidden/>
    <w:uiPriority w:val="99"/>
    <w:semiHidden/>
    <w:rsid w:val="00CA220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56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150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CPPC</dc:creator>
  <cp:keywords/>
  <dc:description/>
  <cp:lastModifiedBy>Przemysław Kowalski</cp:lastModifiedBy>
  <cp:revision>6</cp:revision>
  <dcterms:created xsi:type="dcterms:W3CDTF">2015-08-17T09:54:00Z</dcterms:created>
  <dcterms:modified xsi:type="dcterms:W3CDTF">2015-10-30T14:31:00Z</dcterms:modified>
</cp:coreProperties>
</file>