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F0A68" w14:textId="23E93B43" w:rsidR="00261A16" w:rsidRDefault="00C764EF" w:rsidP="006D0870">
      <w:pPr>
        <w:pStyle w:val="OZNPROJEKTUwskazaniedatylubwersjiprojektu"/>
      </w:pPr>
      <w:r>
        <w:t>P</w:t>
      </w:r>
      <w:r w:rsidR="00183627">
        <w:t>rojekt z</w:t>
      </w:r>
      <w:r w:rsidR="00A74937">
        <w:t xml:space="preserve"> </w:t>
      </w:r>
      <w:r w:rsidR="0074105A">
        <w:t>14</w:t>
      </w:r>
      <w:r w:rsidR="004E3BBC">
        <w:t xml:space="preserve"> </w:t>
      </w:r>
      <w:r w:rsidR="00752CAF">
        <w:t>czerwca</w:t>
      </w:r>
      <w:r w:rsidR="00FF6AA3">
        <w:t xml:space="preserve"> </w:t>
      </w:r>
      <w:r w:rsidR="00372F5F">
        <w:t>2</w:t>
      </w:r>
      <w:r w:rsidR="00E82E4A">
        <w:t>0</w:t>
      </w:r>
      <w:r w:rsidR="0034763A">
        <w:t>21</w:t>
      </w:r>
      <w:r w:rsidR="00FF3251">
        <w:t xml:space="preserve"> r</w:t>
      </w:r>
      <w:r w:rsidR="00416AEF">
        <w:t>.</w:t>
      </w:r>
    </w:p>
    <w:p w14:paraId="201F3553" w14:textId="50ABD613" w:rsidR="00C23B17" w:rsidRDefault="00D96B3E" w:rsidP="001F4E75">
      <w:pPr>
        <w:pStyle w:val="OZNPROJEKTUwskazaniedatylubwersjiprojektu"/>
      </w:pPr>
      <w:r>
        <w:t>etap</w:t>
      </w:r>
      <w:r w:rsidR="00C23B17">
        <w:t>:</w:t>
      </w:r>
      <w:r w:rsidR="0043348A">
        <w:t xml:space="preserve"> </w:t>
      </w:r>
      <w:r w:rsidR="00752CAF">
        <w:t>KRMC</w:t>
      </w:r>
    </w:p>
    <w:p w14:paraId="2BF110A5" w14:textId="77777777" w:rsidR="001F4E75" w:rsidRDefault="001F4E75" w:rsidP="009812D1">
      <w:pPr>
        <w:pStyle w:val="OZNRODZAKTUtznustawalubrozporzdzenieiorganwydajcy"/>
      </w:pPr>
    </w:p>
    <w:p w14:paraId="684D84D8" w14:textId="77777777" w:rsidR="00183627" w:rsidRDefault="00183627" w:rsidP="009812D1">
      <w:pPr>
        <w:pStyle w:val="OZNRODZAKTUtznustawalubrozporzdzenieiorganwydajcy"/>
      </w:pPr>
      <w:r>
        <w:t xml:space="preserve">Ustawa </w:t>
      </w:r>
    </w:p>
    <w:p w14:paraId="00EE4E8E" w14:textId="73444538" w:rsidR="00183627" w:rsidRDefault="00E535E0" w:rsidP="00805A8B">
      <w:pPr>
        <w:pStyle w:val="DATAAKTUdatauchwalenialubwydaniaaktu"/>
      </w:pPr>
      <w:r w:rsidRPr="00E535E0">
        <w:t xml:space="preserve">z dnia </w:t>
      </w:r>
      <w:sdt>
        <w:sdtPr>
          <w:alias w:val="Data wydania aktu"/>
          <w:tag w:val="Data opublikowania"/>
          <w:id w:val="1859851285"/>
          <w:placeholder>
            <w:docPart w:val="343B34CA888D42E298DD0BC610AE2D0C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E30831">
            <w:t>&lt;data wydania aktu&gt;</w:t>
          </w:r>
        </w:sdtContent>
      </w:sdt>
      <w:r w:rsidRPr="00E535E0">
        <w:t xml:space="preserve"> r.</w:t>
      </w:r>
    </w:p>
    <w:p w14:paraId="51484945" w14:textId="69B7D269" w:rsidR="00183627" w:rsidRDefault="009812D1" w:rsidP="009812D1">
      <w:pPr>
        <w:pStyle w:val="TYTUAKTUprzedmiotregulacjiustawylubrozporzdzenia"/>
      </w:pPr>
      <w:r>
        <w:t>o</w:t>
      </w:r>
      <w:r w:rsidR="00183627">
        <w:t xml:space="preserve"> dokumentach paszportowych</w:t>
      </w:r>
      <w:r w:rsidR="00B72254">
        <w:rPr>
          <w:rStyle w:val="Odwoanieprzypisudolnego"/>
        </w:rPr>
        <w:footnoteReference w:customMarkFollows="1" w:id="2"/>
        <w:t>1)</w:t>
      </w:r>
    </w:p>
    <w:p w14:paraId="5D2FB1EF" w14:textId="04BC75E9" w:rsidR="00E91736" w:rsidRDefault="00E535E0" w:rsidP="00E535E0">
      <w:pPr>
        <w:pStyle w:val="ROZDZODDZOZNoznaczenierozdziauluboddziau"/>
      </w:pPr>
      <w:r>
        <w:t>Rozdział 1</w:t>
      </w:r>
    </w:p>
    <w:p w14:paraId="09CA0946" w14:textId="77777777" w:rsidR="00E91736" w:rsidRPr="00E91736" w:rsidRDefault="00E91736" w:rsidP="00340D65">
      <w:pPr>
        <w:pStyle w:val="ROZDZODDZPRZEDMprzedmiotregulacjirozdziauluboddziau"/>
      </w:pPr>
      <w:r w:rsidRPr="00E91736">
        <w:t>P</w:t>
      </w:r>
      <w:r w:rsidR="00340D65">
        <w:t xml:space="preserve">rzepisy </w:t>
      </w:r>
      <w:r w:rsidR="00340D65" w:rsidRPr="00340D65">
        <w:t>ogólne</w:t>
      </w:r>
    </w:p>
    <w:p w14:paraId="26D2880A" w14:textId="77777777" w:rsidR="00416AEF" w:rsidRPr="00416AEF" w:rsidRDefault="00183627" w:rsidP="00416AEF">
      <w:pPr>
        <w:pStyle w:val="ARTartustawynprozporzdzenia"/>
      </w:pPr>
      <w:r w:rsidRPr="009812D1">
        <w:rPr>
          <w:rStyle w:val="Ppogrubienie"/>
        </w:rPr>
        <w:t>Art. 1</w:t>
      </w:r>
      <w:r w:rsidR="00677101">
        <w:t>.</w:t>
      </w:r>
      <w:r w:rsidR="00416AEF">
        <w:t>U</w:t>
      </w:r>
      <w:r w:rsidR="00416AEF" w:rsidRPr="00416AEF">
        <w:t>stawa określa:</w:t>
      </w:r>
    </w:p>
    <w:p w14:paraId="75B9B7A7" w14:textId="77777777" w:rsidR="00416AEF" w:rsidRPr="00416AEF" w:rsidRDefault="00416AEF" w:rsidP="00B56C52">
      <w:pPr>
        <w:pStyle w:val="PKTpunkt"/>
      </w:pPr>
      <w:bookmarkStart w:id="0" w:name="mip48369664"/>
      <w:bookmarkEnd w:id="0"/>
      <w:r w:rsidRPr="00416AEF">
        <w:t>1) osoby uprawnione do posiadania </w:t>
      </w:r>
      <w:bookmarkStart w:id="1" w:name="highlightHit_5"/>
      <w:bookmarkEnd w:id="1"/>
      <w:r>
        <w:t>dokument</w:t>
      </w:r>
      <w:r w:rsidR="007D1214">
        <w:t>ów</w:t>
      </w:r>
      <w:r w:rsidR="00FB567A">
        <w:t xml:space="preserve"> </w:t>
      </w:r>
      <w:r w:rsidR="00C942B5">
        <w:t>paszportowych</w:t>
      </w:r>
      <w:bookmarkStart w:id="2" w:name="highlightHit_6"/>
      <w:bookmarkEnd w:id="2"/>
      <w:r w:rsidRPr="00416AEF">
        <w:t>;</w:t>
      </w:r>
    </w:p>
    <w:p w14:paraId="70C78191" w14:textId="77777777" w:rsidR="00B56C52" w:rsidRDefault="00416AEF" w:rsidP="00B56C52">
      <w:pPr>
        <w:pStyle w:val="PKTpunkt"/>
      </w:pPr>
      <w:bookmarkStart w:id="3" w:name="mip48369665"/>
      <w:bookmarkEnd w:id="3"/>
      <w:r w:rsidRPr="00416AEF">
        <w:t>2) </w:t>
      </w:r>
      <w:r w:rsidR="00F440E5">
        <w:t>rodzaje</w:t>
      </w:r>
      <w:r w:rsidR="00CE4E27">
        <w:t xml:space="preserve">, formę </w:t>
      </w:r>
      <w:r w:rsidR="00927220">
        <w:t xml:space="preserve">i okresy ważności </w:t>
      </w:r>
      <w:r w:rsidR="00F440E5">
        <w:t>dokumentów paszportowych;</w:t>
      </w:r>
    </w:p>
    <w:p w14:paraId="30C29A47" w14:textId="473BBBF6" w:rsidR="00416AEF" w:rsidRPr="00416AEF" w:rsidRDefault="00F440E5" w:rsidP="00B56C52">
      <w:pPr>
        <w:pStyle w:val="PKTpunkt"/>
      </w:pPr>
      <w:r>
        <w:t xml:space="preserve">3) </w:t>
      </w:r>
      <w:r w:rsidR="00416AEF" w:rsidRPr="00416AEF">
        <w:t xml:space="preserve">zakres danych </w:t>
      </w:r>
      <w:r w:rsidR="00AC11A2">
        <w:t>zamieszczanych</w:t>
      </w:r>
      <w:r w:rsidR="00AC11A2" w:rsidRPr="00416AEF">
        <w:t xml:space="preserve"> </w:t>
      </w:r>
      <w:r w:rsidR="00416AEF" w:rsidRPr="00416AEF">
        <w:t>w </w:t>
      </w:r>
      <w:bookmarkStart w:id="4" w:name="highlightHit_7"/>
      <w:bookmarkEnd w:id="4"/>
      <w:r w:rsidR="00416AEF" w:rsidRPr="00416AEF">
        <w:t>d</w:t>
      </w:r>
      <w:r w:rsidR="00416AEF">
        <w:t>okumen</w:t>
      </w:r>
      <w:r w:rsidR="007D1214">
        <w:t>tach</w:t>
      </w:r>
      <w:r w:rsidR="00416AEF">
        <w:t xml:space="preserve"> paszportowy</w:t>
      </w:r>
      <w:r w:rsidR="007D1214">
        <w:t>ch</w:t>
      </w:r>
      <w:bookmarkStart w:id="5" w:name="highlightHit_8"/>
      <w:bookmarkEnd w:id="5"/>
      <w:r w:rsidR="00416AEF" w:rsidRPr="00416AEF">
        <w:t>;</w:t>
      </w:r>
    </w:p>
    <w:p w14:paraId="34A56059" w14:textId="77777777" w:rsidR="00416AEF" w:rsidRPr="0047314F" w:rsidRDefault="00B56C52" w:rsidP="0047314F">
      <w:pPr>
        <w:pStyle w:val="PKTpunkt"/>
        <w:rPr>
          <w:rStyle w:val="Kkursywa"/>
          <w:i w:val="0"/>
        </w:rPr>
      </w:pPr>
      <w:bookmarkStart w:id="6" w:name="mip48369666"/>
      <w:bookmarkStart w:id="7" w:name="mip48369667"/>
      <w:bookmarkStart w:id="8" w:name="mip48369668"/>
      <w:bookmarkEnd w:id="6"/>
      <w:bookmarkEnd w:id="7"/>
      <w:bookmarkEnd w:id="8"/>
      <w:r>
        <w:t>4)</w:t>
      </w:r>
      <w:r w:rsidR="00416AEF" w:rsidRPr="00416AEF">
        <w:t> zasady wydawania </w:t>
      </w:r>
      <w:bookmarkStart w:id="9" w:name="highlightHit_11"/>
      <w:bookmarkEnd w:id="9"/>
      <w:r w:rsidR="00416AEF" w:rsidRPr="00416AEF">
        <w:t>dokument</w:t>
      </w:r>
      <w:r w:rsidR="007D1214">
        <w:t>ów</w:t>
      </w:r>
      <w:r w:rsidR="00416AEF" w:rsidRPr="00416AEF">
        <w:t xml:space="preserve"> paszportow</w:t>
      </w:r>
      <w:r w:rsidR="007D1214">
        <w:t>ych</w:t>
      </w:r>
      <w:bookmarkStart w:id="10" w:name="highlightHit_12"/>
      <w:bookmarkEnd w:id="10"/>
      <w:r w:rsidR="00416AEF" w:rsidRPr="00B56C52">
        <w:rPr>
          <w:rStyle w:val="Kkursywa"/>
        </w:rPr>
        <w:t>;</w:t>
      </w:r>
    </w:p>
    <w:p w14:paraId="476E05E8" w14:textId="77777777" w:rsidR="00535C85" w:rsidRDefault="00B56C52" w:rsidP="0047314F">
      <w:pPr>
        <w:pStyle w:val="PKTpunkt"/>
      </w:pPr>
      <w:bookmarkStart w:id="11" w:name="mip48369669"/>
      <w:r>
        <w:t>5</w:t>
      </w:r>
      <w:bookmarkEnd w:id="11"/>
      <w:r w:rsidR="00416AEF" w:rsidRPr="00416AEF">
        <w:t>) </w:t>
      </w:r>
      <w:r w:rsidR="00535C85">
        <w:t>zasady odbioru dokument</w:t>
      </w:r>
      <w:r w:rsidR="007D1214">
        <w:t>ów</w:t>
      </w:r>
      <w:r w:rsidR="00CE6466">
        <w:t xml:space="preserve"> </w:t>
      </w:r>
      <w:r w:rsidR="00535C85">
        <w:t>paszportow</w:t>
      </w:r>
      <w:r w:rsidR="007D1214">
        <w:t>ych</w:t>
      </w:r>
      <w:r w:rsidR="00535C85">
        <w:t>;</w:t>
      </w:r>
    </w:p>
    <w:p w14:paraId="62E56B5F" w14:textId="7303D4FC" w:rsidR="00416AEF" w:rsidRPr="00416AEF" w:rsidRDefault="00535C85" w:rsidP="00B56C52">
      <w:pPr>
        <w:pStyle w:val="PKTpunkt"/>
      </w:pPr>
      <w:r>
        <w:t xml:space="preserve">6) </w:t>
      </w:r>
      <w:r w:rsidR="00416AEF" w:rsidRPr="00416AEF">
        <w:t xml:space="preserve">zasady </w:t>
      </w:r>
      <w:r w:rsidR="00B56C52">
        <w:t>odmowy wyda</w:t>
      </w:r>
      <w:r>
        <w:t>nia</w:t>
      </w:r>
      <w:r w:rsidR="002A1270">
        <w:t>,</w:t>
      </w:r>
      <w:r w:rsidR="008C3AAD">
        <w:t xml:space="preserve"> </w:t>
      </w:r>
      <w:r w:rsidR="00416AEF" w:rsidRPr="00416AEF">
        <w:t>unieważni</w:t>
      </w:r>
      <w:r w:rsidR="002A1270">
        <w:t>e</w:t>
      </w:r>
      <w:r>
        <w:t>nia</w:t>
      </w:r>
      <w:r w:rsidR="00416AEF" w:rsidRPr="00416AEF">
        <w:t> </w:t>
      </w:r>
      <w:bookmarkStart w:id="12" w:name="highlightHit_13"/>
      <w:bookmarkEnd w:id="12"/>
      <w:r w:rsidR="002A1270">
        <w:t xml:space="preserve">i stwierdzenia nieważności </w:t>
      </w:r>
      <w:r w:rsidR="00B56C52">
        <w:t>dokument</w:t>
      </w:r>
      <w:r w:rsidR="007D1214">
        <w:t>ów</w:t>
      </w:r>
      <w:r w:rsidR="00B56C52">
        <w:t xml:space="preserve"> paszportow</w:t>
      </w:r>
      <w:r w:rsidR="007D1214">
        <w:t>ych</w:t>
      </w:r>
      <w:bookmarkStart w:id="13" w:name="highlightHit_14"/>
      <w:bookmarkEnd w:id="13"/>
      <w:r w:rsidR="00416AEF" w:rsidRPr="00416AEF">
        <w:t>;</w:t>
      </w:r>
    </w:p>
    <w:p w14:paraId="16551067" w14:textId="77777777" w:rsidR="003F515A" w:rsidRDefault="00535C85" w:rsidP="00B56C52">
      <w:pPr>
        <w:pStyle w:val="PKTpunkt"/>
      </w:pPr>
      <w:bookmarkStart w:id="14" w:name="mip48369670"/>
      <w:r>
        <w:t>7</w:t>
      </w:r>
      <w:r w:rsidR="003F515A">
        <w:t xml:space="preserve">) zasady postępowania w sprawach utraty, uszkodzenia i fizycznego </w:t>
      </w:r>
      <w:r w:rsidR="004777F5">
        <w:t>anulowani</w:t>
      </w:r>
      <w:r w:rsidR="0027078A">
        <w:t>a</w:t>
      </w:r>
      <w:r w:rsidR="004777F5">
        <w:t xml:space="preserve"> dokumentów paszportowych</w:t>
      </w:r>
      <w:r w:rsidR="005128F2">
        <w:t xml:space="preserve"> oraz </w:t>
      </w:r>
      <w:r w:rsidR="0001485C" w:rsidRPr="006E7438">
        <w:t>nieuprawnionego wykorzystania danych osobowych</w:t>
      </w:r>
      <w:r w:rsidR="004777F5">
        <w:t>;</w:t>
      </w:r>
    </w:p>
    <w:bookmarkEnd w:id="14"/>
    <w:p w14:paraId="586300AE" w14:textId="77777777" w:rsidR="00416AEF" w:rsidRPr="00416AEF" w:rsidRDefault="002F0CA1" w:rsidP="00B56C52">
      <w:pPr>
        <w:pStyle w:val="PKTpunkt"/>
      </w:pPr>
      <w:r>
        <w:t>8</w:t>
      </w:r>
      <w:r w:rsidR="00416AEF" w:rsidRPr="00416AEF">
        <w:t>) zakres danych gromadzonych w Rejestrze </w:t>
      </w:r>
      <w:bookmarkStart w:id="15" w:name="highlightHit_15"/>
      <w:bookmarkEnd w:id="15"/>
      <w:r w:rsidR="00416AEF" w:rsidRPr="00416AEF">
        <w:t>Do</w:t>
      </w:r>
      <w:r w:rsidR="008D1A07">
        <w:t>kumentów Paszportowych</w:t>
      </w:r>
      <w:bookmarkStart w:id="16" w:name="highlightHit_16"/>
      <w:bookmarkEnd w:id="16"/>
      <w:r w:rsidR="00416AEF" w:rsidRPr="00416AEF">
        <w:t> oraz zasady prowadzenia tego rejestru;</w:t>
      </w:r>
    </w:p>
    <w:p w14:paraId="691DF511" w14:textId="77777777" w:rsidR="00416AEF" w:rsidRPr="00416AEF" w:rsidRDefault="002F0CA1" w:rsidP="00B56C52">
      <w:pPr>
        <w:pStyle w:val="PKTpunkt"/>
      </w:pPr>
      <w:bookmarkStart w:id="17" w:name="mip48369671"/>
      <w:r>
        <w:t>9</w:t>
      </w:r>
      <w:bookmarkEnd w:id="17"/>
      <w:r w:rsidR="00416AEF" w:rsidRPr="00416AEF">
        <w:t>) zasady udostępniania danych gromadzonych w</w:t>
      </w:r>
      <w:r w:rsidR="00232C43" w:rsidRPr="00232C43">
        <w:t xml:space="preserve"> Rejestrze Dokumentów Paszportowych</w:t>
      </w:r>
      <w:bookmarkStart w:id="18" w:name="highlightHit_19"/>
      <w:bookmarkStart w:id="19" w:name="highlightHit_20"/>
      <w:bookmarkEnd w:id="18"/>
      <w:bookmarkEnd w:id="19"/>
      <w:r w:rsidR="001A4B5D">
        <w:t xml:space="preserve"> i dokumentacji</w:t>
      </w:r>
      <w:r w:rsidR="001B0944">
        <w:t xml:space="preserve"> związanej z dokumentami paszportowymi</w:t>
      </w:r>
      <w:r w:rsidR="00416AEF" w:rsidRPr="00416AEF">
        <w:t>;</w:t>
      </w:r>
    </w:p>
    <w:p w14:paraId="3D4F6F8F" w14:textId="69D754EA" w:rsidR="00D92676" w:rsidRDefault="002F0CA1" w:rsidP="00677101">
      <w:pPr>
        <w:pStyle w:val="PKTpunkt"/>
      </w:pPr>
      <w:r>
        <w:t>10</w:t>
      </w:r>
      <w:r w:rsidR="00416AEF" w:rsidRPr="00416AEF">
        <w:t xml:space="preserve">) kompetencje ministra właściwego do spraw wewnętrznych, ministra właściwego do spraw informatyzacji, </w:t>
      </w:r>
      <w:r w:rsidR="001822F1">
        <w:t xml:space="preserve">ministra właściwego do spraw zagranicznych, </w:t>
      </w:r>
      <w:r w:rsidR="00416AEF" w:rsidRPr="00416AEF">
        <w:t>wojewodów oraz konsulów Rzeczypospolitej Polskiej w zakresie spraw, </w:t>
      </w:r>
      <w:bookmarkStart w:id="20" w:name="highlightHit_21"/>
      <w:bookmarkEnd w:id="20"/>
      <w:r w:rsidR="00416AEF" w:rsidRPr="00416AEF">
        <w:t>o</w:t>
      </w:r>
      <w:r w:rsidR="004F5FB8">
        <w:t> których mowa w pkt 4–</w:t>
      </w:r>
      <w:r w:rsidR="007D1214">
        <w:t>9</w:t>
      </w:r>
      <w:r w:rsidR="00416AEF" w:rsidRPr="00416AEF">
        <w:t>.</w:t>
      </w:r>
    </w:p>
    <w:p w14:paraId="2B778762" w14:textId="77777777" w:rsidR="00D92676" w:rsidRPr="00D92676" w:rsidRDefault="00D92676" w:rsidP="00D92676">
      <w:pPr>
        <w:pStyle w:val="ARTartustawynprozporzdzenia"/>
      </w:pPr>
      <w:r w:rsidRPr="00D92676">
        <w:rPr>
          <w:rStyle w:val="Ppogrubienie"/>
        </w:rPr>
        <w:t>Art. 2</w:t>
      </w:r>
      <w:r w:rsidR="00677101">
        <w:rPr>
          <w:rStyle w:val="Ppogrubienie"/>
        </w:rPr>
        <w:t>.</w:t>
      </w:r>
      <w:r>
        <w:t xml:space="preserve"> </w:t>
      </w:r>
      <w:r w:rsidRPr="00D92676">
        <w:t>Użyte w ustawie określenia oznaczają:</w:t>
      </w:r>
    </w:p>
    <w:p w14:paraId="23918A8D" w14:textId="07D6674D" w:rsidR="00F27887" w:rsidRPr="00AC11A2" w:rsidRDefault="00D92676" w:rsidP="00AC11A2">
      <w:pPr>
        <w:pStyle w:val="PKTpunkt"/>
      </w:pPr>
      <w:bookmarkStart w:id="21" w:name="mip44650382"/>
      <w:bookmarkEnd w:id="21"/>
      <w:r w:rsidRPr="00AC11A2">
        <w:lastRenderedPageBreak/>
        <w:t>1) </w:t>
      </w:r>
      <w:r w:rsidR="00F27887" w:rsidRPr="00AC11A2">
        <w:t xml:space="preserve">blankiet dokumentu paszportowego </w:t>
      </w:r>
      <w:r w:rsidR="003504F2" w:rsidRPr="00AC11A2">
        <w:t>–</w:t>
      </w:r>
      <w:r w:rsidR="00F27887" w:rsidRPr="00AC11A2">
        <w:t xml:space="preserve"> niespersonalizowan</w:t>
      </w:r>
      <w:r w:rsidR="00CE4E27" w:rsidRPr="00AC11A2">
        <w:t>ą</w:t>
      </w:r>
      <w:r w:rsidR="00F27887" w:rsidRPr="00AC11A2">
        <w:t xml:space="preserve"> książeczk</w:t>
      </w:r>
      <w:r w:rsidR="00CE4E27" w:rsidRPr="00AC11A2">
        <w:t>ę</w:t>
      </w:r>
      <w:r w:rsidR="00F27887" w:rsidRPr="00AC11A2">
        <w:t xml:space="preserve"> dokumentu paszportowego</w:t>
      </w:r>
      <w:r w:rsidR="00C07D47" w:rsidRPr="00AC11A2">
        <w:t>;</w:t>
      </w:r>
    </w:p>
    <w:p w14:paraId="217D15CC" w14:textId="4745BC01" w:rsidR="00D92676" w:rsidRPr="00AC11A2" w:rsidRDefault="00C63A81" w:rsidP="00AC11A2">
      <w:pPr>
        <w:pStyle w:val="PKTpunkt"/>
      </w:pPr>
      <w:r w:rsidRPr="00AC11A2">
        <w:t>2</w:t>
      </w:r>
      <w:r w:rsidR="00F27887" w:rsidRPr="00AC11A2">
        <w:t xml:space="preserve">) </w:t>
      </w:r>
      <w:r w:rsidR="00D92676" w:rsidRPr="00AC11A2">
        <w:t xml:space="preserve">data wydania dokumentu paszportowego </w:t>
      </w:r>
      <w:r w:rsidR="003504F2" w:rsidRPr="00AC11A2">
        <w:t>–</w:t>
      </w:r>
      <w:r w:rsidR="00D92676" w:rsidRPr="00AC11A2">
        <w:t xml:space="preserve"> dat</w:t>
      </w:r>
      <w:r w:rsidR="00CE4E27" w:rsidRPr="00AC11A2">
        <w:t>ę</w:t>
      </w:r>
      <w:r w:rsidR="00D92676" w:rsidRPr="00AC11A2">
        <w:t xml:space="preserve"> personalizacji</w:t>
      </w:r>
      <w:r w:rsidR="001822F1" w:rsidRPr="00AC11A2">
        <w:t xml:space="preserve"> dokumentu paszportowego</w:t>
      </w:r>
      <w:r w:rsidR="00D92676" w:rsidRPr="00AC11A2">
        <w:t>;</w:t>
      </w:r>
    </w:p>
    <w:p w14:paraId="56B9ED07" w14:textId="2BE63CD7" w:rsidR="00D92676" w:rsidRPr="00AC11A2" w:rsidRDefault="00C63A81" w:rsidP="00AC11A2">
      <w:pPr>
        <w:pStyle w:val="PKTpunkt"/>
      </w:pPr>
      <w:r w:rsidRPr="00AC11A2">
        <w:t>3</w:t>
      </w:r>
      <w:r w:rsidR="00D92676" w:rsidRPr="00AC11A2">
        <w:t xml:space="preserve">) dane biometryczne </w:t>
      </w:r>
      <w:r w:rsidR="003504F2" w:rsidRPr="00AC11A2">
        <w:t>–</w:t>
      </w:r>
      <w:r w:rsidR="00D92676" w:rsidRPr="00AC11A2">
        <w:t xml:space="preserve"> wizerunek twarzy i odciski</w:t>
      </w:r>
      <w:r w:rsidR="000E4ECE" w:rsidRPr="00AC11A2">
        <w:t xml:space="preserve">  </w:t>
      </w:r>
      <w:r w:rsidR="00D92676" w:rsidRPr="00AC11A2">
        <w:t>palców</w:t>
      </w:r>
      <w:r w:rsidR="0001485C" w:rsidRPr="00AC11A2">
        <w:t>;</w:t>
      </w:r>
    </w:p>
    <w:p w14:paraId="35C70F0B" w14:textId="1379ABA2" w:rsidR="00D92676" w:rsidRPr="00AC11A2" w:rsidRDefault="00C07D47" w:rsidP="00AC11A2">
      <w:pPr>
        <w:pStyle w:val="PKTpunkt"/>
      </w:pPr>
      <w:bookmarkStart w:id="22" w:name="highlightHit_144"/>
      <w:bookmarkStart w:id="23" w:name="mip44650383"/>
      <w:bookmarkEnd w:id="22"/>
      <w:r w:rsidRPr="00AC11A2">
        <w:t>4</w:t>
      </w:r>
      <w:bookmarkEnd w:id="23"/>
      <w:r w:rsidR="00D92676" w:rsidRPr="00AC11A2">
        <w:t xml:space="preserve">) dokument paszportowy </w:t>
      </w:r>
      <w:r w:rsidR="003504F2" w:rsidRPr="00AC11A2">
        <w:t>–</w:t>
      </w:r>
      <w:r w:rsidR="00D92676" w:rsidRPr="00AC11A2">
        <w:t xml:space="preserve"> paszport, paszport tymczasowy, paszport dyplomatyczny albo paszport służbowy Ministerstwa Spraw Zagranicznych;</w:t>
      </w:r>
    </w:p>
    <w:p w14:paraId="567C6EE2" w14:textId="5B863DFC" w:rsidR="00AC11A2" w:rsidRPr="00AC11A2" w:rsidRDefault="00F4645A" w:rsidP="00AC11A2">
      <w:pPr>
        <w:pStyle w:val="PKTpunkt"/>
      </w:pPr>
      <w:r w:rsidRPr="00AC11A2">
        <w:t xml:space="preserve">5) </w:t>
      </w:r>
      <w:r w:rsidR="00AC11A2" w:rsidRPr="00AC11A2">
        <w:t xml:space="preserve">naklejka </w:t>
      </w:r>
      <w:proofErr w:type="spellStart"/>
      <w:r w:rsidR="00AC11A2" w:rsidRPr="00AC11A2">
        <w:t>personalizacyjna</w:t>
      </w:r>
      <w:proofErr w:type="spellEnd"/>
      <w:r w:rsidR="00AC11A2" w:rsidRPr="00AC11A2">
        <w:t xml:space="preserve"> – blankiet przeznaczony do spersonalizowania i wklejenia do paszportu tymczasowego; </w:t>
      </w:r>
    </w:p>
    <w:p w14:paraId="3098E93F" w14:textId="0BF39334" w:rsidR="00A87803" w:rsidRPr="00AC11A2" w:rsidRDefault="00AC11A2" w:rsidP="00AC11A2">
      <w:pPr>
        <w:pStyle w:val="PKTpunkt"/>
      </w:pPr>
      <w:r w:rsidRPr="00AC11A2">
        <w:t xml:space="preserve">6) </w:t>
      </w:r>
      <w:r w:rsidR="00A87803" w:rsidRPr="00AC11A2">
        <w:t xml:space="preserve">odbiór dokumentu paszportowego </w:t>
      </w:r>
      <w:r w:rsidR="003504F2" w:rsidRPr="00AC11A2">
        <w:t>–</w:t>
      </w:r>
      <w:r w:rsidR="00A87803" w:rsidRPr="00AC11A2">
        <w:t xml:space="preserve"> oznaczone datą dzienną przyjęcie przez osobę uprawnioną spersonalizowanego dokumentu paszportowego;</w:t>
      </w:r>
      <w:r w:rsidR="00B43CBF" w:rsidRPr="00B43CBF">
        <w:t xml:space="preserve"> </w:t>
      </w:r>
    </w:p>
    <w:p w14:paraId="7538DDF7" w14:textId="3124B925" w:rsidR="00D92676" w:rsidRPr="00AC11A2" w:rsidRDefault="00AC11A2" w:rsidP="00AC11A2">
      <w:pPr>
        <w:pStyle w:val="PKTpunkt"/>
        <w:rPr>
          <w:highlight w:val="cyan"/>
        </w:rPr>
      </w:pPr>
      <w:r w:rsidRPr="00AC11A2">
        <w:t>7</w:t>
      </w:r>
      <w:r w:rsidR="00C07D47" w:rsidRPr="00AC11A2">
        <w:t>)</w:t>
      </w:r>
      <w:r w:rsidR="001A4B5D" w:rsidRPr="00AC11A2">
        <w:t xml:space="preserve"> </w:t>
      </w:r>
      <w:r w:rsidR="00D92676" w:rsidRPr="00AC11A2">
        <w:t xml:space="preserve">organ paszportowy </w:t>
      </w:r>
      <w:r w:rsidR="003142C8" w:rsidRPr="003142C8">
        <w:t>–</w:t>
      </w:r>
      <w:r w:rsidR="00D92676" w:rsidRPr="00AC11A2">
        <w:t xml:space="preserve"> ministra właściwego do spraw wewnętrznych, ministra właściwego do spraw zagranicznych, wojewodę i konsula;</w:t>
      </w:r>
    </w:p>
    <w:p w14:paraId="21A842E5" w14:textId="7F69819D" w:rsidR="00F27887" w:rsidRPr="00E20590" w:rsidRDefault="00AC11A2" w:rsidP="00AC11A2">
      <w:pPr>
        <w:pStyle w:val="PKTpunkt"/>
        <w:rPr>
          <w:rStyle w:val="Kkursywa"/>
          <w:i w:val="0"/>
        </w:rPr>
      </w:pPr>
      <w:r w:rsidRPr="00AC11A2">
        <w:t>8</w:t>
      </w:r>
      <w:r w:rsidR="00ED00DE">
        <w:t>)</w:t>
      </w:r>
      <w:r w:rsidR="00D92676" w:rsidRPr="00AC11A2">
        <w:t> personalizacja</w:t>
      </w:r>
      <w:bookmarkStart w:id="24" w:name="highlightHit_18"/>
      <w:bookmarkEnd w:id="24"/>
      <w:r w:rsidR="00BB02BA" w:rsidRPr="00AC11A2">
        <w:t xml:space="preserve"> </w:t>
      </w:r>
      <w:r w:rsidR="00D11BEB" w:rsidRPr="00AC11A2">
        <w:t>–</w:t>
      </w:r>
      <w:r w:rsidR="00D92676" w:rsidRPr="00AC11A2">
        <w:t xml:space="preserve"> </w:t>
      </w:r>
      <w:r w:rsidR="00D92676" w:rsidRPr="00E20590">
        <w:t>wprowadzenie</w:t>
      </w:r>
      <w:r w:rsidR="00ED00DE" w:rsidRPr="00E20590">
        <w:t xml:space="preserve"> do blankietu dokumentu paszportowego albo naklejki </w:t>
      </w:r>
      <w:proofErr w:type="spellStart"/>
      <w:r w:rsidR="00ED00DE" w:rsidRPr="00E20590">
        <w:t>personalizacyjnej</w:t>
      </w:r>
      <w:proofErr w:type="spellEnd"/>
      <w:r w:rsidR="00ED00DE" w:rsidRPr="00E20590">
        <w:t>,</w:t>
      </w:r>
      <w:r w:rsidR="00D92676" w:rsidRPr="00E20590">
        <w:t xml:space="preserve"> </w:t>
      </w:r>
      <w:r w:rsidR="00317127" w:rsidRPr="00E20590">
        <w:t>przez uprawniony podmiot</w:t>
      </w:r>
      <w:r w:rsidR="00ED00DE" w:rsidRPr="00E20590">
        <w:t>,</w:t>
      </w:r>
      <w:r w:rsidR="00317127" w:rsidRPr="00E20590">
        <w:t xml:space="preserve"> </w:t>
      </w:r>
      <w:r w:rsidR="00ED00DE" w:rsidRPr="00E20590">
        <w:t xml:space="preserve"> danych osoby, której ma być wydany dokument paszportowy</w:t>
      </w:r>
      <w:bookmarkStart w:id="25" w:name="highlightHit_23"/>
      <w:bookmarkEnd w:id="25"/>
      <w:r w:rsidR="007E0B3A">
        <w:t xml:space="preserve"> oraz danych dotyczących dokumentu</w:t>
      </w:r>
      <w:r w:rsidR="00D92676" w:rsidRPr="00E20590">
        <w:rPr>
          <w:rStyle w:val="Kkursywa"/>
          <w:i w:val="0"/>
        </w:rPr>
        <w:t>;</w:t>
      </w:r>
      <w:bookmarkStart w:id="26" w:name="mip44650386"/>
      <w:bookmarkEnd w:id="26"/>
    </w:p>
    <w:p w14:paraId="4F1B0FE6" w14:textId="52043F74" w:rsidR="004D0B4B" w:rsidRPr="00AC11A2" w:rsidRDefault="00AC11A2" w:rsidP="00AC11A2">
      <w:pPr>
        <w:pStyle w:val="PKTpunkt"/>
      </w:pPr>
      <w:r w:rsidRPr="00AC11A2">
        <w:t>9</w:t>
      </w:r>
      <w:r w:rsidR="00F27887" w:rsidRPr="00AC11A2">
        <w:t xml:space="preserve">) posiadacz </w:t>
      </w:r>
      <w:r w:rsidR="00D11BEB" w:rsidRPr="00AC11A2">
        <w:t>–</w:t>
      </w:r>
      <w:r w:rsidR="00F27887" w:rsidRPr="00AC11A2">
        <w:t xml:space="preserve"> osob</w:t>
      </w:r>
      <w:r w:rsidR="002F0CA1" w:rsidRPr="00AC11A2">
        <w:t>ę</w:t>
      </w:r>
      <w:r w:rsidR="00F27887" w:rsidRPr="00AC11A2">
        <w:t>,</w:t>
      </w:r>
      <w:r w:rsidR="005C0C06" w:rsidRPr="00AC11A2">
        <w:t xml:space="preserve"> </w:t>
      </w:r>
      <w:r w:rsidR="00B85182" w:rsidRPr="00AC11A2">
        <w:t xml:space="preserve">której </w:t>
      </w:r>
      <w:r w:rsidR="00A16A96">
        <w:t xml:space="preserve">dane zawiera </w:t>
      </w:r>
      <w:r w:rsidR="005C0C06" w:rsidRPr="00AC11A2">
        <w:t xml:space="preserve"> odebrany dokument paszportowy</w:t>
      </w:r>
      <w:r w:rsidR="00C63A81" w:rsidRPr="00AC11A2">
        <w:t>;</w:t>
      </w:r>
      <w:bookmarkStart w:id="27" w:name="highlightHit_26"/>
      <w:bookmarkEnd w:id="27"/>
    </w:p>
    <w:p w14:paraId="11DB2475" w14:textId="177BFAB1" w:rsidR="00AC11A2" w:rsidRPr="00AC11A2" w:rsidRDefault="00AC11A2" w:rsidP="007646C6">
      <w:pPr>
        <w:pStyle w:val="PKTpunkt"/>
        <w:rPr>
          <w:rStyle w:val="Odwoaniedokomentarza"/>
          <w:sz w:val="24"/>
          <w:szCs w:val="20"/>
        </w:rPr>
      </w:pPr>
      <w:r w:rsidRPr="00AC11A2">
        <w:t>10</w:t>
      </w:r>
      <w:r w:rsidR="00F4645A" w:rsidRPr="00AC11A2">
        <w:t xml:space="preserve">) </w:t>
      </w:r>
      <w:r w:rsidRPr="00AC11A2">
        <w:t xml:space="preserve">status –  informację w Rejestrze Dokumentów Paszportowych o </w:t>
      </w:r>
      <w:r w:rsidR="002A1270">
        <w:t xml:space="preserve">blankietach dokumentu paszportowego i naklejkach </w:t>
      </w:r>
      <w:proofErr w:type="spellStart"/>
      <w:r w:rsidR="002A1270">
        <w:t>personalizacyjnych</w:t>
      </w:r>
      <w:proofErr w:type="spellEnd"/>
      <w:r w:rsidR="002A1270">
        <w:t xml:space="preserve">, </w:t>
      </w:r>
      <w:r w:rsidRPr="00AC11A2">
        <w:t>stanie realizacji wniosku o wydanie dokumentu paszportowego, personalizacji, doręczenia</w:t>
      </w:r>
      <w:r w:rsidR="007808D5">
        <w:t>,</w:t>
      </w:r>
      <w:r w:rsidRPr="00AC11A2">
        <w:t xml:space="preserve"> historii dokumentu paszportoweg</w:t>
      </w:r>
      <w:r w:rsidR="002A1270">
        <w:t xml:space="preserve">o, a także </w:t>
      </w:r>
      <w:r w:rsidR="003C61AD">
        <w:rPr>
          <w:rFonts w:eastAsia="Calibri"/>
        </w:rPr>
        <w:t>ograniczeniach prawa do posiadania dokumentu paszportowego;</w:t>
      </w:r>
    </w:p>
    <w:p w14:paraId="5C3DDA0C" w14:textId="10B5CCDF" w:rsidR="00F4645A" w:rsidRPr="00AC11A2" w:rsidRDefault="00AC11A2" w:rsidP="00AC11A2">
      <w:pPr>
        <w:pStyle w:val="PKTpunkt"/>
      </w:pPr>
      <w:r w:rsidRPr="00AC11A2">
        <w:rPr>
          <w:rStyle w:val="Odwoaniedokomentarza"/>
          <w:sz w:val="24"/>
          <w:szCs w:val="20"/>
        </w:rPr>
        <w:t xml:space="preserve">11) </w:t>
      </w:r>
      <w:r w:rsidR="00F4645A" w:rsidRPr="00AC11A2">
        <w:t>uszkodzenie</w:t>
      </w:r>
      <w:bookmarkStart w:id="28" w:name="highlightHit_27"/>
      <w:bookmarkEnd w:id="28"/>
      <w:r w:rsidR="00F4645A" w:rsidRPr="00AC11A2">
        <w:t xml:space="preserve"> dokumentu</w:t>
      </w:r>
      <w:bookmarkStart w:id="29" w:name="highlightHit_28"/>
      <w:bookmarkEnd w:id="29"/>
      <w:r w:rsidR="00F4645A" w:rsidRPr="00AC11A2">
        <w:t xml:space="preserve"> paszportowego – naruszenie warstwy graficznej lub warstwy elektronicznej dokumentu paszportowego, w sposób podważa</w:t>
      </w:r>
      <w:r w:rsidR="00A01087" w:rsidRPr="00AC11A2">
        <w:t>jący</w:t>
      </w:r>
      <w:r w:rsidR="00F4645A" w:rsidRPr="00AC11A2">
        <w:t xml:space="preserve"> jego wiarygodność lub utrudniający identyfikację</w:t>
      </w:r>
      <w:r w:rsidRPr="00AC11A2">
        <w:t xml:space="preserve"> </w:t>
      </w:r>
      <w:r w:rsidR="00F4645A" w:rsidRPr="00AC11A2">
        <w:t xml:space="preserve"> jego posiadacza</w:t>
      </w:r>
      <w:bookmarkStart w:id="30" w:name="highlightHit_30"/>
      <w:bookmarkEnd w:id="30"/>
      <w:r w:rsidR="00F4645A" w:rsidRPr="00AC11A2">
        <w:t>;</w:t>
      </w:r>
    </w:p>
    <w:p w14:paraId="4BE2E2FD" w14:textId="65E0C5CF" w:rsidR="007331FA" w:rsidRPr="00AC11A2" w:rsidRDefault="00AC11A2" w:rsidP="00AC11A2">
      <w:pPr>
        <w:pStyle w:val="PKTpunkt"/>
      </w:pPr>
      <w:r w:rsidRPr="00AC11A2">
        <w:t>12</w:t>
      </w:r>
      <w:r w:rsidR="004D0B4B" w:rsidRPr="00AC11A2">
        <w:t>) w</w:t>
      </w:r>
      <w:r w:rsidR="007331FA" w:rsidRPr="00AC11A2">
        <w:t xml:space="preserve">nioskodawca </w:t>
      </w:r>
      <w:r w:rsidR="003142C8" w:rsidRPr="003142C8">
        <w:t>–</w:t>
      </w:r>
      <w:r w:rsidR="007331FA" w:rsidRPr="00AC11A2">
        <w:t xml:space="preserve"> osobę </w:t>
      </w:r>
      <w:r w:rsidR="00036C4D" w:rsidRPr="00AC11A2">
        <w:t xml:space="preserve">składającą wniosek </w:t>
      </w:r>
      <w:r w:rsidR="007331FA" w:rsidRPr="00AC11A2">
        <w:t xml:space="preserve">o wydanie dokumentu paszportowego </w:t>
      </w:r>
      <w:r w:rsidR="00036C4D" w:rsidRPr="00AC11A2">
        <w:t xml:space="preserve">dla siebie </w:t>
      </w:r>
      <w:r w:rsidR="007331FA" w:rsidRPr="00AC11A2">
        <w:t xml:space="preserve">lub </w:t>
      </w:r>
      <w:r w:rsidR="00036C4D" w:rsidRPr="00AC11A2">
        <w:t xml:space="preserve">dla innej </w:t>
      </w:r>
      <w:r w:rsidR="007331FA" w:rsidRPr="00AC11A2">
        <w:t>osob</w:t>
      </w:r>
      <w:r w:rsidR="00036C4D" w:rsidRPr="00AC11A2">
        <w:t xml:space="preserve">y, </w:t>
      </w:r>
      <w:r w:rsidR="007331FA" w:rsidRPr="00AC11A2">
        <w:t>na zasadach określonych w ustawie;</w:t>
      </w:r>
    </w:p>
    <w:p w14:paraId="2239EAC5" w14:textId="4765FEBE" w:rsidR="00AC11A2" w:rsidRDefault="00AC11A2" w:rsidP="00AC11A2">
      <w:pPr>
        <w:pStyle w:val="PKTpunkt"/>
        <w:rPr>
          <w:rStyle w:val="Ppogrubienie"/>
        </w:rPr>
      </w:pPr>
      <w:r w:rsidRPr="00AC11A2">
        <w:t>13</w:t>
      </w:r>
      <w:r w:rsidR="00F4645A" w:rsidRPr="00AC11A2">
        <w:t xml:space="preserve">) </w:t>
      </w:r>
      <w:r w:rsidR="007331FA" w:rsidRPr="00AC11A2">
        <w:t>wydanie</w:t>
      </w:r>
      <w:bookmarkStart w:id="31" w:name="highlightHit_51"/>
      <w:bookmarkEnd w:id="31"/>
      <w:r w:rsidR="004D0B4B" w:rsidRPr="00AC11A2">
        <w:t xml:space="preserve"> </w:t>
      </w:r>
      <w:r w:rsidR="007331FA" w:rsidRPr="00AC11A2">
        <w:t>do</w:t>
      </w:r>
      <w:r w:rsidR="00412363" w:rsidRPr="00AC11A2">
        <w:t xml:space="preserve">kumentu </w:t>
      </w:r>
      <w:bookmarkStart w:id="32" w:name="highlightHit_52"/>
      <w:bookmarkEnd w:id="32"/>
      <w:r w:rsidR="000E3BD3" w:rsidRPr="00AC11A2">
        <w:t>paszportowego</w:t>
      </w:r>
      <w:r w:rsidR="004D0B4B" w:rsidRPr="00AC11A2">
        <w:t xml:space="preserve"> </w:t>
      </w:r>
      <w:r w:rsidR="003504F2" w:rsidRPr="00AC11A2">
        <w:t>–</w:t>
      </w:r>
      <w:r w:rsidR="007331FA" w:rsidRPr="00AC11A2">
        <w:t xml:space="preserve"> </w:t>
      </w:r>
      <w:r w:rsidR="00B85182" w:rsidRPr="00AC11A2">
        <w:t xml:space="preserve">ogół </w:t>
      </w:r>
      <w:r w:rsidR="007331FA" w:rsidRPr="00AC11A2">
        <w:t>czynności materialno-techniczn</w:t>
      </w:r>
      <w:r w:rsidR="001C10BA" w:rsidRPr="00AC11A2">
        <w:t>ych</w:t>
      </w:r>
      <w:r w:rsidR="007331FA" w:rsidRPr="00AC11A2">
        <w:t xml:space="preserve"> mając</w:t>
      </w:r>
      <w:r w:rsidR="001C10BA" w:rsidRPr="00AC11A2">
        <w:t>ych</w:t>
      </w:r>
      <w:r w:rsidR="007331FA" w:rsidRPr="00AC11A2">
        <w:t xml:space="preserve"> na celu </w:t>
      </w:r>
      <w:bookmarkStart w:id="33" w:name="highlightHit_53"/>
      <w:bookmarkEnd w:id="33"/>
      <w:r w:rsidR="00EF654B" w:rsidRPr="00AC11A2">
        <w:t>sporządzenie</w:t>
      </w:r>
      <w:r w:rsidR="004D0B4B" w:rsidRPr="00AC11A2">
        <w:t xml:space="preserve"> </w:t>
      </w:r>
      <w:r w:rsidR="007331FA" w:rsidRPr="00AC11A2">
        <w:t>dokumentu paszportowego</w:t>
      </w:r>
      <w:bookmarkStart w:id="34" w:name="highlightHit_54"/>
      <w:bookmarkEnd w:id="34"/>
      <w:r w:rsidR="004D0B4B" w:rsidRPr="00AC11A2">
        <w:t xml:space="preserve"> </w:t>
      </w:r>
      <w:r w:rsidR="002B0171" w:rsidRPr="00AC11A2">
        <w:t xml:space="preserve">dla </w:t>
      </w:r>
      <w:r w:rsidR="00EF654B" w:rsidRPr="00AC11A2">
        <w:t>osob</w:t>
      </w:r>
      <w:r w:rsidR="002B0171" w:rsidRPr="00AC11A2">
        <w:t>y</w:t>
      </w:r>
      <w:r w:rsidR="007331FA" w:rsidRPr="00AC11A2">
        <w:t xml:space="preserve"> uprawnionej do jego posiadania</w:t>
      </w:r>
      <w:r w:rsidR="007D1214" w:rsidRPr="00AC11A2">
        <w:t>, od przyjęcia wniosku o wydanie dokumentu paszportowego do personalizacji dokumentu</w:t>
      </w:r>
      <w:r w:rsidRPr="00AC11A2">
        <w:t>.</w:t>
      </w:r>
    </w:p>
    <w:p w14:paraId="7BDC7A77" w14:textId="0AE8ABD4" w:rsidR="004D0B4B" w:rsidRDefault="00677101" w:rsidP="00AC11A2">
      <w:pPr>
        <w:pStyle w:val="ARTartustawynprozporzdzenia"/>
      </w:pPr>
      <w:r w:rsidRPr="00677101">
        <w:rPr>
          <w:rStyle w:val="Ppogrubienie"/>
        </w:rPr>
        <w:t xml:space="preserve">Art. </w:t>
      </w:r>
      <w:bookmarkStart w:id="35" w:name="highlightHit_57"/>
      <w:bookmarkStart w:id="36" w:name="mip48369693"/>
      <w:bookmarkEnd w:id="35"/>
      <w:bookmarkEnd w:id="36"/>
      <w:r>
        <w:rPr>
          <w:rStyle w:val="Ppogrubienie"/>
        </w:rPr>
        <w:t>3.</w:t>
      </w:r>
      <w:r w:rsidRPr="00677101">
        <w:t xml:space="preserve"> Do</w:t>
      </w:r>
      <w:r>
        <w:t xml:space="preserve">kument paszportowy jest </w:t>
      </w:r>
      <w:r w:rsidRPr="00677101">
        <w:t xml:space="preserve">dokumentem </w:t>
      </w:r>
      <w:r>
        <w:t xml:space="preserve">uprawniającym do przekraczania granicy oraz </w:t>
      </w:r>
      <w:r w:rsidR="007A4282">
        <w:t xml:space="preserve">potwierdzającym </w:t>
      </w:r>
      <w:r w:rsidRPr="00677101">
        <w:t>obywatelstwo polskie</w:t>
      </w:r>
      <w:r w:rsidR="00317773">
        <w:t xml:space="preserve"> i</w:t>
      </w:r>
      <w:r w:rsidRPr="00677101">
        <w:t xml:space="preserve"> </w:t>
      </w:r>
      <w:r w:rsidR="00317773" w:rsidRPr="00677101">
        <w:t xml:space="preserve">tożsamość </w:t>
      </w:r>
      <w:r w:rsidR="00627A31">
        <w:t>posiadacz</w:t>
      </w:r>
      <w:r w:rsidR="000F00B3">
        <w:t>a</w:t>
      </w:r>
      <w:r w:rsidR="00074FD7">
        <w:t>.</w:t>
      </w:r>
    </w:p>
    <w:p w14:paraId="545332D2" w14:textId="0A1C8B9D" w:rsidR="001C142E" w:rsidRDefault="001C142E" w:rsidP="009D20EF">
      <w:pPr>
        <w:pStyle w:val="ARTartustawynprozporzdzenia"/>
      </w:pPr>
      <w:r w:rsidRPr="001C142E">
        <w:rPr>
          <w:rStyle w:val="Ppogrubienie"/>
        </w:rPr>
        <w:t>Art. 4.</w:t>
      </w:r>
      <w:r>
        <w:t xml:space="preserve"> </w:t>
      </w:r>
      <w:r w:rsidRPr="001C142E">
        <w:t> Dokumenty paszportowe stanowią własność Rzeczypospolitej Polskiej.</w:t>
      </w:r>
    </w:p>
    <w:p w14:paraId="16D18B6B" w14:textId="77777777" w:rsidR="00D23B1C" w:rsidRPr="00523C81" w:rsidRDefault="00B373D3" w:rsidP="00523C81">
      <w:pPr>
        <w:pStyle w:val="ARTartustawynprozporzdzenia"/>
        <w:rPr>
          <w:i/>
        </w:rPr>
      </w:pPr>
      <w:r w:rsidRPr="00B373D3">
        <w:rPr>
          <w:rStyle w:val="Ppogrubienie"/>
        </w:rPr>
        <w:lastRenderedPageBreak/>
        <w:t>Art.</w:t>
      </w:r>
      <w:r>
        <w:rPr>
          <w:rStyle w:val="Ppogrubienie"/>
        </w:rPr>
        <w:t xml:space="preserve"> </w:t>
      </w:r>
      <w:r w:rsidR="001C142E">
        <w:rPr>
          <w:rStyle w:val="Ppogrubienie"/>
        </w:rPr>
        <w:t>5</w:t>
      </w:r>
      <w:r>
        <w:rPr>
          <w:rStyle w:val="Ppogrubienie"/>
        </w:rPr>
        <w:t xml:space="preserve">. </w:t>
      </w:r>
      <w:r w:rsidRPr="00B373D3">
        <w:t>1.</w:t>
      </w:r>
      <w:r w:rsidR="00D46DDD" w:rsidRPr="00D46DDD">
        <w:t xml:space="preserve"> </w:t>
      </w:r>
      <w:r w:rsidR="00D46DDD">
        <w:t xml:space="preserve">Prawo do </w:t>
      </w:r>
      <w:r w:rsidR="00D43F8C">
        <w:t xml:space="preserve">posiadania </w:t>
      </w:r>
      <w:r w:rsidR="00D46DDD">
        <w:t xml:space="preserve">dokumentu paszportowego przysługuje każdemu </w:t>
      </w:r>
      <w:r w:rsidR="00D46DDD" w:rsidRPr="00AB6A31">
        <w:t>obywatelowi Rzeczypospolitej Polskiej</w:t>
      </w:r>
      <w:r w:rsidR="00D46DDD" w:rsidRPr="009E324D">
        <w:rPr>
          <w:rStyle w:val="Kkursywa"/>
        </w:rPr>
        <w:t>.</w:t>
      </w:r>
    </w:p>
    <w:p w14:paraId="7FDE3546" w14:textId="77777777" w:rsidR="00D23B1C" w:rsidRDefault="00D23B1C" w:rsidP="00D23B1C">
      <w:pPr>
        <w:pStyle w:val="USTustnpkodeksu"/>
      </w:pPr>
      <w:r>
        <w:t>2</w:t>
      </w:r>
      <w:r w:rsidRPr="00D23B1C">
        <w:t>. Obywatel polski może posia</w:t>
      </w:r>
      <w:r w:rsidR="00EF2670">
        <w:t>da</w:t>
      </w:r>
      <w:r w:rsidRPr="00D23B1C">
        <w:t>ć jeden ważny dokument paszportowy, chyba że ustawa stanowi inaczej.</w:t>
      </w:r>
    </w:p>
    <w:p w14:paraId="0AAEC17C" w14:textId="49FEF6C9" w:rsidR="00D23B1C" w:rsidRDefault="00D43F8C" w:rsidP="00D23B1C">
      <w:pPr>
        <w:pStyle w:val="USTustnpkodeksu"/>
      </w:pPr>
      <w:r>
        <w:t>3</w:t>
      </w:r>
      <w:r w:rsidR="00317773" w:rsidRPr="009E324D">
        <w:t xml:space="preserve">. Pozbawienie lub ograniczenie prawa do posiadania </w:t>
      </w:r>
      <w:r w:rsidR="00317773">
        <w:t>dokumentu paszportowego</w:t>
      </w:r>
      <w:r w:rsidR="00317773" w:rsidRPr="009E324D">
        <w:t xml:space="preserve"> może nastąpić wyłącznie w przypadkach </w:t>
      </w:r>
      <w:r w:rsidR="00577C80">
        <w:t>określonych</w:t>
      </w:r>
      <w:r w:rsidR="00317773" w:rsidRPr="009E324D">
        <w:t xml:space="preserve"> w </w:t>
      </w:r>
      <w:bookmarkStart w:id="37" w:name="highlightHit_31"/>
      <w:bookmarkEnd w:id="37"/>
      <w:r w:rsidR="00317773" w:rsidRPr="009E324D">
        <w:t>ustawie</w:t>
      </w:r>
      <w:r w:rsidR="00610692">
        <w:t xml:space="preserve"> oraz </w:t>
      </w:r>
      <w:r>
        <w:t xml:space="preserve">na podstawie przepisów </w:t>
      </w:r>
      <w:r w:rsidR="00A558A4">
        <w:t xml:space="preserve">ustawy z dnia </w:t>
      </w:r>
      <w:r w:rsidR="00A558A4" w:rsidRPr="00A558A4">
        <w:t>6 czerwca 1997 r.</w:t>
      </w:r>
      <w:r w:rsidR="00A558A4">
        <w:t xml:space="preserve"> </w:t>
      </w:r>
      <w:r w:rsidR="003504F2">
        <w:t>–</w:t>
      </w:r>
      <w:r w:rsidR="00A558A4">
        <w:t xml:space="preserve"> Kodeks post</w:t>
      </w:r>
      <w:r w:rsidR="00EF2670">
        <w:t>ę</w:t>
      </w:r>
      <w:r w:rsidR="00A558A4">
        <w:t>powania karnego</w:t>
      </w:r>
      <w:r w:rsidR="005B7536">
        <w:t xml:space="preserve"> (</w:t>
      </w:r>
      <w:hyperlink r:id="rId9" w:history="1">
        <w:r w:rsidR="0038110C" w:rsidRPr="0038110C">
          <w:t>Dz.</w:t>
        </w:r>
        <w:r w:rsidR="002273B1">
          <w:t xml:space="preserve"> </w:t>
        </w:r>
        <w:r w:rsidR="0038110C" w:rsidRPr="0038110C">
          <w:t>U. z 202</w:t>
        </w:r>
        <w:r w:rsidR="00B07C11">
          <w:t>1</w:t>
        </w:r>
        <w:r w:rsidR="0038110C" w:rsidRPr="0038110C">
          <w:t xml:space="preserve"> r. poz. </w:t>
        </w:r>
        <w:r w:rsidR="00B07C11">
          <w:t>534</w:t>
        </w:r>
        <w:r w:rsidR="0038110C" w:rsidRPr="0038110C">
          <w:t>)</w:t>
        </w:r>
      </w:hyperlink>
      <w:r w:rsidR="00A558A4">
        <w:t>.</w:t>
      </w:r>
    </w:p>
    <w:p w14:paraId="6D4159AE" w14:textId="77777777" w:rsidR="00B20FDF" w:rsidRDefault="00D23B1C" w:rsidP="00D23B1C">
      <w:pPr>
        <w:pStyle w:val="ARTartustawynprozporzdzenia"/>
      </w:pPr>
      <w:r w:rsidRPr="00D23B1C">
        <w:rPr>
          <w:rStyle w:val="Ppogrubienie"/>
        </w:rPr>
        <w:t>Art.</w:t>
      </w:r>
      <w:r>
        <w:rPr>
          <w:rStyle w:val="Ppogrubienie"/>
        </w:rPr>
        <w:t xml:space="preserve"> </w:t>
      </w:r>
      <w:r w:rsidR="001C142E">
        <w:rPr>
          <w:rStyle w:val="Ppogrubienie"/>
        </w:rPr>
        <w:t>6</w:t>
      </w:r>
      <w:r w:rsidRPr="00D23B1C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D23B1C">
        <w:t xml:space="preserve">1. </w:t>
      </w:r>
      <w:r w:rsidR="00B20FDF">
        <w:t>Paszporty i paszporty tymczasowe wydaj</w:t>
      </w:r>
      <w:r w:rsidR="008C52FA">
        <w:t>ą</w:t>
      </w:r>
      <w:r w:rsidR="00B20FDF">
        <w:t xml:space="preserve"> wojewoda i konsul.</w:t>
      </w:r>
    </w:p>
    <w:p w14:paraId="7F1A6BC8" w14:textId="11B3D3D5" w:rsidR="00D23B1C" w:rsidRDefault="00B20FDF" w:rsidP="00D23B1C">
      <w:pPr>
        <w:pStyle w:val="ARTartustawynprozporzdzenia"/>
        <w:rPr>
          <w:rStyle w:val="Ppogrubienie"/>
        </w:rPr>
      </w:pPr>
      <w:r>
        <w:t xml:space="preserve">2. </w:t>
      </w:r>
      <w:r w:rsidR="002D56D3">
        <w:t xml:space="preserve">Paszporty </w:t>
      </w:r>
      <w:r w:rsidR="00D42364">
        <w:t xml:space="preserve">dyplomatyczne oraz paszporty </w:t>
      </w:r>
      <w:r w:rsidR="002D56D3">
        <w:t>służbowe</w:t>
      </w:r>
      <w:r w:rsidR="002D56D3" w:rsidRPr="008353C7">
        <w:t xml:space="preserve"> </w:t>
      </w:r>
      <w:r w:rsidR="002D56D3" w:rsidRPr="00BB02BA">
        <w:t>Ministerstwa Spraw Zagranicznych</w:t>
      </w:r>
      <w:r w:rsidR="002D56D3">
        <w:t>,</w:t>
      </w:r>
      <w:r w:rsidR="002D56D3" w:rsidRPr="002637BE">
        <w:t xml:space="preserve"> </w:t>
      </w:r>
      <w:r w:rsidR="002D56D3" w:rsidRPr="00BB02BA">
        <w:t>zwan</w:t>
      </w:r>
      <w:r w:rsidR="002D56D3">
        <w:t>e</w:t>
      </w:r>
      <w:r w:rsidR="002D56D3" w:rsidRPr="00BB02BA">
        <w:t xml:space="preserve"> dalej </w:t>
      </w:r>
      <w:r w:rsidR="00D11BEB">
        <w:t>„</w:t>
      </w:r>
      <w:r w:rsidR="002D56D3" w:rsidRPr="00BB02BA">
        <w:t>paszport</w:t>
      </w:r>
      <w:r w:rsidR="002D56D3">
        <w:t>ami</w:t>
      </w:r>
      <w:r w:rsidR="002D56D3" w:rsidRPr="00BB02BA">
        <w:t xml:space="preserve"> służbowym</w:t>
      </w:r>
      <w:r w:rsidR="002D56D3">
        <w:t>i</w:t>
      </w:r>
      <w:r w:rsidR="00D11BEB">
        <w:t>”</w:t>
      </w:r>
      <w:r w:rsidR="002D56D3">
        <w:t xml:space="preserve">, </w:t>
      </w:r>
      <w:r>
        <w:t>wydaje minister właściwy do spraw zagranicznych.</w:t>
      </w:r>
    </w:p>
    <w:p w14:paraId="33A5D65C" w14:textId="4F72AA49" w:rsidR="00612BE7" w:rsidRPr="00E20590" w:rsidRDefault="00612BE7" w:rsidP="00D23B1C">
      <w:pPr>
        <w:pStyle w:val="ARTartustawynprozporzdzenia"/>
      </w:pPr>
      <w:r>
        <w:t>3</w:t>
      </w:r>
      <w:r w:rsidR="00D03DD4" w:rsidRPr="00E20590">
        <w:t xml:space="preserve">. </w:t>
      </w:r>
      <w:r w:rsidR="00DC0BF1" w:rsidRPr="00E20590">
        <w:t>W wyjątkowych przypadkach, gdy przemawia za tym ważny interes państwa, paszport i paszport tymczasowy może wydać minister właściwy do spraw wewnętrznych.</w:t>
      </w:r>
      <w:r w:rsidR="00B20FDF" w:rsidRPr="00E20590">
        <w:t xml:space="preserve"> </w:t>
      </w:r>
    </w:p>
    <w:p w14:paraId="7C1D6740" w14:textId="77777777" w:rsidR="000372F1" w:rsidRPr="000372F1" w:rsidRDefault="000372F1" w:rsidP="00707708">
      <w:pPr>
        <w:pStyle w:val="ARTartustawynprozporzdzenia"/>
      </w:pPr>
      <w:r w:rsidRPr="000372F1">
        <w:rPr>
          <w:rStyle w:val="Ppogrubienie"/>
        </w:rPr>
        <w:t xml:space="preserve">Art. </w:t>
      </w:r>
      <w:r w:rsidR="001C142E">
        <w:rPr>
          <w:rStyle w:val="Ppogrubienie"/>
        </w:rPr>
        <w:t>7</w:t>
      </w:r>
      <w:r w:rsidRPr="000372F1">
        <w:rPr>
          <w:rStyle w:val="Ppogrubienie"/>
        </w:rPr>
        <w:t xml:space="preserve">. </w:t>
      </w:r>
      <w:r w:rsidRPr="000372F1">
        <w:t xml:space="preserve">1. </w:t>
      </w:r>
      <w:r w:rsidR="00AA3958">
        <w:t>P</w:t>
      </w:r>
      <w:r w:rsidR="00AA3958" w:rsidRPr="000372F1">
        <w:t>aszport</w:t>
      </w:r>
      <w:r w:rsidR="00AA3958">
        <w:t>y,</w:t>
      </w:r>
      <w:r w:rsidR="00AA3958" w:rsidRPr="000372F1">
        <w:t xml:space="preserve"> paszport</w:t>
      </w:r>
      <w:r w:rsidR="00AA3958">
        <w:t>y</w:t>
      </w:r>
      <w:r w:rsidR="00AA3958" w:rsidRPr="000372F1">
        <w:t xml:space="preserve"> dyplomatyczn</w:t>
      </w:r>
      <w:r w:rsidR="00AA3958">
        <w:t>e oraz</w:t>
      </w:r>
      <w:r w:rsidR="00AA3958" w:rsidRPr="000372F1">
        <w:t xml:space="preserve"> paszport</w:t>
      </w:r>
      <w:r w:rsidR="00AA3958">
        <w:t xml:space="preserve">y </w:t>
      </w:r>
      <w:r w:rsidR="00AA3958" w:rsidRPr="000372F1">
        <w:t>służbow</w:t>
      </w:r>
      <w:r w:rsidR="00AA3958">
        <w:t xml:space="preserve">e </w:t>
      </w:r>
      <w:r w:rsidR="007958CB">
        <w:t>personalizuje</w:t>
      </w:r>
      <w:r w:rsidR="00AA3958" w:rsidRPr="00AA3958">
        <w:t xml:space="preserve"> </w:t>
      </w:r>
      <w:r w:rsidR="00AA3958">
        <w:t>m</w:t>
      </w:r>
      <w:r w:rsidR="00AA3958" w:rsidRPr="000372F1">
        <w:t>inister właściwy do spraw wewnętrznych</w:t>
      </w:r>
      <w:r w:rsidR="00C1661A">
        <w:t>.</w:t>
      </w:r>
    </w:p>
    <w:p w14:paraId="0F0F0EAB" w14:textId="77777777" w:rsidR="000372F1" w:rsidRDefault="000372F1" w:rsidP="00707708">
      <w:pPr>
        <w:pStyle w:val="USTustnpkodeksu"/>
      </w:pPr>
      <w:bookmarkStart w:id="38" w:name="mip44650612"/>
      <w:bookmarkEnd w:id="38"/>
      <w:r w:rsidRPr="000372F1">
        <w:t xml:space="preserve">2. </w:t>
      </w:r>
      <w:r w:rsidR="002E1008">
        <w:t>P</w:t>
      </w:r>
      <w:r w:rsidR="002E1008" w:rsidRPr="000372F1">
        <w:t>aszport</w:t>
      </w:r>
      <w:r w:rsidR="002E1008">
        <w:t>y</w:t>
      </w:r>
      <w:r w:rsidR="002E1008" w:rsidRPr="000372F1">
        <w:t xml:space="preserve"> tymczasow</w:t>
      </w:r>
      <w:r w:rsidR="002E1008">
        <w:t>e</w:t>
      </w:r>
      <w:r w:rsidR="002E1008" w:rsidRPr="000372F1">
        <w:t xml:space="preserve"> </w:t>
      </w:r>
      <w:r w:rsidR="002E1008">
        <w:t>personalizują</w:t>
      </w:r>
      <w:r w:rsidR="00D364DD">
        <w:t>:</w:t>
      </w:r>
      <w:r w:rsidR="002E1008">
        <w:t xml:space="preserve"> k</w:t>
      </w:r>
      <w:r w:rsidRPr="000372F1">
        <w:t>onsul</w:t>
      </w:r>
      <w:r w:rsidR="006F743D">
        <w:t>,</w:t>
      </w:r>
      <w:r w:rsidRPr="000372F1">
        <w:t xml:space="preserve"> wojewoda</w:t>
      </w:r>
      <w:r w:rsidR="006F743D">
        <w:t xml:space="preserve"> i m</w:t>
      </w:r>
      <w:r w:rsidR="006F743D" w:rsidRPr="006F743D">
        <w:t>inister</w:t>
      </w:r>
      <w:r w:rsidR="002E1008">
        <w:t xml:space="preserve"> właściwy do spraw wewnętrznych</w:t>
      </w:r>
      <w:r w:rsidRPr="000372F1">
        <w:t>.</w:t>
      </w:r>
    </w:p>
    <w:p w14:paraId="4FB278E2" w14:textId="770194D8" w:rsidR="00A208D4" w:rsidRPr="00E1064F" w:rsidRDefault="00003FB0" w:rsidP="00707708">
      <w:pPr>
        <w:pStyle w:val="USTustnpkodeksu"/>
      </w:pPr>
      <w:r>
        <w:rPr>
          <w:rStyle w:val="Ppogrubienie"/>
        </w:rPr>
        <w:t xml:space="preserve">Art. </w:t>
      </w:r>
      <w:r w:rsidR="004A329A" w:rsidRPr="00367967">
        <w:rPr>
          <w:rStyle w:val="Ppogrubienie"/>
        </w:rPr>
        <w:t>8</w:t>
      </w:r>
      <w:r w:rsidR="00A208D4" w:rsidRPr="00367967">
        <w:rPr>
          <w:rStyle w:val="Ppogrubienie"/>
        </w:rPr>
        <w:t>.</w:t>
      </w:r>
      <w:r w:rsidR="00A208D4">
        <w:t xml:space="preserve"> </w:t>
      </w:r>
      <w:r w:rsidR="002E1008">
        <w:t xml:space="preserve">Blankiety dokumentów paszportowych oraz </w:t>
      </w:r>
      <w:r w:rsidR="0080238F">
        <w:t>blankiety</w:t>
      </w:r>
      <w:r w:rsidR="00465CDF">
        <w:t xml:space="preserve"> </w:t>
      </w:r>
      <w:r w:rsidR="002E1008" w:rsidRPr="00A208D4">
        <w:t>naklej</w:t>
      </w:r>
      <w:r w:rsidR="0080238F">
        <w:t>e</w:t>
      </w:r>
      <w:r w:rsidR="002E1008">
        <w:t>k</w:t>
      </w:r>
      <w:r w:rsidR="002E1008" w:rsidRPr="00A208D4">
        <w:t xml:space="preserve"> </w:t>
      </w:r>
      <w:proofErr w:type="spellStart"/>
      <w:r w:rsidR="002E1008" w:rsidRPr="00A208D4">
        <w:t>personalizacyjn</w:t>
      </w:r>
      <w:r w:rsidR="0080238F">
        <w:t>ych</w:t>
      </w:r>
      <w:proofErr w:type="spellEnd"/>
      <w:r w:rsidR="002E1008">
        <w:t xml:space="preserve"> zapewnia m</w:t>
      </w:r>
      <w:r w:rsidR="00A208D4">
        <w:t>inister właściwy do spraw wewnętrznych</w:t>
      </w:r>
      <w:r w:rsidR="002E1008">
        <w:t>.</w:t>
      </w:r>
    </w:p>
    <w:p w14:paraId="0CD449E0" w14:textId="77777777" w:rsidR="008F60A9" w:rsidRPr="008F60A9" w:rsidRDefault="00BA3463" w:rsidP="002E3FD0">
      <w:pPr>
        <w:pStyle w:val="ARTartustawynprozporzdzenia"/>
      </w:pPr>
      <w:bookmarkStart w:id="39" w:name="mip44650392"/>
      <w:bookmarkStart w:id="40" w:name="mip44650393"/>
      <w:bookmarkEnd w:id="39"/>
      <w:bookmarkEnd w:id="40"/>
      <w:r w:rsidRPr="00E1064F">
        <w:rPr>
          <w:rStyle w:val="Ppogrubienie"/>
        </w:rPr>
        <w:t xml:space="preserve">Art. </w:t>
      </w:r>
      <w:r w:rsidR="004A329A">
        <w:rPr>
          <w:rStyle w:val="Ppogrubienie"/>
        </w:rPr>
        <w:t>9</w:t>
      </w:r>
      <w:r>
        <w:rPr>
          <w:rStyle w:val="Ppogrubienie"/>
        </w:rPr>
        <w:t>.</w:t>
      </w:r>
      <w:bookmarkStart w:id="41" w:name="mip44650618"/>
      <w:bookmarkEnd w:id="41"/>
      <w:r w:rsidR="00500670">
        <w:rPr>
          <w:rStyle w:val="Ppogrubienie"/>
        </w:rPr>
        <w:t xml:space="preserve"> </w:t>
      </w:r>
      <w:r w:rsidR="008F60A9" w:rsidRPr="0080238F">
        <w:t>1.</w:t>
      </w:r>
      <w:r w:rsidR="008F60A9" w:rsidRPr="008F60A9">
        <w:t xml:space="preserve"> Minister właściwy do spraw wewnętrznych:</w:t>
      </w:r>
    </w:p>
    <w:p w14:paraId="4722CCB3" w14:textId="77777777" w:rsidR="008F60A9" w:rsidRPr="008F60A9" w:rsidRDefault="008F60A9" w:rsidP="002E3FD0">
      <w:pPr>
        <w:pStyle w:val="PKTpunkt"/>
      </w:pPr>
      <w:bookmarkStart w:id="42" w:name="mip48369711"/>
      <w:bookmarkEnd w:id="42"/>
      <w:r w:rsidRPr="008F60A9">
        <w:t>1)</w:t>
      </w:r>
      <w:r>
        <w:t> sprawuje</w:t>
      </w:r>
      <w:r w:rsidRPr="008F60A9">
        <w:t xml:space="preserve"> nadzór nad realizacj</w:t>
      </w:r>
      <w:r w:rsidR="002B4DB5">
        <w:t>ą</w:t>
      </w:r>
      <w:r w:rsidRPr="008F60A9">
        <w:t xml:space="preserve"> zadań określonych w ustawie</w:t>
      </w:r>
      <w:r w:rsidR="007E7E39">
        <w:t xml:space="preserve"> wykonywanych przez organy paszportowe</w:t>
      </w:r>
      <w:r w:rsidRPr="008F60A9">
        <w:t>;</w:t>
      </w:r>
    </w:p>
    <w:p w14:paraId="1D13BCF5" w14:textId="77777777" w:rsidR="008F60A9" w:rsidRPr="008F60A9" w:rsidRDefault="008F60A9" w:rsidP="002E3FD0">
      <w:pPr>
        <w:pStyle w:val="PKTpunkt"/>
      </w:pPr>
      <w:bookmarkStart w:id="43" w:name="mip48369712"/>
      <w:bookmarkEnd w:id="43"/>
      <w:r w:rsidRPr="008F60A9">
        <w:t>2)</w:t>
      </w:r>
      <w:r w:rsidR="00E75BB9">
        <w:t xml:space="preserve"> jest </w:t>
      </w:r>
      <w:r w:rsidRPr="008F60A9">
        <w:t>organ</w:t>
      </w:r>
      <w:r w:rsidR="00E75BB9">
        <w:t>em</w:t>
      </w:r>
      <w:r w:rsidRPr="008F60A9">
        <w:t xml:space="preserve"> odwoławczym od decyzji wydawanych przez </w:t>
      </w:r>
      <w:r w:rsidR="00E75BB9">
        <w:t>wojewodę i konsula</w:t>
      </w:r>
      <w:r w:rsidRPr="008F60A9">
        <w:t>.</w:t>
      </w:r>
    </w:p>
    <w:p w14:paraId="1944B2E3" w14:textId="77777777" w:rsidR="008F60A9" w:rsidRPr="008F60A9" w:rsidRDefault="008F60A9" w:rsidP="002E3FD0">
      <w:pPr>
        <w:pStyle w:val="USTustnpkodeksu"/>
      </w:pPr>
      <w:bookmarkStart w:id="44" w:name="mip48369713"/>
      <w:bookmarkEnd w:id="44"/>
      <w:r w:rsidRPr="008F60A9">
        <w:t xml:space="preserve">2. </w:t>
      </w:r>
      <w:bookmarkStart w:id="45" w:name="mip48369714"/>
      <w:bookmarkEnd w:id="45"/>
      <w:r w:rsidRPr="008F60A9">
        <w:t>Sprawowanie nadzoru, </w:t>
      </w:r>
      <w:bookmarkStart w:id="46" w:name="highlightHit_75"/>
      <w:bookmarkEnd w:id="46"/>
      <w:r w:rsidRPr="008F60A9">
        <w:t xml:space="preserve">o którym mowa w ust. </w:t>
      </w:r>
      <w:r w:rsidR="00E75BB9">
        <w:t>1</w:t>
      </w:r>
      <w:r w:rsidRPr="008F60A9">
        <w:t>, polega na:</w:t>
      </w:r>
    </w:p>
    <w:p w14:paraId="7B8F648F" w14:textId="3AD24674" w:rsidR="008F60A9" w:rsidRPr="008F60A9" w:rsidRDefault="00E26B4E" w:rsidP="00E26B4E">
      <w:pPr>
        <w:pStyle w:val="LITlitera"/>
        <w:ind w:left="0" w:firstLine="0"/>
      </w:pPr>
      <w:bookmarkStart w:id="47" w:name="mip48369716"/>
      <w:bookmarkEnd w:id="47"/>
      <w:r>
        <w:t>1</w:t>
      </w:r>
      <w:r w:rsidR="008F60A9" w:rsidRPr="008F60A9">
        <w:t>) </w:t>
      </w:r>
      <w:r w:rsidR="00A12A6E">
        <w:t xml:space="preserve">badaniu </w:t>
      </w:r>
      <w:r w:rsidR="008F60A9" w:rsidRPr="008F60A9">
        <w:t>prawidłowości prowadzonych postępowań</w:t>
      </w:r>
      <w:r w:rsidR="00C65C1F">
        <w:t>;</w:t>
      </w:r>
    </w:p>
    <w:p w14:paraId="4711C7B2" w14:textId="77777777" w:rsidR="008F60A9" w:rsidRPr="008F60A9" w:rsidRDefault="00E26B4E" w:rsidP="00E26B4E">
      <w:pPr>
        <w:pStyle w:val="LITlitera"/>
        <w:ind w:left="0" w:firstLine="0"/>
      </w:pPr>
      <w:r>
        <w:t>2</w:t>
      </w:r>
      <w:r w:rsidR="008F60A9" w:rsidRPr="008F60A9">
        <w:t>) </w:t>
      </w:r>
      <w:r w:rsidR="003110B4">
        <w:t xml:space="preserve">badaniu </w:t>
      </w:r>
      <w:r w:rsidR="00E75BB9">
        <w:t xml:space="preserve">prawidłowości i terminowości </w:t>
      </w:r>
      <w:r w:rsidR="002E3FD0">
        <w:t>prowadzenia</w:t>
      </w:r>
      <w:r w:rsidR="002E3FD0" w:rsidRPr="008F60A9">
        <w:t xml:space="preserve"> </w:t>
      </w:r>
      <w:r w:rsidR="008F60A9" w:rsidRPr="008F60A9">
        <w:t>spraw określonych w ustawie;</w:t>
      </w:r>
    </w:p>
    <w:p w14:paraId="1026DA59" w14:textId="77777777" w:rsidR="007E7E39" w:rsidRDefault="00E26B4E" w:rsidP="00E26B4E">
      <w:pPr>
        <w:pStyle w:val="LITlitera"/>
        <w:ind w:left="0" w:firstLine="0"/>
      </w:pPr>
      <w:bookmarkStart w:id="48" w:name="mip48369717"/>
      <w:bookmarkEnd w:id="48"/>
      <w:r>
        <w:t>3</w:t>
      </w:r>
      <w:r w:rsidR="008F60A9" w:rsidRPr="008F60A9">
        <w:t xml:space="preserve">) kształtowaniu jednolitej polityki w zakresie realizacji </w:t>
      </w:r>
      <w:r w:rsidR="00E75BB9">
        <w:t>zadań</w:t>
      </w:r>
      <w:r w:rsidR="008F60A9" w:rsidRPr="008F60A9">
        <w:t xml:space="preserve"> określonych w ustawie</w:t>
      </w:r>
      <w:r w:rsidR="007E7E39">
        <w:t>;</w:t>
      </w:r>
    </w:p>
    <w:p w14:paraId="68DBD781" w14:textId="28E644E7" w:rsidR="00187CC0" w:rsidRPr="008F60A9" w:rsidRDefault="00E26B4E" w:rsidP="00E26B4E">
      <w:pPr>
        <w:pStyle w:val="LITlitera"/>
        <w:ind w:left="0" w:firstLine="0"/>
      </w:pPr>
      <w:r>
        <w:t>4</w:t>
      </w:r>
      <w:r w:rsidR="007E7E39">
        <w:t>) prowadzeniu kontroli</w:t>
      </w:r>
      <w:r w:rsidR="008F60A9" w:rsidRPr="008F60A9">
        <w:t>.</w:t>
      </w:r>
      <w:r w:rsidR="00187CC0" w:rsidRPr="00187CC0">
        <w:t xml:space="preserve"> </w:t>
      </w:r>
    </w:p>
    <w:p w14:paraId="53E6E565" w14:textId="6A3836CE" w:rsidR="00976C2E" w:rsidRPr="00976C2E" w:rsidRDefault="009D0AFA" w:rsidP="005612E6">
      <w:pPr>
        <w:pStyle w:val="USTustnpkodeksu"/>
      </w:pPr>
      <w:bookmarkStart w:id="49" w:name="mip48369718"/>
      <w:bookmarkEnd w:id="49"/>
      <w:r>
        <w:t>3</w:t>
      </w:r>
      <w:r w:rsidR="00976C2E" w:rsidRPr="00976C2E">
        <w:t xml:space="preserve">. </w:t>
      </w:r>
      <w:r w:rsidR="005612E6" w:rsidRPr="005612E6">
        <w:t>Czynności w ramach nadzoru, o którym mowa w ust. 1 pkt 1 w stosunku do konsulów, są realizowane w porozumieniu z ministrem właściwym do spraw zagranicznych</w:t>
      </w:r>
      <w:r w:rsidR="005612E6">
        <w:t>.</w:t>
      </w:r>
    </w:p>
    <w:p w14:paraId="55AF1742" w14:textId="2305CF62" w:rsidR="00D04081" w:rsidRDefault="009D0AFA" w:rsidP="00D364DD">
      <w:pPr>
        <w:pStyle w:val="USTustnpkodeksu"/>
      </w:pPr>
      <w:r>
        <w:t>4</w:t>
      </w:r>
      <w:r w:rsidR="008F60A9" w:rsidRPr="008F60A9">
        <w:t xml:space="preserve">. </w:t>
      </w:r>
      <w:r w:rsidR="008F60A9" w:rsidRPr="00612BE7">
        <w:t>Kontrol</w:t>
      </w:r>
      <w:r w:rsidR="00570049">
        <w:t xml:space="preserve">e </w:t>
      </w:r>
      <w:r w:rsidR="00587A00">
        <w:t>są</w:t>
      </w:r>
      <w:r w:rsidR="00570049">
        <w:t xml:space="preserve"> </w:t>
      </w:r>
      <w:bookmarkStart w:id="50" w:name="highlightHit_76"/>
      <w:bookmarkEnd w:id="50"/>
      <w:r w:rsidR="00570049">
        <w:t xml:space="preserve">prowadzone </w:t>
      </w:r>
      <w:r w:rsidR="008F60A9" w:rsidRPr="008F60A9">
        <w:t>na zasadach określonych w ustawie z dnia 15 lipca 2011 r. </w:t>
      </w:r>
      <w:bookmarkStart w:id="51" w:name="highlightHit_77"/>
      <w:bookmarkEnd w:id="51"/>
      <w:r w:rsidR="008F60A9" w:rsidRPr="008F60A9">
        <w:t>o kontroli w administracji rządowej (Dz.</w:t>
      </w:r>
      <w:r w:rsidR="002273B1">
        <w:t xml:space="preserve"> </w:t>
      </w:r>
      <w:r w:rsidR="008F60A9" w:rsidRPr="008F60A9">
        <w:t>U.</w:t>
      </w:r>
      <w:r w:rsidR="002B4DB5">
        <w:t xml:space="preserve"> z 2020 poz. 224</w:t>
      </w:r>
      <w:r w:rsidR="008F60A9" w:rsidRPr="008F60A9">
        <w:t>)</w:t>
      </w:r>
      <w:r w:rsidR="002B4DB5">
        <w:t xml:space="preserve">. </w:t>
      </w:r>
    </w:p>
    <w:p w14:paraId="391C130C" w14:textId="554E4EB1" w:rsidR="00A12A6E" w:rsidRDefault="009D0AFA" w:rsidP="00D364DD">
      <w:pPr>
        <w:pStyle w:val="USTustnpkodeksu"/>
        <w:rPr>
          <w:rStyle w:val="Ppogrubienie"/>
        </w:rPr>
      </w:pPr>
      <w:r>
        <w:lastRenderedPageBreak/>
        <w:t>5</w:t>
      </w:r>
      <w:r w:rsidR="00A12A6E">
        <w:t xml:space="preserve">. </w:t>
      </w:r>
      <w:r w:rsidR="00CA45EC">
        <w:t>Minister właściwy do spraw wewnętrznych prowadzi, przy udziale ministra właściwego do spraw zagranicznych</w:t>
      </w:r>
      <w:r w:rsidR="001F1135">
        <w:t>,</w:t>
      </w:r>
      <w:r w:rsidR="00CA45EC">
        <w:t xml:space="preserve"> k</w:t>
      </w:r>
      <w:r w:rsidR="00A12A6E">
        <w:t xml:space="preserve">ontrole wykonywania </w:t>
      </w:r>
      <w:r w:rsidR="00CA45EC">
        <w:t xml:space="preserve">przez konsulów </w:t>
      </w:r>
      <w:r w:rsidR="00A12A6E">
        <w:t>zadań określonych w ustawie</w:t>
      </w:r>
      <w:r w:rsidR="00CA45EC">
        <w:t>.</w:t>
      </w:r>
      <w:r w:rsidR="00A12A6E">
        <w:t xml:space="preserve"> Przepisy ustawy </w:t>
      </w:r>
      <w:r w:rsidR="00A12A6E" w:rsidRPr="00A12A6E">
        <w:t>z dnia 15 lipca 2011 r. o kontroli w administracji rządowej</w:t>
      </w:r>
      <w:r w:rsidR="00A12A6E">
        <w:t xml:space="preserve"> stosuje się odpowiednio. </w:t>
      </w:r>
    </w:p>
    <w:p w14:paraId="296BE012" w14:textId="140751B0" w:rsidR="00E91736" w:rsidRDefault="00E91736" w:rsidP="00340D65">
      <w:pPr>
        <w:pStyle w:val="ROZDZODDZOZNoznaczenierozdziauluboddziau"/>
      </w:pPr>
      <w:r w:rsidRPr="00340D65">
        <w:t>R</w:t>
      </w:r>
      <w:r w:rsidR="00E535E0">
        <w:t>ozdział</w:t>
      </w:r>
      <w:r>
        <w:t xml:space="preserve"> 2</w:t>
      </w:r>
      <w:r w:rsidRPr="00E91736">
        <w:t xml:space="preserve"> </w:t>
      </w:r>
    </w:p>
    <w:p w14:paraId="2A7FE0EA" w14:textId="61A45BBC" w:rsidR="00E91736" w:rsidRPr="00530663" w:rsidRDefault="00EE64FD" w:rsidP="00530663">
      <w:pPr>
        <w:pStyle w:val="ROZDZODDZPRZEDMprzedmiotregulacjirozdziauluboddziau"/>
      </w:pPr>
      <w:r w:rsidRPr="00530663">
        <w:t>Rodzaje i forma dokumentów paszportowych, zakres danych zamieszczanych w dokumentach paszportowych oraz okres wa</w:t>
      </w:r>
      <w:r w:rsidR="00530663" w:rsidRPr="00530663">
        <w:t>żności dokumentów paszportowych</w:t>
      </w:r>
    </w:p>
    <w:p w14:paraId="06E44AB3" w14:textId="24E228D1" w:rsidR="00536499" w:rsidRDefault="00203B54" w:rsidP="00FE56CD">
      <w:pPr>
        <w:pStyle w:val="ARTartustawynprozporzdzenia"/>
      </w:pPr>
      <w:r w:rsidRPr="00A12C6C">
        <w:rPr>
          <w:rStyle w:val="Ppogrubienie"/>
        </w:rPr>
        <w:t xml:space="preserve">Art. </w:t>
      </w:r>
      <w:r w:rsidR="005C4965">
        <w:rPr>
          <w:rStyle w:val="Ppogrubienie"/>
        </w:rPr>
        <w:t>1</w:t>
      </w:r>
      <w:r w:rsidR="00C02CAD">
        <w:rPr>
          <w:rStyle w:val="Ppogrubienie"/>
        </w:rPr>
        <w:t>0</w:t>
      </w:r>
      <w:r w:rsidRPr="00A12C6C">
        <w:rPr>
          <w:rStyle w:val="Ppogrubienie"/>
        </w:rPr>
        <w:t>.</w:t>
      </w:r>
      <w:r w:rsidR="0082660A">
        <w:rPr>
          <w:rStyle w:val="Ppogrubienie"/>
        </w:rPr>
        <w:t xml:space="preserve"> </w:t>
      </w:r>
      <w:r w:rsidR="0082660A" w:rsidRPr="0082660A">
        <w:t>1. Dokumenty paszportowe mają formę książeczki</w:t>
      </w:r>
      <w:r w:rsidR="00AE4B98">
        <w:t>, która składa się z okładki, stron na wpisy</w:t>
      </w:r>
      <w:r w:rsidR="006D6772" w:rsidRPr="006D6772">
        <w:t xml:space="preserve"> </w:t>
      </w:r>
      <w:r w:rsidR="006D6772">
        <w:t>i informacje</w:t>
      </w:r>
      <w:r w:rsidR="00AE4B98">
        <w:t xml:space="preserve"> urzędowe </w:t>
      </w:r>
      <w:r w:rsidR="005C4965">
        <w:t>oraz</w:t>
      </w:r>
      <w:r w:rsidR="00AE4B98">
        <w:t xml:space="preserve"> stron</w:t>
      </w:r>
      <w:r w:rsidR="00416944">
        <w:t xml:space="preserve"> </w:t>
      </w:r>
      <w:r w:rsidR="00D7268A">
        <w:t xml:space="preserve">przeznaczonych na </w:t>
      </w:r>
      <w:r w:rsidR="002E19E4">
        <w:t>zamieszczanie wiz i stempli kontroli granicznej</w:t>
      </w:r>
      <w:r w:rsidR="00536499">
        <w:t>.</w:t>
      </w:r>
    </w:p>
    <w:p w14:paraId="7F1278C2" w14:textId="77777777" w:rsidR="0082660A" w:rsidRDefault="00536499" w:rsidP="00FE56CD">
      <w:pPr>
        <w:pStyle w:val="ARTartustawynprozporzdzenia"/>
      </w:pPr>
      <w:r>
        <w:t>2. Książeczka p</w:t>
      </w:r>
      <w:r w:rsidRPr="00536499">
        <w:t>aszport</w:t>
      </w:r>
      <w:r>
        <w:t>u</w:t>
      </w:r>
      <w:r w:rsidRPr="00536499">
        <w:t>, paszport</w:t>
      </w:r>
      <w:r>
        <w:t>u</w:t>
      </w:r>
      <w:r w:rsidRPr="00536499">
        <w:t xml:space="preserve"> dyplomatyczn</w:t>
      </w:r>
      <w:r>
        <w:t>ego</w:t>
      </w:r>
      <w:r w:rsidRPr="00536499">
        <w:t xml:space="preserve"> i paszport</w:t>
      </w:r>
      <w:r>
        <w:t>u</w:t>
      </w:r>
      <w:r w:rsidRPr="00536499">
        <w:t xml:space="preserve"> służbow</w:t>
      </w:r>
      <w:r>
        <w:t>ego</w:t>
      </w:r>
      <w:r w:rsidRPr="00536499">
        <w:t xml:space="preserve"> posiada</w:t>
      </w:r>
      <w:r w:rsidR="00842DA5">
        <w:t xml:space="preserve"> </w:t>
      </w:r>
      <w:r w:rsidR="00AE4B98">
        <w:t xml:space="preserve">dodatkowo </w:t>
      </w:r>
      <w:r w:rsidR="00842DA5">
        <w:t>stron</w:t>
      </w:r>
      <w:r>
        <w:t>ę</w:t>
      </w:r>
      <w:r w:rsidR="007E0FE9">
        <w:t xml:space="preserve"> przeznaczoną do personalizacji, zwaną dalej „stroną</w:t>
      </w:r>
      <w:r w:rsidR="00842DA5">
        <w:t xml:space="preserve"> </w:t>
      </w:r>
      <w:proofErr w:type="spellStart"/>
      <w:r w:rsidR="00842DA5">
        <w:t>personalizacyjn</w:t>
      </w:r>
      <w:r>
        <w:t>ą</w:t>
      </w:r>
      <w:proofErr w:type="spellEnd"/>
      <w:r w:rsidR="007E0FE9">
        <w:t>”</w:t>
      </w:r>
      <w:r w:rsidR="0082660A" w:rsidRPr="0082660A">
        <w:t xml:space="preserve">. </w:t>
      </w:r>
    </w:p>
    <w:p w14:paraId="02AFB27A" w14:textId="77777777" w:rsidR="00536499" w:rsidRPr="0082660A" w:rsidRDefault="00536499" w:rsidP="00536499">
      <w:pPr>
        <w:pStyle w:val="ARTartustawynprozporzdzenia"/>
      </w:pPr>
      <w:r>
        <w:t xml:space="preserve">3. </w:t>
      </w:r>
      <w:r w:rsidRPr="00536499">
        <w:t>Książeczka paszportu</w:t>
      </w:r>
      <w:r>
        <w:t xml:space="preserve"> tymczasowego </w:t>
      </w:r>
      <w:r w:rsidRPr="00536499">
        <w:t>posiada</w:t>
      </w:r>
      <w:r w:rsidR="00AE4B98">
        <w:t xml:space="preserve"> dodatkowo </w:t>
      </w:r>
      <w:r w:rsidR="002A5692">
        <w:t>stronę przeznaczoną na wklejenie</w:t>
      </w:r>
      <w:r w:rsidR="00961318">
        <w:t xml:space="preserve"> naklejki </w:t>
      </w:r>
      <w:proofErr w:type="spellStart"/>
      <w:r w:rsidR="00961318">
        <w:t>personalizacyjnej</w:t>
      </w:r>
      <w:proofErr w:type="spellEnd"/>
      <w:r w:rsidRPr="00536499">
        <w:t>.</w:t>
      </w:r>
    </w:p>
    <w:p w14:paraId="295E9982" w14:textId="1344AD66" w:rsidR="0082660A" w:rsidRDefault="00536499" w:rsidP="00633CBA">
      <w:pPr>
        <w:pStyle w:val="ARTartustawynprozporzdzenia"/>
      </w:pPr>
      <w:r w:rsidRPr="00D835DE">
        <w:rPr>
          <w:rStyle w:val="Ppogrubienie"/>
        </w:rPr>
        <w:t xml:space="preserve">Art. </w:t>
      </w:r>
      <w:r w:rsidR="00633CBA">
        <w:rPr>
          <w:rStyle w:val="Ppogrubienie"/>
        </w:rPr>
        <w:t>1</w:t>
      </w:r>
      <w:r w:rsidR="00C02CAD">
        <w:rPr>
          <w:rStyle w:val="Ppogrubienie"/>
        </w:rPr>
        <w:t>1</w:t>
      </w:r>
      <w:r w:rsidRPr="00D835DE">
        <w:rPr>
          <w:rStyle w:val="Ppogrubienie"/>
        </w:rPr>
        <w:t>.</w:t>
      </w:r>
      <w:r>
        <w:t xml:space="preserve"> 1</w:t>
      </w:r>
      <w:r w:rsidR="0082660A" w:rsidRPr="0082660A">
        <w:t>. Paszport, paszport dyplomatyczny i paszport służbowy posiada</w:t>
      </w:r>
      <w:r w:rsidR="002273B1">
        <w:t>ją</w:t>
      </w:r>
      <w:r w:rsidR="0082660A" w:rsidRPr="0082660A">
        <w:t xml:space="preserve"> warstwę</w:t>
      </w:r>
      <w:r w:rsidR="0039426B">
        <w:t xml:space="preserve"> graficzną i</w:t>
      </w:r>
      <w:r w:rsidR="0082660A" w:rsidRPr="0082660A">
        <w:t xml:space="preserve"> warstwę elektroniczną.</w:t>
      </w:r>
    </w:p>
    <w:p w14:paraId="2D33E9FF" w14:textId="12B0A36E" w:rsidR="0039426B" w:rsidRPr="0082660A" w:rsidRDefault="00536499" w:rsidP="0039426B">
      <w:pPr>
        <w:pStyle w:val="USTustnpkodeksu"/>
      </w:pPr>
      <w:r>
        <w:t>2</w:t>
      </w:r>
      <w:r w:rsidR="0039426B" w:rsidRPr="0039426B">
        <w:t xml:space="preserve">. </w:t>
      </w:r>
      <w:r w:rsidR="00D52D5D">
        <w:t>Wiarygodność</w:t>
      </w:r>
      <w:r w:rsidR="00416944" w:rsidRPr="0039426B">
        <w:t xml:space="preserve"> </w:t>
      </w:r>
      <w:r w:rsidR="0039426B" w:rsidRPr="0039426B">
        <w:t xml:space="preserve">danych </w:t>
      </w:r>
      <w:r w:rsidR="00E5620C">
        <w:t>zamieszczonych</w:t>
      </w:r>
      <w:r w:rsidR="00E5620C" w:rsidRPr="0039426B">
        <w:t xml:space="preserve"> </w:t>
      </w:r>
      <w:r w:rsidR="0039426B" w:rsidRPr="0039426B">
        <w:t xml:space="preserve">w warstwie graficznej </w:t>
      </w:r>
      <w:r w:rsidR="004A329A">
        <w:t xml:space="preserve">można </w:t>
      </w:r>
      <w:r w:rsidR="00D1335C">
        <w:t>potwierdz</w:t>
      </w:r>
      <w:r w:rsidR="004A329A">
        <w:t>ić</w:t>
      </w:r>
      <w:r w:rsidR="00D1335C">
        <w:t xml:space="preserve"> </w:t>
      </w:r>
      <w:r w:rsidR="0039426B" w:rsidRPr="0039426B">
        <w:t xml:space="preserve">przez porównanie tych danych z danymi </w:t>
      </w:r>
      <w:r w:rsidR="00E5620C">
        <w:t>zamieszczonymi</w:t>
      </w:r>
      <w:r w:rsidR="00E5620C" w:rsidRPr="0039426B">
        <w:t xml:space="preserve"> </w:t>
      </w:r>
      <w:r w:rsidR="0039426B" w:rsidRPr="0039426B">
        <w:t>w warstwie elektronicznej.</w:t>
      </w:r>
    </w:p>
    <w:p w14:paraId="3BA496FB" w14:textId="77777777" w:rsidR="0082660A" w:rsidRPr="0082660A" w:rsidRDefault="00536499" w:rsidP="00A12C6C">
      <w:pPr>
        <w:pStyle w:val="USTustnpkodeksu"/>
      </w:pPr>
      <w:r>
        <w:t>3</w:t>
      </w:r>
      <w:r w:rsidR="0082660A" w:rsidRPr="0082660A">
        <w:t xml:space="preserve">. Paszport tymczasowy posiada </w:t>
      </w:r>
      <w:r w:rsidR="005343B8">
        <w:t xml:space="preserve">wyłącznie </w:t>
      </w:r>
      <w:r w:rsidR="0082660A" w:rsidRPr="0082660A">
        <w:t>warstw</w:t>
      </w:r>
      <w:r w:rsidR="005343B8">
        <w:t>ę</w:t>
      </w:r>
      <w:r w:rsidR="0082660A" w:rsidRPr="0082660A">
        <w:t xml:space="preserve"> </w:t>
      </w:r>
      <w:r w:rsidR="005343B8">
        <w:t>graficzną</w:t>
      </w:r>
      <w:r w:rsidR="0082660A" w:rsidRPr="0082660A">
        <w:t>.</w:t>
      </w:r>
    </w:p>
    <w:p w14:paraId="3440EFA1" w14:textId="252B3D32" w:rsidR="0005297E" w:rsidRPr="00797003" w:rsidRDefault="0005297E" w:rsidP="0005297E">
      <w:pPr>
        <w:pStyle w:val="ARTartustawynprozporzdzenia"/>
      </w:pPr>
      <w:r w:rsidRPr="00797003">
        <w:rPr>
          <w:rStyle w:val="Ppogrubienie"/>
        </w:rPr>
        <w:t xml:space="preserve">Art. </w:t>
      </w:r>
      <w:r>
        <w:rPr>
          <w:rStyle w:val="Ppogrubienie"/>
        </w:rPr>
        <w:t>1</w:t>
      </w:r>
      <w:r w:rsidR="00C02CAD">
        <w:rPr>
          <w:rStyle w:val="Ppogrubienie"/>
        </w:rPr>
        <w:t>2</w:t>
      </w:r>
      <w:r w:rsidRPr="00797003">
        <w:rPr>
          <w:rStyle w:val="Ppogrubienie"/>
        </w:rPr>
        <w:t>.</w:t>
      </w:r>
      <w:r>
        <w:t xml:space="preserve"> </w:t>
      </w:r>
      <w:r w:rsidRPr="006D50C4">
        <w:t>1.</w:t>
      </w:r>
      <w:r>
        <w:rPr>
          <w:rStyle w:val="Ppogrubienie"/>
        </w:rPr>
        <w:t xml:space="preserve"> </w:t>
      </w:r>
      <w:r w:rsidRPr="00797003">
        <w:t xml:space="preserve">W </w:t>
      </w:r>
      <w:r>
        <w:t xml:space="preserve">warstwie graficznej </w:t>
      </w:r>
      <w:r w:rsidRPr="00477021">
        <w:t xml:space="preserve">na stronie </w:t>
      </w:r>
      <w:proofErr w:type="spellStart"/>
      <w:r w:rsidRPr="00477021">
        <w:t>personalizacyjnej</w:t>
      </w:r>
      <w:proofErr w:type="spellEnd"/>
      <w:r w:rsidRPr="00477021">
        <w:t xml:space="preserve"> </w:t>
      </w:r>
      <w:r>
        <w:t>paszportu, paszportu dyplomatycznego i paszportu służbowego zamieszcza się</w:t>
      </w:r>
      <w:r w:rsidRPr="00797003">
        <w:t>:</w:t>
      </w:r>
    </w:p>
    <w:p w14:paraId="3A35C22A" w14:textId="77777777" w:rsidR="0005297E" w:rsidRDefault="0005297E" w:rsidP="0005297E">
      <w:pPr>
        <w:pStyle w:val="PKTpunkt"/>
      </w:pPr>
      <w:r w:rsidRPr="00797003">
        <w:t>1)</w:t>
      </w:r>
      <w:r>
        <w:t xml:space="preserve"> dane dotyczące osoby:</w:t>
      </w:r>
    </w:p>
    <w:p w14:paraId="3B669475" w14:textId="77777777" w:rsidR="0005297E" w:rsidRPr="00797003" w:rsidRDefault="0005297E" w:rsidP="0005297E">
      <w:pPr>
        <w:pStyle w:val="LITlitera"/>
      </w:pPr>
      <w:r>
        <w:t>a) nazwisko,</w:t>
      </w:r>
    </w:p>
    <w:p w14:paraId="695A261E" w14:textId="77777777" w:rsidR="0005297E" w:rsidRPr="00797003" w:rsidRDefault="0005297E" w:rsidP="0005297E">
      <w:pPr>
        <w:pStyle w:val="LITlitera"/>
      </w:pPr>
      <w:r>
        <w:t>b) imię (imiona),</w:t>
      </w:r>
    </w:p>
    <w:p w14:paraId="42753007" w14:textId="77777777" w:rsidR="0005297E" w:rsidRDefault="0005297E" w:rsidP="0005297E">
      <w:pPr>
        <w:pStyle w:val="LITlitera"/>
      </w:pPr>
      <w:r>
        <w:t>c) datę urodzenia,</w:t>
      </w:r>
    </w:p>
    <w:p w14:paraId="24C0624C" w14:textId="77777777" w:rsidR="0005297E" w:rsidRPr="00797003" w:rsidRDefault="0005297E" w:rsidP="0005297E">
      <w:pPr>
        <w:pStyle w:val="LITlitera"/>
      </w:pPr>
      <w:r>
        <w:t>d) miejsce urodzenia,</w:t>
      </w:r>
    </w:p>
    <w:p w14:paraId="0387CAB7" w14:textId="77777777" w:rsidR="0005297E" w:rsidRPr="00797003" w:rsidRDefault="0005297E" w:rsidP="0005297E">
      <w:pPr>
        <w:pStyle w:val="LITlitera"/>
      </w:pPr>
      <w:r>
        <w:t>e) obywatelstwo,</w:t>
      </w:r>
    </w:p>
    <w:p w14:paraId="0B787E70" w14:textId="77777777" w:rsidR="0005297E" w:rsidRPr="00A17AC7" w:rsidRDefault="0005297E" w:rsidP="0005297E">
      <w:pPr>
        <w:pStyle w:val="LITlitera"/>
        <w:rPr>
          <w:lang w:val="en-GB"/>
        </w:rPr>
      </w:pPr>
      <w:r w:rsidRPr="00A17AC7">
        <w:rPr>
          <w:lang w:val="en-GB"/>
        </w:rPr>
        <w:t xml:space="preserve">f) </w:t>
      </w:r>
      <w:proofErr w:type="spellStart"/>
      <w:r w:rsidRPr="00A17AC7">
        <w:rPr>
          <w:lang w:val="en-GB"/>
        </w:rPr>
        <w:t>płeć</w:t>
      </w:r>
      <w:proofErr w:type="spellEnd"/>
      <w:r w:rsidRPr="00A17AC7">
        <w:rPr>
          <w:lang w:val="en-GB"/>
        </w:rPr>
        <w:t>,</w:t>
      </w:r>
    </w:p>
    <w:p w14:paraId="28974BC1" w14:textId="77777777" w:rsidR="0005297E" w:rsidRPr="00A17AC7" w:rsidRDefault="0005297E" w:rsidP="0005297E">
      <w:pPr>
        <w:pStyle w:val="LITlitera"/>
        <w:rPr>
          <w:lang w:val="en-GB"/>
        </w:rPr>
      </w:pPr>
      <w:r w:rsidRPr="00A17AC7">
        <w:rPr>
          <w:lang w:val="en-GB"/>
        </w:rPr>
        <w:t>g) </w:t>
      </w:r>
      <w:proofErr w:type="spellStart"/>
      <w:r w:rsidRPr="00A17AC7">
        <w:rPr>
          <w:lang w:val="en-GB"/>
        </w:rPr>
        <w:t>numer</w:t>
      </w:r>
      <w:proofErr w:type="spellEnd"/>
      <w:r w:rsidRPr="00A17AC7">
        <w:rPr>
          <w:lang w:val="en-GB"/>
        </w:rPr>
        <w:t xml:space="preserve"> PESEL,</w:t>
      </w:r>
    </w:p>
    <w:p w14:paraId="4F420660" w14:textId="77777777" w:rsidR="0005297E" w:rsidRDefault="0005297E" w:rsidP="0005297E">
      <w:pPr>
        <w:pStyle w:val="LITlitera"/>
      </w:pPr>
      <w:r>
        <w:t xml:space="preserve">h) </w:t>
      </w:r>
      <w:r w:rsidRPr="00797003">
        <w:t>wizerunek twarzy</w:t>
      </w:r>
      <w:r>
        <w:t>,</w:t>
      </w:r>
    </w:p>
    <w:p w14:paraId="32FB73DB" w14:textId="2838E5E0" w:rsidR="0005297E" w:rsidRPr="00255F49" w:rsidRDefault="0005297E" w:rsidP="00255F49">
      <w:pPr>
        <w:pStyle w:val="LITlitera"/>
      </w:pPr>
      <w:r w:rsidRPr="00255F49">
        <w:lastRenderedPageBreak/>
        <w:t xml:space="preserve">i) </w:t>
      </w:r>
      <w:r w:rsidR="003C0C95" w:rsidRPr="00255F49">
        <w:t>odwzorowanie własnoręcznego podpisu osoby, która ukończyła 12. rok życia, z wyjątkiem osoby, która nie może złożyć podpisu, lub informację o jego braku;</w:t>
      </w:r>
    </w:p>
    <w:p w14:paraId="7398705F" w14:textId="77777777" w:rsidR="0005297E" w:rsidRPr="00797003" w:rsidRDefault="0005297E" w:rsidP="0005297E">
      <w:pPr>
        <w:pStyle w:val="PKTpunkt"/>
      </w:pPr>
      <w:r>
        <w:t>2</w:t>
      </w:r>
      <w:r w:rsidRPr="00797003">
        <w:t>)</w:t>
      </w:r>
      <w:r>
        <w:t xml:space="preserve"> dane dotyczące dokumentu:</w:t>
      </w:r>
    </w:p>
    <w:p w14:paraId="3A1BE838" w14:textId="77777777" w:rsidR="0005297E" w:rsidRDefault="0005297E" w:rsidP="0005297E">
      <w:pPr>
        <w:pStyle w:val="LITlitera"/>
      </w:pPr>
      <w:r>
        <w:t>a) oznaczenie rodzaju dokumentu,</w:t>
      </w:r>
    </w:p>
    <w:p w14:paraId="5BA881FC" w14:textId="77777777" w:rsidR="0005297E" w:rsidRDefault="0005297E" w:rsidP="0005297E">
      <w:pPr>
        <w:pStyle w:val="LITlitera"/>
      </w:pPr>
      <w:r>
        <w:t>b) oznaczenie kraju wydania,</w:t>
      </w:r>
    </w:p>
    <w:p w14:paraId="6A8F91FC" w14:textId="77777777" w:rsidR="0005297E" w:rsidRPr="00797003" w:rsidRDefault="0005297E" w:rsidP="0005297E">
      <w:pPr>
        <w:pStyle w:val="LITlitera"/>
      </w:pPr>
      <w:r>
        <w:t>c) serię i numer dokumentu</w:t>
      </w:r>
      <w:r w:rsidR="00776947">
        <w:t>,</w:t>
      </w:r>
    </w:p>
    <w:p w14:paraId="20E070E7" w14:textId="77777777" w:rsidR="0005297E" w:rsidRPr="00797003" w:rsidRDefault="0005297E" w:rsidP="0005297E">
      <w:pPr>
        <w:pStyle w:val="LITlitera"/>
      </w:pPr>
      <w:r>
        <w:t>d) d</w:t>
      </w:r>
      <w:r w:rsidRPr="00797003">
        <w:t>at</w:t>
      </w:r>
      <w:r>
        <w:t>ę</w:t>
      </w:r>
      <w:r w:rsidRPr="00797003">
        <w:t xml:space="preserve"> wydania</w:t>
      </w:r>
      <w:r>
        <w:t>,</w:t>
      </w:r>
    </w:p>
    <w:p w14:paraId="5D580729" w14:textId="77777777" w:rsidR="0005297E" w:rsidRPr="00797003" w:rsidRDefault="0005297E" w:rsidP="0005297E">
      <w:pPr>
        <w:pStyle w:val="LITlitera"/>
      </w:pPr>
      <w:r>
        <w:t>e</w:t>
      </w:r>
      <w:r w:rsidRPr="00797003">
        <w:t>)</w:t>
      </w:r>
      <w:r w:rsidRPr="007B3285">
        <w:t xml:space="preserve"> </w:t>
      </w:r>
      <w:r>
        <w:t>datę</w:t>
      </w:r>
      <w:r w:rsidRPr="00797003">
        <w:t xml:space="preserve"> ważności</w:t>
      </w:r>
      <w:r>
        <w:t>,</w:t>
      </w:r>
    </w:p>
    <w:p w14:paraId="1517A768" w14:textId="77777777" w:rsidR="0005297E" w:rsidRPr="00797003" w:rsidRDefault="0005297E" w:rsidP="0005297E">
      <w:pPr>
        <w:pStyle w:val="LITlitera"/>
      </w:pPr>
      <w:r>
        <w:t>f</w:t>
      </w:r>
      <w:r w:rsidRPr="00797003">
        <w:t>)</w:t>
      </w:r>
      <w:r>
        <w:t xml:space="preserve"> oznaczenie organu wydającego.</w:t>
      </w:r>
    </w:p>
    <w:p w14:paraId="05440702" w14:textId="492E53F4" w:rsidR="00986296" w:rsidRDefault="003460EE" w:rsidP="0005297E">
      <w:pPr>
        <w:pStyle w:val="USTustnpkodeksu"/>
      </w:pPr>
      <w:r>
        <w:t>2</w:t>
      </w:r>
      <w:r w:rsidR="0005297E">
        <w:t xml:space="preserve">. </w:t>
      </w:r>
      <w:r w:rsidR="00776947">
        <w:t>M</w:t>
      </w:r>
      <w:r w:rsidR="00986296" w:rsidRPr="00986296">
        <w:t>iejsc</w:t>
      </w:r>
      <w:r w:rsidR="00776947">
        <w:t>e</w:t>
      </w:r>
      <w:r w:rsidR="00986296" w:rsidRPr="00986296">
        <w:t xml:space="preserve"> urodzenia</w:t>
      </w:r>
      <w:r w:rsidR="000D7681" w:rsidRPr="000D7681">
        <w:t xml:space="preserve"> znajdujące się na terytorium Rzeczypospolitej Polskiej</w:t>
      </w:r>
      <w:r w:rsidR="000D7681">
        <w:t>,</w:t>
      </w:r>
      <w:r w:rsidR="00986296" w:rsidRPr="00986296">
        <w:t xml:space="preserve"> </w:t>
      </w:r>
      <w:r w:rsidR="002273B1">
        <w:t>jest</w:t>
      </w:r>
      <w:r w:rsidR="00986296" w:rsidRPr="00986296">
        <w:t xml:space="preserve"> </w:t>
      </w:r>
      <w:r w:rsidR="00776947" w:rsidRPr="00986296">
        <w:t>zamieszczan</w:t>
      </w:r>
      <w:r w:rsidR="00776947">
        <w:t>e</w:t>
      </w:r>
      <w:r w:rsidR="00776947" w:rsidRPr="000D7681">
        <w:t xml:space="preserve"> </w:t>
      </w:r>
      <w:r w:rsidR="000D7681" w:rsidRPr="000D7681">
        <w:t>w dokumencie paszportowym</w:t>
      </w:r>
      <w:r w:rsidR="000D7681">
        <w:t xml:space="preserve"> </w:t>
      </w:r>
      <w:r w:rsidR="00986296" w:rsidRPr="00986296">
        <w:t xml:space="preserve">w brzmieniu wynikającym z przepisów wydanych na postawie ustawy z dnia 29 sierpnia 2003 r. </w:t>
      </w:r>
      <w:hyperlink r:id="rId10" w:history="1">
        <w:r w:rsidR="00986296" w:rsidRPr="00986296">
          <w:t>o urzędowych nazwach miejscowości i obiektów fizjograficznych</w:t>
        </w:r>
      </w:hyperlink>
      <w:r w:rsidR="00986296" w:rsidRPr="00986296">
        <w:t xml:space="preserve"> (Dz. U. z 2019</w:t>
      </w:r>
      <w:r w:rsidR="00A17AC7">
        <w:t xml:space="preserve"> </w:t>
      </w:r>
      <w:r w:rsidR="00986296" w:rsidRPr="00986296">
        <w:t xml:space="preserve">r. poz. 1443) </w:t>
      </w:r>
      <w:r w:rsidR="00776947" w:rsidRPr="00986296">
        <w:t>obowiązując</w:t>
      </w:r>
      <w:r w:rsidR="00776947">
        <w:t>ym</w:t>
      </w:r>
      <w:r w:rsidR="00776947" w:rsidRPr="00986296">
        <w:t xml:space="preserve"> </w:t>
      </w:r>
      <w:r w:rsidR="00986296" w:rsidRPr="00986296">
        <w:t xml:space="preserve">w dniu </w:t>
      </w:r>
      <w:r w:rsidR="00776947">
        <w:t>złożenia wniosku o wydanie dokumentu paszportowego</w:t>
      </w:r>
      <w:r w:rsidR="00986296" w:rsidRPr="00986296">
        <w:t>.</w:t>
      </w:r>
    </w:p>
    <w:p w14:paraId="563F7FA9" w14:textId="54BAA5D2" w:rsidR="00A6511B" w:rsidRPr="00A6511B" w:rsidRDefault="00873769" w:rsidP="00BA5B32">
      <w:pPr>
        <w:pStyle w:val="ARTartustawynprozporzdzenia"/>
      </w:pPr>
      <w:r>
        <w:rPr>
          <w:rStyle w:val="Ppogrubienie"/>
        </w:rPr>
        <w:t>Art. 13</w:t>
      </w:r>
      <w:r w:rsidR="003840A4" w:rsidRPr="00255F49">
        <w:rPr>
          <w:rStyle w:val="Ppogrubienie"/>
        </w:rPr>
        <w:t>.</w:t>
      </w:r>
      <w:r w:rsidR="003840A4">
        <w:t xml:space="preserve"> </w:t>
      </w:r>
      <w:r w:rsidR="00A6511B" w:rsidRPr="00A6511B">
        <w:t>1. Minister właściwy do spraw zagranicznych, w warstwie graficznej paszportu dyplomatycznego, na stronach na wpisy i informacje urzędowe lub na stronach przeznaczonych na zamieszczanie wiz i stempli kontroli granicznej, zamieszcza w formie wpisu, odpowiednio stopień dyplomatyczny, funkcję, stanowisko lub tytuł posiadacza paszportu dyplomatycznego.</w:t>
      </w:r>
    </w:p>
    <w:p w14:paraId="02ECECA7" w14:textId="5DC8B505" w:rsidR="00A6511B" w:rsidRDefault="00A6511B" w:rsidP="00DB69B3">
      <w:pPr>
        <w:pStyle w:val="USTustnpkodeksu"/>
      </w:pPr>
      <w:r w:rsidRPr="00A6511B">
        <w:t xml:space="preserve">2. W uzasadnionych przypadkach, za zgodą ministra właściwego do spraw zagranicznych, dokonanie dodatkowego wpisu </w:t>
      </w:r>
      <w:r w:rsidR="001254BE">
        <w:t xml:space="preserve">w </w:t>
      </w:r>
      <w:r w:rsidRPr="00A6511B">
        <w:t>paszporcie dyplomatycznym w zakresie, o którym mowa w ust. 1</w:t>
      </w:r>
      <w:r w:rsidR="001F1135">
        <w:t>,</w:t>
      </w:r>
      <w:r w:rsidRPr="00A6511B">
        <w:t xml:space="preserve"> może nastąpić w urzędzie konsularnym.</w:t>
      </w:r>
    </w:p>
    <w:p w14:paraId="6E9EFB60" w14:textId="4D96E1EF" w:rsidR="00690AF0" w:rsidRPr="00690AF0" w:rsidRDefault="00690AF0" w:rsidP="00690AF0">
      <w:pPr>
        <w:pStyle w:val="ARTartustawynprozporzdzenia"/>
      </w:pPr>
      <w:r w:rsidRPr="00690AF0">
        <w:rPr>
          <w:rStyle w:val="Ppogrubienie"/>
        </w:rPr>
        <w:t>Art. 1</w:t>
      </w:r>
      <w:r w:rsidR="00A51C11">
        <w:rPr>
          <w:rStyle w:val="Ppogrubienie"/>
        </w:rPr>
        <w:t>4</w:t>
      </w:r>
      <w:r w:rsidRPr="00690AF0">
        <w:rPr>
          <w:rStyle w:val="Ppogrubienie"/>
        </w:rPr>
        <w:t>.</w:t>
      </w:r>
      <w:r w:rsidRPr="00690AF0">
        <w:t xml:space="preserve"> 1. Minister Obrony Narodowej dokon</w:t>
      </w:r>
      <w:r w:rsidR="007A3913">
        <w:t>uje</w:t>
      </w:r>
      <w:r w:rsidR="00773840">
        <w:t xml:space="preserve"> </w:t>
      </w:r>
      <w:r w:rsidR="00773840" w:rsidRPr="00773840">
        <w:t xml:space="preserve">w warstwie graficznej </w:t>
      </w:r>
      <w:r w:rsidR="00773840">
        <w:t xml:space="preserve"> paszportu </w:t>
      </w:r>
      <w:r w:rsidRPr="00690AF0">
        <w:t xml:space="preserve"> na stronach na wpisy</w:t>
      </w:r>
      <w:r w:rsidR="005C6FBD">
        <w:t xml:space="preserve"> i informacje</w:t>
      </w:r>
      <w:r w:rsidRPr="00690AF0">
        <w:t xml:space="preserve"> urzędowe, wpisu potwierdzającego status osoby, o której mowa w </w:t>
      </w:r>
      <w:hyperlink r:id="rId11" w:history="1">
        <w:r w:rsidRPr="00690AF0">
          <w:t>art. III ust. 3</w:t>
        </w:r>
      </w:hyperlink>
      <w:r w:rsidRPr="00690AF0">
        <w:t> Umowy między Państwami-Stronami Traktatu Północnoatlantyckiego dotyczącej statusu ich sił zbrojnych, sporządzonej w Londynie dnia 19 czerwca 1951 r. (Dz.</w:t>
      </w:r>
      <w:r w:rsidR="002273B1">
        <w:t xml:space="preserve"> </w:t>
      </w:r>
      <w:r w:rsidRPr="00690AF0">
        <w:t>U. z 2000 r. </w:t>
      </w:r>
      <w:hyperlink r:id="rId12" w:history="1">
        <w:r w:rsidRPr="00690AF0">
          <w:t>poz. 257</w:t>
        </w:r>
      </w:hyperlink>
      <w:r w:rsidRPr="00690AF0">
        <w:t> oraz z 2008 r. </w:t>
      </w:r>
      <w:hyperlink r:id="rId13" w:history="1">
        <w:r w:rsidRPr="00690AF0">
          <w:t>poz. 1052</w:t>
        </w:r>
      </w:hyperlink>
      <w:r w:rsidRPr="00690AF0">
        <w:t xml:space="preserve">), </w:t>
      </w:r>
      <w:r w:rsidR="0074105A">
        <w:t xml:space="preserve">zwanego dalej "wpisem", </w:t>
      </w:r>
      <w:r w:rsidRPr="00690AF0">
        <w:t>oraz prowadzi rejestr tych wpisów</w:t>
      </w:r>
      <w:r w:rsidR="0074105A">
        <w:t xml:space="preserve"> w postaci papierowej i elektronicznej</w:t>
      </w:r>
      <w:r w:rsidRPr="00690AF0">
        <w:t>.</w:t>
      </w:r>
    </w:p>
    <w:p w14:paraId="76AF1003" w14:textId="0985214E" w:rsidR="0074105A" w:rsidRPr="0074105A" w:rsidRDefault="0074105A" w:rsidP="0074105A">
      <w:pPr>
        <w:pStyle w:val="USTustnpkodeksu"/>
      </w:pPr>
      <w:r w:rsidRPr="0074105A">
        <w:t>2. Minister Obrony Narodowej w porozumieniu z ministrem właściwym do spraw wewnętrznych określi, w drodze rozporządzenia:</w:t>
      </w:r>
    </w:p>
    <w:p w14:paraId="35062F5D" w14:textId="1C351909" w:rsidR="0074105A" w:rsidRPr="0074105A" w:rsidRDefault="0074105A" w:rsidP="0074105A">
      <w:pPr>
        <w:pStyle w:val="PKTpunkt"/>
      </w:pPr>
      <w:r>
        <w:t xml:space="preserve">1) </w:t>
      </w:r>
      <w:r w:rsidRPr="0074105A">
        <w:t>tryb postępowania w sprawach dokonywania wpisu,</w:t>
      </w:r>
    </w:p>
    <w:p w14:paraId="4953C865" w14:textId="77777777" w:rsidR="0074105A" w:rsidRPr="0074105A" w:rsidRDefault="0074105A" w:rsidP="0074105A">
      <w:pPr>
        <w:pStyle w:val="PKTpunkt"/>
      </w:pPr>
      <w:r w:rsidRPr="0074105A">
        <w:t xml:space="preserve">2) dokumenty wymagane do dokonania wpisu, </w:t>
      </w:r>
      <w:bookmarkStart w:id="52" w:name="_GoBack"/>
      <w:bookmarkEnd w:id="52"/>
    </w:p>
    <w:p w14:paraId="2E3B9AB7" w14:textId="77777777" w:rsidR="0074105A" w:rsidRPr="0074105A" w:rsidRDefault="0074105A" w:rsidP="0074105A">
      <w:pPr>
        <w:pStyle w:val="PKTpunkt"/>
      </w:pPr>
      <w:r w:rsidRPr="0074105A">
        <w:lastRenderedPageBreak/>
        <w:t>3) wzór wniosku o dokonanie wpisu w warstwie graficznej paszportu na stronach na wpisy i informacje urzędowe,</w:t>
      </w:r>
    </w:p>
    <w:p w14:paraId="3FAB3805" w14:textId="77777777" w:rsidR="0074105A" w:rsidRPr="0074105A" w:rsidRDefault="0074105A" w:rsidP="0074105A">
      <w:pPr>
        <w:pStyle w:val="PKTpunkt"/>
      </w:pPr>
      <w:r w:rsidRPr="0074105A">
        <w:t>4) wzór wpisu i sposób jego uchylenia,</w:t>
      </w:r>
    </w:p>
    <w:p w14:paraId="2690F3FB" w14:textId="77777777" w:rsidR="0074105A" w:rsidRPr="0074105A" w:rsidRDefault="0074105A" w:rsidP="0074105A">
      <w:pPr>
        <w:pStyle w:val="PKTpunkt"/>
      </w:pPr>
      <w:r w:rsidRPr="0074105A">
        <w:t>5) sposób prowadzenia rejestru wpisów prowadzonego w postaci papierowej i elektronicznej</w:t>
      </w:r>
    </w:p>
    <w:p w14:paraId="06B85C79" w14:textId="77777777" w:rsidR="0074105A" w:rsidRDefault="0074105A" w:rsidP="0074105A">
      <w:pPr>
        <w:pStyle w:val="CZWSPPKTczwsplnapunktw"/>
      </w:pPr>
      <w:r w:rsidRPr="0074105A">
        <w:t xml:space="preserve">- mając na względzie ujednolicenie składanych wniosków o dokonanie wpisu, zyskanie niezbędnych informacji do dokonania wpisu oraz ujednolicenie postępowania w sprawach dokonywania wpisów w warstwie graficznej paszportu na stronach na wpisy i informacje urzędowe, a także mając na względzie poprawność dokonywania wpisów w rejestrze prowadzonym w postaci papierowej </w:t>
      </w:r>
      <w:r>
        <w:t>i elektronicznej.</w:t>
      </w:r>
    </w:p>
    <w:p w14:paraId="007881D0" w14:textId="77777777" w:rsidR="0005297E" w:rsidRDefault="0005297E" w:rsidP="0005297E">
      <w:pPr>
        <w:pStyle w:val="ARTartustawynprozporzdzenia"/>
      </w:pPr>
      <w:r w:rsidRPr="006D5E7F">
        <w:rPr>
          <w:rStyle w:val="Ppogrubienie"/>
        </w:rPr>
        <w:t xml:space="preserve">Art. </w:t>
      </w:r>
      <w:r>
        <w:rPr>
          <w:rStyle w:val="Ppogrubienie"/>
        </w:rPr>
        <w:t>1</w:t>
      </w:r>
      <w:r w:rsidR="00A63B7B">
        <w:rPr>
          <w:rStyle w:val="Ppogrubienie"/>
        </w:rPr>
        <w:t>5</w:t>
      </w:r>
      <w:r w:rsidRPr="006D5E7F">
        <w:rPr>
          <w:rStyle w:val="Ppogrubienie"/>
        </w:rPr>
        <w:t xml:space="preserve">. </w:t>
      </w:r>
      <w:r w:rsidRPr="00284B70">
        <w:t>1.</w:t>
      </w:r>
      <w:r>
        <w:rPr>
          <w:rStyle w:val="Ppogrubienie"/>
        </w:rPr>
        <w:t xml:space="preserve"> </w:t>
      </w:r>
      <w:r w:rsidRPr="007044F6">
        <w:t>W warstwie elektronicznej paszportu, paszportu dyplomatycznego oraz pasz</w:t>
      </w:r>
      <w:r>
        <w:t>portu służbowego zamieszcza się:</w:t>
      </w:r>
    </w:p>
    <w:p w14:paraId="2A18CB40" w14:textId="77777777" w:rsidR="0005297E" w:rsidRDefault="0005297E" w:rsidP="0005297E">
      <w:pPr>
        <w:pStyle w:val="PKTpunkt"/>
      </w:pPr>
      <w:r w:rsidRPr="00797003">
        <w:t>1)</w:t>
      </w:r>
      <w:r>
        <w:t xml:space="preserve"> dane dotyczące osoby:</w:t>
      </w:r>
    </w:p>
    <w:p w14:paraId="143A230E" w14:textId="77777777" w:rsidR="0005297E" w:rsidRPr="00797003" w:rsidRDefault="0005297E" w:rsidP="0005297E">
      <w:pPr>
        <w:pStyle w:val="LITlitera"/>
      </w:pPr>
      <w:r>
        <w:t>a) nazwisko,</w:t>
      </w:r>
    </w:p>
    <w:p w14:paraId="155F9609" w14:textId="77777777" w:rsidR="0005297E" w:rsidRPr="00797003" w:rsidRDefault="0005297E" w:rsidP="0005297E">
      <w:pPr>
        <w:pStyle w:val="LITlitera"/>
      </w:pPr>
      <w:r>
        <w:t>b) imię (imiona),</w:t>
      </w:r>
    </w:p>
    <w:p w14:paraId="0F0B8D1C" w14:textId="77777777" w:rsidR="0005297E" w:rsidRDefault="0005297E" w:rsidP="0005297E">
      <w:pPr>
        <w:pStyle w:val="LITlitera"/>
      </w:pPr>
      <w:r>
        <w:t>c) datę urodzenia,</w:t>
      </w:r>
    </w:p>
    <w:p w14:paraId="49311EFC" w14:textId="77777777" w:rsidR="0005297E" w:rsidRPr="00797003" w:rsidRDefault="0005297E" w:rsidP="0005297E">
      <w:pPr>
        <w:pStyle w:val="LITlitera"/>
      </w:pPr>
      <w:r>
        <w:t>d)</w:t>
      </w:r>
      <w:r w:rsidRPr="0005297E">
        <w:t xml:space="preserve"> </w:t>
      </w:r>
      <w:r>
        <w:t>obywatelstwo,</w:t>
      </w:r>
    </w:p>
    <w:p w14:paraId="7C7E8764" w14:textId="77777777" w:rsidR="00E7029B" w:rsidRDefault="0005297E" w:rsidP="0005297E">
      <w:pPr>
        <w:pStyle w:val="LITlitera"/>
      </w:pPr>
      <w:r>
        <w:t>e) płeć</w:t>
      </w:r>
      <w:r w:rsidR="002830AC">
        <w:t>,</w:t>
      </w:r>
    </w:p>
    <w:p w14:paraId="6EF9A3E7" w14:textId="4F8E4D4B" w:rsidR="00E20590" w:rsidRDefault="00E20590" w:rsidP="0005297E">
      <w:pPr>
        <w:pStyle w:val="LITlitera"/>
      </w:pPr>
      <w:r>
        <w:t>f) numer PESEL</w:t>
      </w:r>
      <w:r w:rsidR="00873769">
        <w:t>,</w:t>
      </w:r>
    </w:p>
    <w:p w14:paraId="1D1D07C2" w14:textId="0A26FADB" w:rsidR="0005297E" w:rsidRDefault="00E20590" w:rsidP="0005297E">
      <w:pPr>
        <w:pStyle w:val="LITlitera"/>
      </w:pPr>
      <w:r>
        <w:t>g</w:t>
      </w:r>
      <w:r w:rsidR="0005297E">
        <w:t xml:space="preserve">) </w:t>
      </w:r>
      <w:r w:rsidR="0005297E" w:rsidRPr="00797003">
        <w:t>wizerunek twarzy</w:t>
      </w:r>
      <w:r w:rsidR="0005297E">
        <w:t>,</w:t>
      </w:r>
    </w:p>
    <w:p w14:paraId="7DBF5DD6" w14:textId="3B4A4550" w:rsidR="0005297E" w:rsidRPr="00797003" w:rsidRDefault="00E20590" w:rsidP="0005297E">
      <w:pPr>
        <w:pStyle w:val="LITlitera"/>
      </w:pPr>
      <w:r>
        <w:t xml:space="preserve">h </w:t>
      </w:r>
      <w:r w:rsidR="0005297E">
        <w:t xml:space="preserve">) </w:t>
      </w:r>
      <w:r w:rsidR="0005297E" w:rsidRPr="00D92676">
        <w:t>odciski</w:t>
      </w:r>
      <w:r w:rsidR="0005297E" w:rsidRPr="000E4ECE">
        <w:t xml:space="preserve"> </w:t>
      </w:r>
      <w:r w:rsidR="0005297E" w:rsidRPr="00D92676">
        <w:t>palców</w:t>
      </w:r>
      <w:r w:rsidR="00D24369" w:rsidRPr="00D24369">
        <w:t xml:space="preserve"> </w:t>
      </w:r>
      <w:r w:rsidR="00D24369">
        <w:t>lub informację o ich braku</w:t>
      </w:r>
      <w:r w:rsidR="0005297E">
        <w:rPr>
          <w:rStyle w:val="Kkursywa"/>
        </w:rPr>
        <w:t>;</w:t>
      </w:r>
    </w:p>
    <w:p w14:paraId="317FDC12" w14:textId="77777777" w:rsidR="0005297E" w:rsidRDefault="0005297E" w:rsidP="0005297E">
      <w:pPr>
        <w:pStyle w:val="PKTpunkt"/>
      </w:pPr>
      <w:r>
        <w:t>2</w:t>
      </w:r>
      <w:r w:rsidRPr="00797003">
        <w:t>)</w:t>
      </w:r>
      <w:r>
        <w:t xml:space="preserve"> dane dotyczące dokumentu:</w:t>
      </w:r>
    </w:p>
    <w:p w14:paraId="112A65CD" w14:textId="77777777" w:rsidR="0005297E" w:rsidRDefault="0005297E" w:rsidP="0005297E">
      <w:pPr>
        <w:pStyle w:val="LITlitera"/>
      </w:pPr>
      <w:r>
        <w:t>a) oznaczenie rodzaju dokumentu,</w:t>
      </w:r>
    </w:p>
    <w:p w14:paraId="229012FC" w14:textId="77777777" w:rsidR="0005297E" w:rsidRDefault="0005297E" w:rsidP="0005297E">
      <w:pPr>
        <w:pStyle w:val="LITlitera"/>
      </w:pPr>
      <w:r>
        <w:t>b) oznaczenie kraju wydania,</w:t>
      </w:r>
    </w:p>
    <w:p w14:paraId="0C351927" w14:textId="77777777" w:rsidR="0005297E" w:rsidRPr="00797003" w:rsidRDefault="0005297E" w:rsidP="0005297E">
      <w:pPr>
        <w:pStyle w:val="LITlitera"/>
      </w:pPr>
      <w:r>
        <w:t xml:space="preserve">c) serię i numer </w:t>
      </w:r>
      <w:r w:rsidR="002554A7">
        <w:t>dokumentu</w:t>
      </w:r>
      <w:r w:rsidR="00602E8D">
        <w:t>,</w:t>
      </w:r>
    </w:p>
    <w:p w14:paraId="6C12AB35" w14:textId="77777777" w:rsidR="002233D3" w:rsidRDefault="0005297E" w:rsidP="0005297E">
      <w:pPr>
        <w:pStyle w:val="LITlitera"/>
      </w:pPr>
      <w:r>
        <w:t>d</w:t>
      </w:r>
      <w:r w:rsidRPr="00797003">
        <w:t>)</w:t>
      </w:r>
      <w:r w:rsidRPr="007B3285">
        <w:t xml:space="preserve"> </w:t>
      </w:r>
      <w:r>
        <w:t>datę</w:t>
      </w:r>
      <w:r w:rsidRPr="00797003">
        <w:t xml:space="preserve"> ważności</w:t>
      </w:r>
    </w:p>
    <w:p w14:paraId="233EF961" w14:textId="6D264E70" w:rsidR="0005297E" w:rsidRPr="00362FC6" w:rsidRDefault="003504F2" w:rsidP="00651B32">
      <w:pPr>
        <w:pStyle w:val="CZWSPPKTczwsplnapunktw"/>
      </w:pPr>
      <w:r>
        <w:t>–</w:t>
      </w:r>
      <w:r w:rsidR="002233D3" w:rsidRPr="00362FC6">
        <w:t xml:space="preserve"> wraz z </w:t>
      </w:r>
      <w:r w:rsidR="00362FC6">
        <w:t>danymi je uwierzytelniającymi.</w:t>
      </w:r>
    </w:p>
    <w:p w14:paraId="41F1D215" w14:textId="3810192B" w:rsidR="0005297E" w:rsidRDefault="0005297E" w:rsidP="0005297E">
      <w:pPr>
        <w:pStyle w:val="USTustnpkodeksu"/>
      </w:pPr>
      <w:r>
        <w:t>2</w:t>
      </w:r>
      <w:r w:rsidRPr="00CB038F">
        <w:t>. W</w:t>
      </w:r>
      <w:r w:rsidRPr="00284B70">
        <w:t xml:space="preserve"> warstwie elektronicznej paszportu, paszportu dyplomatycznego oraz paszportu służbowego </w:t>
      </w:r>
      <w:r w:rsidRPr="00CB038F">
        <w:t>wyda</w:t>
      </w:r>
      <w:r w:rsidR="00BA6319">
        <w:t>wa</w:t>
      </w:r>
      <w:r>
        <w:t>nego</w:t>
      </w:r>
      <w:r w:rsidR="003C0C95">
        <w:t xml:space="preserve"> osobie</w:t>
      </w:r>
      <w:r>
        <w:t>:</w:t>
      </w:r>
    </w:p>
    <w:p w14:paraId="75155348" w14:textId="70A971DF" w:rsidR="0005297E" w:rsidRDefault="0005297E" w:rsidP="0005297E">
      <w:pPr>
        <w:pStyle w:val="PKTpunkt"/>
      </w:pPr>
      <w:r>
        <w:t>1) k</w:t>
      </w:r>
      <w:r w:rsidRPr="00CB038F">
        <w:t>tór</w:t>
      </w:r>
      <w:r>
        <w:t>a</w:t>
      </w:r>
      <w:r w:rsidRPr="00CB038F">
        <w:t xml:space="preserve"> nie ukończył</w:t>
      </w:r>
      <w:r>
        <w:t>a</w:t>
      </w:r>
      <w:r w:rsidRPr="00CB038F">
        <w:t xml:space="preserve"> 12</w:t>
      </w:r>
      <w:r w:rsidR="003C0C95">
        <w:t>.</w:t>
      </w:r>
      <w:r w:rsidRPr="00CB038F">
        <w:t xml:space="preserve"> </w:t>
      </w:r>
      <w:r>
        <w:t>roku życia</w:t>
      </w:r>
      <w:r w:rsidR="00A26E5D">
        <w:t>,</w:t>
      </w:r>
    </w:p>
    <w:p w14:paraId="4E28E153" w14:textId="7CBB8ED6" w:rsidR="0005297E" w:rsidRDefault="0005297E" w:rsidP="0005297E">
      <w:pPr>
        <w:pStyle w:val="PKTpunkt"/>
      </w:pPr>
      <w:r>
        <w:t xml:space="preserve">2) </w:t>
      </w:r>
      <w:r w:rsidRPr="00CB038F">
        <w:t>od któr</w:t>
      </w:r>
      <w:r>
        <w:t>ej</w:t>
      </w:r>
      <w:r w:rsidRPr="00CB038F">
        <w:t xml:space="preserve"> pobranie odcisków palców jest fizycznie niemożliwe</w:t>
      </w:r>
    </w:p>
    <w:p w14:paraId="115903D9" w14:textId="02462D94" w:rsidR="008218DB" w:rsidRDefault="003504F2" w:rsidP="002D429D">
      <w:pPr>
        <w:pStyle w:val="CZWSPPKTczwsplnapunktw"/>
      </w:pPr>
      <w:r>
        <w:t>–</w:t>
      </w:r>
      <w:r w:rsidR="0005297E">
        <w:t xml:space="preserve"> </w:t>
      </w:r>
      <w:r w:rsidR="0005297E" w:rsidRPr="00284B70">
        <w:t>nie zamieszcza się odcisków palców.</w:t>
      </w:r>
    </w:p>
    <w:p w14:paraId="1EF55561" w14:textId="594F3AC4" w:rsidR="00FE2BFA" w:rsidRDefault="00FE2BFA" w:rsidP="00FE2BFA">
      <w:pPr>
        <w:pStyle w:val="ARTartustawynprozporzdzenia"/>
      </w:pPr>
      <w:r w:rsidRPr="00210297">
        <w:rPr>
          <w:rStyle w:val="Ppogrubienie"/>
        </w:rPr>
        <w:lastRenderedPageBreak/>
        <w:t xml:space="preserve">Art. </w:t>
      </w:r>
      <w:r w:rsidR="009529AA">
        <w:rPr>
          <w:rStyle w:val="Ppogrubienie"/>
        </w:rPr>
        <w:t>16</w:t>
      </w:r>
      <w:r w:rsidRPr="00210297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F04128">
        <w:t xml:space="preserve">1. </w:t>
      </w:r>
      <w:r w:rsidRPr="00F812BD">
        <w:t>W paszporcie tymczasowym</w:t>
      </w:r>
      <w:r>
        <w:t xml:space="preserve"> na naklejce </w:t>
      </w:r>
      <w:proofErr w:type="spellStart"/>
      <w:r>
        <w:t>personalizacyjnej</w:t>
      </w:r>
      <w:proofErr w:type="spellEnd"/>
      <w:r>
        <w:t xml:space="preserve"> </w:t>
      </w:r>
      <w:r w:rsidRPr="00F812BD">
        <w:t>zamieszcza się</w:t>
      </w:r>
      <w:r>
        <w:t xml:space="preserve"> dane, o których mowa w art. 1</w:t>
      </w:r>
      <w:r w:rsidR="00EA27F0">
        <w:t>2</w:t>
      </w:r>
      <w:r>
        <w:t xml:space="preserve"> ust. 1 pkt 1 lit. a–h </w:t>
      </w:r>
      <w:r w:rsidR="00602E8D">
        <w:t>i</w:t>
      </w:r>
      <w:r>
        <w:t xml:space="preserve"> pkt 2. </w:t>
      </w:r>
    </w:p>
    <w:p w14:paraId="44D930E5" w14:textId="77DB01A1" w:rsidR="00FE2BFA" w:rsidRPr="007467AA" w:rsidRDefault="00FE2BFA" w:rsidP="00FE2BFA">
      <w:pPr>
        <w:pStyle w:val="USTustnpkodeksu"/>
        <w:rPr>
          <w:rStyle w:val="Ppogrubienie"/>
          <w:b w:val="0"/>
        </w:rPr>
      </w:pPr>
      <w:r>
        <w:t>2.</w:t>
      </w:r>
      <w:r w:rsidRPr="00F04128">
        <w:t xml:space="preserve"> W </w:t>
      </w:r>
      <w:r w:rsidR="00110D03">
        <w:t xml:space="preserve">paszporcie tymczasowym wydanym w </w:t>
      </w:r>
      <w:r w:rsidRPr="00F04128">
        <w:t>przypadkach</w:t>
      </w:r>
      <w:r w:rsidR="00A4286B">
        <w:t>,</w:t>
      </w:r>
      <w:r w:rsidR="008E7DBF">
        <w:t xml:space="preserve"> o których mowa w </w:t>
      </w:r>
      <w:r w:rsidR="008E7DBF" w:rsidRPr="007467AA">
        <w:t>art. 4</w:t>
      </w:r>
      <w:r w:rsidR="00EA6FB8">
        <w:t>8</w:t>
      </w:r>
      <w:r w:rsidR="008E7DBF" w:rsidRPr="007467AA">
        <w:t xml:space="preserve"> ust. </w:t>
      </w:r>
      <w:r w:rsidR="00EE3B9F" w:rsidRPr="007467AA">
        <w:t>1 pkt 4</w:t>
      </w:r>
      <w:r w:rsidR="00A4286B" w:rsidRPr="007467AA">
        <w:t>,</w:t>
      </w:r>
      <w:r w:rsidR="008E7DBF" w:rsidRPr="007467AA">
        <w:t xml:space="preserve"> </w:t>
      </w:r>
      <w:r w:rsidR="00110D03" w:rsidRPr="007467AA">
        <w:t xml:space="preserve">nie </w:t>
      </w:r>
      <w:r w:rsidRPr="007467AA">
        <w:t>zamieszcza</w:t>
      </w:r>
      <w:r w:rsidR="00110D03" w:rsidRPr="007467AA">
        <w:t xml:space="preserve"> się</w:t>
      </w:r>
      <w:r w:rsidRPr="007467AA">
        <w:t xml:space="preserve"> numeru PESEL. </w:t>
      </w:r>
      <w:bookmarkStart w:id="53" w:name="mip44650520"/>
      <w:bookmarkEnd w:id="53"/>
      <w:r w:rsidRPr="007467AA">
        <w:t xml:space="preserve"> </w:t>
      </w:r>
    </w:p>
    <w:p w14:paraId="5B35A60B" w14:textId="34FE35E4" w:rsidR="00A12C6C" w:rsidRDefault="0082660A" w:rsidP="008218DB">
      <w:pPr>
        <w:pStyle w:val="ARTartustawynprozporzdzenia"/>
      </w:pPr>
      <w:r w:rsidRPr="008218DB">
        <w:rPr>
          <w:rStyle w:val="Ppogrubienie"/>
        </w:rPr>
        <w:t>Art.</w:t>
      </w:r>
      <w:r w:rsidRPr="0082660A">
        <w:rPr>
          <w:rStyle w:val="Ppogrubienie"/>
        </w:rPr>
        <w:t xml:space="preserve"> </w:t>
      </w:r>
      <w:r w:rsidR="00633CBA">
        <w:rPr>
          <w:rStyle w:val="Ppogrubienie"/>
        </w:rPr>
        <w:t>1</w:t>
      </w:r>
      <w:r w:rsidR="001C332F">
        <w:rPr>
          <w:rStyle w:val="Ppogrubienie"/>
        </w:rPr>
        <w:t>7</w:t>
      </w:r>
      <w:r w:rsidRPr="0082660A">
        <w:rPr>
          <w:rStyle w:val="Ppogrubienie"/>
        </w:rPr>
        <w:t>.</w:t>
      </w:r>
      <w:r w:rsidR="00EC38DD">
        <w:rPr>
          <w:rStyle w:val="Ppogrubienie"/>
        </w:rPr>
        <w:t xml:space="preserve"> </w:t>
      </w:r>
      <w:r w:rsidR="00A12C6C">
        <w:t xml:space="preserve">1. </w:t>
      </w:r>
      <w:r w:rsidR="00A12C6C" w:rsidRPr="00A12C6C">
        <w:t>Paszport wydany osobie, która ukończyła 1</w:t>
      </w:r>
      <w:r w:rsidR="001D692A">
        <w:t>2</w:t>
      </w:r>
      <w:r w:rsidR="003460EE">
        <w:t>.</w:t>
      </w:r>
      <w:r w:rsidR="00A12C6C" w:rsidRPr="00A12C6C">
        <w:t xml:space="preserve"> rok życia jest ważny przez 10 lat od daty wydania.</w:t>
      </w:r>
    </w:p>
    <w:p w14:paraId="342FE091" w14:textId="17663F14" w:rsidR="00403B0C" w:rsidRDefault="00403B0C" w:rsidP="00403B0C">
      <w:pPr>
        <w:pStyle w:val="USTustnpkodeksu"/>
      </w:pPr>
      <w:r>
        <w:t xml:space="preserve">2. </w:t>
      </w:r>
      <w:r w:rsidRPr="00403B0C">
        <w:t>Paszport wydany osobie, która nie ukończyła 1</w:t>
      </w:r>
      <w:r w:rsidR="001D692A">
        <w:t>2</w:t>
      </w:r>
      <w:r w:rsidR="003460EE">
        <w:t>.</w:t>
      </w:r>
      <w:r w:rsidRPr="00403B0C">
        <w:t xml:space="preserve"> roku życia jest ważny przez 5 lat od daty wydania.</w:t>
      </w:r>
    </w:p>
    <w:p w14:paraId="2BC6FC16" w14:textId="04555FE1" w:rsidR="00403B0C" w:rsidRDefault="00403B0C" w:rsidP="00403B0C">
      <w:pPr>
        <w:pStyle w:val="USTustnpkodeksu"/>
      </w:pPr>
      <w:r>
        <w:t>3. Drugi paszport wydany tej samej osobie</w:t>
      </w:r>
      <w:r w:rsidR="00D55ECD">
        <w:t xml:space="preserve">, na podstawie </w:t>
      </w:r>
      <w:r w:rsidR="00D55ECD" w:rsidRPr="007467AA">
        <w:t xml:space="preserve">art. </w:t>
      </w:r>
      <w:r w:rsidR="00DC45F2" w:rsidRPr="007467AA">
        <w:t>4</w:t>
      </w:r>
      <w:r w:rsidR="00A23867">
        <w:t>6</w:t>
      </w:r>
      <w:r w:rsidR="00D55ECD" w:rsidRPr="007467AA">
        <w:t>,</w:t>
      </w:r>
      <w:r w:rsidRPr="007467AA">
        <w:t xml:space="preserve"> jest </w:t>
      </w:r>
      <w:r w:rsidRPr="00403B0C">
        <w:t xml:space="preserve">ważny przez </w:t>
      </w:r>
      <w:r>
        <w:t>3</w:t>
      </w:r>
      <w:r w:rsidRPr="00403B0C">
        <w:t xml:space="preserve"> lat</w:t>
      </w:r>
      <w:r w:rsidR="008B1365">
        <w:t>a</w:t>
      </w:r>
      <w:r w:rsidRPr="00403B0C">
        <w:t xml:space="preserve"> od daty wydania.</w:t>
      </w:r>
    </w:p>
    <w:p w14:paraId="0BC19091" w14:textId="512D2822" w:rsidR="00A12C6C" w:rsidRDefault="00A12C6C" w:rsidP="00403B0C">
      <w:pPr>
        <w:pStyle w:val="ARTartustawynprozporzdzenia"/>
      </w:pPr>
      <w:r w:rsidRPr="00403B0C">
        <w:rPr>
          <w:rStyle w:val="Ppogrubienie"/>
        </w:rPr>
        <w:t xml:space="preserve">Art. </w:t>
      </w:r>
      <w:r w:rsidR="00633CBA">
        <w:rPr>
          <w:rStyle w:val="Ppogrubienie"/>
        </w:rPr>
        <w:t>1</w:t>
      </w:r>
      <w:r w:rsidR="007D69A8">
        <w:rPr>
          <w:rStyle w:val="Ppogrubienie"/>
        </w:rPr>
        <w:t>8</w:t>
      </w:r>
      <w:r w:rsidRPr="00403B0C">
        <w:rPr>
          <w:rStyle w:val="Ppogrubienie"/>
        </w:rPr>
        <w:t>.</w:t>
      </w:r>
      <w:r>
        <w:rPr>
          <w:rStyle w:val="Ppogrubienie"/>
        </w:rPr>
        <w:t xml:space="preserve"> </w:t>
      </w:r>
      <w:bookmarkStart w:id="54" w:name="mip44650569"/>
      <w:bookmarkStart w:id="55" w:name="mip44650570"/>
      <w:bookmarkStart w:id="56" w:name="mip44650571"/>
      <w:bookmarkEnd w:id="54"/>
      <w:bookmarkEnd w:id="55"/>
      <w:bookmarkEnd w:id="56"/>
      <w:r w:rsidRPr="00A12C6C">
        <w:t xml:space="preserve">Paszport dyplomatyczny i paszport służbowy </w:t>
      </w:r>
      <w:r w:rsidR="002273B1">
        <w:t>są</w:t>
      </w:r>
      <w:r w:rsidR="002273B1" w:rsidRPr="00A12C6C">
        <w:t xml:space="preserve"> </w:t>
      </w:r>
      <w:r w:rsidRPr="00A12C6C">
        <w:t>ważn</w:t>
      </w:r>
      <w:r w:rsidR="002273B1">
        <w:t>e</w:t>
      </w:r>
      <w:r w:rsidRPr="00A12C6C">
        <w:t xml:space="preserve"> przez okres w </w:t>
      </w:r>
      <w:r w:rsidR="001E10D7" w:rsidRPr="00A12C6C">
        <w:t>n</w:t>
      </w:r>
      <w:r w:rsidR="00B767C2">
        <w:t>ich</w:t>
      </w:r>
      <w:r w:rsidR="001E10D7">
        <w:t xml:space="preserve"> </w:t>
      </w:r>
      <w:r w:rsidRPr="00A12C6C">
        <w:t xml:space="preserve">wskazany, </w:t>
      </w:r>
      <w:r w:rsidR="00927220">
        <w:t xml:space="preserve">nie dłużej jednak niż przez </w:t>
      </w:r>
      <w:r w:rsidRPr="00A12C6C">
        <w:t>10 lat od daty wydania</w:t>
      </w:r>
      <w:r w:rsidR="001E10D7">
        <w:t>.</w:t>
      </w:r>
    </w:p>
    <w:p w14:paraId="25FEC6A9" w14:textId="0C3C299F" w:rsidR="00E04305" w:rsidRDefault="00EC38DD" w:rsidP="00DB69B3">
      <w:pPr>
        <w:pStyle w:val="ARTartustawynprozporzdzenia"/>
      </w:pPr>
      <w:r w:rsidRPr="00EC38DD">
        <w:rPr>
          <w:rStyle w:val="Ppogrubienie"/>
        </w:rPr>
        <w:t xml:space="preserve">Art. </w:t>
      </w:r>
      <w:r w:rsidR="00633CBA">
        <w:rPr>
          <w:rStyle w:val="Ppogrubienie"/>
        </w:rPr>
        <w:t>1</w:t>
      </w:r>
      <w:r w:rsidR="007D69A8">
        <w:rPr>
          <w:rStyle w:val="Ppogrubienie"/>
        </w:rPr>
        <w:t>9</w:t>
      </w:r>
      <w:r w:rsidRPr="00EC38DD">
        <w:rPr>
          <w:rStyle w:val="Ppogrubienie"/>
        </w:rPr>
        <w:t>.</w:t>
      </w:r>
      <w:r w:rsidRPr="00EC38DD">
        <w:t xml:space="preserve"> Paszport tymczasowy jest ważny przez okres w nim wskazany, nie dłużej jednak niż przez </w:t>
      </w:r>
      <w:r w:rsidR="001E1F23">
        <w:t>365 dni</w:t>
      </w:r>
      <w:r w:rsidRPr="00EC38DD">
        <w:t xml:space="preserve"> od daty wydania.</w:t>
      </w:r>
      <w:bookmarkStart w:id="57" w:name="mip44650459"/>
      <w:bookmarkStart w:id="58" w:name="mip44650461"/>
      <w:bookmarkStart w:id="59" w:name="mip44650462"/>
      <w:bookmarkStart w:id="60" w:name="mip44650463"/>
      <w:bookmarkStart w:id="61" w:name="mip44650464"/>
      <w:bookmarkStart w:id="62" w:name="mip44650465"/>
      <w:bookmarkStart w:id="63" w:name="mip44650466"/>
      <w:bookmarkStart w:id="64" w:name="mip44650467"/>
      <w:bookmarkStart w:id="65" w:name="mip44650468"/>
      <w:bookmarkStart w:id="66" w:name="mip44650469"/>
      <w:bookmarkStart w:id="67" w:name="mip44650470"/>
      <w:bookmarkStart w:id="68" w:name="mip44650473"/>
      <w:bookmarkStart w:id="69" w:name="mip44650472"/>
      <w:bookmarkStart w:id="70" w:name="mip44650474"/>
      <w:bookmarkStart w:id="71" w:name="mip44650480"/>
      <w:bookmarkStart w:id="72" w:name="mip44650481"/>
      <w:bookmarkStart w:id="73" w:name="mip44650482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3A1802BC" w14:textId="0D696628" w:rsidR="00A71F81" w:rsidRDefault="00E535E0" w:rsidP="00340D65">
      <w:pPr>
        <w:pStyle w:val="ROZDZODDZOZNoznaczenierozdziauluboddziau"/>
      </w:pPr>
      <w:bookmarkStart w:id="74" w:name="mip44650498"/>
      <w:bookmarkEnd w:id="74"/>
      <w:r>
        <w:t xml:space="preserve">Rozdział </w:t>
      </w:r>
      <w:r w:rsidR="006E4486">
        <w:t>3</w:t>
      </w:r>
    </w:p>
    <w:p w14:paraId="462DA8C2" w14:textId="56380193" w:rsidR="00D7474A" w:rsidRDefault="002D56D3" w:rsidP="00340D65">
      <w:pPr>
        <w:pStyle w:val="ROZDZODDZPRZEDMprzedmiotregulacjirozdziauluboddziau"/>
      </w:pPr>
      <w:r>
        <w:t>Opłaty za paszport i paszport tymczasowy</w:t>
      </w:r>
    </w:p>
    <w:p w14:paraId="60AFF8BC" w14:textId="77777777" w:rsidR="00F90105" w:rsidRDefault="00D7474A" w:rsidP="00341574">
      <w:pPr>
        <w:pStyle w:val="ARTartustawynprozporzdzenia"/>
      </w:pPr>
      <w:r w:rsidRPr="00330B0E">
        <w:rPr>
          <w:rStyle w:val="Ppogrubienie"/>
        </w:rPr>
        <w:t>Art.</w:t>
      </w:r>
      <w:r w:rsidRPr="00341574">
        <w:rPr>
          <w:rStyle w:val="Ppogrubienie"/>
        </w:rPr>
        <w:t xml:space="preserve"> </w:t>
      </w:r>
      <w:r w:rsidR="002766FF">
        <w:rPr>
          <w:rStyle w:val="Ppogrubienie"/>
        </w:rPr>
        <w:t>20</w:t>
      </w:r>
      <w:r w:rsidRPr="00341574">
        <w:rPr>
          <w:rStyle w:val="Ppogrubienie"/>
        </w:rPr>
        <w:t>.</w:t>
      </w:r>
      <w:r w:rsidR="00F90105" w:rsidRPr="00341574">
        <w:rPr>
          <w:rStyle w:val="Ppogrubienie"/>
        </w:rPr>
        <w:t xml:space="preserve"> </w:t>
      </w:r>
      <w:r w:rsidR="0024558F" w:rsidRPr="0024558F">
        <w:t>1.</w:t>
      </w:r>
      <w:r w:rsidR="0024558F">
        <w:rPr>
          <w:rStyle w:val="Ppogrubienie"/>
        </w:rPr>
        <w:t xml:space="preserve"> </w:t>
      </w:r>
      <w:r w:rsidR="00F90105" w:rsidRPr="00F90105">
        <w:t>Paszporty oraz paszporty tymczasowe wydaje się odpłatnie.</w:t>
      </w:r>
    </w:p>
    <w:p w14:paraId="59E63177" w14:textId="77777777" w:rsidR="0024558F" w:rsidRPr="00330B0E" w:rsidRDefault="0024558F" w:rsidP="00330B0E">
      <w:pPr>
        <w:pStyle w:val="USTustnpkodeksu"/>
      </w:pPr>
      <w:r w:rsidRPr="00330B0E">
        <w:t>2. Paszporty dyplomatyczne i paszporty służbowe</w:t>
      </w:r>
      <w:r w:rsidR="009F5143" w:rsidRPr="009F5143">
        <w:t xml:space="preserve"> </w:t>
      </w:r>
      <w:r w:rsidR="009F5143" w:rsidRPr="00F90105">
        <w:t>wydaje się</w:t>
      </w:r>
      <w:r w:rsidRPr="00330B0E">
        <w:t xml:space="preserve"> </w:t>
      </w:r>
      <w:r w:rsidR="00327951">
        <w:t>bezpłatnie</w:t>
      </w:r>
      <w:r w:rsidRPr="00330B0E">
        <w:t>.</w:t>
      </w:r>
    </w:p>
    <w:p w14:paraId="6F049505" w14:textId="77777777" w:rsidR="00D7474A" w:rsidRPr="00D7474A" w:rsidRDefault="00F90105" w:rsidP="00330B0E">
      <w:pPr>
        <w:pStyle w:val="ARTartustawynprozporzdzenia"/>
      </w:pPr>
      <w:r w:rsidRPr="00330B0E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890221">
        <w:rPr>
          <w:rStyle w:val="Ppogrubienie"/>
        </w:rPr>
        <w:t>1</w:t>
      </w:r>
      <w:r w:rsidRPr="00330B0E">
        <w:rPr>
          <w:rStyle w:val="Ppogrubienie"/>
        </w:rPr>
        <w:t>.</w:t>
      </w:r>
      <w:r>
        <w:t xml:space="preserve"> </w:t>
      </w:r>
      <w:r w:rsidR="00D7474A" w:rsidRPr="00D7474A">
        <w:t xml:space="preserve">1. Obniżoną opłatę </w:t>
      </w:r>
      <w:r w:rsidR="008C63BC">
        <w:t>wn</w:t>
      </w:r>
      <w:r w:rsidR="00D7474A" w:rsidRPr="00D7474A">
        <w:t>os</w:t>
      </w:r>
      <w:r w:rsidR="002E1F1E">
        <w:t>i się za paszport wydawany:</w:t>
      </w:r>
    </w:p>
    <w:p w14:paraId="1DD5C526" w14:textId="093CDEF9" w:rsidR="00D7474A" w:rsidRDefault="00D7474A" w:rsidP="00D72803">
      <w:pPr>
        <w:pStyle w:val="PKTpunkt"/>
      </w:pPr>
      <w:r w:rsidRPr="00D7474A">
        <w:t>1) osob</w:t>
      </w:r>
      <w:r w:rsidR="002E1F1E">
        <w:t>om</w:t>
      </w:r>
      <w:r w:rsidRPr="00D7474A">
        <w:t xml:space="preserve"> </w:t>
      </w:r>
      <w:r w:rsidR="00362D26">
        <w:t>małoletni</w:t>
      </w:r>
      <w:r w:rsidR="002E1F1E">
        <w:t>m</w:t>
      </w:r>
      <w:r w:rsidR="00555091">
        <w:t xml:space="preserve"> do 12. roku życia</w:t>
      </w:r>
      <w:r w:rsidRPr="00D7474A">
        <w:t>;</w:t>
      </w:r>
    </w:p>
    <w:p w14:paraId="3D5224C4" w14:textId="555EA368" w:rsidR="00555091" w:rsidRPr="00D7474A" w:rsidRDefault="00555091" w:rsidP="00D72803">
      <w:pPr>
        <w:pStyle w:val="PKTpunkt"/>
      </w:pPr>
      <w:r>
        <w:t xml:space="preserve">2) osobom małoletnim pomiędzy 12. a 18. </w:t>
      </w:r>
      <w:r w:rsidR="00B6365E">
        <w:t>r</w:t>
      </w:r>
      <w:r>
        <w:t>okiem życia</w:t>
      </w:r>
      <w:r w:rsidR="00B6365E">
        <w:t>;</w:t>
      </w:r>
    </w:p>
    <w:p w14:paraId="2CF8FEAD" w14:textId="3E8E7F89" w:rsidR="00D7474A" w:rsidRPr="00D7474A" w:rsidRDefault="00C02CAD" w:rsidP="00D72803">
      <w:pPr>
        <w:pStyle w:val="PKTpunkt"/>
      </w:pPr>
      <w:r>
        <w:t>3</w:t>
      </w:r>
      <w:r w:rsidR="00D7474A" w:rsidRPr="00D7474A">
        <w:t>) ucznio</w:t>
      </w:r>
      <w:r w:rsidR="002E1F1E">
        <w:t>m</w:t>
      </w:r>
      <w:r w:rsidR="00D7474A" w:rsidRPr="00D7474A">
        <w:t xml:space="preserve"> i studen</w:t>
      </w:r>
      <w:r w:rsidR="002E1F1E">
        <w:t>tom</w:t>
      </w:r>
      <w:r w:rsidR="00D7474A" w:rsidRPr="00D7474A">
        <w:t xml:space="preserve"> </w:t>
      </w:r>
      <w:r w:rsidR="00B6365E">
        <w:t xml:space="preserve">pomiędzy 18. </w:t>
      </w:r>
      <w:r w:rsidR="00E05E40">
        <w:t>a</w:t>
      </w:r>
      <w:r w:rsidR="007808D5">
        <w:t xml:space="preserve"> </w:t>
      </w:r>
      <w:r w:rsidR="00D7474A" w:rsidRPr="00D7474A">
        <w:t>26</w:t>
      </w:r>
      <w:r w:rsidR="00A85BCB">
        <w:t>.</w:t>
      </w:r>
      <w:r w:rsidR="00D7474A" w:rsidRPr="00D7474A">
        <w:t xml:space="preserve"> rok</w:t>
      </w:r>
      <w:r w:rsidR="00EA27F0">
        <w:t>iem</w:t>
      </w:r>
      <w:r w:rsidR="00D7474A" w:rsidRPr="00D7474A">
        <w:t xml:space="preserve"> życia;</w:t>
      </w:r>
    </w:p>
    <w:p w14:paraId="674EEB57" w14:textId="5BFAD966" w:rsidR="00D7474A" w:rsidRDefault="00C02CAD" w:rsidP="00D72803">
      <w:pPr>
        <w:pStyle w:val="PKTpunkt"/>
      </w:pPr>
      <w:r>
        <w:t>4</w:t>
      </w:r>
      <w:r w:rsidR="00D7474A" w:rsidRPr="00D7474A">
        <w:t>) emery</w:t>
      </w:r>
      <w:r w:rsidR="0080347F">
        <w:t xml:space="preserve">tom </w:t>
      </w:r>
      <w:r w:rsidR="00D7474A" w:rsidRPr="00D7474A">
        <w:t>i renci</w:t>
      </w:r>
      <w:r w:rsidR="0080347F">
        <w:t>stom</w:t>
      </w:r>
      <w:r w:rsidR="00CD02FE">
        <w:t xml:space="preserve"> w rozumieniu ustawy</w:t>
      </w:r>
      <w:r w:rsidR="001E22CF" w:rsidRPr="001E22CF">
        <w:t xml:space="preserve"> z dnia 17 grudnia 1998 r. </w:t>
      </w:r>
      <w:r w:rsidR="00CD02FE">
        <w:t>o emeryturach i rentach z Funduszu Ubezpieczeń Społecznych (</w:t>
      </w:r>
      <w:hyperlink r:id="rId14" w:history="1">
        <w:r w:rsidR="009835B5" w:rsidRPr="009835B5">
          <w:t>Dz.</w:t>
        </w:r>
        <w:r w:rsidR="002273B1">
          <w:t xml:space="preserve"> </w:t>
        </w:r>
        <w:r w:rsidR="009835B5" w:rsidRPr="009835B5">
          <w:t>U. z 202</w:t>
        </w:r>
        <w:r w:rsidR="00A26E5D">
          <w:t>1</w:t>
        </w:r>
        <w:r w:rsidR="009835B5" w:rsidRPr="009835B5">
          <w:t xml:space="preserve"> r. poz. </w:t>
        </w:r>
        <w:r w:rsidR="00A26E5D">
          <w:t>291</w:t>
        </w:r>
        <w:r w:rsidR="009835B5" w:rsidRPr="009835B5">
          <w:t>)</w:t>
        </w:r>
      </w:hyperlink>
      <w:r w:rsidR="00D7474A" w:rsidRPr="00D7474A">
        <w:t xml:space="preserve">, </w:t>
      </w:r>
      <w:r w:rsidR="00D7474A" w:rsidRPr="00341574">
        <w:t>a także współmałżonko</w:t>
      </w:r>
      <w:r w:rsidR="0080347F">
        <w:t xml:space="preserve">m </w:t>
      </w:r>
      <w:r w:rsidR="00D7474A" w:rsidRPr="00341574">
        <w:t>tych osób, pozostający</w:t>
      </w:r>
      <w:r w:rsidR="0080347F">
        <w:t>m</w:t>
      </w:r>
      <w:r w:rsidR="00D7474A" w:rsidRPr="00341574">
        <w:t xml:space="preserve"> na ich wyłącznym utrzymaniu; </w:t>
      </w:r>
    </w:p>
    <w:p w14:paraId="247C09A3" w14:textId="77777777" w:rsidR="00124CED" w:rsidRDefault="00E22C73" w:rsidP="00D72803">
      <w:pPr>
        <w:pStyle w:val="PKTpunkt"/>
      </w:pPr>
      <w:r w:rsidRPr="00E22C73">
        <w:t>5) osobom mającym ustalone prawo do renty socjalnej na podstawie ustawy z dnia 27 czerwca 2003 r. o rencie socjalnej (Dz. U. z 2020 r. poz. 1300);</w:t>
      </w:r>
    </w:p>
    <w:p w14:paraId="59A76728" w14:textId="6AADFA7C" w:rsidR="00D7474A" w:rsidRPr="00D7474A" w:rsidRDefault="00E22C73" w:rsidP="00D72803">
      <w:pPr>
        <w:pStyle w:val="PKTpunkt"/>
        <w:rPr>
          <w:highlight w:val="cyan"/>
        </w:rPr>
      </w:pPr>
      <w:r>
        <w:t>6</w:t>
      </w:r>
      <w:r w:rsidR="00D7474A" w:rsidRPr="00D7474A">
        <w:t>) osob</w:t>
      </w:r>
      <w:r w:rsidR="0080347F">
        <w:t>om</w:t>
      </w:r>
      <w:r w:rsidR="00D7474A" w:rsidRPr="00D7474A">
        <w:t xml:space="preserve"> niepełnosprawn</w:t>
      </w:r>
      <w:r w:rsidR="0080347F">
        <w:t>ym</w:t>
      </w:r>
      <w:r w:rsidR="00D7474A" w:rsidRPr="00D7474A">
        <w:t xml:space="preserve"> w rozumieniu przepisów ustawy z dnia 27 sierpnia 1997 r. o rehabilitacji zawodowej i społecznej oraz zatrudnianiu osób niepełnosprawnych (Dz. U. z 20</w:t>
      </w:r>
      <w:r w:rsidR="002273B1">
        <w:t>20</w:t>
      </w:r>
      <w:r w:rsidR="00D7474A" w:rsidRPr="00D7474A">
        <w:t xml:space="preserve"> r. poz. </w:t>
      </w:r>
      <w:r w:rsidR="002273B1">
        <w:t>426, 568 i 875</w:t>
      </w:r>
      <w:r w:rsidR="00D7474A" w:rsidRPr="00D7474A">
        <w:t>), a także współmałżonko</w:t>
      </w:r>
      <w:r w:rsidR="0080347F">
        <w:t>m</w:t>
      </w:r>
      <w:r w:rsidR="00D7474A" w:rsidRPr="00D7474A">
        <w:t xml:space="preserve"> tych osób, pozostający</w:t>
      </w:r>
      <w:r w:rsidR="0080347F">
        <w:t>m</w:t>
      </w:r>
      <w:r w:rsidR="00D7474A" w:rsidRPr="00D7474A">
        <w:t xml:space="preserve"> na ich wyłącznym utrzymaniu;</w:t>
      </w:r>
    </w:p>
    <w:p w14:paraId="062D61B8" w14:textId="7541630D" w:rsidR="00D7474A" w:rsidRPr="00EC7942" w:rsidRDefault="00E22C73" w:rsidP="00D72803">
      <w:pPr>
        <w:pStyle w:val="PKTpunkt"/>
        <w:rPr>
          <w:highlight w:val="yellow"/>
        </w:rPr>
      </w:pPr>
      <w:r>
        <w:lastRenderedPageBreak/>
        <w:t>7</w:t>
      </w:r>
      <w:r w:rsidR="00D7474A" w:rsidRPr="00D7474A">
        <w:t>) osob</w:t>
      </w:r>
      <w:r w:rsidR="0080347F">
        <w:t>om</w:t>
      </w:r>
      <w:r w:rsidR="00D7474A" w:rsidRPr="00D7474A">
        <w:t xml:space="preserve"> przebywając</w:t>
      </w:r>
      <w:r w:rsidR="0080347F">
        <w:t>ym</w:t>
      </w:r>
      <w:r w:rsidR="00D7474A" w:rsidRPr="00D7474A">
        <w:t xml:space="preserve"> w domach pomocy społecznej lub w zakładach opiekuńczych </w:t>
      </w:r>
      <w:r w:rsidR="0051368D">
        <w:t>lub</w:t>
      </w:r>
      <w:r w:rsidR="00D7474A" w:rsidRPr="00D7474A">
        <w:t xml:space="preserve"> korzystając</w:t>
      </w:r>
      <w:r w:rsidR="0080347F">
        <w:t>ym</w:t>
      </w:r>
      <w:r w:rsidR="00D7474A" w:rsidRPr="00D7474A">
        <w:t xml:space="preserve"> z pomocy społecznej w formie zasiłków stałych</w:t>
      </w:r>
      <w:r w:rsidR="0080347F">
        <w:t>,</w:t>
      </w:r>
      <w:r w:rsidR="00D7474A" w:rsidRPr="00D7474A">
        <w:t xml:space="preserve"> na podstawie przepisów ustawy z dnia 12 marca 2004 r. o pomocy społecznej (Dz. U. z </w:t>
      </w:r>
      <w:r w:rsidR="00A26E5D" w:rsidRPr="00D7474A">
        <w:t>20</w:t>
      </w:r>
      <w:r w:rsidR="00A26E5D">
        <w:t>20</w:t>
      </w:r>
      <w:r w:rsidR="00A26E5D" w:rsidRPr="00D7474A">
        <w:t xml:space="preserve"> </w:t>
      </w:r>
      <w:r w:rsidR="00D7474A" w:rsidRPr="00D7474A">
        <w:t>r. poz.</w:t>
      </w:r>
      <w:r w:rsidR="00AF7FF8">
        <w:t xml:space="preserve"> </w:t>
      </w:r>
      <w:r w:rsidR="00A26E5D">
        <w:t>1876 i 2369</w:t>
      </w:r>
      <w:r w:rsidR="00D7474A" w:rsidRPr="00D7474A">
        <w:t>);</w:t>
      </w:r>
    </w:p>
    <w:p w14:paraId="160A90CF" w14:textId="5F9996C4" w:rsidR="00D7474A" w:rsidRPr="00D7474A" w:rsidRDefault="00E22C73" w:rsidP="00D72803">
      <w:pPr>
        <w:pStyle w:val="PKTpunkt"/>
      </w:pPr>
      <w:r>
        <w:t>8</w:t>
      </w:r>
      <w:r w:rsidR="00D7474A" w:rsidRPr="00D7474A">
        <w:t>) osob</w:t>
      </w:r>
      <w:r w:rsidR="00B82C35">
        <w:t>om</w:t>
      </w:r>
      <w:r w:rsidR="00D7474A" w:rsidRPr="00D7474A">
        <w:t xml:space="preserve"> pobierając</w:t>
      </w:r>
      <w:r w:rsidR="00B82C35">
        <w:t>ym</w:t>
      </w:r>
      <w:r w:rsidR="00D7474A" w:rsidRPr="00D7474A">
        <w:t xml:space="preserve"> specjalny zasiłek opiekuńczy, świadczenie pielęgnacyjne lub zasiłek dla opiekuna</w:t>
      </w:r>
      <w:r w:rsidR="00B82C35">
        <w:t>,</w:t>
      </w:r>
      <w:r w:rsidR="00D7474A" w:rsidRPr="00D7474A">
        <w:t xml:space="preserve"> przyznane na podstawie przepisów ustawy z dnia 28 listopada 2003 r. o świadczeniach rodzinnych (</w:t>
      </w:r>
      <w:hyperlink r:id="rId15" w:history="1">
        <w:r w:rsidR="00B82C35" w:rsidRPr="00B82C35">
          <w:t>Dz.</w:t>
        </w:r>
        <w:r w:rsidR="002273B1">
          <w:t xml:space="preserve"> </w:t>
        </w:r>
        <w:r w:rsidR="00B82C35" w:rsidRPr="00B82C35">
          <w:t>U. z 2020 r. poz. 111)</w:t>
        </w:r>
      </w:hyperlink>
      <w:r w:rsidR="00B82C35" w:rsidRPr="00B82C35">
        <w:t xml:space="preserve"> </w:t>
      </w:r>
      <w:r w:rsidR="00DD227E">
        <w:t>oraz ustawy</w:t>
      </w:r>
      <w:r w:rsidR="00DD227E" w:rsidRPr="00DD227E">
        <w:t xml:space="preserve"> z dnia 4 kwietnia 2014 r. o ustaleniu i wypłacie zasiłku dla opiekunów</w:t>
      </w:r>
      <w:r w:rsidR="00DD227E">
        <w:t xml:space="preserve"> </w:t>
      </w:r>
      <w:r w:rsidR="009A01D7">
        <w:t xml:space="preserve">(Dz. U. z </w:t>
      </w:r>
      <w:r w:rsidR="00DE5EE2">
        <w:t>20</w:t>
      </w:r>
      <w:r w:rsidR="002273B1">
        <w:t>20</w:t>
      </w:r>
      <w:r w:rsidR="00DE5EE2">
        <w:t xml:space="preserve"> r. poz. </w:t>
      </w:r>
      <w:r w:rsidR="002273B1">
        <w:t>1297</w:t>
      </w:r>
      <w:r w:rsidR="00DE5EE2">
        <w:t>)</w:t>
      </w:r>
      <w:r w:rsidR="00D7474A" w:rsidRPr="00D7474A">
        <w:t>;</w:t>
      </w:r>
    </w:p>
    <w:p w14:paraId="0CAC684F" w14:textId="77777777" w:rsidR="00D2276F" w:rsidRDefault="00E22C73" w:rsidP="00D2276F">
      <w:pPr>
        <w:pStyle w:val="PKTpunkt"/>
      </w:pPr>
      <w:r w:rsidRPr="00124CED">
        <w:t>9</w:t>
      </w:r>
      <w:r w:rsidR="00D7474A" w:rsidRPr="00124CED">
        <w:t>)</w:t>
      </w:r>
      <w:r w:rsidR="00E71911">
        <w:t xml:space="preserve"> </w:t>
      </w:r>
      <w:r w:rsidR="00D7474A" w:rsidRPr="00124CED">
        <w:t>kombatan</w:t>
      </w:r>
      <w:r w:rsidR="00B40D6E" w:rsidRPr="00124CED">
        <w:t>tom</w:t>
      </w:r>
      <w:r w:rsidR="00D7474A" w:rsidRPr="00124CED">
        <w:t xml:space="preserve"> i inn</w:t>
      </w:r>
      <w:r w:rsidR="00B40D6E" w:rsidRPr="00124CED">
        <w:t>ym</w:t>
      </w:r>
      <w:r w:rsidR="00D7474A" w:rsidRPr="00124CED">
        <w:t xml:space="preserve"> osob</w:t>
      </w:r>
      <w:r w:rsidR="00B40D6E" w:rsidRPr="00124CED">
        <w:t>om</w:t>
      </w:r>
      <w:r w:rsidR="00D7474A" w:rsidRPr="00124CED">
        <w:t xml:space="preserve">, do których stosuje się przepisy ustawy z dnia 24 stycznia 1991 r. o kombatantach oraz niektórych osobach będących ofiarami represji wojennych i okresu powojennego (Dz. U. z </w:t>
      </w:r>
      <w:r w:rsidR="002273B1" w:rsidRPr="00124CED">
        <w:t xml:space="preserve">2020 </w:t>
      </w:r>
      <w:r w:rsidR="00D7474A" w:rsidRPr="00124CED">
        <w:t xml:space="preserve">r. poz. </w:t>
      </w:r>
      <w:r w:rsidR="002273B1" w:rsidRPr="00124CED">
        <w:t>517</w:t>
      </w:r>
      <w:r w:rsidR="00D7474A" w:rsidRPr="00124CED">
        <w:t>);</w:t>
      </w:r>
    </w:p>
    <w:p w14:paraId="04B9A694" w14:textId="3436D48E" w:rsidR="00D7474A" w:rsidRPr="00D2276F" w:rsidRDefault="00D2276F" w:rsidP="00D2276F">
      <w:pPr>
        <w:pStyle w:val="PKTpunkt"/>
      </w:pPr>
      <w:r>
        <w:t>10)</w:t>
      </w:r>
      <w:r w:rsidR="00D7474A" w:rsidRPr="00D2276F">
        <w:t>osob</w:t>
      </w:r>
      <w:r w:rsidR="00B40D6E" w:rsidRPr="00D2276F">
        <w:t>om</w:t>
      </w:r>
      <w:r w:rsidR="00D7474A" w:rsidRPr="00D2276F">
        <w:t xml:space="preserve"> posiadając</w:t>
      </w:r>
      <w:r w:rsidR="00B40D6E" w:rsidRPr="00D2276F">
        <w:t>ym</w:t>
      </w:r>
      <w:r w:rsidR="00D7474A" w:rsidRPr="00D2276F">
        <w:t xml:space="preserve"> status działacza opozycji antykomunistycznej lub osoby represjonowanej z powodów politycznych, przyznany na podstawie ustawy z dnia 20 marca 2015 r. o działaczach opozycji antykomunistycznej oraz osobach represjonowanych z powodów politycznych </w:t>
      </w:r>
      <w:r>
        <w:t>(</w:t>
      </w:r>
      <w:r w:rsidRPr="00D2276F">
        <w:t>Dz. U. z 2020 r. poz. 319</w:t>
      </w:r>
      <w:r w:rsidR="00A26E5D">
        <w:t xml:space="preserve"> i 1578 oraz z 2021 r. poz. 353</w:t>
      </w:r>
      <w:r w:rsidRPr="00D2276F">
        <w:t>)</w:t>
      </w:r>
      <w:r w:rsidR="00D7474A" w:rsidRPr="00D2276F">
        <w:t>;</w:t>
      </w:r>
    </w:p>
    <w:p w14:paraId="613840B3" w14:textId="4AB16474" w:rsidR="00D7474A" w:rsidRDefault="00E22C73" w:rsidP="00D72803">
      <w:pPr>
        <w:pStyle w:val="PKTpunkt"/>
      </w:pPr>
      <w:r>
        <w:t>11</w:t>
      </w:r>
      <w:r w:rsidR="00D7474A" w:rsidRPr="00D7474A">
        <w:t>) osob</w:t>
      </w:r>
      <w:r w:rsidR="00B40D6E">
        <w:t>om</w:t>
      </w:r>
      <w:r w:rsidR="00D7474A" w:rsidRPr="00D7474A">
        <w:t>, które świadczyły pracę po 1956 r. na rzecz organizacji politycznych i związków zawodowych, nielegalnych w rozumieniu przepisów obowiązujących do kwietnia 1989 r. i osob</w:t>
      </w:r>
      <w:r w:rsidR="00B40D6E">
        <w:t>om</w:t>
      </w:r>
      <w:r w:rsidR="00D7474A" w:rsidRPr="00D7474A">
        <w:t xml:space="preserve">, które nie wykonywały pracy w okresie przed dniem 4 czerwca 1989 r. na skutek represji politycznych </w:t>
      </w:r>
      <w:r w:rsidR="003504F2">
        <w:t>–</w:t>
      </w:r>
      <w:r w:rsidR="00D7474A" w:rsidRPr="00D7474A">
        <w:t xml:space="preserve"> na podstawie decyzji Szefa Urzędu do Spraw Kombatantów i Osób Represjonowanych w oparciu o ustawę z dnia 17 grudnia 1998 r. o emeryturach i rentach z Funduszu Ubezpieczeń Społecznych;</w:t>
      </w:r>
    </w:p>
    <w:p w14:paraId="423FDC09" w14:textId="77777777" w:rsidR="00E22C73" w:rsidRPr="00E22C73" w:rsidRDefault="00E22C73" w:rsidP="00E22C73">
      <w:pPr>
        <w:pStyle w:val="PKTpunkt"/>
        <w:rPr>
          <w:rFonts w:eastAsia="Calibri"/>
        </w:rPr>
      </w:pPr>
      <w:r w:rsidRPr="00E22C73">
        <w:rPr>
          <w:rFonts w:eastAsia="Calibri"/>
        </w:rPr>
        <w:t>12) żołnierzom terytorialnej służby wojskowej;</w:t>
      </w:r>
    </w:p>
    <w:p w14:paraId="25646D7A" w14:textId="6881E80D" w:rsidR="00E22C73" w:rsidRPr="00631649" w:rsidRDefault="00E22C73" w:rsidP="00E22C73">
      <w:pPr>
        <w:pStyle w:val="PKTpunkt"/>
        <w:rPr>
          <w:rFonts w:eastAsia="Calibri"/>
        </w:rPr>
      </w:pPr>
      <w:r w:rsidRPr="00E22C73">
        <w:rPr>
          <w:rFonts w:eastAsia="Calibri"/>
        </w:rPr>
        <w:t>13) weteranom poszkodowanym w rozumieniu ustawy z dnia 19 sierpnia 2011 r. o weteranach działań poza granicami pa</w:t>
      </w:r>
      <w:r>
        <w:rPr>
          <w:rFonts w:eastAsia="Calibri"/>
        </w:rPr>
        <w:t>ństwa (Dz.</w:t>
      </w:r>
      <w:r w:rsidR="00DA196D">
        <w:rPr>
          <w:rFonts w:eastAsia="Calibri"/>
        </w:rPr>
        <w:t xml:space="preserve"> </w:t>
      </w:r>
      <w:r>
        <w:rPr>
          <w:rFonts w:eastAsia="Calibri"/>
        </w:rPr>
        <w:t xml:space="preserve">U. </w:t>
      </w:r>
      <w:r w:rsidR="00DA196D">
        <w:rPr>
          <w:rFonts w:eastAsia="Calibri"/>
        </w:rPr>
        <w:t xml:space="preserve">z </w:t>
      </w:r>
      <w:r>
        <w:rPr>
          <w:rFonts w:eastAsia="Calibri"/>
        </w:rPr>
        <w:t>2020</w:t>
      </w:r>
      <w:r w:rsidR="00DA196D">
        <w:rPr>
          <w:rFonts w:eastAsia="Calibri"/>
        </w:rPr>
        <w:t xml:space="preserve"> r.</w:t>
      </w:r>
      <w:r>
        <w:rPr>
          <w:rFonts w:eastAsia="Calibri"/>
        </w:rPr>
        <w:t xml:space="preserve"> poz. 2055);</w:t>
      </w:r>
      <w:r w:rsidRPr="00E22C73">
        <w:rPr>
          <w:rFonts w:eastAsia="Calibri"/>
        </w:rPr>
        <w:t xml:space="preserve"> </w:t>
      </w:r>
    </w:p>
    <w:p w14:paraId="61E4516A" w14:textId="04DEC423" w:rsidR="00555091" w:rsidRDefault="00D7474A" w:rsidP="00D6053E">
      <w:pPr>
        <w:pStyle w:val="PKTpunkt"/>
      </w:pPr>
      <w:r w:rsidRPr="00D7474A">
        <w:t>1</w:t>
      </w:r>
      <w:r w:rsidR="00E22C73">
        <w:t>4</w:t>
      </w:r>
      <w:r w:rsidRPr="00D7474A">
        <w:t>)</w:t>
      </w:r>
      <w:r w:rsidR="00E71911">
        <w:t xml:space="preserve"> </w:t>
      </w:r>
      <w:r w:rsidRPr="00D7474A">
        <w:t>członko</w:t>
      </w:r>
      <w:r w:rsidR="00B40D6E">
        <w:t>m</w:t>
      </w:r>
      <w:r w:rsidRPr="00D7474A">
        <w:t xml:space="preserve"> rodzin wielodzietnych w rozumieniu ustawy z dnia 5 grudnia 2014 r. o Karcie Dużej Rodziny (Dz. U. z 20</w:t>
      </w:r>
      <w:r w:rsidR="002273B1">
        <w:t>20</w:t>
      </w:r>
      <w:r w:rsidRPr="00D7474A">
        <w:t xml:space="preserve"> r. poz. </w:t>
      </w:r>
      <w:r w:rsidR="0062751D">
        <w:t>13</w:t>
      </w:r>
      <w:r w:rsidR="002273B1">
        <w:t>48</w:t>
      </w:r>
      <w:r w:rsidR="00DA196D">
        <w:t xml:space="preserve"> i 2400</w:t>
      </w:r>
      <w:r w:rsidRPr="00D7474A">
        <w:t>) posiadający</w:t>
      </w:r>
      <w:r w:rsidR="002273B1">
        <w:t>m</w:t>
      </w:r>
      <w:r w:rsidRPr="00D7474A">
        <w:t xml:space="preserve"> ważną Kartę Dużej Rodziny</w:t>
      </w:r>
      <w:r w:rsidR="00555091">
        <w:t>, w tym:</w:t>
      </w:r>
    </w:p>
    <w:p w14:paraId="269189F3" w14:textId="26F934CF" w:rsidR="00555091" w:rsidRPr="00DB69B3" w:rsidRDefault="00555091" w:rsidP="00DB69B3">
      <w:pPr>
        <w:pStyle w:val="LITlitera"/>
      </w:pPr>
      <w:r w:rsidRPr="00DB69B3">
        <w:t>a)</w:t>
      </w:r>
      <w:r w:rsidR="00B6365E" w:rsidRPr="00DB69B3">
        <w:t xml:space="preserve"> małoletnim</w:t>
      </w:r>
      <w:r w:rsidR="00EA27F0" w:rsidRPr="00DB69B3">
        <w:t xml:space="preserve"> do 12. roku życia,</w:t>
      </w:r>
    </w:p>
    <w:p w14:paraId="73F1F4D4" w14:textId="492596CA" w:rsidR="00555091" w:rsidRPr="00DB69B3" w:rsidRDefault="00555091">
      <w:pPr>
        <w:pStyle w:val="LITlitera"/>
      </w:pPr>
      <w:r w:rsidRPr="00DB69B3">
        <w:t xml:space="preserve">b) </w:t>
      </w:r>
      <w:r w:rsidR="0058445F" w:rsidRPr="0058445F">
        <w:t>uczniom i studentom do 25. roku życia oraz dzieciom legitymującym się orzeczeniem o umiarkowanym albo znacznym stopniu niepełnosprawności, bez względu na ich wiek</w:t>
      </w:r>
      <w:r w:rsidR="0058445F">
        <w:t xml:space="preserve">, </w:t>
      </w:r>
    </w:p>
    <w:p w14:paraId="4616F110" w14:textId="69B65582" w:rsidR="003E5D96" w:rsidRDefault="00B6365E" w:rsidP="00E71911">
      <w:pPr>
        <w:pStyle w:val="LITlitera"/>
      </w:pPr>
      <w:r w:rsidRPr="00DB69B3">
        <w:t>c) rodzicom i ich małżonkom</w:t>
      </w:r>
      <w:r w:rsidR="00271BCE" w:rsidRPr="00DB69B3">
        <w:t>, a także rodzicom zastępczym lub osobom prowadzącym rodzinny dom dziecka.</w:t>
      </w:r>
    </w:p>
    <w:p w14:paraId="792ACB13" w14:textId="77777777" w:rsidR="00D7474A" w:rsidRPr="00D7474A" w:rsidRDefault="00D7474A" w:rsidP="00D72803">
      <w:pPr>
        <w:pStyle w:val="USTustnpkodeksu"/>
      </w:pPr>
      <w:r w:rsidRPr="00D7474A">
        <w:lastRenderedPageBreak/>
        <w:t xml:space="preserve">2. W razie zbiegu u jednej osoby </w:t>
      </w:r>
      <w:r w:rsidR="0043307B">
        <w:t xml:space="preserve">dwóch lub więcej uprawnień </w:t>
      </w:r>
      <w:r w:rsidRPr="00D7474A">
        <w:t xml:space="preserve">do </w:t>
      </w:r>
      <w:r w:rsidR="0043307B">
        <w:t xml:space="preserve">wniesienia obniżonej </w:t>
      </w:r>
      <w:r w:rsidRPr="00D7474A">
        <w:t xml:space="preserve"> opłat</w:t>
      </w:r>
      <w:r w:rsidR="0043307B">
        <w:t>y</w:t>
      </w:r>
      <w:r w:rsidR="00362D26">
        <w:t>,</w:t>
      </w:r>
      <w:r w:rsidR="00057B85">
        <w:t xml:space="preserve"> </w:t>
      </w:r>
      <w:r w:rsidRPr="00D7474A">
        <w:t xml:space="preserve">o których mowa w ust. 1, przysługuje </w:t>
      </w:r>
      <w:r w:rsidR="0043307B">
        <w:t xml:space="preserve">jej </w:t>
      </w:r>
      <w:r w:rsidR="007B7648">
        <w:t>tylko</w:t>
      </w:r>
      <w:r w:rsidR="0043307B">
        <w:t xml:space="preserve"> jedno uprawnienie do wniesienia obniżonej opłaty</w:t>
      </w:r>
      <w:r w:rsidRPr="00D7474A">
        <w:t>.</w:t>
      </w:r>
    </w:p>
    <w:p w14:paraId="60FD2221" w14:textId="240D85B0" w:rsidR="00403FAE" w:rsidRDefault="00DB30CF" w:rsidP="00D72803">
      <w:pPr>
        <w:pStyle w:val="USTustnpkodeksu"/>
      </w:pPr>
      <w:r>
        <w:t>3</w:t>
      </w:r>
      <w:r w:rsidR="00D7474A" w:rsidRPr="00D7474A">
        <w:t>. Obniżenie opłaty</w:t>
      </w:r>
      <w:r w:rsidR="00057B85">
        <w:t xml:space="preserve"> </w:t>
      </w:r>
      <w:r w:rsidR="00CB72FD">
        <w:t>za paszport</w:t>
      </w:r>
      <w:r w:rsidR="00D7474A" w:rsidRPr="00D7474A">
        <w:t xml:space="preserve"> dla osób</w:t>
      </w:r>
      <w:r w:rsidR="00403FAE">
        <w:t>,</w:t>
      </w:r>
      <w:r w:rsidR="00403FAE" w:rsidRPr="00403FAE">
        <w:t xml:space="preserve"> </w:t>
      </w:r>
      <w:r w:rsidR="00403FAE" w:rsidRPr="00D7474A">
        <w:t>o których mowa</w:t>
      </w:r>
      <w:r w:rsidR="003F629B">
        <w:t xml:space="preserve"> w</w:t>
      </w:r>
      <w:r w:rsidR="00EA49CA">
        <w:t xml:space="preserve"> ust. 1</w:t>
      </w:r>
      <w:r w:rsidR="00403FAE">
        <w:t>:</w:t>
      </w:r>
    </w:p>
    <w:p w14:paraId="52C09427" w14:textId="53E7F3F1" w:rsidR="00403FAE" w:rsidRDefault="00403FAE" w:rsidP="009948E7">
      <w:pPr>
        <w:pStyle w:val="PKTpunkt"/>
      </w:pPr>
      <w:r>
        <w:t xml:space="preserve">1) </w:t>
      </w:r>
      <w:r w:rsidR="00D7474A" w:rsidRPr="00D7474A">
        <w:t xml:space="preserve"> pkt. 1</w:t>
      </w:r>
      <w:r>
        <w:t xml:space="preserve"> </w:t>
      </w:r>
      <w:r w:rsidR="00EA49CA">
        <w:t xml:space="preserve">– </w:t>
      </w:r>
      <w:r>
        <w:t>nie może być większe niż 80% opłaty za paszport</w:t>
      </w:r>
      <w:r w:rsidR="00555091">
        <w:t>;</w:t>
      </w:r>
    </w:p>
    <w:p w14:paraId="448B7B66" w14:textId="10EA1E15" w:rsidR="00555091" w:rsidRDefault="00555091" w:rsidP="009948E7">
      <w:pPr>
        <w:pStyle w:val="PKTpunkt"/>
      </w:pPr>
      <w:r>
        <w:t>2)  pkt 2</w:t>
      </w:r>
      <w:r w:rsidR="003F629B">
        <w:t>–</w:t>
      </w:r>
      <w:r w:rsidR="00106A0A">
        <w:t>13</w:t>
      </w:r>
      <w:r w:rsidR="00E22C73">
        <w:t xml:space="preserve"> oraz w pkt 14</w:t>
      </w:r>
      <w:r w:rsidR="00271BCE">
        <w:t xml:space="preserve"> lit. c</w:t>
      </w:r>
      <w:r w:rsidR="00D7474A" w:rsidRPr="00D7474A">
        <w:t xml:space="preserve"> </w:t>
      </w:r>
      <w:r w:rsidR="00EA49CA">
        <w:t xml:space="preserve">– </w:t>
      </w:r>
      <w:r w:rsidR="00D7474A" w:rsidRPr="00D7474A">
        <w:t>nie może być większe niż 50% opłaty</w:t>
      </w:r>
      <w:r w:rsidR="00057B85">
        <w:t xml:space="preserve"> </w:t>
      </w:r>
      <w:r w:rsidR="00CB72FD">
        <w:t>za paszport</w:t>
      </w:r>
      <w:r w:rsidR="009948E7">
        <w:t>;</w:t>
      </w:r>
    </w:p>
    <w:p w14:paraId="124F2B04" w14:textId="4CA4191C" w:rsidR="00271BCE" w:rsidRDefault="00555091" w:rsidP="00E71911">
      <w:pPr>
        <w:pStyle w:val="PKTpunkt"/>
      </w:pPr>
      <w:r>
        <w:t>3</w:t>
      </w:r>
      <w:r w:rsidR="00271BCE">
        <w:t>)</w:t>
      </w:r>
      <w:r w:rsidR="00D7474A" w:rsidRPr="00D7474A">
        <w:t xml:space="preserve"> </w:t>
      </w:r>
      <w:r w:rsidR="00D7474A" w:rsidRPr="003070E3">
        <w:t xml:space="preserve"> pkt 1</w:t>
      </w:r>
      <w:r w:rsidR="00E22C73">
        <w:t>4</w:t>
      </w:r>
      <w:r w:rsidR="00271BCE">
        <w:t xml:space="preserve"> lit. a</w:t>
      </w:r>
      <w:r w:rsidR="00D7474A" w:rsidRPr="003070E3">
        <w:t xml:space="preserve"> </w:t>
      </w:r>
      <w:r w:rsidR="00EA49CA">
        <w:t xml:space="preserve">– </w:t>
      </w:r>
      <w:r w:rsidR="00D7474A" w:rsidRPr="00D7474A">
        <w:t>nie może być większe niż</w:t>
      </w:r>
      <w:r w:rsidR="007808D5">
        <w:t xml:space="preserve"> </w:t>
      </w:r>
      <w:r w:rsidR="00271BCE">
        <w:t>90</w:t>
      </w:r>
      <w:r w:rsidR="00D7474A" w:rsidRPr="00D7474A">
        <w:t xml:space="preserve">% opłaty </w:t>
      </w:r>
      <w:r w:rsidR="00CB72FD">
        <w:t>za paszport</w:t>
      </w:r>
      <w:r w:rsidR="00271BCE">
        <w:t>;</w:t>
      </w:r>
    </w:p>
    <w:p w14:paraId="79BD970D" w14:textId="718CF626" w:rsidR="00010515" w:rsidRDefault="00271BCE" w:rsidP="009948E7">
      <w:pPr>
        <w:pStyle w:val="PKTpunkt"/>
      </w:pPr>
      <w:r>
        <w:t xml:space="preserve">4)  </w:t>
      </w:r>
      <w:r w:rsidR="00E22C73">
        <w:t>pkt 14</w:t>
      </w:r>
      <w:r>
        <w:t xml:space="preserve"> lit. b </w:t>
      </w:r>
      <w:r w:rsidR="00EA49CA">
        <w:t xml:space="preserve">– </w:t>
      </w:r>
      <w:r>
        <w:t xml:space="preserve">nie może być większe niż 75% opłaty za paszport. </w:t>
      </w:r>
    </w:p>
    <w:p w14:paraId="7958D75D" w14:textId="36F46D5F" w:rsidR="00D7474A" w:rsidRPr="007467AA" w:rsidRDefault="00472802" w:rsidP="00D72803">
      <w:pPr>
        <w:pStyle w:val="USTustnpkodeksu"/>
      </w:pPr>
      <w:r>
        <w:t>4</w:t>
      </w:r>
      <w:r w:rsidR="00D7474A" w:rsidRPr="00D7474A">
        <w:t>. Obniżonej opłaty</w:t>
      </w:r>
      <w:r w:rsidR="000871DE">
        <w:t xml:space="preserve"> </w:t>
      </w:r>
      <w:r w:rsidR="00CB72FD">
        <w:t>za paszport</w:t>
      </w:r>
      <w:r w:rsidR="00D7474A" w:rsidRPr="00D7474A">
        <w:t xml:space="preserve"> nie stosuje się do paszportów wydawanych na podstawie </w:t>
      </w:r>
      <w:r w:rsidR="003070E3" w:rsidRPr="007467AA">
        <w:t>art.</w:t>
      </w:r>
      <w:r w:rsidR="00131DA0" w:rsidRPr="007467AA">
        <w:t xml:space="preserve"> </w:t>
      </w:r>
      <w:r w:rsidR="00B40C93" w:rsidRPr="007467AA">
        <w:t>4</w:t>
      </w:r>
      <w:r w:rsidR="006E017C">
        <w:t>6</w:t>
      </w:r>
      <w:r w:rsidR="003070E3" w:rsidRPr="007467AA">
        <w:rPr>
          <w:rStyle w:val="Kkursywa"/>
        </w:rPr>
        <w:t>.</w:t>
      </w:r>
    </w:p>
    <w:p w14:paraId="604AFE8C" w14:textId="77777777" w:rsidR="003070E3" w:rsidRPr="003070E3" w:rsidRDefault="008673EF" w:rsidP="008673EF">
      <w:pPr>
        <w:pStyle w:val="ARTartustawynprozporzdzenia"/>
      </w:pPr>
      <w:r w:rsidRPr="008673EF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AE1C65">
        <w:rPr>
          <w:rStyle w:val="Ppogrubienie"/>
        </w:rPr>
        <w:t>2</w:t>
      </w:r>
      <w:r w:rsidRPr="008673EF">
        <w:rPr>
          <w:rStyle w:val="Ppogrubienie"/>
        </w:rPr>
        <w:t xml:space="preserve">. </w:t>
      </w:r>
      <w:r w:rsidR="00DF7FE6" w:rsidRPr="00B72FDB">
        <w:t>1.</w:t>
      </w:r>
      <w:r w:rsidR="00DF7FE6">
        <w:rPr>
          <w:rStyle w:val="Ppogrubienie"/>
        </w:rPr>
        <w:t xml:space="preserve"> </w:t>
      </w:r>
      <w:r w:rsidR="003070E3" w:rsidRPr="003070E3">
        <w:t>Nie pobiera się opłaty</w:t>
      </w:r>
      <w:r w:rsidR="000871DE">
        <w:t xml:space="preserve"> </w:t>
      </w:r>
      <w:r w:rsidR="00453F90">
        <w:t xml:space="preserve">za paszport </w:t>
      </w:r>
      <w:r w:rsidR="003E5D96">
        <w:t>wydawany:</w:t>
      </w:r>
    </w:p>
    <w:p w14:paraId="38143320" w14:textId="77777777" w:rsidR="003070E3" w:rsidRPr="003070E3" w:rsidRDefault="003070E3" w:rsidP="00A10FED">
      <w:pPr>
        <w:pStyle w:val="PKTpunkt"/>
      </w:pPr>
      <w:bookmarkStart w:id="75" w:name="mip44650415"/>
      <w:bookmarkEnd w:id="75"/>
      <w:r w:rsidRPr="003070E3">
        <w:t>1) os</w:t>
      </w:r>
      <w:r w:rsidR="003E5D96">
        <w:t>obom</w:t>
      </w:r>
      <w:r w:rsidRPr="003070E3">
        <w:t>, które w dniu złożenia wniosku o wydanie paszportu mają ukończone 70 lat;</w:t>
      </w:r>
    </w:p>
    <w:p w14:paraId="79FA2C89" w14:textId="52BA4077" w:rsidR="003070E3" w:rsidRPr="003070E3" w:rsidRDefault="003070E3" w:rsidP="00A10FED">
      <w:pPr>
        <w:pStyle w:val="PKTpunkt"/>
      </w:pPr>
      <w:bookmarkStart w:id="76" w:name="mip44650416"/>
      <w:bookmarkEnd w:id="76"/>
      <w:r w:rsidRPr="003070E3">
        <w:t>2) os</w:t>
      </w:r>
      <w:r w:rsidR="003E5D96">
        <w:t>obom</w:t>
      </w:r>
      <w:r w:rsidRPr="003070E3">
        <w:t xml:space="preserve">, o których mowa </w:t>
      </w:r>
      <w:r w:rsidRPr="00CE278A">
        <w:t xml:space="preserve">w </w:t>
      </w:r>
      <w:r w:rsidRPr="00AE1C65">
        <w:t xml:space="preserve">art. </w:t>
      </w:r>
      <w:r w:rsidR="00CE278A" w:rsidRPr="00AE1C65">
        <w:t>2</w:t>
      </w:r>
      <w:r w:rsidR="00AE1C65" w:rsidRPr="00AE1C65">
        <w:t>1</w:t>
      </w:r>
      <w:r w:rsidRPr="00AE1C65">
        <w:t xml:space="preserve"> ust. 1 pkt </w:t>
      </w:r>
      <w:r w:rsidR="00E22C73">
        <w:t>7</w:t>
      </w:r>
      <w:r w:rsidRPr="00AE1C65">
        <w:t>,</w:t>
      </w:r>
      <w:r w:rsidRPr="00CE278A">
        <w:t xml:space="preserve"> </w:t>
      </w:r>
      <w:r w:rsidRPr="003070E3">
        <w:t>jeżeli ich wyjazd za granic</w:t>
      </w:r>
      <w:r w:rsidR="009D3949">
        <w:t>ę</w:t>
      </w:r>
      <w:r w:rsidRPr="003070E3">
        <w:t xml:space="preserve"> następuje w celu długotrwałego leczenia lub w związku z koniecznością poddania się operacji;</w:t>
      </w:r>
    </w:p>
    <w:p w14:paraId="0D8B82C7" w14:textId="300217DF" w:rsidR="003070E3" w:rsidRPr="003070E3" w:rsidRDefault="003070E3" w:rsidP="00A10FED">
      <w:pPr>
        <w:pStyle w:val="PKTpunkt"/>
      </w:pPr>
      <w:r w:rsidRPr="003070E3">
        <w:t>3) os</w:t>
      </w:r>
      <w:r w:rsidR="003E5D96">
        <w:t>obom</w:t>
      </w:r>
      <w:r w:rsidRPr="003070E3">
        <w:t xml:space="preserve">, które złożyły wniosek o wymianę paszportu z powodu jego </w:t>
      </w:r>
      <w:r w:rsidR="00517427">
        <w:t>błędnej personalizacji</w:t>
      </w:r>
      <w:r w:rsidR="0030022E" w:rsidRPr="0030022E">
        <w:t xml:space="preserve"> </w:t>
      </w:r>
      <w:r w:rsidR="0030022E">
        <w:t xml:space="preserve">lub </w:t>
      </w:r>
      <w:r w:rsidR="0030022E" w:rsidRPr="003070E3">
        <w:t>wady technicznej</w:t>
      </w:r>
      <w:r w:rsidR="0030022E">
        <w:t xml:space="preserve"> </w:t>
      </w:r>
      <w:r w:rsidR="0030022E" w:rsidRPr="003070E3">
        <w:t>stwierdzonej przez organ paszportowy</w:t>
      </w:r>
      <w:r w:rsidR="0030022E">
        <w:t xml:space="preserve"> lub ministra właściwego do spraw wewnętrznych</w:t>
      </w:r>
      <w:r w:rsidRPr="003070E3">
        <w:t>;</w:t>
      </w:r>
    </w:p>
    <w:p w14:paraId="3C24BB46" w14:textId="02803996" w:rsidR="00B842C3" w:rsidRDefault="003070E3" w:rsidP="00517427">
      <w:pPr>
        <w:pStyle w:val="PKTpunkt"/>
      </w:pPr>
      <w:r>
        <w:t>4</w:t>
      </w:r>
      <w:r w:rsidRPr="003070E3">
        <w:t>) os</w:t>
      </w:r>
      <w:r w:rsidR="003E5D96">
        <w:t>obom</w:t>
      </w:r>
      <w:r w:rsidRPr="003070E3">
        <w:t xml:space="preserve">, które złożyły wniosek o wydanie paszportu przed upływem terminu ważności dotychczas posiadanego paszportu, </w:t>
      </w:r>
      <w:r w:rsidR="00BA6319">
        <w:t xml:space="preserve">w związku z </w:t>
      </w:r>
      <w:r w:rsidR="004B59F2">
        <w:t>usunięci</w:t>
      </w:r>
      <w:r w:rsidR="00BA6319">
        <w:t>em</w:t>
      </w:r>
      <w:r w:rsidR="004B59F2">
        <w:t xml:space="preserve"> niezgodności</w:t>
      </w:r>
      <w:r w:rsidR="00A209BC">
        <w:t xml:space="preserve">, </w:t>
      </w:r>
      <w:r w:rsidR="004B59F2">
        <w:t>w trybie</w:t>
      </w:r>
      <w:r w:rsidR="003F629B">
        <w:t>,</w:t>
      </w:r>
      <w:r w:rsidR="004B59F2">
        <w:t xml:space="preserve"> o którym mowa w art. 11 ustawy </w:t>
      </w:r>
      <w:r w:rsidR="00BC414B">
        <w:t xml:space="preserve">z dnia 24 września 2010 r. </w:t>
      </w:r>
      <w:r w:rsidR="004B59F2">
        <w:t xml:space="preserve">o ewidencji </w:t>
      </w:r>
      <w:r w:rsidR="00A209BC">
        <w:t>ludności</w:t>
      </w:r>
      <w:r w:rsidR="00A97E7B">
        <w:t xml:space="preserve"> (Dz. U. z </w:t>
      </w:r>
      <w:r w:rsidR="00E5006A">
        <w:t xml:space="preserve">2021 </w:t>
      </w:r>
      <w:r w:rsidR="00A97E7B">
        <w:t xml:space="preserve">r. poz. </w:t>
      </w:r>
      <w:r w:rsidR="00E5006A">
        <w:t>510</w:t>
      </w:r>
      <w:r w:rsidR="00A97E7B">
        <w:t>)</w:t>
      </w:r>
      <w:r w:rsidR="00A209BC">
        <w:t>,</w:t>
      </w:r>
      <w:r w:rsidR="004B59F2">
        <w:t xml:space="preserve"> </w:t>
      </w:r>
      <w:r w:rsidR="00A209BC">
        <w:t>w zakresie danych</w:t>
      </w:r>
      <w:r w:rsidR="003F629B">
        <w:t>,</w:t>
      </w:r>
      <w:r w:rsidR="00A209BC">
        <w:t xml:space="preserve"> o których mowa </w:t>
      </w:r>
      <w:r w:rsidR="00A209BC" w:rsidRPr="003070E3">
        <w:t xml:space="preserve">w </w:t>
      </w:r>
      <w:r w:rsidR="00A209BC" w:rsidRPr="00113BEE">
        <w:t>art. 1</w:t>
      </w:r>
      <w:r w:rsidR="00E76F83">
        <w:t>2</w:t>
      </w:r>
      <w:r w:rsidR="00A209BC" w:rsidRPr="00113BEE">
        <w:t xml:space="preserve"> ust. 1 pkt 1 lit</w:t>
      </w:r>
      <w:r w:rsidR="003F629B">
        <w:t>.</w:t>
      </w:r>
      <w:r w:rsidR="00A209BC" w:rsidRPr="00113BEE">
        <w:t xml:space="preserve"> a</w:t>
      </w:r>
      <w:r w:rsidR="003504F2">
        <w:t>–</w:t>
      </w:r>
      <w:r w:rsidR="00A209BC" w:rsidRPr="00113BEE">
        <w:t>g</w:t>
      </w:r>
      <w:r w:rsidR="00ED7692">
        <w:t>;</w:t>
      </w:r>
      <w:r w:rsidR="0066613F">
        <w:t xml:space="preserve"> </w:t>
      </w:r>
    </w:p>
    <w:p w14:paraId="4DCDD054" w14:textId="42C73E1C" w:rsidR="00FE5F4B" w:rsidRPr="00DB69B3" w:rsidRDefault="00FE5F4B" w:rsidP="00DB69B3">
      <w:pPr>
        <w:pStyle w:val="PKTpunkt"/>
        <w:rPr>
          <w:rFonts w:eastAsia="Calibri"/>
        </w:rPr>
      </w:pPr>
      <w:r>
        <w:rPr>
          <w:rFonts w:eastAsia="Calibri"/>
        </w:rPr>
        <w:t>5</w:t>
      </w:r>
      <w:r w:rsidRPr="00FE5F4B">
        <w:rPr>
          <w:rFonts w:eastAsia="Calibri"/>
        </w:rPr>
        <w:t>) żołnierzom wyznaczonym lub skierowanym do pełnienia służby poza granicami państwa, z w</w:t>
      </w:r>
      <w:r>
        <w:rPr>
          <w:rFonts w:eastAsia="Calibri"/>
        </w:rPr>
        <w:t>yjątkiem żołnierzy zawodowych;</w:t>
      </w:r>
    </w:p>
    <w:p w14:paraId="683141FF" w14:textId="119547C4" w:rsidR="00B90860" w:rsidRPr="00DB69B3" w:rsidRDefault="00FE5F4B" w:rsidP="00DB69B3">
      <w:pPr>
        <w:pStyle w:val="PKTpunkt"/>
      </w:pPr>
      <w:r w:rsidRPr="00DB69B3">
        <w:t>6</w:t>
      </w:r>
      <w:r w:rsidR="00B57934" w:rsidRPr="00DB69B3">
        <w:t>) os</w:t>
      </w:r>
      <w:r w:rsidR="003E5D96" w:rsidRPr="00DB69B3">
        <w:t>obom</w:t>
      </w:r>
      <w:r w:rsidR="00B57934" w:rsidRPr="00DB69B3">
        <w:t xml:space="preserve">, które </w:t>
      </w:r>
      <w:r w:rsidR="006167E6" w:rsidRPr="005E6FF9">
        <w:t>dysponują</w:t>
      </w:r>
      <w:r w:rsidR="00B57934" w:rsidRPr="005E6FF9">
        <w:t xml:space="preserve"> pra</w:t>
      </w:r>
      <w:r w:rsidR="006167E6" w:rsidRPr="00255F49">
        <w:t>womocnym</w:t>
      </w:r>
      <w:r w:rsidR="00B57934" w:rsidRPr="00255F49">
        <w:t xml:space="preserve"> orzeczeniem sądu w pr</w:t>
      </w:r>
      <w:r w:rsidR="006167E6" w:rsidRPr="009948E7">
        <w:t>zedmiocie</w:t>
      </w:r>
      <w:r w:rsidR="00B57934" w:rsidRPr="009948E7">
        <w:t xml:space="preserve"> stwierdzenia </w:t>
      </w:r>
      <w:r w:rsidR="006167E6" w:rsidRPr="00DB69B3">
        <w:t>nieważności</w:t>
      </w:r>
      <w:r w:rsidR="00B57934" w:rsidRPr="00DB69B3">
        <w:t xml:space="preserve"> decyzji organu </w:t>
      </w:r>
      <w:r w:rsidR="006167E6" w:rsidRPr="00DB69B3">
        <w:t>paszportowego</w:t>
      </w:r>
      <w:r w:rsidR="00B57934" w:rsidRPr="00DB69B3">
        <w:t xml:space="preserve"> o odmowie wydania lub unieważnieniu dokumentu pa</w:t>
      </w:r>
      <w:r w:rsidR="006167E6" w:rsidRPr="00DB69B3">
        <w:t>szportowego</w:t>
      </w:r>
      <w:r w:rsidRPr="00DB69B3">
        <w:t>.</w:t>
      </w:r>
    </w:p>
    <w:p w14:paraId="44BDBE1C" w14:textId="3F622843" w:rsidR="00DF7FE6" w:rsidRPr="007467AA" w:rsidRDefault="00DF7FE6" w:rsidP="009C2110">
      <w:pPr>
        <w:pStyle w:val="USTustnpkodeksu"/>
      </w:pPr>
      <w:r>
        <w:t>2</w:t>
      </w:r>
      <w:r w:rsidRPr="00D7474A">
        <w:t xml:space="preserve">. </w:t>
      </w:r>
      <w:r>
        <w:t xml:space="preserve">Zwolnienia z </w:t>
      </w:r>
      <w:r w:rsidR="00E55A40">
        <w:t>opłaty za</w:t>
      </w:r>
      <w:r>
        <w:t xml:space="preserve"> paszport</w:t>
      </w:r>
      <w:r w:rsidR="00E55A40">
        <w:t>, w przypadkach, o których mowa w ust. 1 pkt 1</w:t>
      </w:r>
      <w:r w:rsidR="003504F2">
        <w:t>–</w:t>
      </w:r>
      <w:r w:rsidR="00FE5F4B">
        <w:t>5</w:t>
      </w:r>
      <w:r w:rsidR="00E55A40">
        <w:t>,</w:t>
      </w:r>
      <w:r>
        <w:t xml:space="preserve"> nie stosuje się </w:t>
      </w:r>
      <w:r w:rsidRPr="00D7474A">
        <w:t xml:space="preserve">do paszportów wydawanych na podstawie </w:t>
      </w:r>
      <w:r w:rsidRPr="007467AA">
        <w:t>art. 4</w:t>
      </w:r>
      <w:r w:rsidR="006E017C">
        <w:t>6</w:t>
      </w:r>
      <w:r w:rsidR="00E55A40">
        <w:t>.</w:t>
      </w:r>
    </w:p>
    <w:p w14:paraId="3E331648" w14:textId="77777777" w:rsidR="009B0195" w:rsidRPr="00D029AA" w:rsidRDefault="00B90860" w:rsidP="00D470D7">
      <w:pPr>
        <w:pStyle w:val="ARTartustawynprozporzdzenia"/>
      </w:pPr>
      <w:r w:rsidRPr="00D470D7">
        <w:rPr>
          <w:rStyle w:val="Ppogrubienie"/>
        </w:rPr>
        <w:t>Art. 23.</w:t>
      </w:r>
      <w:r>
        <w:t xml:space="preserve"> Nie pobiera się opłaty za paszport tymczasowy wydany z urzędu na podstawie </w:t>
      </w:r>
      <w:r w:rsidRPr="00D029AA">
        <w:t>art.</w:t>
      </w:r>
      <w:r w:rsidR="00D470D7" w:rsidRPr="00D029AA">
        <w:t xml:space="preserve"> 2</w:t>
      </w:r>
      <w:r w:rsidR="00295615" w:rsidRPr="00D029AA">
        <w:t>7</w:t>
      </w:r>
      <w:r w:rsidR="00D470D7" w:rsidRPr="00D029AA">
        <w:t xml:space="preserve"> ust. 2</w:t>
      </w:r>
      <w:r w:rsidR="00ED7692" w:rsidRPr="00D029AA">
        <w:t>.</w:t>
      </w:r>
    </w:p>
    <w:p w14:paraId="48EAA764" w14:textId="03F5B10E" w:rsidR="005E0FE4" w:rsidRDefault="005E0FE4" w:rsidP="0066436E">
      <w:pPr>
        <w:pStyle w:val="ARTartustawynprozporzdzenia"/>
      </w:pPr>
      <w:r w:rsidRPr="00D470D7">
        <w:rPr>
          <w:rStyle w:val="Ppogrubienie"/>
        </w:rPr>
        <w:t>Art.</w:t>
      </w:r>
      <w:r w:rsidR="007A73C3" w:rsidRPr="00D470D7">
        <w:rPr>
          <w:rStyle w:val="Ppogrubienie"/>
        </w:rPr>
        <w:t xml:space="preserve"> 2</w:t>
      </w:r>
      <w:r w:rsidR="00D470D7" w:rsidRPr="00D470D7">
        <w:rPr>
          <w:rStyle w:val="Ppogrubienie"/>
        </w:rPr>
        <w:t>4</w:t>
      </w:r>
      <w:r w:rsidR="002D56D3" w:rsidRPr="00D470D7">
        <w:rPr>
          <w:rStyle w:val="Ppogrubienie"/>
        </w:rPr>
        <w:t>.</w:t>
      </w:r>
      <w:r w:rsidR="002D56D3" w:rsidRPr="002D56D3">
        <w:t xml:space="preserve"> </w:t>
      </w:r>
      <w:r w:rsidR="002D56D3">
        <w:t>Po złożeniu wniosku</w:t>
      </w:r>
      <w:r w:rsidR="00D470D7">
        <w:t xml:space="preserve"> o wydanie paszportu lub paszportu tymczasowego, </w:t>
      </w:r>
      <w:r w:rsidR="00AB4FDD">
        <w:t xml:space="preserve">wniesiona </w:t>
      </w:r>
      <w:r w:rsidR="002D56D3">
        <w:t>opłata za paszport lub paszport tymczasowy nie podlega zwrotowi</w:t>
      </w:r>
      <w:r>
        <w:t xml:space="preserve">.  </w:t>
      </w:r>
    </w:p>
    <w:p w14:paraId="6D247BFF" w14:textId="77777777" w:rsidR="00513278" w:rsidRPr="00330B0E" w:rsidRDefault="00513278" w:rsidP="00BA0229">
      <w:pPr>
        <w:pStyle w:val="ARTartustawynprozporzdzenia"/>
      </w:pPr>
      <w:r w:rsidRPr="00330B0E">
        <w:rPr>
          <w:rStyle w:val="Ppogrubienie"/>
        </w:rPr>
        <w:lastRenderedPageBreak/>
        <w:t xml:space="preserve">Art. </w:t>
      </w:r>
      <w:r w:rsidR="0066436E">
        <w:rPr>
          <w:rStyle w:val="Ppogrubienie"/>
        </w:rPr>
        <w:t>2</w:t>
      </w:r>
      <w:r w:rsidR="00D470D7">
        <w:rPr>
          <w:rStyle w:val="Ppogrubienie"/>
        </w:rPr>
        <w:t>5</w:t>
      </w:r>
      <w:r w:rsidRPr="00330B0E">
        <w:rPr>
          <w:rStyle w:val="Ppogrubienie"/>
        </w:rPr>
        <w:t>.</w:t>
      </w:r>
      <w:r w:rsidRPr="00330B0E">
        <w:t xml:space="preserve"> 1. Rada Ministrów określi, w drodze rozporządzenia:</w:t>
      </w:r>
    </w:p>
    <w:p w14:paraId="2BB5C938" w14:textId="623EE554" w:rsidR="00513278" w:rsidRPr="00513278" w:rsidRDefault="00513278" w:rsidP="009C2110">
      <w:pPr>
        <w:pStyle w:val="PKTpunkt"/>
      </w:pPr>
      <w:r w:rsidRPr="00513278">
        <w:t xml:space="preserve">1) wysokość opłaty </w:t>
      </w:r>
      <w:r w:rsidR="005E0FE4">
        <w:t>za</w:t>
      </w:r>
      <w:r w:rsidRPr="00513278">
        <w:t xml:space="preserve"> paszport i paszport tym</w:t>
      </w:r>
      <w:r w:rsidR="005E0FE4">
        <w:t>czasowy</w:t>
      </w:r>
      <w:r w:rsidR="003F629B">
        <w:t>,</w:t>
      </w:r>
      <w:r w:rsidR="00471968">
        <w:t xml:space="preserve"> </w:t>
      </w:r>
      <w:r w:rsidR="00471968" w:rsidRPr="00513278">
        <w:t>uwzględniając w szczególności koszty produkcji i dystrybucji dokumentów do organów paszportowych, koszty rzeczowe i osobowe związane z ich wydaniem, zróżnicowaną wysokość opłat</w:t>
      </w:r>
      <w:r w:rsidR="00471968">
        <w:t xml:space="preserve"> paszportowych</w:t>
      </w:r>
      <w:r w:rsidR="00471968" w:rsidRPr="00513278">
        <w:t xml:space="preserve"> w zależności od </w:t>
      </w:r>
      <w:r w:rsidR="00471968">
        <w:t xml:space="preserve">rodzaju </w:t>
      </w:r>
      <w:r w:rsidR="00471968" w:rsidRPr="00513278">
        <w:t>dokument</w:t>
      </w:r>
      <w:r w:rsidR="00471968">
        <w:t>u</w:t>
      </w:r>
      <w:r w:rsidR="00471968" w:rsidRPr="00513278">
        <w:t xml:space="preserve"> paszportowe</w:t>
      </w:r>
      <w:r w:rsidR="00471968">
        <w:t>go;</w:t>
      </w:r>
    </w:p>
    <w:p w14:paraId="348417F7" w14:textId="77777777" w:rsidR="00471968" w:rsidRDefault="00513278" w:rsidP="00277776">
      <w:pPr>
        <w:pStyle w:val="PKTpunkt"/>
      </w:pPr>
      <w:r w:rsidRPr="00513278">
        <w:t>2) wysokość opłaty</w:t>
      </w:r>
      <w:r w:rsidR="005E0FE4">
        <w:t xml:space="preserve"> </w:t>
      </w:r>
      <w:r w:rsidR="0066436E">
        <w:t xml:space="preserve">za paszport dla osób, </w:t>
      </w:r>
      <w:r w:rsidRPr="00513278">
        <w:t xml:space="preserve">o których mowa </w:t>
      </w:r>
      <w:r w:rsidRPr="00907CB7">
        <w:t xml:space="preserve">w </w:t>
      </w:r>
      <w:r w:rsidRPr="005A4C32">
        <w:t xml:space="preserve">art. </w:t>
      </w:r>
      <w:r w:rsidR="005F1F2D" w:rsidRPr="005A4C32">
        <w:t>2</w:t>
      </w:r>
      <w:r w:rsidR="005A4C32" w:rsidRPr="005A4C32">
        <w:t>1</w:t>
      </w:r>
      <w:r w:rsidRPr="005A4C32">
        <w:t xml:space="preserve"> ust. 1</w:t>
      </w:r>
      <w:r w:rsidR="00471968">
        <w:t xml:space="preserve">, </w:t>
      </w:r>
      <w:r w:rsidRPr="00513278">
        <w:t>uwzględniając w szczególności</w:t>
      </w:r>
      <w:r w:rsidR="00471968">
        <w:t>;</w:t>
      </w:r>
      <w:r w:rsidRPr="00513278">
        <w:t xml:space="preserve"> </w:t>
      </w:r>
    </w:p>
    <w:p w14:paraId="0847DFB3" w14:textId="61283274" w:rsidR="00471968" w:rsidRDefault="00471968" w:rsidP="00277776">
      <w:pPr>
        <w:pStyle w:val="LITlitera"/>
      </w:pPr>
      <w:r>
        <w:t xml:space="preserve">a) </w:t>
      </w:r>
      <w:r w:rsidR="00513278" w:rsidRPr="00513278">
        <w:t>koszty produkcji i dystrybucji dokumentów do organów paszportowych, koszty rzeczowe i osobowe związane z ich wydaniem,</w:t>
      </w:r>
    </w:p>
    <w:p w14:paraId="13910115" w14:textId="553936F7" w:rsidR="00471968" w:rsidRDefault="00471968" w:rsidP="00277776">
      <w:pPr>
        <w:pStyle w:val="LITlitera"/>
      </w:pPr>
      <w:r>
        <w:t>b)</w:t>
      </w:r>
      <w:r w:rsidR="00513278" w:rsidRPr="00513278">
        <w:t xml:space="preserve"> </w:t>
      </w:r>
      <w:r w:rsidR="00D427FD">
        <w:t xml:space="preserve">potrzebę zapewnienia dostępu do dokumentów niezależnie od sytuacji materialnej osób ubiegających się o </w:t>
      </w:r>
      <w:r w:rsidR="00526320">
        <w:t xml:space="preserve">ich </w:t>
      </w:r>
      <w:r w:rsidR="00D427FD">
        <w:t>wydanie</w:t>
      </w:r>
      <w:r>
        <w:t>,</w:t>
      </w:r>
    </w:p>
    <w:p w14:paraId="159FB64B" w14:textId="57270A2C" w:rsidR="007105C8" w:rsidRDefault="00471968" w:rsidP="00F90FEE">
      <w:pPr>
        <w:pStyle w:val="LITlitera"/>
      </w:pPr>
      <w:r>
        <w:t xml:space="preserve">c) </w:t>
      </w:r>
      <w:r w:rsidRPr="00513278" w:rsidDel="00471968">
        <w:t xml:space="preserve"> </w:t>
      </w:r>
      <w:r w:rsidR="00913384">
        <w:t>zasługi dla ojczyzny lub</w:t>
      </w:r>
      <w:r>
        <w:t xml:space="preserve"> zaangażowanie</w:t>
      </w:r>
      <w:r w:rsidRPr="00471968">
        <w:t xml:space="preserve"> na rzecz bezpieczeństwa państwa i społeczności lokalnych</w:t>
      </w:r>
      <w:r>
        <w:t>.</w:t>
      </w:r>
    </w:p>
    <w:p w14:paraId="13AF9B53" w14:textId="564CDA56" w:rsidR="00513278" w:rsidRPr="00513278" w:rsidRDefault="00E76F83" w:rsidP="00183D47">
      <w:pPr>
        <w:pStyle w:val="USTustnpkodeksu"/>
      </w:pPr>
      <w:r>
        <w:t>2.</w:t>
      </w:r>
      <w:r w:rsidR="007105C8">
        <w:t xml:space="preserve"> O</w:t>
      </w:r>
      <w:r w:rsidR="00513278" w:rsidRPr="00513278">
        <w:t>płata</w:t>
      </w:r>
      <w:r w:rsidR="005E0FE4">
        <w:t xml:space="preserve"> </w:t>
      </w:r>
      <w:r w:rsidR="0066436E">
        <w:t xml:space="preserve">za paszport lub paszport tymczasowy </w:t>
      </w:r>
      <w:r w:rsidR="00513278" w:rsidRPr="00513278">
        <w:t>nie może przekroczyć 10% przeciętnego wynagrodzenia w gospodarce narodowej ogłoszonego przez Prezesa Głównego Urzędu Statystycznego na podstawie </w:t>
      </w:r>
      <w:hyperlink r:id="rId16" w:history="1">
        <w:r w:rsidR="00513278" w:rsidRPr="00513278">
          <w:t>art. 20 pkt 1 lit. a</w:t>
        </w:r>
      </w:hyperlink>
      <w:r w:rsidR="00513278" w:rsidRPr="00513278">
        <w:t> ustawy z dnia 17 grudnia 1998 r. o emeryturach i rentach z Funduszu Ubezpieczeń Społecznych.</w:t>
      </w:r>
    </w:p>
    <w:p w14:paraId="52E66D3B" w14:textId="6DAC28AC" w:rsidR="00064F98" w:rsidRDefault="00E76F83" w:rsidP="00277AC0">
      <w:pPr>
        <w:pStyle w:val="USTustnpkodeksu"/>
      </w:pPr>
      <w:r>
        <w:t>3</w:t>
      </w:r>
      <w:r w:rsidR="005E0FE4">
        <w:t xml:space="preserve">. </w:t>
      </w:r>
      <w:r w:rsidR="00064F98">
        <w:t xml:space="preserve">Opłatę </w:t>
      </w:r>
      <w:r w:rsidR="00064F98" w:rsidRPr="00513278">
        <w:t>za paszport i paszport</w:t>
      </w:r>
      <w:r w:rsidR="00064F98">
        <w:t xml:space="preserve"> tymczasowy wnosi się na </w:t>
      </w:r>
      <w:r w:rsidR="00730DDD">
        <w:t xml:space="preserve">rzecz </w:t>
      </w:r>
      <w:r w:rsidR="00064F98">
        <w:t xml:space="preserve">organu wydającego paszport lub paszport tymczasowy.  </w:t>
      </w:r>
    </w:p>
    <w:p w14:paraId="6CF96578" w14:textId="47AAC3CE" w:rsidR="00513278" w:rsidRPr="00513278" w:rsidRDefault="00E76F83" w:rsidP="00277AC0">
      <w:pPr>
        <w:pStyle w:val="USTustnpkodeksu"/>
      </w:pPr>
      <w:r>
        <w:t>4</w:t>
      </w:r>
      <w:r w:rsidR="00064F98">
        <w:t xml:space="preserve">. </w:t>
      </w:r>
      <w:r w:rsidR="005E0FE4">
        <w:t xml:space="preserve">Opłata </w:t>
      </w:r>
      <w:r w:rsidR="00513278" w:rsidRPr="00513278">
        <w:t>za paszport i paszport</w:t>
      </w:r>
      <w:r w:rsidR="005E0FE4">
        <w:t xml:space="preserve"> tymczasowy</w:t>
      </w:r>
      <w:r w:rsidR="003F2155">
        <w:t xml:space="preserve"> </w:t>
      </w:r>
      <w:r w:rsidR="00513278" w:rsidRPr="00513278">
        <w:t>stanowi dochód budżetu państwa.</w:t>
      </w:r>
    </w:p>
    <w:p w14:paraId="36B6A228" w14:textId="2AE828B0" w:rsidR="00D7474A" w:rsidRDefault="00A10FED" w:rsidP="00F74CE9">
      <w:pPr>
        <w:pStyle w:val="ARTartustawynprozporzdzenia"/>
      </w:pPr>
      <w:r w:rsidRPr="00F74CE9">
        <w:rPr>
          <w:rStyle w:val="Ppogrubienie"/>
        </w:rPr>
        <w:t xml:space="preserve">Art. </w:t>
      </w:r>
      <w:r w:rsidR="00B53D4A">
        <w:rPr>
          <w:rStyle w:val="Ppogrubienie"/>
        </w:rPr>
        <w:t>2</w:t>
      </w:r>
      <w:r w:rsidR="00D470D7">
        <w:rPr>
          <w:rStyle w:val="Ppogrubienie"/>
        </w:rPr>
        <w:t>6</w:t>
      </w:r>
      <w:r w:rsidR="00F74CE9" w:rsidRPr="00F74CE9">
        <w:rPr>
          <w:rStyle w:val="Ppogrubienie"/>
        </w:rPr>
        <w:t>.</w:t>
      </w:r>
      <w:r w:rsidRPr="00F74CE9">
        <w:rPr>
          <w:rStyle w:val="Ppogrubienie"/>
        </w:rPr>
        <w:t> </w:t>
      </w:r>
      <w:r w:rsidRPr="00A10FED">
        <w:t xml:space="preserve">Za paszport i paszport </w:t>
      </w:r>
      <w:r w:rsidR="002D56D3" w:rsidRPr="00A10FED">
        <w:t>tymczasow</w:t>
      </w:r>
      <w:r w:rsidR="002D56D3">
        <w:t>y</w:t>
      </w:r>
      <w:r w:rsidR="002D56D3" w:rsidRPr="00A10FED">
        <w:t xml:space="preserve"> wyda</w:t>
      </w:r>
      <w:r w:rsidR="00BA6319">
        <w:t>wa</w:t>
      </w:r>
      <w:r w:rsidR="002D56D3" w:rsidRPr="00A10FED">
        <w:t>n</w:t>
      </w:r>
      <w:r w:rsidR="00BA6319">
        <w:t xml:space="preserve">e </w:t>
      </w:r>
      <w:r w:rsidR="002D56D3" w:rsidRPr="00A10FED">
        <w:t xml:space="preserve"> </w:t>
      </w:r>
      <w:r w:rsidRPr="00A10FED">
        <w:t xml:space="preserve">przez konsula pobiera się opłatę w wysokości określonej w przepisach wydanych na podstawie ustawy z dnia 25 czerwca 2015 r. </w:t>
      </w:r>
      <w:r w:rsidR="003504F2">
        <w:t>–</w:t>
      </w:r>
      <w:r w:rsidRPr="00A10FED">
        <w:t xml:space="preserve"> Prawo konsularne</w:t>
      </w:r>
      <w:r w:rsidR="00BB75D7">
        <w:t>.</w:t>
      </w:r>
    </w:p>
    <w:p w14:paraId="1777B239" w14:textId="49D2A62E" w:rsidR="00D7474A" w:rsidRPr="00D7474A" w:rsidRDefault="00E535E0" w:rsidP="00D7474A">
      <w:pPr>
        <w:pStyle w:val="ROZDZODDZOZNoznaczenierozdziauluboddziau"/>
      </w:pPr>
      <w:r>
        <w:t xml:space="preserve">Rozdział </w:t>
      </w:r>
      <w:r w:rsidR="00D7474A">
        <w:t>4</w:t>
      </w:r>
    </w:p>
    <w:p w14:paraId="65FCF871" w14:textId="77777777" w:rsidR="00A71F81" w:rsidRDefault="006E4486" w:rsidP="00340D65">
      <w:pPr>
        <w:pStyle w:val="ROZDZODDZPRZEDMprzedmiotregulacjirozdziauluboddziau"/>
      </w:pPr>
      <w:r>
        <w:t>Zasady wydawania dokumentów paszportowych</w:t>
      </w:r>
    </w:p>
    <w:p w14:paraId="34D3E8AF" w14:textId="77777777" w:rsidR="00D22DE4" w:rsidRDefault="00757278" w:rsidP="00B9603D">
      <w:pPr>
        <w:pStyle w:val="ARTartustawynprozporzdzenia"/>
      </w:pPr>
      <w:r w:rsidRPr="00757278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D470D7">
        <w:rPr>
          <w:rStyle w:val="Ppogrubienie"/>
        </w:rPr>
        <w:t>7</w:t>
      </w:r>
      <w:r w:rsidRPr="00757278">
        <w:rPr>
          <w:rStyle w:val="Ppogrubienie"/>
        </w:rPr>
        <w:t>.</w:t>
      </w:r>
      <w:r w:rsidR="00AE1D6A">
        <w:rPr>
          <w:rStyle w:val="Ppogrubienie"/>
        </w:rPr>
        <w:t xml:space="preserve"> </w:t>
      </w:r>
      <w:r w:rsidR="00A10BC1">
        <w:t>1. Dokument</w:t>
      </w:r>
      <w:r w:rsidR="00AE1D6A" w:rsidRPr="00AE1D6A">
        <w:t xml:space="preserve"> paszportow</w:t>
      </w:r>
      <w:r w:rsidR="00A10BC1">
        <w:t>y</w:t>
      </w:r>
      <w:r w:rsidR="00AE1D6A" w:rsidRPr="00AE1D6A">
        <w:t xml:space="preserve"> wydaje się</w:t>
      </w:r>
      <w:r w:rsidR="002744E2" w:rsidRPr="002744E2">
        <w:t xml:space="preserve"> na wniosek</w:t>
      </w:r>
      <w:r w:rsidR="00AE1D6A" w:rsidRPr="00AE1D6A">
        <w:t>.</w:t>
      </w:r>
    </w:p>
    <w:p w14:paraId="40924F0D" w14:textId="3CFD0FF6" w:rsidR="00B62E26" w:rsidRDefault="00B62E26" w:rsidP="00EA37F8">
      <w:pPr>
        <w:pStyle w:val="USTustnpkodeksu"/>
      </w:pPr>
      <w:r w:rsidRPr="00B62E26">
        <w:t>2.</w:t>
      </w:r>
      <w:r w:rsidR="0083348D">
        <w:t xml:space="preserve"> </w:t>
      </w:r>
      <w:r w:rsidR="00B500D0">
        <w:t xml:space="preserve">Wojewoda, konsul i minister właściwy do spraw wewnętrznych </w:t>
      </w:r>
      <w:r w:rsidR="003466FB" w:rsidRPr="00B62E26">
        <w:t>mo</w:t>
      </w:r>
      <w:r w:rsidR="003466FB">
        <w:t>gą</w:t>
      </w:r>
      <w:r w:rsidRPr="00B62E26">
        <w:t xml:space="preserve"> z urzędu wydać paszport tymczasowy</w:t>
      </w:r>
      <w:r w:rsidR="00365A8E">
        <w:t>,</w:t>
      </w:r>
      <w:r w:rsidRPr="00B62E26">
        <w:t xml:space="preserve"> jeżeli przemawiają za tym ważne okoliczności.</w:t>
      </w:r>
    </w:p>
    <w:p w14:paraId="47EF7885" w14:textId="77777777" w:rsidR="00237ED0" w:rsidRPr="00237ED0" w:rsidRDefault="008A1CED" w:rsidP="00237ED0">
      <w:pPr>
        <w:pStyle w:val="ARTartustawynprozporzdzenia"/>
      </w:pPr>
      <w:r w:rsidRPr="008A1CED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1E7EB3">
        <w:rPr>
          <w:rStyle w:val="Ppogrubienie"/>
        </w:rPr>
        <w:t>8</w:t>
      </w:r>
      <w:r w:rsidRPr="008A1CED">
        <w:rPr>
          <w:rStyle w:val="Ppogrubienie"/>
        </w:rPr>
        <w:t>.</w:t>
      </w:r>
      <w:bookmarkStart w:id="77" w:name="mip44650529"/>
      <w:bookmarkEnd w:id="77"/>
      <w:r w:rsidRPr="008A1CED">
        <w:rPr>
          <w:rStyle w:val="Ppogrubienie"/>
        </w:rPr>
        <w:t xml:space="preserve"> </w:t>
      </w:r>
      <w:r w:rsidR="00237ED0" w:rsidRPr="00237ED0">
        <w:t>1. Wniosek o wydanie dokumentu paszportowego składa osoba posiadająca pełną zdolność do czynności prawnych.</w:t>
      </w:r>
    </w:p>
    <w:p w14:paraId="48EF5524" w14:textId="3D2B1034" w:rsidR="00237ED0" w:rsidRPr="00237ED0" w:rsidRDefault="00237ED0" w:rsidP="00237ED0">
      <w:pPr>
        <w:pStyle w:val="USTustnpkodeksu"/>
      </w:pPr>
      <w:r w:rsidRPr="00237ED0">
        <w:lastRenderedPageBreak/>
        <w:t xml:space="preserve">2. </w:t>
      </w:r>
      <w:r w:rsidR="00CC4DFA" w:rsidRPr="00CC4DFA">
        <w:t xml:space="preserve">W imieniu osoby </w:t>
      </w:r>
      <w:r w:rsidR="00220693" w:rsidRPr="00237ED0">
        <w:t>nieposiadającej zdolności do czynności prawnych lub posiadającej ograniczoną zdolność do czynności prawnych</w:t>
      </w:r>
      <w:r w:rsidR="00CC4DFA">
        <w:t>,</w:t>
      </w:r>
      <w:r w:rsidRPr="00237ED0">
        <w:t xml:space="preserve"> </w:t>
      </w:r>
      <w:r w:rsidR="00CC4DFA">
        <w:t>w</w:t>
      </w:r>
      <w:r w:rsidR="00CC4DFA" w:rsidRPr="00CC4DFA">
        <w:t xml:space="preserve">niosek o wydanie dokumentu paszportowego </w:t>
      </w:r>
      <w:r w:rsidRPr="00237ED0">
        <w:t xml:space="preserve">składa </w:t>
      </w:r>
      <w:r w:rsidR="006A1795">
        <w:t>matka lub ojciec</w:t>
      </w:r>
      <w:r w:rsidR="009934F4">
        <w:t>,</w:t>
      </w:r>
      <w:r w:rsidRPr="00237ED0">
        <w:t xml:space="preserve"> opiekun</w:t>
      </w:r>
      <w:r w:rsidR="00F36295">
        <w:t xml:space="preserve"> prawny</w:t>
      </w:r>
      <w:r w:rsidRPr="00237ED0">
        <w:t xml:space="preserve"> lub kurator.</w:t>
      </w:r>
    </w:p>
    <w:p w14:paraId="20A22337" w14:textId="77777777" w:rsidR="00143C8D" w:rsidRPr="00A572F3" w:rsidRDefault="00143C8D" w:rsidP="00143C8D">
      <w:pPr>
        <w:pStyle w:val="ARTartustawynprozporzdzenia"/>
        <w:rPr>
          <w:rStyle w:val="Ppogrubienie"/>
        </w:rPr>
      </w:pPr>
      <w:r w:rsidRPr="00A572F3">
        <w:rPr>
          <w:rStyle w:val="Ppogrubienie"/>
        </w:rPr>
        <w:t xml:space="preserve">Art. </w:t>
      </w:r>
      <w:r w:rsidR="00D539AD">
        <w:rPr>
          <w:rStyle w:val="Ppogrubienie"/>
        </w:rPr>
        <w:t>2</w:t>
      </w:r>
      <w:r w:rsidR="00295615">
        <w:rPr>
          <w:rStyle w:val="Ppogrubienie"/>
        </w:rPr>
        <w:t>9</w:t>
      </w:r>
      <w:r w:rsidRPr="00A572F3">
        <w:rPr>
          <w:rStyle w:val="Ppogrubienie"/>
        </w:rPr>
        <w:t xml:space="preserve">. </w:t>
      </w:r>
      <w:r w:rsidRPr="00A572F3">
        <w:t>1. Wniosek o wydanie paszportu albo paszportu tymczasowego składa się do dowolnego wojewody lub konsula.</w:t>
      </w:r>
    </w:p>
    <w:p w14:paraId="072DC65B" w14:textId="77777777" w:rsidR="00143C8D" w:rsidRPr="00A572F3" w:rsidRDefault="00143C8D" w:rsidP="00EC7942">
      <w:pPr>
        <w:pStyle w:val="USTustnpkodeksu"/>
      </w:pPr>
      <w:r w:rsidRPr="00A572F3">
        <w:t>2. Wniosek o wydanie paszportu dyplomatycznego albo paszportu służbowego składa się do ministra właściwego do spraw zagranicznych.</w:t>
      </w:r>
    </w:p>
    <w:p w14:paraId="021F4E94" w14:textId="5B26CB02" w:rsidR="00143C8D" w:rsidRPr="00A572F3" w:rsidRDefault="00143C8D" w:rsidP="00EC7942">
      <w:pPr>
        <w:pStyle w:val="USTustnpkodeksu"/>
      </w:pPr>
      <w:r w:rsidRPr="00A572F3">
        <w:t xml:space="preserve">3. </w:t>
      </w:r>
      <w:r w:rsidR="00BA6319">
        <w:t>W uzasadnionych przypadkach, za zgodą ministra właściwego do spraw zagranicznych, wniosek o wydanie paszportu dyplomatycznego albo paszportu służbowego może zostać złożony za pośrednictwem konsula</w:t>
      </w:r>
      <w:r w:rsidRPr="00A572F3">
        <w:t>.</w:t>
      </w:r>
    </w:p>
    <w:p w14:paraId="06163C1E" w14:textId="340B0B91" w:rsidR="0003756F" w:rsidRPr="00A572F3" w:rsidRDefault="00285FAE" w:rsidP="00FF42C6">
      <w:pPr>
        <w:pStyle w:val="USTustnpkodeksu"/>
      </w:pPr>
      <w:r w:rsidRPr="00A572F3">
        <w:t xml:space="preserve">4. </w:t>
      </w:r>
      <w:r w:rsidR="0003756F" w:rsidRPr="00A572F3">
        <w:t>W wyjątkowych przypadkach, gdy przemawia za tym ważny interes państwa</w:t>
      </w:r>
      <w:r w:rsidR="00E545E6">
        <w:t>,</w:t>
      </w:r>
      <w:r w:rsidR="0003756F" w:rsidRPr="00A572F3">
        <w:t xml:space="preserve"> wniosek o wydanie paszport</w:t>
      </w:r>
      <w:r w:rsidR="00A572F3" w:rsidRPr="00A572F3">
        <w:t>u</w:t>
      </w:r>
      <w:r w:rsidR="00A61608">
        <w:t xml:space="preserve"> </w:t>
      </w:r>
      <w:r w:rsidR="003B68D9">
        <w:t xml:space="preserve">albo </w:t>
      </w:r>
      <w:r w:rsidR="00A61608">
        <w:t>paszportu tymczasowego</w:t>
      </w:r>
      <w:r w:rsidR="0003756F" w:rsidRPr="00A572F3">
        <w:t xml:space="preserve"> </w:t>
      </w:r>
      <w:r w:rsidR="00BA6319">
        <w:t>może być złożony</w:t>
      </w:r>
      <w:r w:rsidR="0003756F" w:rsidRPr="00A572F3">
        <w:t xml:space="preserve"> do ministra właściwego do spraw wewnętrznych.  </w:t>
      </w:r>
    </w:p>
    <w:p w14:paraId="1E0CEECB" w14:textId="77777777" w:rsidR="00045385" w:rsidRDefault="00045385" w:rsidP="005C499E">
      <w:pPr>
        <w:pStyle w:val="USTustnpkodeksu"/>
      </w:pPr>
      <w:r w:rsidRPr="00BA0229">
        <w:rPr>
          <w:rStyle w:val="Ppogrubienie"/>
        </w:rPr>
        <w:t xml:space="preserve">Art. </w:t>
      </w:r>
      <w:r w:rsidR="00295615" w:rsidRPr="00BA0229">
        <w:rPr>
          <w:rStyle w:val="Ppogrubienie"/>
        </w:rPr>
        <w:t>30</w:t>
      </w:r>
      <w:r w:rsidRPr="00BA0229">
        <w:rPr>
          <w:rStyle w:val="Ppogrubienie"/>
        </w:rPr>
        <w:t>.</w:t>
      </w:r>
      <w:r w:rsidRPr="005C499E">
        <w:rPr>
          <w:rStyle w:val="Ppogrubienie"/>
          <w:b w:val="0"/>
        </w:rPr>
        <w:t xml:space="preserve"> </w:t>
      </w:r>
      <w:r w:rsidRPr="005C499E">
        <w:t>1.</w:t>
      </w:r>
      <w:r w:rsidRPr="005C499E">
        <w:rPr>
          <w:rStyle w:val="Ppogrubienie"/>
          <w:b w:val="0"/>
        </w:rPr>
        <w:t xml:space="preserve"> </w:t>
      </w:r>
      <w:r w:rsidRPr="005C499E">
        <w:t xml:space="preserve">Złożenie wniosku o wydanie dokumentu paszportowego wymaga osobistego stawiennictwa wnioskodawcy </w:t>
      </w:r>
      <w:r w:rsidR="00BA6281">
        <w:t xml:space="preserve">w </w:t>
      </w:r>
      <w:r w:rsidR="00595987" w:rsidRPr="005C499E">
        <w:t>organ</w:t>
      </w:r>
      <w:r w:rsidR="00BA6281">
        <w:t>ie</w:t>
      </w:r>
      <w:r w:rsidR="00595987" w:rsidRPr="005C499E">
        <w:t xml:space="preserve"> paszportowym</w:t>
      </w:r>
      <w:r w:rsidRPr="005C499E">
        <w:t>.</w:t>
      </w:r>
    </w:p>
    <w:p w14:paraId="4E84DD92" w14:textId="5010983F" w:rsidR="001E6C0B" w:rsidRPr="005C499E" w:rsidRDefault="009C464F" w:rsidP="005C499E">
      <w:pPr>
        <w:pStyle w:val="USTustnpkodeksu"/>
      </w:pPr>
      <w:r>
        <w:t xml:space="preserve">2. </w:t>
      </w:r>
      <w:r w:rsidR="001E6C0B">
        <w:t>W</w:t>
      </w:r>
      <w:r>
        <w:t xml:space="preserve"> </w:t>
      </w:r>
      <w:r w:rsidR="001E6C0B">
        <w:t>przypadku</w:t>
      </w:r>
      <w:r>
        <w:t>, o którym m</w:t>
      </w:r>
      <w:r w:rsidR="00E76F83">
        <w:t>owa w art. 31 ust. 2</w:t>
      </w:r>
      <w:r w:rsidR="0048516D">
        <w:t>,</w:t>
      </w:r>
      <w:r w:rsidR="001E6C0B">
        <w:t xml:space="preserve"> obowiązek osobistego stawiennictwa, o którym mowa w ust. 1</w:t>
      </w:r>
      <w:r w:rsidR="0003053E">
        <w:t>,</w:t>
      </w:r>
      <w:r w:rsidR="001E6C0B">
        <w:t xml:space="preserve"> nie jest wymagany.</w:t>
      </w:r>
    </w:p>
    <w:p w14:paraId="7131AC70" w14:textId="048BB5E0" w:rsidR="00045385" w:rsidRPr="005C499E" w:rsidRDefault="0043797B" w:rsidP="005C499E">
      <w:pPr>
        <w:pStyle w:val="USTustnpkodeksu"/>
      </w:pPr>
      <w:r>
        <w:t>3</w:t>
      </w:r>
      <w:r w:rsidR="00045385" w:rsidRPr="005C499E">
        <w:t xml:space="preserve">. </w:t>
      </w:r>
      <w:r w:rsidR="00BA6319">
        <w:t>Przy składaniu wniosku o wydanie dokumentu paszportowego osobie nieposiadającej zdolności do czynności prawnych lub posiadających ograniczoną zdolność do czynności prawnych, która ukończyła 5. rok życia, wymagana jest obecność tej osoby</w:t>
      </w:r>
      <w:r w:rsidR="00045385" w:rsidRPr="005C499E">
        <w:t xml:space="preserve">. </w:t>
      </w:r>
    </w:p>
    <w:p w14:paraId="19B13951" w14:textId="7ECD05C6" w:rsidR="00E05EBC" w:rsidRDefault="0043797B" w:rsidP="00A45A61">
      <w:pPr>
        <w:pStyle w:val="USTustnpkodeksu"/>
      </w:pPr>
      <w:r>
        <w:t>4</w:t>
      </w:r>
      <w:r w:rsidR="00423CD3" w:rsidRPr="00423CD3">
        <w:t xml:space="preserve">. </w:t>
      </w:r>
      <w:r w:rsidR="00BA6319">
        <w:t>W przypadku gdy szczególne okoliczności uniemożliwiają lub znacznie utrudniają złożenie wniosku o wydanie paszportu tymczasowego</w:t>
      </w:r>
      <w:r w:rsidR="00BA6319" w:rsidRPr="004A0C90">
        <w:t xml:space="preserve"> </w:t>
      </w:r>
      <w:r w:rsidR="00BA6319">
        <w:t>przez osobę przebywającą za granicą, w sposób o którym mowa w ust. 1, konsul może odstąpić od wymogu osobistego stawiennictwa wnioskodawcy.</w:t>
      </w:r>
      <w:r w:rsidR="00423CD3" w:rsidRPr="00423CD3">
        <w:t xml:space="preserve"> </w:t>
      </w:r>
    </w:p>
    <w:p w14:paraId="3EF09498" w14:textId="3D01D42F" w:rsidR="00045385" w:rsidRPr="00617BB5" w:rsidRDefault="0043797B" w:rsidP="00617BB5">
      <w:pPr>
        <w:pStyle w:val="USTustnpkodeksu"/>
        <w:rPr>
          <w:rStyle w:val="Ppogrubienie"/>
        </w:rPr>
      </w:pPr>
      <w:r>
        <w:t>5</w:t>
      </w:r>
      <w:r w:rsidR="00685060">
        <w:t>. W przypadku nieuwzględnienia wniosku</w:t>
      </w:r>
      <w:r w:rsidR="006E4610">
        <w:t xml:space="preserve"> o odstąpienie od </w:t>
      </w:r>
      <w:r w:rsidR="0066613F">
        <w:t xml:space="preserve">wymogu </w:t>
      </w:r>
      <w:r w:rsidR="006E4610">
        <w:t xml:space="preserve">osobistego stawiennictwa w celu złożenia </w:t>
      </w:r>
      <w:r w:rsidR="006E4610" w:rsidRPr="00423CD3">
        <w:t>wniosku o wydanie paszportu tymczasowego</w:t>
      </w:r>
      <w:r w:rsidR="00685060">
        <w:t xml:space="preserve">, konsul </w:t>
      </w:r>
      <w:r w:rsidR="00685060" w:rsidRPr="00BF7186">
        <w:t xml:space="preserve">informuje osobę </w:t>
      </w:r>
      <w:r w:rsidR="00685060">
        <w:t xml:space="preserve">o </w:t>
      </w:r>
      <w:r w:rsidR="00685060" w:rsidRPr="00BF7186">
        <w:t xml:space="preserve">braku przesłanek uzasadniających odstąpienie od </w:t>
      </w:r>
      <w:r w:rsidR="003906B8">
        <w:t>tego</w:t>
      </w:r>
      <w:r w:rsidR="00685060" w:rsidRPr="00BF7186">
        <w:t xml:space="preserve"> </w:t>
      </w:r>
      <w:r w:rsidR="00685060" w:rsidRPr="00423CD3">
        <w:t>wymogu</w:t>
      </w:r>
      <w:r w:rsidR="00685060" w:rsidRPr="00BF7186">
        <w:t>.</w:t>
      </w:r>
    </w:p>
    <w:p w14:paraId="6E1BC548" w14:textId="0870293D" w:rsidR="00CB7AE4" w:rsidRDefault="002A7869" w:rsidP="00CB7AE4">
      <w:pPr>
        <w:pStyle w:val="USTustnpkodeksu"/>
      </w:pPr>
      <w:r w:rsidRPr="00AF4888">
        <w:rPr>
          <w:rStyle w:val="Ppogrubienie"/>
        </w:rPr>
        <w:t xml:space="preserve">Art. </w:t>
      </w:r>
      <w:r w:rsidR="00295615">
        <w:rPr>
          <w:rStyle w:val="Ppogrubienie"/>
        </w:rPr>
        <w:t>31</w:t>
      </w:r>
      <w:r w:rsidRPr="00AF4888">
        <w:rPr>
          <w:rStyle w:val="Ppogrubienie"/>
        </w:rPr>
        <w:t>.</w:t>
      </w:r>
      <w:r>
        <w:t xml:space="preserve"> </w:t>
      </w:r>
      <w:r w:rsidR="00BB347A">
        <w:t xml:space="preserve">1. </w:t>
      </w:r>
      <w:r w:rsidR="00143C8D">
        <w:t>Wniosek o wydanie dokumentu paszportowego s</w:t>
      </w:r>
      <w:r w:rsidR="00C03DD2">
        <w:t xml:space="preserve">kłada się </w:t>
      </w:r>
      <w:r w:rsidR="0032623F">
        <w:t>w</w:t>
      </w:r>
      <w:r w:rsidR="00375AB9">
        <w:t xml:space="preserve"> </w:t>
      </w:r>
      <w:r w:rsidR="003834A2">
        <w:t>formie</w:t>
      </w:r>
      <w:r w:rsidR="0032623F">
        <w:t xml:space="preserve"> dokumentu </w:t>
      </w:r>
      <w:r w:rsidR="00412446">
        <w:t xml:space="preserve">utrwalonego w postaci </w:t>
      </w:r>
      <w:r w:rsidR="0032623F">
        <w:t>elektroniczn</w:t>
      </w:r>
      <w:r w:rsidR="00412446">
        <w:t>ej</w:t>
      </w:r>
      <w:r w:rsidR="0032623F">
        <w:t>,</w:t>
      </w:r>
      <w:r w:rsidR="00A45A61" w:rsidRPr="00A45A61">
        <w:t xml:space="preserve"> </w:t>
      </w:r>
      <w:r w:rsidR="00A45A61">
        <w:t xml:space="preserve">przy użyciu formularza </w:t>
      </w:r>
      <w:r w:rsidR="00412446">
        <w:t xml:space="preserve">utrwalonego w postaci </w:t>
      </w:r>
      <w:r w:rsidR="00A45A61">
        <w:t>elektroniczne</w:t>
      </w:r>
      <w:r w:rsidR="00412446">
        <w:t>j</w:t>
      </w:r>
      <w:r w:rsidR="00EF0C83">
        <w:t xml:space="preserve"> </w:t>
      </w:r>
      <w:r w:rsidR="00F00393">
        <w:t xml:space="preserve">wypełnianego </w:t>
      </w:r>
      <w:r w:rsidR="00EF0C83">
        <w:t>przez organ paszportowy na podstawie danych podanych przez wnioskodawcę i danych zawartych w Rejestrze Dokumentó</w:t>
      </w:r>
      <w:r w:rsidR="00A23493">
        <w:t>w P</w:t>
      </w:r>
      <w:r w:rsidR="00EF0C83">
        <w:t>aszportowych</w:t>
      </w:r>
      <w:r w:rsidR="00E84C6B">
        <w:t xml:space="preserve"> lub w rejestrze PESEL</w:t>
      </w:r>
      <w:r w:rsidR="00EF0C83">
        <w:t xml:space="preserve">, </w:t>
      </w:r>
      <w:r w:rsidR="001565C5">
        <w:t xml:space="preserve">własnoręcznie </w:t>
      </w:r>
      <w:r w:rsidR="00EF0C83">
        <w:t>podpisanego przez wnioskodawcę</w:t>
      </w:r>
      <w:r w:rsidR="009850B5">
        <w:t xml:space="preserve">. </w:t>
      </w:r>
      <w:r w:rsidR="0032623F">
        <w:t xml:space="preserve"> </w:t>
      </w:r>
    </w:p>
    <w:p w14:paraId="2E815F97" w14:textId="6957E1AC" w:rsidR="000F49F3" w:rsidRDefault="00E76F83" w:rsidP="00E76F83">
      <w:pPr>
        <w:pStyle w:val="ARTartustawynprozporzdzenia"/>
      </w:pPr>
      <w:r>
        <w:lastRenderedPageBreak/>
        <w:t>2.</w:t>
      </w:r>
      <w:r w:rsidR="00CB7AE4" w:rsidRPr="00CB7AE4">
        <w:t xml:space="preserve"> Wniosek o wydanie paszportu lub paszportu tymczasowego dla osób do 12. roku życia można złożyć za pomocą usługi elektronicznej udostępnionej przez ministra właściwego do spraw informatyzacji po uwierzytelnieniu na zasadach określonych w ustawie  z dnia 17 lutego 2005 r. o informatyzacji działalności podmiotów realizujących zadania publiczne</w:t>
      </w:r>
      <w:r w:rsidR="00671C14">
        <w:t xml:space="preserve"> </w:t>
      </w:r>
      <w:r w:rsidR="00671C14" w:rsidRPr="00671C14">
        <w:t>(</w:t>
      </w:r>
      <w:hyperlink r:id="rId17" w:history="1">
        <w:r w:rsidR="00671C14" w:rsidRPr="00671C14">
          <w:t>Dz. U. z 202</w:t>
        </w:r>
        <w:r w:rsidR="00A044BF">
          <w:t>1</w:t>
        </w:r>
        <w:r w:rsidR="00671C14" w:rsidRPr="00671C14">
          <w:t xml:space="preserve"> r. poz. </w:t>
        </w:r>
        <w:r w:rsidR="00A044BF">
          <w:t>670</w:t>
        </w:r>
      </w:hyperlink>
      <w:r w:rsidR="00671C14" w:rsidRPr="00671C14">
        <w:t>)</w:t>
      </w:r>
      <w:r w:rsidR="00CB7AE4" w:rsidRPr="00CB7AE4">
        <w:t>.</w:t>
      </w:r>
    </w:p>
    <w:p w14:paraId="343CEB90" w14:textId="0466951C" w:rsidR="002C295B" w:rsidRPr="002C295B" w:rsidRDefault="00E76F83" w:rsidP="00F7722D">
      <w:pPr>
        <w:pStyle w:val="USTustnpkodeksu"/>
      </w:pPr>
      <w:r>
        <w:t>3</w:t>
      </w:r>
      <w:r w:rsidR="002C295B" w:rsidRPr="002C295B">
        <w:t>. W przypadku odstąpienia przez konsula od wymogu osobistego stawiennictwa w celu złożenia wniosku o wydanie paszportu tymczasowego</w:t>
      </w:r>
      <w:r w:rsidR="000545F4">
        <w:t xml:space="preserve">, na podstawie </w:t>
      </w:r>
      <w:r w:rsidR="00857139" w:rsidRPr="00AC5A8F">
        <w:t xml:space="preserve">art. </w:t>
      </w:r>
      <w:r w:rsidR="00A376C9" w:rsidRPr="00AC5A8F">
        <w:t>30</w:t>
      </w:r>
      <w:r w:rsidR="00857139" w:rsidRPr="00AC5A8F">
        <w:t xml:space="preserve"> ust. </w:t>
      </w:r>
      <w:r w:rsidR="0074763E">
        <w:t>4</w:t>
      </w:r>
      <w:r w:rsidR="002C295B" w:rsidRPr="00AC5A8F">
        <w:t xml:space="preserve">, </w:t>
      </w:r>
      <w:r w:rsidR="002C295B" w:rsidRPr="002C295B">
        <w:t>wnioskodawca przekazuje konsulowi wniosek</w:t>
      </w:r>
      <w:r w:rsidR="000545F4">
        <w:t xml:space="preserve"> o wydanie </w:t>
      </w:r>
      <w:r w:rsidR="00B04113">
        <w:t>paszportu tymczasowego</w:t>
      </w:r>
      <w:r w:rsidR="000545F4">
        <w:t xml:space="preserve">, </w:t>
      </w:r>
      <w:r w:rsidR="002C295B" w:rsidRPr="002C295B">
        <w:t xml:space="preserve"> utrwalony w postaci papierowej, z podpisem, którego własnoręczność potwierdził notariusz lub organ paszportowy</w:t>
      </w:r>
      <w:r w:rsidR="00AF16F3">
        <w:t xml:space="preserve"> albo </w:t>
      </w:r>
      <w:r w:rsidR="00D24B33">
        <w:t xml:space="preserve">na </w:t>
      </w:r>
      <w:r w:rsidR="00AF16F3" w:rsidRPr="003418BB">
        <w:t>piśmie utrwalonym w postaci elektronicznej, opatrzonym kwalifikowanym podpisem elektronicznym, podpisem zaufanym lub podpisem osobistym</w:t>
      </w:r>
      <w:r w:rsidR="002C295B" w:rsidRPr="002C295B">
        <w:t xml:space="preserve">. Organ paszportowy niezwłocznie </w:t>
      </w:r>
      <w:r w:rsidR="00D2276F">
        <w:t xml:space="preserve">po otrzymaniu wniosku </w:t>
      </w:r>
      <w:r w:rsidR="002C295B" w:rsidRPr="002C295B">
        <w:t>wprowadza dane z wniosku do formularza, o którym mowa w ust. 1.</w:t>
      </w:r>
    </w:p>
    <w:p w14:paraId="2025C6A3" w14:textId="39345471" w:rsidR="001F0962" w:rsidRDefault="00A01644" w:rsidP="00AF4888">
      <w:pPr>
        <w:pStyle w:val="ARTartustawynprozporzdzenia"/>
      </w:pPr>
      <w:r w:rsidRPr="00AF4888">
        <w:rPr>
          <w:rStyle w:val="Ppogrubienie"/>
        </w:rPr>
        <w:t>A</w:t>
      </w:r>
      <w:r w:rsidR="00A572F3" w:rsidRPr="00AF4888">
        <w:rPr>
          <w:rStyle w:val="Ppogrubienie"/>
        </w:rPr>
        <w:t xml:space="preserve">rt. </w:t>
      </w:r>
      <w:r w:rsidR="00617BB5">
        <w:rPr>
          <w:rStyle w:val="Ppogrubienie"/>
        </w:rPr>
        <w:t>3</w:t>
      </w:r>
      <w:r w:rsidR="00A376C9">
        <w:rPr>
          <w:rStyle w:val="Ppogrubienie"/>
        </w:rPr>
        <w:t>2</w:t>
      </w:r>
      <w:r w:rsidRPr="00AF4888">
        <w:rPr>
          <w:rStyle w:val="Ppogrubienie"/>
        </w:rPr>
        <w:t>.</w:t>
      </w:r>
      <w:r>
        <w:t xml:space="preserve"> </w:t>
      </w:r>
      <w:r w:rsidR="009C6160">
        <w:t>1.</w:t>
      </w:r>
      <w:r>
        <w:t xml:space="preserve"> </w:t>
      </w:r>
      <w:r w:rsidR="00675AA7">
        <w:t>Podpis</w:t>
      </w:r>
      <w:r w:rsidR="00857139">
        <w:t xml:space="preserve"> </w:t>
      </w:r>
      <w:r w:rsidR="00675AA7">
        <w:t>pod wnioskiem</w:t>
      </w:r>
      <w:r w:rsidR="003D6277">
        <w:t xml:space="preserve"> </w:t>
      </w:r>
      <w:r w:rsidR="003D23FB">
        <w:t>o</w:t>
      </w:r>
      <w:r w:rsidR="003D6277">
        <w:t xml:space="preserve"> wydanie dokumentu paszportowego</w:t>
      </w:r>
      <w:r>
        <w:t>,</w:t>
      </w:r>
      <w:r w:rsidR="00A23493">
        <w:t xml:space="preserve"> </w:t>
      </w:r>
      <w:r w:rsidR="00285FAE">
        <w:t xml:space="preserve"> o którym mowa </w:t>
      </w:r>
      <w:r w:rsidRPr="00AC5A8F">
        <w:t xml:space="preserve">w art. </w:t>
      </w:r>
      <w:r w:rsidR="00694904" w:rsidRPr="00AC5A8F">
        <w:t>31</w:t>
      </w:r>
      <w:r w:rsidR="00190F9B" w:rsidRPr="00AC5A8F">
        <w:t xml:space="preserve"> ust.</w:t>
      </w:r>
      <w:r w:rsidR="00375AB9" w:rsidRPr="00AC5A8F">
        <w:t xml:space="preserve"> </w:t>
      </w:r>
      <w:r w:rsidR="00190F9B" w:rsidRPr="00AC5A8F">
        <w:t>1</w:t>
      </w:r>
      <w:r w:rsidR="00791616">
        <w:t>,</w:t>
      </w:r>
      <w:r w:rsidR="00675AA7" w:rsidRPr="00AC5A8F">
        <w:t xml:space="preserve"> </w:t>
      </w:r>
      <w:r w:rsidR="00675AA7" w:rsidRPr="00A45A61">
        <w:t xml:space="preserve">oraz </w:t>
      </w:r>
      <w:r w:rsidR="009C464F">
        <w:t xml:space="preserve">odwzorowanie własnoręcznego </w:t>
      </w:r>
      <w:r w:rsidR="00675AA7" w:rsidRPr="00A45A61">
        <w:t>podpis</w:t>
      </w:r>
      <w:r w:rsidR="009C464F">
        <w:t>u</w:t>
      </w:r>
      <w:r w:rsidR="002101D0">
        <w:t xml:space="preserve"> zamieszczan</w:t>
      </w:r>
      <w:r w:rsidR="009C464F">
        <w:t>e</w:t>
      </w:r>
      <w:r w:rsidR="002101D0">
        <w:t xml:space="preserve"> w dokumencie paszportowym</w:t>
      </w:r>
      <w:r w:rsidR="00375AB9">
        <w:t>,</w:t>
      </w:r>
      <w:r w:rsidR="00675AA7" w:rsidRPr="00A45A61">
        <w:t xml:space="preserve"> o którym mowa w art. 1</w:t>
      </w:r>
      <w:r w:rsidR="00671C14">
        <w:t>2</w:t>
      </w:r>
      <w:r w:rsidR="00F20257">
        <w:t xml:space="preserve"> ust. 1 pkt 1 lit</w:t>
      </w:r>
      <w:r w:rsidR="00791616">
        <w:t>.</w:t>
      </w:r>
      <w:r w:rsidR="00F20257">
        <w:t xml:space="preserve"> </w:t>
      </w:r>
      <w:r w:rsidR="00675AA7" w:rsidRPr="00A45A61">
        <w:t>i</w:t>
      </w:r>
      <w:r w:rsidR="00617BB5">
        <w:t>,</w:t>
      </w:r>
      <w:r w:rsidR="00675AA7" w:rsidRPr="00A45A61">
        <w:t xml:space="preserve"> składa się</w:t>
      </w:r>
      <w:r w:rsidR="001F0962" w:rsidRPr="00A45A61">
        <w:t xml:space="preserve"> przy użyciu urządzenia umożliwiającego odwzorowanie p</w:t>
      </w:r>
      <w:r w:rsidR="00202D51">
        <w:t>odpisu</w:t>
      </w:r>
      <w:r w:rsidR="001F0962" w:rsidRPr="00A45A61">
        <w:t xml:space="preserve"> własnoręcznego</w:t>
      </w:r>
      <w:r w:rsidR="00A45A61">
        <w:t>.</w:t>
      </w:r>
      <w:r w:rsidR="00675AA7" w:rsidRPr="00A45A61">
        <w:t xml:space="preserve"> </w:t>
      </w:r>
    </w:p>
    <w:p w14:paraId="64420E17" w14:textId="1BCAE34E" w:rsidR="003017E0" w:rsidRPr="008176F5" w:rsidRDefault="001F0962" w:rsidP="00A854F8">
      <w:pPr>
        <w:pStyle w:val="USTustnpkodeksu"/>
        <w:rPr>
          <w:rStyle w:val="Ppogrubienie"/>
        </w:rPr>
      </w:pPr>
      <w:r>
        <w:t>2. Urządzenie</w:t>
      </w:r>
      <w:r w:rsidR="00A97E7B">
        <w:t>,</w:t>
      </w:r>
      <w:r>
        <w:t xml:space="preserve"> o którym mowa w ust. 1</w:t>
      </w:r>
      <w:r w:rsidR="00A97E7B">
        <w:t>,</w:t>
      </w:r>
      <w:r>
        <w:t xml:space="preserve"> zapewnia </w:t>
      </w:r>
      <w:r w:rsidR="00202D51">
        <w:t xml:space="preserve">integrację </w:t>
      </w:r>
      <w:r>
        <w:t xml:space="preserve">danych stanowiących odwzorowanie podpisu własnoręcznego </w:t>
      </w:r>
      <w:r w:rsidR="003B4F2D">
        <w:t xml:space="preserve">wnioskodawcy z dokumentem </w:t>
      </w:r>
      <w:r w:rsidR="00771F71">
        <w:t xml:space="preserve">utrwalonym </w:t>
      </w:r>
      <w:r w:rsidR="00771F71">
        <w:br/>
        <w:t xml:space="preserve">w postaci </w:t>
      </w:r>
      <w:r w:rsidR="003B4F2D">
        <w:t>elektroniczn</w:t>
      </w:r>
      <w:r w:rsidR="00771F71">
        <w:t>ej</w:t>
      </w:r>
      <w:r w:rsidR="003B4F2D">
        <w:t xml:space="preserve"> stanowiącym wniosek o wydanie dokumentu paszportowego.</w:t>
      </w:r>
    </w:p>
    <w:p w14:paraId="55236F02" w14:textId="0EC4BF63" w:rsidR="003017E0" w:rsidRDefault="00DB4E92" w:rsidP="00A854F8">
      <w:pPr>
        <w:pStyle w:val="USTustnpkodeksu"/>
      </w:pPr>
      <w:r>
        <w:t>3</w:t>
      </w:r>
      <w:r w:rsidR="003017E0">
        <w:t xml:space="preserve">. </w:t>
      </w:r>
      <w:r w:rsidR="003017E0" w:rsidRPr="00EA37F8">
        <w:t>W przypadku braku możliwości </w:t>
      </w:r>
      <w:r w:rsidR="003017E0">
        <w:t xml:space="preserve">złożenia podpisu w sposób, o którym mowa w ust. 1, podpis składa się na wydruku </w:t>
      </w:r>
      <w:r w:rsidR="006A257F">
        <w:t xml:space="preserve">dokumentu </w:t>
      </w:r>
      <w:r w:rsidR="00412446">
        <w:t xml:space="preserve">utrwalonego w postaci </w:t>
      </w:r>
      <w:r>
        <w:t>elektroniczn</w:t>
      </w:r>
      <w:r w:rsidR="00412446">
        <w:t>ej</w:t>
      </w:r>
      <w:r w:rsidR="003017E0">
        <w:t xml:space="preserve">, o którym mowa </w:t>
      </w:r>
      <w:r w:rsidR="003017E0" w:rsidRPr="0036562E">
        <w:t xml:space="preserve">w </w:t>
      </w:r>
      <w:r w:rsidR="00EE0081" w:rsidRPr="00AC5A8F">
        <w:t>art</w:t>
      </w:r>
      <w:r w:rsidR="00675AA7" w:rsidRPr="00AC5A8F">
        <w:t>.</w:t>
      </w:r>
      <w:r w:rsidR="002C3062" w:rsidRPr="00AC5A8F">
        <w:t xml:space="preserve"> </w:t>
      </w:r>
      <w:r w:rsidR="00B822F8" w:rsidRPr="00AC5A8F">
        <w:t>31</w:t>
      </w:r>
      <w:r w:rsidR="00CC6BB4" w:rsidRPr="00AC5A8F">
        <w:t xml:space="preserve"> ust.</w:t>
      </w:r>
      <w:r w:rsidR="00E76F83">
        <w:t xml:space="preserve"> </w:t>
      </w:r>
      <w:r w:rsidR="00CC6BB4" w:rsidRPr="00AC5A8F">
        <w:t>1</w:t>
      </w:r>
      <w:r w:rsidR="00675AA7" w:rsidRPr="00AC5A8F">
        <w:t>.</w:t>
      </w:r>
    </w:p>
    <w:p w14:paraId="2CA4FE43" w14:textId="15987A3D" w:rsidR="002E6651" w:rsidRPr="00AC5A8F" w:rsidRDefault="002E6651" w:rsidP="00A854F8">
      <w:pPr>
        <w:pStyle w:val="USTustnpkodeksu"/>
      </w:pPr>
      <w:r>
        <w:t xml:space="preserve">4. </w:t>
      </w:r>
      <w:r w:rsidRPr="002E6651">
        <w:t xml:space="preserve">W przypadku braku możliwości złożenia przez wnioskodawcę własnoręcznego podpisu na wniosku </w:t>
      </w:r>
      <w:r w:rsidR="00A14892">
        <w:t xml:space="preserve">zamieszcza się </w:t>
      </w:r>
      <w:r w:rsidRPr="002E6651">
        <w:t>adnotację o przyczynie braku podpisu</w:t>
      </w:r>
      <w:r w:rsidR="00A14892">
        <w:t>.</w:t>
      </w:r>
    </w:p>
    <w:p w14:paraId="4B6673B9" w14:textId="77777777" w:rsidR="00D25245" w:rsidRDefault="00214B18" w:rsidP="008176F5">
      <w:pPr>
        <w:pStyle w:val="ARTartustawynprozporzdzenia"/>
      </w:pPr>
      <w:bookmarkStart w:id="78" w:name="highlightHit_228"/>
      <w:bookmarkStart w:id="79" w:name="mip48369816"/>
      <w:bookmarkStart w:id="80" w:name="highlightHit_229"/>
      <w:bookmarkStart w:id="81" w:name="highlightHit_231"/>
      <w:bookmarkStart w:id="82" w:name="mip48369817"/>
      <w:bookmarkEnd w:id="78"/>
      <w:bookmarkEnd w:id="79"/>
      <w:bookmarkEnd w:id="80"/>
      <w:bookmarkEnd w:id="81"/>
      <w:bookmarkEnd w:id="82"/>
      <w:r w:rsidRPr="00214B18">
        <w:rPr>
          <w:rStyle w:val="Ppogrubienie"/>
        </w:rPr>
        <w:t xml:space="preserve">Art. </w:t>
      </w:r>
      <w:r w:rsidR="009E3B98">
        <w:rPr>
          <w:rStyle w:val="Ppogrubienie"/>
        </w:rPr>
        <w:t>33</w:t>
      </w:r>
      <w:r w:rsidRPr="00214B18">
        <w:rPr>
          <w:rStyle w:val="Ppogrubienie"/>
        </w:rPr>
        <w:t>.</w:t>
      </w:r>
      <w:r>
        <w:t xml:space="preserve"> </w:t>
      </w:r>
      <w:r w:rsidRPr="00214B18">
        <w:t>1. Wnios</w:t>
      </w:r>
      <w:r>
        <w:t>e</w:t>
      </w:r>
      <w:r w:rsidRPr="00214B18">
        <w:t>k o wydanie dokumentu paszportowego zawiera</w:t>
      </w:r>
      <w:r w:rsidR="004A489E">
        <w:t>:</w:t>
      </w:r>
    </w:p>
    <w:p w14:paraId="34724B70" w14:textId="77777777" w:rsidR="00D25245" w:rsidRDefault="004A489E" w:rsidP="00EC7942">
      <w:pPr>
        <w:pStyle w:val="PKTpunkt"/>
      </w:pPr>
      <w:r>
        <w:t>1)  dane osoby</w:t>
      </w:r>
      <w:r w:rsidR="00F25B5A">
        <w:t>,</w:t>
      </w:r>
      <w:r>
        <w:t xml:space="preserve"> której ma być wydany dokument paszportowy:</w:t>
      </w:r>
    </w:p>
    <w:p w14:paraId="1FC4C941" w14:textId="77777777" w:rsidR="001579B5" w:rsidRPr="001579B5" w:rsidRDefault="001579B5" w:rsidP="001579B5">
      <w:pPr>
        <w:pStyle w:val="LITlitera"/>
      </w:pPr>
      <w:bookmarkStart w:id="83" w:name="mip48591834"/>
      <w:bookmarkEnd w:id="83"/>
      <w:r w:rsidRPr="001579B5">
        <w:t>a) nazwisko,</w:t>
      </w:r>
    </w:p>
    <w:p w14:paraId="5B69739D" w14:textId="77777777" w:rsidR="001579B5" w:rsidRPr="001579B5" w:rsidRDefault="001579B5" w:rsidP="001579B5">
      <w:pPr>
        <w:pStyle w:val="LITlitera"/>
      </w:pPr>
      <w:r w:rsidRPr="001579B5">
        <w:t>b) imię (imiona),</w:t>
      </w:r>
    </w:p>
    <w:p w14:paraId="7785464B" w14:textId="77777777" w:rsidR="001579B5" w:rsidRPr="001579B5" w:rsidRDefault="001579B5" w:rsidP="001579B5">
      <w:pPr>
        <w:pStyle w:val="LITlitera"/>
      </w:pPr>
      <w:bookmarkStart w:id="84" w:name="mip48591835"/>
      <w:bookmarkStart w:id="85" w:name="mip48591838"/>
      <w:bookmarkStart w:id="86" w:name="mip48591839"/>
      <w:bookmarkEnd w:id="84"/>
      <w:bookmarkEnd w:id="85"/>
      <w:bookmarkEnd w:id="86"/>
      <w:r w:rsidRPr="001579B5">
        <w:t>c</w:t>
      </w:r>
      <w:r w:rsidR="00214B18" w:rsidRPr="001579B5">
        <w:t xml:space="preserve">) datę </w:t>
      </w:r>
      <w:r w:rsidRPr="001579B5">
        <w:t>urodzenia,</w:t>
      </w:r>
    </w:p>
    <w:p w14:paraId="4EE6998A" w14:textId="77777777" w:rsidR="001579B5" w:rsidRPr="001579B5" w:rsidRDefault="001579B5" w:rsidP="001579B5">
      <w:pPr>
        <w:pStyle w:val="LITlitera"/>
      </w:pPr>
      <w:r w:rsidRPr="001579B5">
        <w:t xml:space="preserve">d) </w:t>
      </w:r>
      <w:r w:rsidR="00214B18" w:rsidRPr="001579B5">
        <w:t>miejsce urodzenia</w:t>
      </w:r>
      <w:r w:rsidRPr="001579B5">
        <w:t>,</w:t>
      </w:r>
    </w:p>
    <w:p w14:paraId="7F9D2B5B" w14:textId="77777777" w:rsidR="001579B5" w:rsidRPr="001579B5" w:rsidRDefault="001579B5" w:rsidP="001579B5">
      <w:pPr>
        <w:pStyle w:val="LITlitera"/>
      </w:pPr>
      <w:r w:rsidRPr="001579B5">
        <w:t>e) obywatelstwo,</w:t>
      </w:r>
    </w:p>
    <w:p w14:paraId="4B95354C" w14:textId="77777777" w:rsidR="001579B5" w:rsidRPr="001579B5" w:rsidRDefault="001579B5" w:rsidP="001579B5">
      <w:pPr>
        <w:pStyle w:val="LITlitera"/>
      </w:pPr>
      <w:r w:rsidRPr="001579B5">
        <w:lastRenderedPageBreak/>
        <w:t>f) płeć,</w:t>
      </w:r>
    </w:p>
    <w:p w14:paraId="362A8C89" w14:textId="77777777" w:rsidR="001579B5" w:rsidRPr="001579B5" w:rsidRDefault="001579B5" w:rsidP="001579B5">
      <w:pPr>
        <w:pStyle w:val="LITlitera"/>
      </w:pPr>
      <w:r w:rsidRPr="001579B5">
        <w:t>g) numer PESEL;</w:t>
      </w:r>
    </w:p>
    <w:p w14:paraId="195E3B23" w14:textId="6F1BDAA6" w:rsidR="00214B18" w:rsidRPr="000473D9" w:rsidRDefault="001579B5" w:rsidP="001579B5">
      <w:pPr>
        <w:pStyle w:val="PKTpunkt"/>
      </w:pPr>
      <w:bookmarkStart w:id="87" w:name="mip48591840"/>
      <w:bookmarkStart w:id="88" w:name="mip48591841"/>
      <w:bookmarkEnd w:id="87"/>
      <w:bookmarkEnd w:id="88"/>
      <w:r>
        <w:t>2</w:t>
      </w:r>
      <w:r w:rsidR="00214B18" w:rsidRPr="00214B18">
        <w:t>) </w:t>
      </w:r>
      <w:r w:rsidR="00BD468D">
        <w:t xml:space="preserve">własnoręczny </w:t>
      </w:r>
      <w:r w:rsidR="00214B18" w:rsidRPr="00214B18">
        <w:t xml:space="preserve">podpis osoby, której ma być wydany dokument paszportowy, z wyjątkiem przypadków, o których </w:t>
      </w:r>
      <w:r w:rsidR="00214B18" w:rsidRPr="006803C3">
        <w:t>mowa w </w:t>
      </w:r>
      <w:r w:rsidR="00E76F83" w:rsidRPr="000473D9">
        <w:t>art. 1</w:t>
      </w:r>
      <w:r w:rsidR="00E76F83">
        <w:t>2</w:t>
      </w:r>
      <w:r w:rsidR="00E76F83" w:rsidRPr="000473D9">
        <w:t xml:space="preserve"> ust. </w:t>
      </w:r>
      <w:r w:rsidR="00E3031D">
        <w:t>1 pkt 1 lit. i</w:t>
      </w:r>
      <w:r w:rsidR="00214B18" w:rsidRPr="000473D9">
        <w:t>;</w:t>
      </w:r>
    </w:p>
    <w:p w14:paraId="4F0F7F9C" w14:textId="4FDDC276" w:rsidR="00214B18" w:rsidRDefault="004A489E" w:rsidP="00183838">
      <w:pPr>
        <w:pStyle w:val="PKTpunkt"/>
      </w:pPr>
      <w:bookmarkStart w:id="89" w:name="mip48591842"/>
      <w:bookmarkEnd w:id="89"/>
      <w:r>
        <w:t>3</w:t>
      </w:r>
      <w:r w:rsidR="00214B18" w:rsidRPr="00214B18">
        <w:t>) imi</w:t>
      </w:r>
      <w:r w:rsidR="00627438">
        <w:t>ona</w:t>
      </w:r>
      <w:r w:rsidR="00214B18" w:rsidRPr="00214B18">
        <w:t>, nazwisk</w:t>
      </w:r>
      <w:r w:rsidR="00627438">
        <w:t>a</w:t>
      </w:r>
      <w:r w:rsidR="00214B18" w:rsidRPr="00214B18">
        <w:t>, rodzaj</w:t>
      </w:r>
      <w:r w:rsidR="00627438">
        <w:t>e</w:t>
      </w:r>
      <w:r w:rsidR="00214B18" w:rsidRPr="00214B18">
        <w:t>, seri</w:t>
      </w:r>
      <w:r w:rsidR="00627438">
        <w:t>e</w:t>
      </w:r>
      <w:r w:rsidR="00214B18" w:rsidRPr="00214B18">
        <w:t xml:space="preserve"> i numer</w:t>
      </w:r>
      <w:r w:rsidR="00627438">
        <w:t>y</w:t>
      </w:r>
      <w:r w:rsidR="00214B18" w:rsidRPr="00214B18">
        <w:t xml:space="preserve"> </w:t>
      </w:r>
      <w:r w:rsidR="00991FA7">
        <w:t xml:space="preserve">posiadanych </w:t>
      </w:r>
      <w:r w:rsidR="00214B18" w:rsidRPr="00214B18">
        <w:t>dokument</w:t>
      </w:r>
      <w:r w:rsidR="00627438">
        <w:t>ów</w:t>
      </w:r>
      <w:r w:rsidR="00214B18" w:rsidRPr="00214B18">
        <w:t xml:space="preserve"> tożsamości</w:t>
      </w:r>
      <w:r w:rsidR="009B2708">
        <w:t>, numery PESEL jeśli zostały nadane</w:t>
      </w:r>
      <w:r w:rsidR="002B2101">
        <w:t xml:space="preserve"> oraz</w:t>
      </w:r>
      <w:r w:rsidR="00214B18" w:rsidRPr="00214B18">
        <w:t xml:space="preserve"> podpis</w:t>
      </w:r>
      <w:r w:rsidR="00627438">
        <w:t>y obecnych przy składaniu wniosku</w:t>
      </w:r>
      <w:r w:rsidR="00214B18" w:rsidRPr="00214B18">
        <w:t xml:space="preserve"> </w:t>
      </w:r>
      <w:r w:rsidR="00ED6FB2">
        <w:t xml:space="preserve">matki </w:t>
      </w:r>
      <w:r w:rsidR="005616A3">
        <w:t>lub</w:t>
      </w:r>
      <w:r w:rsidR="00D62372">
        <w:t xml:space="preserve"> </w:t>
      </w:r>
      <w:r w:rsidR="009B78AB">
        <w:t>ojca</w:t>
      </w:r>
      <w:r w:rsidR="0079528F">
        <w:t>,</w:t>
      </w:r>
      <w:r w:rsidR="00ED6FB2">
        <w:t xml:space="preserve"> </w:t>
      </w:r>
      <w:r w:rsidR="00214B18" w:rsidRPr="00214B18">
        <w:t>opieku</w:t>
      </w:r>
      <w:r w:rsidR="00991FA7">
        <w:t>nów</w:t>
      </w:r>
      <w:r w:rsidR="00627438">
        <w:t xml:space="preserve"> prawn</w:t>
      </w:r>
      <w:r w:rsidR="00991FA7">
        <w:t>ych</w:t>
      </w:r>
      <w:r w:rsidR="00C50435">
        <w:t xml:space="preserve"> </w:t>
      </w:r>
      <w:r w:rsidR="00745622">
        <w:t xml:space="preserve">albo </w:t>
      </w:r>
      <w:r w:rsidR="00C50435">
        <w:t>kuratora</w:t>
      </w:r>
      <w:r w:rsidR="00214B18" w:rsidRPr="00214B18">
        <w:t xml:space="preserve"> wyrażając</w:t>
      </w:r>
      <w:r w:rsidR="00627438">
        <w:t>ych</w:t>
      </w:r>
      <w:r w:rsidR="00214B18" w:rsidRPr="00214B18">
        <w:t xml:space="preserve"> zgodę na wydanie dokumentu paszportowego osobie </w:t>
      </w:r>
      <w:r w:rsidR="001D7087">
        <w:t>nieposiadającej zdolności do czynności prawnych</w:t>
      </w:r>
      <w:r w:rsidR="00214B18" w:rsidRPr="00214B18">
        <w:t xml:space="preserve"> </w:t>
      </w:r>
      <w:r w:rsidR="002B4DA0">
        <w:t xml:space="preserve"> lub posiadającej ograniczoną zdolność do czynności prawnych</w:t>
      </w:r>
      <w:r w:rsidR="001579B5">
        <w:t>;</w:t>
      </w:r>
    </w:p>
    <w:p w14:paraId="209F71F8" w14:textId="77777777" w:rsidR="00C67F09" w:rsidRPr="00214B18" w:rsidRDefault="0054002F" w:rsidP="00183838">
      <w:pPr>
        <w:pStyle w:val="PKTpunkt"/>
      </w:pPr>
      <w:r>
        <w:t>4) adres do korespondencji</w:t>
      </w:r>
      <w:r w:rsidR="00E45617">
        <w:t xml:space="preserve"> wnioskodawcy</w:t>
      </w:r>
      <w:r w:rsidR="00C67F09">
        <w:t>;</w:t>
      </w:r>
      <w:r>
        <w:t xml:space="preserve"> </w:t>
      </w:r>
    </w:p>
    <w:p w14:paraId="1FE3F8F5" w14:textId="6E5AB698" w:rsidR="00214B18" w:rsidRPr="00214B18" w:rsidRDefault="00517D1C" w:rsidP="00183838">
      <w:pPr>
        <w:pStyle w:val="PKTpunkt"/>
      </w:pPr>
      <w:bookmarkStart w:id="90" w:name="mip48591843"/>
      <w:bookmarkStart w:id="91" w:name="mip48591844"/>
      <w:bookmarkEnd w:id="90"/>
      <w:bookmarkEnd w:id="91"/>
      <w:r>
        <w:t>5</w:t>
      </w:r>
      <w:r w:rsidR="00214B18" w:rsidRPr="00214B18">
        <w:t>) </w:t>
      </w:r>
      <w:r w:rsidR="00440EDB" w:rsidRPr="00440EDB">
        <w:t xml:space="preserve"> </w:t>
      </w:r>
      <w:r w:rsidR="00440EDB" w:rsidRPr="00570D16">
        <w:t>oświadczenie o  prawdziwości danych, o</w:t>
      </w:r>
      <w:r w:rsidR="00440EDB">
        <w:t> </w:t>
      </w:r>
      <w:r w:rsidR="00440EDB" w:rsidRPr="00570D16">
        <w:t>których mowa w</w:t>
      </w:r>
      <w:r w:rsidR="00440EDB">
        <w:t> pkt </w:t>
      </w:r>
      <w:r w:rsidR="00440EDB" w:rsidRPr="00570D16">
        <w:t>1</w:t>
      </w:r>
      <w:r w:rsidR="00986B90">
        <w:t>–</w:t>
      </w:r>
      <w:r w:rsidR="00440EDB">
        <w:t>4,</w:t>
      </w:r>
      <w:r w:rsidR="00440EDB" w:rsidRPr="00570D16">
        <w:t xml:space="preserve"> oraz klauzulę o</w:t>
      </w:r>
      <w:r w:rsidR="00440EDB">
        <w:t> </w:t>
      </w:r>
      <w:r w:rsidR="00440EDB" w:rsidRPr="00570D16">
        <w:t>treści: „Jestem świadomy odpowiedzialności karnej za złożenie fałszywego oświadczenia</w:t>
      </w:r>
      <w:r w:rsidR="00671C14">
        <w:t>.</w:t>
      </w:r>
      <w:r w:rsidR="000472E0">
        <w:t>”</w:t>
      </w:r>
      <w:r w:rsidR="00440EDB" w:rsidRPr="00570D16">
        <w:t>;</w:t>
      </w:r>
    </w:p>
    <w:p w14:paraId="07D29BE2" w14:textId="77777777" w:rsidR="004A489E" w:rsidRDefault="00517D1C" w:rsidP="00183838">
      <w:pPr>
        <w:pStyle w:val="PKTpunkt"/>
      </w:pPr>
      <w:bookmarkStart w:id="92" w:name="mip48591845"/>
      <w:bookmarkEnd w:id="92"/>
      <w:r>
        <w:t>6</w:t>
      </w:r>
      <w:r w:rsidR="00214B18" w:rsidRPr="00214B18">
        <w:t>)  podpis</w:t>
      </w:r>
      <w:r w:rsidR="00D440BC">
        <w:t xml:space="preserve"> </w:t>
      </w:r>
      <w:r w:rsidR="00801814">
        <w:t>wnioskodawcy</w:t>
      </w:r>
      <w:r w:rsidR="005F30AE">
        <w:t>;</w:t>
      </w:r>
    </w:p>
    <w:p w14:paraId="35B2EE84" w14:textId="77777777" w:rsidR="00214B18" w:rsidRDefault="00517D1C" w:rsidP="009C5194">
      <w:pPr>
        <w:pStyle w:val="PKTpunkt"/>
      </w:pPr>
      <w:r>
        <w:t>7</w:t>
      </w:r>
      <w:r w:rsidR="00C9592E">
        <w:t xml:space="preserve">) </w:t>
      </w:r>
      <w:bookmarkStart w:id="93" w:name="mip48591846"/>
      <w:bookmarkStart w:id="94" w:name="mip48591847"/>
      <w:bookmarkEnd w:id="93"/>
      <w:bookmarkEnd w:id="94"/>
      <w:r w:rsidR="00214B18" w:rsidRPr="00214B18">
        <w:t>adnotacje urzędowe.</w:t>
      </w:r>
    </w:p>
    <w:p w14:paraId="2C750762" w14:textId="46C14FB8" w:rsidR="00E618B2" w:rsidRDefault="00F72717" w:rsidP="00E618B2">
      <w:pPr>
        <w:pStyle w:val="USTustnpkodeksu"/>
      </w:pPr>
      <w:r>
        <w:t>2</w:t>
      </w:r>
      <w:r w:rsidR="00512440">
        <w:t>.</w:t>
      </w:r>
      <w:r w:rsidR="00E618B2" w:rsidRPr="00E618B2">
        <w:t xml:space="preserve"> </w:t>
      </w:r>
      <w:r w:rsidR="00E618B2">
        <w:t xml:space="preserve">W przypadku braku </w:t>
      </w:r>
      <w:r w:rsidR="009C464F">
        <w:t xml:space="preserve">technicznej </w:t>
      </w:r>
      <w:r w:rsidR="00E618B2">
        <w:t xml:space="preserve">możliwości personalizacji </w:t>
      </w:r>
      <w:r w:rsidR="00B069C4">
        <w:t xml:space="preserve">pełnych </w:t>
      </w:r>
      <w:r w:rsidR="00E618B2">
        <w:t xml:space="preserve">danych, o których mowa w </w:t>
      </w:r>
      <w:r w:rsidR="00907828">
        <w:t xml:space="preserve"> </w:t>
      </w:r>
      <w:r w:rsidR="00E618B2">
        <w:t>ust. 1 pkt 1 lit</w:t>
      </w:r>
      <w:r w:rsidR="002C493D">
        <w:t>.</w:t>
      </w:r>
      <w:r w:rsidR="00E618B2">
        <w:t xml:space="preserve"> a, b i d, dane te we wniosku paszportowym i dokumencie paszportowym  zamieszcza się w </w:t>
      </w:r>
      <w:r w:rsidR="00B069C4">
        <w:t xml:space="preserve">zakresie </w:t>
      </w:r>
      <w:r w:rsidR="00E618B2">
        <w:t>umożliwiającym spersonalizowanie</w:t>
      </w:r>
      <w:r w:rsidR="00130E8B">
        <w:t xml:space="preserve"> dokumentu paszportowego</w:t>
      </w:r>
      <w:r w:rsidR="00E618B2">
        <w:t xml:space="preserve">.   </w:t>
      </w:r>
    </w:p>
    <w:p w14:paraId="20A914BE" w14:textId="0A71E38C" w:rsidR="00512440" w:rsidRDefault="00E618B2" w:rsidP="00C726F4">
      <w:pPr>
        <w:pStyle w:val="USTustnpkodeksu"/>
      </w:pPr>
      <w:r>
        <w:t xml:space="preserve">3. </w:t>
      </w:r>
      <w:r w:rsidR="00512440">
        <w:t xml:space="preserve">Osoba składająca wniosek może podać </w:t>
      </w:r>
      <w:r w:rsidR="00512440" w:rsidRPr="00214B18">
        <w:t>numer telefonu</w:t>
      </w:r>
      <w:r w:rsidR="009F7F4C">
        <w:t xml:space="preserve"> </w:t>
      </w:r>
      <w:r w:rsidR="0079075D">
        <w:t xml:space="preserve">komórkowego </w:t>
      </w:r>
      <w:r w:rsidR="008F1B9C">
        <w:t>lub</w:t>
      </w:r>
      <w:r w:rsidR="009F7F4C">
        <w:t xml:space="preserve"> </w:t>
      </w:r>
      <w:r w:rsidR="00512440">
        <w:t>a</w:t>
      </w:r>
      <w:r w:rsidR="00512440" w:rsidRPr="00214B18">
        <w:t>dres poczty elektronicznej</w:t>
      </w:r>
      <w:r w:rsidR="009F7F4C">
        <w:t xml:space="preserve"> w celu przekazania ich do R</w:t>
      </w:r>
      <w:r w:rsidR="009F7F4C" w:rsidRPr="009F7F4C">
        <w:t xml:space="preserve">ejestru Danych Kontaktowych, o którym mowa w ustawie z dnia 17 lutego 2005 r. o informatyzacji </w:t>
      </w:r>
      <w:r w:rsidR="00772ADA">
        <w:t xml:space="preserve">działalności </w:t>
      </w:r>
      <w:r w:rsidR="009F7F4C" w:rsidRPr="009F7F4C">
        <w:t>podmiotów realizujących zadania publiczne</w:t>
      </w:r>
      <w:r w:rsidR="00671C14">
        <w:t>.</w:t>
      </w:r>
    </w:p>
    <w:p w14:paraId="118D8435" w14:textId="3032C733" w:rsidR="00214B18" w:rsidRPr="00214B18" w:rsidRDefault="00FC442A" w:rsidP="0054002F">
      <w:pPr>
        <w:pStyle w:val="USTustnpkodeksu"/>
      </w:pPr>
      <w:bookmarkStart w:id="95" w:name="mip48591848"/>
      <w:bookmarkEnd w:id="95"/>
      <w:r>
        <w:t>4.</w:t>
      </w:r>
      <w:r w:rsidR="00214B18" w:rsidRPr="00214B18">
        <w:t xml:space="preserve"> </w:t>
      </w:r>
      <w:bookmarkStart w:id="96" w:name="mip48591849"/>
      <w:bookmarkStart w:id="97" w:name="mip48591850"/>
      <w:bookmarkEnd w:id="96"/>
      <w:bookmarkEnd w:id="97"/>
      <w:r w:rsidR="00214B18" w:rsidRPr="00214B18">
        <w:t xml:space="preserve">Wniosek o wydanie paszportu dyplomatycznego lub paszportu służbowego, </w:t>
      </w:r>
      <w:r w:rsidR="002C493D">
        <w:t>oprócz danych określonych</w:t>
      </w:r>
      <w:r w:rsidR="00214B18" w:rsidRPr="00214B18">
        <w:t xml:space="preserve"> w ust. 1, zawiera:</w:t>
      </w:r>
    </w:p>
    <w:p w14:paraId="7D15AE28" w14:textId="77777777" w:rsidR="00214B18" w:rsidRPr="00214B18" w:rsidRDefault="0054002F" w:rsidP="00996045">
      <w:pPr>
        <w:pStyle w:val="PKTpunkt"/>
      </w:pPr>
      <w:bookmarkStart w:id="98" w:name="mip48591852"/>
      <w:bookmarkStart w:id="99" w:name="mip48591853"/>
      <w:bookmarkEnd w:id="98"/>
      <w:bookmarkEnd w:id="99"/>
      <w:r>
        <w:t>1</w:t>
      </w:r>
      <w:r w:rsidR="00214B18" w:rsidRPr="00214B18">
        <w:t xml:space="preserve">) aktualne miejsce pracy i </w:t>
      </w:r>
      <w:r w:rsidR="004822E4">
        <w:t xml:space="preserve">zajmowane </w:t>
      </w:r>
      <w:r w:rsidR="00214B18" w:rsidRPr="00214B18">
        <w:t>stanowisko;</w:t>
      </w:r>
    </w:p>
    <w:p w14:paraId="43C72A9E" w14:textId="05C970B2" w:rsidR="00996045" w:rsidRDefault="0054002F" w:rsidP="00996045">
      <w:pPr>
        <w:pStyle w:val="PKTpunkt"/>
      </w:pPr>
      <w:bookmarkStart w:id="100" w:name="mip48591854"/>
      <w:bookmarkEnd w:id="100"/>
      <w:r>
        <w:t>2</w:t>
      </w:r>
      <w:r w:rsidR="00214B18" w:rsidRPr="00214B18">
        <w:t xml:space="preserve">) zobowiązanie posiadacza </w:t>
      </w:r>
      <w:r w:rsidR="00F06A35" w:rsidRPr="00214B18">
        <w:t xml:space="preserve">paszportu dyplomatycznego lub paszportu służbowego </w:t>
      </w:r>
      <w:r w:rsidR="00214B18" w:rsidRPr="00214B18">
        <w:t xml:space="preserve">do zwrotu </w:t>
      </w:r>
      <w:r w:rsidR="001A6A30">
        <w:t xml:space="preserve">tego </w:t>
      </w:r>
      <w:r w:rsidR="00214B18" w:rsidRPr="00214B18">
        <w:t>dokumentu niezwłocznie po wykorzystaniu lub w przypadku utraty prawa do korzystania z tego dokumentu.</w:t>
      </w:r>
    </w:p>
    <w:p w14:paraId="3D541C45" w14:textId="6AB6C78A" w:rsidR="00440EDB" w:rsidRPr="00921C5F" w:rsidRDefault="001327C9" w:rsidP="00DB69B3">
      <w:pPr>
        <w:pStyle w:val="ARTartustawynprozporzdzenia"/>
        <w:rPr>
          <w:rStyle w:val="Ppogrubienie"/>
          <w:b w:val="0"/>
        </w:rPr>
      </w:pPr>
      <w:r>
        <w:rPr>
          <w:rStyle w:val="Ppogrubienie"/>
        </w:rPr>
        <w:t>Art. 34</w:t>
      </w:r>
      <w:r w:rsidR="00440EDB" w:rsidRPr="000460F9">
        <w:rPr>
          <w:rStyle w:val="Ppogrubienie"/>
        </w:rPr>
        <w:t>.</w:t>
      </w:r>
      <w:r w:rsidR="00440EDB">
        <w:t xml:space="preserve"> </w:t>
      </w:r>
      <w:r w:rsidR="00440EDB" w:rsidRPr="00871D46">
        <w:t>Oświadczenie, o którym mowa w art. </w:t>
      </w:r>
      <w:r w:rsidR="00440EDB">
        <w:t>33 ust. 1</w:t>
      </w:r>
      <w:r w:rsidR="00440EDB" w:rsidRPr="00871D46">
        <w:t xml:space="preserve"> pkt </w:t>
      </w:r>
      <w:r w:rsidR="00440EDB">
        <w:t>5</w:t>
      </w:r>
      <w:r w:rsidR="00440EDB" w:rsidRPr="00871D46">
        <w:t xml:space="preserve">, </w:t>
      </w:r>
      <w:r w:rsidR="00440EDB">
        <w:t xml:space="preserve">art. </w:t>
      </w:r>
      <w:r w:rsidR="003834A2">
        <w:t>43</w:t>
      </w:r>
      <w:r w:rsidR="00440EDB">
        <w:t xml:space="preserve"> ust. 6 i art</w:t>
      </w:r>
      <w:r w:rsidR="003834A2">
        <w:t>. 65</w:t>
      </w:r>
      <w:r w:rsidR="00440EDB">
        <w:t xml:space="preserve"> pkt 4</w:t>
      </w:r>
      <w:r w:rsidR="000472E0">
        <w:t>,</w:t>
      </w:r>
      <w:r w:rsidR="00440EDB">
        <w:t xml:space="preserve"> </w:t>
      </w:r>
      <w:r w:rsidR="00440EDB" w:rsidRPr="00871D46">
        <w:t>składa się pod rygorem odpowiedzialności karnej za z</w:t>
      </w:r>
      <w:r w:rsidR="006E4703">
        <w:t>łożenie fałszywego oświadczenia</w:t>
      </w:r>
      <w:r w:rsidR="00440EDB" w:rsidRPr="00871D46">
        <w:t xml:space="preserve">, </w:t>
      </w:r>
      <w:r w:rsidR="006E4703">
        <w:t xml:space="preserve">a zawarta w nim klauzula </w:t>
      </w:r>
      <w:r w:rsidR="00440EDB" w:rsidRPr="00871D46">
        <w:t>zastępuje pouczenie organu uprawnionego do odebrania oświadczenia o odpowiedzialności karnej za zło</w:t>
      </w:r>
      <w:r w:rsidR="006E4703">
        <w:t>żenie fałszywego oświadczenia.</w:t>
      </w:r>
    </w:p>
    <w:p w14:paraId="4ABAD36D" w14:textId="291BCE32" w:rsidR="008F545E" w:rsidRDefault="007E4782" w:rsidP="007A73C3">
      <w:pPr>
        <w:pStyle w:val="ARTartustawynprozporzdzenia"/>
      </w:pPr>
      <w:r>
        <w:rPr>
          <w:rStyle w:val="Ppogrubienie"/>
        </w:rPr>
        <w:lastRenderedPageBreak/>
        <w:t>Art. 3</w:t>
      </w:r>
      <w:r w:rsidR="001327C9">
        <w:rPr>
          <w:rStyle w:val="Ppogrubienie"/>
        </w:rPr>
        <w:t>5</w:t>
      </w:r>
      <w:r w:rsidR="00A030B5">
        <w:rPr>
          <w:rStyle w:val="Ppogrubienie"/>
        </w:rPr>
        <w:t xml:space="preserve">. </w:t>
      </w:r>
      <w:r w:rsidR="008F545E" w:rsidRPr="008F545E">
        <w:t>Wniosek o wydanie paszportu tymczasowego</w:t>
      </w:r>
      <w:r w:rsidR="00F123CF">
        <w:t xml:space="preserve"> osob</w:t>
      </w:r>
      <w:r w:rsidR="00A030B5">
        <w:t>ie</w:t>
      </w:r>
      <w:r w:rsidR="00F123CF">
        <w:t xml:space="preserve"> nieposiadającej numeru PESEL</w:t>
      </w:r>
      <w:r w:rsidR="008F545E" w:rsidRPr="008F545E">
        <w:t xml:space="preserve">, </w:t>
      </w:r>
      <w:r w:rsidR="000F0D36">
        <w:t xml:space="preserve">w przypadku </w:t>
      </w:r>
      <w:r w:rsidR="008F545E" w:rsidRPr="008F545E">
        <w:t>o k</w:t>
      </w:r>
      <w:r w:rsidR="008F545E">
        <w:t>t</w:t>
      </w:r>
      <w:r w:rsidR="008F545E" w:rsidRPr="008F545E">
        <w:t>ó</w:t>
      </w:r>
      <w:r w:rsidR="008F545E">
        <w:t>r</w:t>
      </w:r>
      <w:r w:rsidR="008F545E" w:rsidRPr="008F545E">
        <w:t xml:space="preserve">ym mowa w art. </w:t>
      </w:r>
      <w:r>
        <w:t>4</w:t>
      </w:r>
      <w:r w:rsidR="00EA6FB8">
        <w:t>8</w:t>
      </w:r>
      <w:r w:rsidR="008F545E" w:rsidRPr="008F545E">
        <w:t xml:space="preserve"> ust. </w:t>
      </w:r>
      <w:r w:rsidR="00EE6EEA">
        <w:t>1 pkt 4</w:t>
      </w:r>
      <w:r w:rsidR="00F8596E">
        <w:t>,</w:t>
      </w:r>
      <w:r w:rsidR="008F545E">
        <w:t xml:space="preserve"> zawiera</w:t>
      </w:r>
      <w:r w:rsidR="00A030B5">
        <w:t xml:space="preserve"> dane</w:t>
      </w:r>
      <w:r w:rsidR="000472E0">
        <w:t>,</w:t>
      </w:r>
      <w:r w:rsidR="00A030B5">
        <w:t xml:space="preserve"> o których mowa w </w:t>
      </w:r>
      <w:r>
        <w:t xml:space="preserve">art. 33 </w:t>
      </w:r>
      <w:r w:rsidR="00A030B5">
        <w:t>ust. 1 pkt 1 lit</w:t>
      </w:r>
      <w:r w:rsidR="000472E0">
        <w:t>.</w:t>
      </w:r>
      <w:r w:rsidR="00A030B5">
        <w:t xml:space="preserve"> </w:t>
      </w:r>
      <w:r w:rsidR="00C669B3">
        <w:t>a</w:t>
      </w:r>
      <w:r w:rsidR="003504F2">
        <w:t>–</w:t>
      </w:r>
      <w:r w:rsidR="00A030B5">
        <w:t>f</w:t>
      </w:r>
      <w:r w:rsidR="00C726F4">
        <w:t xml:space="preserve"> </w:t>
      </w:r>
      <w:r w:rsidR="00EE6EEA">
        <w:t xml:space="preserve"> i</w:t>
      </w:r>
      <w:r w:rsidR="00C726F4">
        <w:t xml:space="preserve"> </w:t>
      </w:r>
      <w:r w:rsidR="00A030B5">
        <w:t>pkt  2</w:t>
      </w:r>
      <w:r w:rsidR="003504F2">
        <w:t>–</w:t>
      </w:r>
      <w:r w:rsidR="00EE6EEA">
        <w:t>7</w:t>
      </w:r>
      <w:r w:rsidR="001B4723">
        <w:t xml:space="preserve"> oraz</w:t>
      </w:r>
      <w:r w:rsidR="008F545E">
        <w:t>:</w:t>
      </w:r>
    </w:p>
    <w:p w14:paraId="7C4DE93E" w14:textId="469C2CB5" w:rsidR="00FB020F" w:rsidRDefault="000472E0" w:rsidP="00DD4B69">
      <w:pPr>
        <w:pStyle w:val="LITlitera"/>
      </w:pPr>
      <w:r>
        <w:t>1</w:t>
      </w:r>
      <w:r w:rsidR="00FB020F" w:rsidRPr="00FB020F">
        <w:t>) nazwisko rodowe</w:t>
      </w:r>
      <w:r w:rsidR="001B4723">
        <w:t xml:space="preserve"> osoby</w:t>
      </w:r>
      <w:r w:rsidR="00C726F4">
        <w:t>, której ma być wydany paszport tymczasowy</w:t>
      </w:r>
      <w:r>
        <w:t>;</w:t>
      </w:r>
    </w:p>
    <w:p w14:paraId="53F9D7E6" w14:textId="706BFD75" w:rsidR="001B4723" w:rsidRDefault="000472E0" w:rsidP="00DD4B69">
      <w:pPr>
        <w:pStyle w:val="LITlitera"/>
      </w:pPr>
      <w:r>
        <w:t>2</w:t>
      </w:r>
      <w:r w:rsidR="001B4723">
        <w:t>) poprzednie nazwiska osob</w:t>
      </w:r>
      <w:r w:rsidR="00130E8B">
        <w:t>y</w:t>
      </w:r>
      <w:r w:rsidR="001B4723">
        <w:t>,</w:t>
      </w:r>
      <w:r w:rsidR="001B4723" w:rsidRPr="001B4723">
        <w:t xml:space="preserve"> </w:t>
      </w:r>
      <w:r w:rsidR="00C726F4">
        <w:t>której ma być wydany paszport tymczasowy</w:t>
      </w:r>
      <w:r>
        <w:t>;</w:t>
      </w:r>
    </w:p>
    <w:p w14:paraId="32DC6D72" w14:textId="231B0718" w:rsidR="008A796D" w:rsidRPr="008F545E" w:rsidRDefault="000472E0" w:rsidP="00DD4B69">
      <w:pPr>
        <w:pStyle w:val="LITlitera"/>
      </w:pPr>
      <w:r>
        <w:t>3</w:t>
      </w:r>
      <w:r w:rsidR="008A796D">
        <w:t>) i</w:t>
      </w:r>
      <w:r w:rsidR="008A796D" w:rsidRPr="008F545E">
        <w:t>miona i nazwiska</w:t>
      </w:r>
      <w:r w:rsidR="001B4723">
        <w:t xml:space="preserve"> </w:t>
      </w:r>
      <w:r w:rsidR="003E5D8A">
        <w:t>matki i ojca</w:t>
      </w:r>
      <w:r w:rsidR="00C726F4">
        <w:t xml:space="preserve"> osoby, której ma być wydany paszport tymczasowy</w:t>
      </w:r>
      <w:r>
        <w:t>;</w:t>
      </w:r>
    </w:p>
    <w:p w14:paraId="4D5F6E8D" w14:textId="5EEBEEB8" w:rsidR="00831396" w:rsidRDefault="000472E0" w:rsidP="00DD4B69">
      <w:pPr>
        <w:pStyle w:val="LITlitera"/>
      </w:pPr>
      <w:r>
        <w:t>4</w:t>
      </w:r>
      <w:r w:rsidR="00F123CF">
        <w:t>) n</w:t>
      </w:r>
      <w:r w:rsidR="008F545E" w:rsidRPr="008F545E">
        <w:t>azwisk</w:t>
      </w:r>
      <w:r w:rsidR="008A796D">
        <w:t>a</w:t>
      </w:r>
      <w:r w:rsidR="008F545E" w:rsidRPr="008F545E">
        <w:t xml:space="preserve"> rodowe</w:t>
      </w:r>
      <w:r w:rsidR="001B4723">
        <w:t xml:space="preserve"> </w:t>
      </w:r>
      <w:r w:rsidR="003E5D8A">
        <w:t>matki i ojca</w:t>
      </w:r>
      <w:r w:rsidR="00C726F4">
        <w:t xml:space="preserve"> osoby, której ma być wydany paszport tymczasowy</w:t>
      </w:r>
      <w:r>
        <w:t>;</w:t>
      </w:r>
    </w:p>
    <w:p w14:paraId="612103A4" w14:textId="1C32023B" w:rsidR="008F545E" w:rsidRDefault="000472E0" w:rsidP="00DD4B69">
      <w:pPr>
        <w:pStyle w:val="LITlitera"/>
      </w:pPr>
      <w:r>
        <w:t>5</w:t>
      </w:r>
      <w:r w:rsidR="00831396">
        <w:t>) numery PESEL</w:t>
      </w:r>
      <w:r w:rsidR="001B4723">
        <w:t xml:space="preserve"> </w:t>
      </w:r>
      <w:r w:rsidR="003E5D8A">
        <w:t>matki i ojca</w:t>
      </w:r>
      <w:r w:rsidR="00C726F4">
        <w:t xml:space="preserve"> osoby, której ma być wydany paszport tymczasowy</w:t>
      </w:r>
      <w:r w:rsidR="00376205">
        <w:t xml:space="preserve"> </w:t>
      </w:r>
      <w:r w:rsidR="003504F2">
        <w:t>–</w:t>
      </w:r>
      <w:r w:rsidR="00376205">
        <w:t xml:space="preserve"> jeżeli został</w:t>
      </w:r>
      <w:r w:rsidR="001B4723">
        <w:t>y</w:t>
      </w:r>
      <w:r w:rsidR="00376205">
        <w:t xml:space="preserve"> nadan</w:t>
      </w:r>
      <w:r w:rsidR="001B4723">
        <w:t>e</w:t>
      </w:r>
      <w:r w:rsidR="008F545E" w:rsidRPr="008F545E">
        <w:t>.</w:t>
      </w:r>
    </w:p>
    <w:p w14:paraId="4A95A469" w14:textId="73193F67" w:rsidR="000B2AB5" w:rsidRPr="000B2AB5" w:rsidRDefault="000B2AB5" w:rsidP="000B2AB5">
      <w:pPr>
        <w:pStyle w:val="ARTartustawynprozporzdzenia"/>
      </w:pPr>
      <w:r w:rsidRPr="000B2AB5">
        <w:rPr>
          <w:rStyle w:val="Ppogrubienie"/>
        </w:rPr>
        <w:t>Art. 3</w:t>
      </w:r>
      <w:r w:rsidR="001327C9">
        <w:rPr>
          <w:rStyle w:val="Ppogrubienie"/>
        </w:rPr>
        <w:t>6</w:t>
      </w:r>
      <w:r w:rsidRPr="000B2AB5">
        <w:rPr>
          <w:rStyle w:val="Ppogrubienie"/>
        </w:rPr>
        <w:t xml:space="preserve">. </w:t>
      </w:r>
      <w:r w:rsidR="004822E4" w:rsidRPr="004822E4">
        <w:t>Składając wniosek</w:t>
      </w:r>
      <w:r w:rsidRPr="000B2AB5">
        <w:t xml:space="preserve"> o </w:t>
      </w:r>
      <w:r w:rsidR="001E0275">
        <w:t xml:space="preserve">wydanie </w:t>
      </w:r>
      <w:r w:rsidRPr="000B2AB5">
        <w:t>dokument</w:t>
      </w:r>
      <w:r w:rsidR="001E0275">
        <w:t>u</w:t>
      </w:r>
      <w:r w:rsidRPr="000B2AB5">
        <w:t xml:space="preserve"> paszportow</w:t>
      </w:r>
      <w:r w:rsidR="001E0275">
        <w:t>ego</w:t>
      </w:r>
      <w:r w:rsidRPr="000B2AB5">
        <w:t xml:space="preserve"> wnioskodawca przedkłada:</w:t>
      </w:r>
    </w:p>
    <w:p w14:paraId="69D13752" w14:textId="1FB0AECA" w:rsidR="00727D57" w:rsidRDefault="000B2AB5" w:rsidP="000B2AB5">
      <w:pPr>
        <w:pStyle w:val="PKTpunkt"/>
      </w:pPr>
      <w:r w:rsidRPr="000B2AB5">
        <w:t>1) ważny dokument paszportowy lub ważny dowód osobisty, o ile został wydany</w:t>
      </w:r>
      <w:r w:rsidR="00727D57">
        <w:t>;</w:t>
      </w:r>
    </w:p>
    <w:p w14:paraId="1A442334" w14:textId="53C1041A" w:rsidR="00727D57" w:rsidRPr="00727D57" w:rsidRDefault="00727D57" w:rsidP="00727D57">
      <w:pPr>
        <w:pStyle w:val="PKTpunkt"/>
      </w:pPr>
      <w:r>
        <w:t xml:space="preserve">2) </w:t>
      </w:r>
      <w:r w:rsidRPr="00727D57">
        <w:t>w przypadku</w:t>
      </w:r>
      <w:r w:rsidR="002C493D">
        <w:t>,</w:t>
      </w:r>
      <w:r w:rsidRPr="00727D57">
        <w:t xml:space="preserve"> o którym mowa w art. 28 ust 2</w:t>
      </w:r>
      <w:r>
        <w:t>,</w:t>
      </w:r>
      <w:r w:rsidRPr="00727D57">
        <w:t xml:space="preserve"> o ile został wydany</w:t>
      </w:r>
      <w:r>
        <w:t>,</w:t>
      </w:r>
      <w:r w:rsidRPr="00727D57">
        <w:t xml:space="preserve"> ważny dokument paszportowy lub ważny dowód osobisty</w:t>
      </w:r>
      <w:r w:rsidR="00E20590">
        <w:t xml:space="preserve"> </w:t>
      </w:r>
      <w:r w:rsidRPr="00727D57">
        <w:t>osoby</w:t>
      </w:r>
      <w:r w:rsidR="00A97E7B">
        <w:t>,</w:t>
      </w:r>
      <w:r w:rsidRPr="00727D57">
        <w:t xml:space="preserve"> dla której ma być </w:t>
      </w:r>
      <w:r>
        <w:t>wydany dokument paszportowy;</w:t>
      </w:r>
      <w:r w:rsidRPr="000B2AB5" w:rsidDel="00727D57">
        <w:t xml:space="preserve"> </w:t>
      </w:r>
    </w:p>
    <w:p w14:paraId="43073045" w14:textId="582E391F" w:rsidR="000B2AB5" w:rsidRPr="000B2AB5" w:rsidRDefault="00727D57" w:rsidP="000B2AB5">
      <w:pPr>
        <w:pStyle w:val="PKTpunkt"/>
      </w:pPr>
      <w:r>
        <w:t>3</w:t>
      </w:r>
      <w:r w:rsidR="000B2AB5" w:rsidRPr="000B2AB5">
        <w:t xml:space="preserve">) dowód uiszczenia opłaty </w:t>
      </w:r>
      <w:r w:rsidR="003504F2">
        <w:t>–</w:t>
      </w:r>
      <w:r w:rsidR="000B2AB5" w:rsidRPr="000B2AB5">
        <w:t xml:space="preserve"> w przypadku wnioskowania o paszport lub paszport tymczasowy;</w:t>
      </w:r>
    </w:p>
    <w:p w14:paraId="05D3B19E" w14:textId="1E912856" w:rsidR="000B2AB5" w:rsidRPr="000B2AB5" w:rsidRDefault="00727D57" w:rsidP="000B2AB5">
      <w:pPr>
        <w:pStyle w:val="PKTpunkt"/>
      </w:pPr>
      <w:r>
        <w:t>4</w:t>
      </w:r>
      <w:r w:rsidR="000B2AB5" w:rsidRPr="000B2AB5">
        <w:t xml:space="preserve">) dokument potwierdzający prawo do </w:t>
      </w:r>
      <w:r w:rsidR="009B2708">
        <w:t xml:space="preserve">obniżonej </w:t>
      </w:r>
      <w:r w:rsidR="000B2AB5" w:rsidRPr="000B2AB5">
        <w:t>opła</w:t>
      </w:r>
      <w:r w:rsidR="009B2708">
        <w:t>ty</w:t>
      </w:r>
      <w:r w:rsidR="000B2AB5" w:rsidRPr="000B2AB5">
        <w:t xml:space="preserve"> </w:t>
      </w:r>
      <w:r w:rsidR="0066613F">
        <w:t xml:space="preserve">albo </w:t>
      </w:r>
      <w:r w:rsidR="000B2AB5" w:rsidRPr="000B2AB5">
        <w:t xml:space="preserve">zwolnienia z opłaty </w:t>
      </w:r>
      <w:r w:rsidR="003504F2">
        <w:t>–</w:t>
      </w:r>
      <w:r w:rsidR="000B2AB5" w:rsidRPr="000B2AB5">
        <w:t xml:space="preserve"> w przypadku prawa do skorzystania z </w:t>
      </w:r>
      <w:r w:rsidR="009B2708">
        <w:t>obniżonej opłaty</w:t>
      </w:r>
      <w:r w:rsidR="000B2AB5" w:rsidRPr="000B2AB5">
        <w:t xml:space="preserve"> za paszport albo zwolnienia z opłaty za paszport, z wyjątkiem</w:t>
      </w:r>
      <w:r w:rsidR="007808D5">
        <w:t xml:space="preserve"> </w:t>
      </w:r>
      <w:r w:rsidR="0013242F">
        <w:t>osób korzystających z obniżonej opłaty, o której mowa w art. 21 ust. 1 pkt 1</w:t>
      </w:r>
      <w:r w:rsidR="001E1EF7">
        <w:t xml:space="preserve"> i 2</w:t>
      </w:r>
      <w:r w:rsidR="0013242F">
        <w:t xml:space="preserve">; </w:t>
      </w:r>
    </w:p>
    <w:p w14:paraId="2551B91E" w14:textId="7F6C8F6B" w:rsidR="000B2AB5" w:rsidRPr="000B2AB5" w:rsidRDefault="00727D57" w:rsidP="000B2AB5">
      <w:pPr>
        <w:pStyle w:val="PKTpunkt"/>
      </w:pPr>
      <w:r>
        <w:t>5</w:t>
      </w:r>
      <w:r w:rsidR="000B2AB5" w:rsidRPr="000B2AB5">
        <w:t xml:space="preserve">) wydane przez sąd </w:t>
      </w:r>
      <w:r w:rsidR="00C90214">
        <w:t>dokumenty</w:t>
      </w:r>
      <w:r w:rsidR="007808D5">
        <w:t xml:space="preserve"> </w:t>
      </w:r>
      <w:r w:rsidR="000B2AB5" w:rsidRPr="000B2AB5">
        <w:t xml:space="preserve">potwierdzające uprawnienie do złożenia wniosku w imieniu osoby nieposiadającej zdolności do czynności prawnych lub posiadającej ograniczoną zdolność do czynności prawnych </w:t>
      </w:r>
      <w:r w:rsidR="003504F2">
        <w:t>–</w:t>
      </w:r>
      <w:r w:rsidR="000B2AB5" w:rsidRPr="000B2AB5">
        <w:t xml:space="preserve"> w przypadku wniosku składanego przez opiekuna prawnego lub kuratora;</w:t>
      </w:r>
    </w:p>
    <w:p w14:paraId="4B3768A6" w14:textId="7380CE79" w:rsidR="000B2AB5" w:rsidRPr="000B2AB5" w:rsidRDefault="00237D96" w:rsidP="000B2AB5">
      <w:pPr>
        <w:pStyle w:val="PKTpunkt"/>
      </w:pPr>
      <w:r>
        <w:t>6</w:t>
      </w:r>
      <w:r w:rsidR="000B2AB5" w:rsidRPr="000B2AB5">
        <w:t xml:space="preserve">) odpisy zagranicznych aktów stanu cywilnego </w:t>
      </w:r>
      <w:r w:rsidR="009E444F">
        <w:t xml:space="preserve">lub inne dokumenty potwierdzające stan cywilny </w:t>
      </w:r>
      <w:r w:rsidR="003504F2">
        <w:t>–</w:t>
      </w:r>
      <w:r w:rsidR="000B2AB5" w:rsidRPr="000B2AB5">
        <w:t xml:space="preserve"> w przypadku, o  którym mowa w art. 4</w:t>
      </w:r>
      <w:r w:rsidR="00EA6FB8">
        <w:t>8</w:t>
      </w:r>
      <w:r w:rsidR="000B2AB5" w:rsidRPr="000B2AB5">
        <w:t xml:space="preserve"> ust. 1 pkt 4;</w:t>
      </w:r>
    </w:p>
    <w:p w14:paraId="27B67D5A" w14:textId="5EFAB196" w:rsidR="000B2AB5" w:rsidRDefault="00237D96" w:rsidP="000460F9">
      <w:pPr>
        <w:pStyle w:val="PKTpunkt"/>
      </w:pPr>
      <w:r>
        <w:t>7</w:t>
      </w:r>
      <w:r w:rsidR="000B2AB5" w:rsidRPr="000B2AB5">
        <w:t>) fotografię osoby, której ma być wydany dokument paszportowy</w:t>
      </w:r>
      <w:r w:rsidR="006E4703">
        <w:t>.</w:t>
      </w:r>
    </w:p>
    <w:p w14:paraId="4D40F635" w14:textId="7E64B06C" w:rsidR="009F68C0" w:rsidRPr="00DA0B2D" w:rsidRDefault="001327C9" w:rsidP="0027298A">
      <w:pPr>
        <w:pStyle w:val="ARTartustawynprozporzdzenia"/>
      </w:pPr>
      <w:r>
        <w:rPr>
          <w:rStyle w:val="Ppogrubienie"/>
        </w:rPr>
        <w:t>Art. 37</w:t>
      </w:r>
      <w:r w:rsidR="00B50A52" w:rsidRPr="0027298A">
        <w:rPr>
          <w:rStyle w:val="Ppogrubienie"/>
        </w:rPr>
        <w:t>.</w:t>
      </w:r>
      <w:r w:rsidR="00B50A52">
        <w:t xml:space="preserve"> </w:t>
      </w:r>
      <w:r w:rsidR="009F68C0">
        <w:t xml:space="preserve">1. </w:t>
      </w:r>
      <w:r w:rsidR="009F68C0" w:rsidRPr="00DA0B2D">
        <w:t>Organ paszportowy dokonuje odwzorowania cyfrowego dokumentu sporządzonego w postaci papierowej, związanego z wnioskiem o wyd</w:t>
      </w:r>
      <w:r w:rsidR="009F68C0">
        <w:t xml:space="preserve">anie dokumentu paszportowego, </w:t>
      </w:r>
      <w:r w:rsidR="009F68C0" w:rsidRPr="00DA0B2D">
        <w:t>z dokumentem paszportowym</w:t>
      </w:r>
      <w:r w:rsidR="009F68C0">
        <w:t xml:space="preserve"> lub </w:t>
      </w:r>
      <w:r w:rsidR="009F68C0">
        <w:rPr>
          <w:rFonts w:eastAsia="Calibri"/>
        </w:rPr>
        <w:t>ograniczeniem</w:t>
      </w:r>
      <w:r w:rsidR="009F68C0" w:rsidRPr="009F68C0">
        <w:rPr>
          <w:rFonts w:eastAsia="Calibri"/>
        </w:rPr>
        <w:t xml:space="preserve"> prawa do posiadania dokumentu paszportowego</w:t>
      </w:r>
      <w:r w:rsidR="009F68C0" w:rsidRPr="00DA0B2D">
        <w:t xml:space="preserve"> i wprowadza go w formie </w:t>
      </w:r>
      <w:r w:rsidR="00412446">
        <w:t xml:space="preserve">dokumentu utrwalonego w postaci </w:t>
      </w:r>
      <w:r w:rsidR="009F68C0" w:rsidRPr="00DA0B2D">
        <w:t>elektronicznej do Rejestru Dokumentów Paszportowych.</w:t>
      </w:r>
    </w:p>
    <w:p w14:paraId="16856857" w14:textId="3301CB85" w:rsidR="00CE732A" w:rsidRDefault="00CE732A" w:rsidP="0027298A">
      <w:pPr>
        <w:pStyle w:val="USTustnpkodeksu"/>
      </w:pPr>
      <w:r w:rsidRPr="00DA0B2D">
        <w:lastRenderedPageBreak/>
        <w:t>2. Organ paszportowy zwraca wnioskodawcy przedłożony przez niego dokument, o którym mowa w ust. 1, po sporządzeniu jego odwzorowania cyfrowego</w:t>
      </w:r>
      <w:r w:rsidR="009F68C0">
        <w:t>.</w:t>
      </w:r>
    </w:p>
    <w:p w14:paraId="4D13A9E0" w14:textId="3D5C45A3" w:rsidR="00A067FD" w:rsidRDefault="009F68C0" w:rsidP="00DB69B3">
      <w:pPr>
        <w:pStyle w:val="ARTartustawynprozporzdzenia"/>
      </w:pPr>
      <w:r>
        <w:t xml:space="preserve">3. </w:t>
      </w:r>
      <w:r w:rsidR="00A067FD">
        <w:t>Organ paszportowy wprowadza</w:t>
      </w:r>
      <w:r w:rsidR="00A067FD" w:rsidRPr="00A067FD">
        <w:t xml:space="preserve"> do Rejestru Dokumentów Paszportowych </w:t>
      </w:r>
      <w:r w:rsidR="00A067FD">
        <w:t xml:space="preserve">sporządzone </w:t>
      </w:r>
      <w:r w:rsidR="00412446">
        <w:t xml:space="preserve">dokumenty utrwalone </w:t>
      </w:r>
      <w:r w:rsidR="00A067FD">
        <w:t>w postaci elektronicznej związane</w:t>
      </w:r>
      <w:r w:rsidR="00A067FD" w:rsidRPr="00A067FD">
        <w:t xml:space="preserve"> z wnioskiem o wydanie dokumentu paszportowego, z dokumentem paszportowym lub </w:t>
      </w:r>
      <w:r w:rsidR="00A067FD" w:rsidRPr="00A067FD">
        <w:rPr>
          <w:rFonts w:eastAsia="Calibri"/>
        </w:rPr>
        <w:t>ograniczeniem prawa do posiadania dokumentu paszportowego</w:t>
      </w:r>
      <w:r w:rsidR="00A067FD" w:rsidRPr="00A067FD">
        <w:t>.</w:t>
      </w:r>
    </w:p>
    <w:p w14:paraId="66E9740C" w14:textId="3324F6EB" w:rsidR="009F68C0" w:rsidRDefault="00A067FD" w:rsidP="001327C9">
      <w:pPr>
        <w:pStyle w:val="USTustnpkodeksu"/>
      </w:pPr>
      <w:r>
        <w:t xml:space="preserve">4. </w:t>
      </w:r>
      <w:r w:rsidR="009F68C0">
        <w:t>Dokumentację</w:t>
      </w:r>
      <w:r w:rsidR="008F4A14" w:rsidRPr="008F4A14">
        <w:t xml:space="preserve"> </w:t>
      </w:r>
      <w:r w:rsidR="008F4A14">
        <w:t>związaną</w:t>
      </w:r>
      <w:r w:rsidR="008F4A14" w:rsidRPr="00DA0B2D">
        <w:t xml:space="preserve"> z wnioskiem o wyd</w:t>
      </w:r>
      <w:r w:rsidR="008F4A14">
        <w:t xml:space="preserve">anie dokumentu paszportowego, </w:t>
      </w:r>
      <w:r w:rsidR="008F4A14" w:rsidRPr="00DA0B2D">
        <w:t>z dokumentem paszportowym</w:t>
      </w:r>
      <w:r w:rsidR="008F4A14">
        <w:t xml:space="preserve"> lub </w:t>
      </w:r>
      <w:r w:rsidR="008F4A14" w:rsidRPr="008F4A14">
        <w:rPr>
          <w:rFonts w:eastAsia="Calibri"/>
        </w:rPr>
        <w:t>ograniczeniem prawa do posiadania dokumentu paszportowego</w:t>
      </w:r>
      <w:r w:rsidR="009F68C0">
        <w:t xml:space="preserve">, </w:t>
      </w:r>
      <w:r w:rsidR="00812F2E">
        <w:t xml:space="preserve">sporządzone </w:t>
      </w:r>
      <w:r w:rsidR="009F68C0">
        <w:t xml:space="preserve">w postaci papierowej, </w:t>
      </w:r>
      <w:r w:rsidR="007C0C9A">
        <w:t>która nie została zwrócona</w:t>
      </w:r>
      <w:r w:rsidR="002314A4">
        <w:t xml:space="preserve"> </w:t>
      </w:r>
      <w:r w:rsidR="009F68C0">
        <w:t>wnioskodawcy</w:t>
      </w:r>
      <w:r w:rsidR="002314A4">
        <w:t>,</w:t>
      </w:r>
      <w:r w:rsidR="009F68C0" w:rsidRPr="009F68C0">
        <w:t xml:space="preserve"> </w:t>
      </w:r>
      <w:r w:rsidR="009F68C0" w:rsidRPr="00966B5D">
        <w:t>przechowuje się na zasadach i w trybie</w:t>
      </w:r>
      <w:r w:rsidR="009F68C0">
        <w:t>,</w:t>
      </w:r>
      <w:r w:rsidR="009F68C0" w:rsidRPr="00966B5D">
        <w:t xml:space="preserve"> określonych w ustaw</w:t>
      </w:r>
      <w:r w:rsidR="00F754BB">
        <w:t>ie</w:t>
      </w:r>
      <w:r w:rsidR="009F68C0" w:rsidRPr="00966B5D">
        <w:t xml:space="preserve"> z dnia 14 lipca 1983 r. o </w:t>
      </w:r>
      <w:r w:rsidR="009F68C0">
        <w:t xml:space="preserve">narodowym zasobie archiwalnym i </w:t>
      </w:r>
      <w:r w:rsidR="009F68C0" w:rsidRPr="00966B5D">
        <w:t>archiwach</w:t>
      </w:r>
      <w:r w:rsidR="001327C9">
        <w:t xml:space="preserve"> </w:t>
      </w:r>
      <w:r w:rsidR="001327C9" w:rsidRPr="001327C9">
        <w:t>(Dz. U. z 2020 r. poz. 164)</w:t>
      </w:r>
      <w:r w:rsidR="001327C9">
        <w:t>.</w:t>
      </w:r>
    </w:p>
    <w:p w14:paraId="19824E6D" w14:textId="16EB5C5D" w:rsidR="00B50A52" w:rsidRPr="00DB69B3" w:rsidRDefault="00D053E6" w:rsidP="009948E7">
      <w:pPr>
        <w:pStyle w:val="USTustnpkodeksu"/>
        <w:rPr>
          <w:rStyle w:val="Ppogrubienie"/>
          <w:b w:val="0"/>
        </w:rPr>
      </w:pPr>
      <w:r>
        <w:t xml:space="preserve">5. </w:t>
      </w:r>
      <w:r w:rsidRPr="00D053E6">
        <w:t xml:space="preserve">Dokumentację związaną z wnioskiem o wydanie dokumentu paszportowego, z dokumentem paszportowym lub </w:t>
      </w:r>
      <w:r w:rsidRPr="00D053E6">
        <w:rPr>
          <w:rFonts w:eastAsia="Calibri"/>
        </w:rPr>
        <w:t>ograniczeniem prawa do posiadania dokumentu paszportowego</w:t>
      </w:r>
      <w:r w:rsidRPr="00D053E6">
        <w:t xml:space="preserve">, </w:t>
      </w:r>
      <w:r>
        <w:t xml:space="preserve">przechowywaną w Rejestrze Dokumentów Paszportowych w </w:t>
      </w:r>
      <w:r w:rsidR="00412446">
        <w:t xml:space="preserve">formie dokumentów utrwalonych w postaci </w:t>
      </w:r>
      <w:r>
        <w:t>elektronicznej</w:t>
      </w:r>
      <w:r w:rsidRPr="00D053E6">
        <w:t>, przechowuje się na zasadach i w trybie, określonych w ustaw</w:t>
      </w:r>
      <w:r w:rsidR="00F754BB">
        <w:t>ie</w:t>
      </w:r>
      <w:r w:rsidRPr="00D053E6">
        <w:t xml:space="preserve"> z dnia 14 lipca 1983 r. o narodowym zasobie archiwalnym i archiwach.  </w:t>
      </w:r>
    </w:p>
    <w:p w14:paraId="58B4A679" w14:textId="4EA9E841" w:rsidR="009C464F" w:rsidRDefault="00824D17" w:rsidP="00824D17">
      <w:pPr>
        <w:pStyle w:val="USTustnpkodeksu"/>
        <w:rPr>
          <w:rFonts w:eastAsia="Calibri"/>
        </w:rPr>
      </w:pPr>
      <w:r w:rsidRPr="00824D17">
        <w:rPr>
          <w:rStyle w:val="Ppogrubienie"/>
        </w:rPr>
        <w:t>Art. 3</w:t>
      </w:r>
      <w:r w:rsidR="001327C9">
        <w:rPr>
          <w:rStyle w:val="Ppogrubienie"/>
        </w:rPr>
        <w:t>8</w:t>
      </w:r>
      <w:r w:rsidRPr="00824D17">
        <w:rPr>
          <w:rStyle w:val="Ppogrubienie"/>
        </w:rPr>
        <w:t xml:space="preserve">. </w:t>
      </w:r>
      <w:r w:rsidRPr="00CD7CDE">
        <w:t xml:space="preserve">1. Organ paszportowy </w:t>
      </w:r>
      <w:r w:rsidR="0056638E" w:rsidRPr="00CD7CDE">
        <w:t>potwierdza</w:t>
      </w:r>
      <w:r w:rsidRPr="00CD7CDE">
        <w:t xml:space="preserve"> tożsamość i obywatelstwo wnioskodawcy lub osoby, której ma być wydany dokument paszportowy na podstawie ważnego dokumentu paszportowego lub ważnego dowodu osobistego, jeżeli został wydany.</w:t>
      </w:r>
      <w:r w:rsidR="009C464F" w:rsidRPr="009C464F">
        <w:rPr>
          <w:rFonts w:eastAsia="Calibri"/>
        </w:rPr>
        <w:t xml:space="preserve"> </w:t>
      </w:r>
    </w:p>
    <w:p w14:paraId="1EF39F64" w14:textId="413EAA4F" w:rsidR="00824D17" w:rsidRPr="00CD7CDE" w:rsidRDefault="001327C9" w:rsidP="004F7EDF">
      <w:pPr>
        <w:pStyle w:val="ARTartustawynprozporzdzenia"/>
      </w:pPr>
      <w:r>
        <w:rPr>
          <w:rFonts w:eastAsia="Calibri"/>
        </w:rPr>
        <w:t>2. W</w:t>
      </w:r>
      <w:r w:rsidR="009C464F">
        <w:rPr>
          <w:rFonts w:eastAsia="Calibri"/>
        </w:rPr>
        <w:t xml:space="preserve"> przypadku składania wniosku, w sposób, o którym mowa </w:t>
      </w:r>
      <w:r w:rsidR="003974C4">
        <w:rPr>
          <w:rFonts w:eastAsia="Calibri"/>
        </w:rPr>
        <w:t>art. 31 ust. 2</w:t>
      </w:r>
      <w:r w:rsidR="001F6A0B">
        <w:rPr>
          <w:rFonts w:eastAsia="Calibri"/>
        </w:rPr>
        <w:t>,</w:t>
      </w:r>
      <w:r w:rsidR="003974C4">
        <w:rPr>
          <w:rFonts w:eastAsia="Calibri"/>
        </w:rPr>
        <w:t xml:space="preserve"> </w:t>
      </w:r>
      <w:r w:rsidR="009C464F" w:rsidRPr="009C464F">
        <w:rPr>
          <w:rFonts w:eastAsia="Calibri"/>
        </w:rPr>
        <w:t xml:space="preserve">tożsamość wnioskodawcy </w:t>
      </w:r>
      <w:r w:rsidR="003974C4">
        <w:rPr>
          <w:rFonts w:eastAsia="Calibri"/>
        </w:rPr>
        <w:t xml:space="preserve">potwierdza się </w:t>
      </w:r>
      <w:r w:rsidR="0005305B" w:rsidRPr="00CB7AE4">
        <w:t>na zasadach określonych w ustawie  z dnia 17 lutego 2005 r. o informatyzacji działalności podmiotów realizujących zadania publiczne.</w:t>
      </w:r>
    </w:p>
    <w:p w14:paraId="033693ED" w14:textId="12FBAA42" w:rsidR="00824D17" w:rsidRPr="00010455" w:rsidRDefault="001327C9" w:rsidP="00824D17">
      <w:pPr>
        <w:pStyle w:val="USTustnpkodeksu"/>
      </w:pPr>
      <w:r>
        <w:t>3</w:t>
      </w:r>
      <w:r w:rsidR="00824D17" w:rsidRPr="00CD7CDE">
        <w:t xml:space="preserve">. Organ paszportowy może </w:t>
      </w:r>
      <w:r w:rsidR="0056638E" w:rsidRPr="00CD7CDE">
        <w:t>potwierdzić</w:t>
      </w:r>
      <w:r w:rsidR="00824D17" w:rsidRPr="00CD7CDE">
        <w:t xml:space="preserve"> tożsamość i obywatelstwo wnioskodawcy lub osoby, której ma być wydany dokument paszportowy</w:t>
      </w:r>
      <w:r w:rsidR="006E6920">
        <w:t>,</w:t>
      </w:r>
      <w:r w:rsidR="00824D17" w:rsidRPr="00CD7CDE">
        <w:t xml:space="preserve"> na podstawie </w:t>
      </w:r>
      <w:r w:rsidR="002169B0" w:rsidRPr="0056638E">
        <w:t>danych zawartych</w:t>
      </w:r>
      <w:r w:rsidR="002169B0" w:rsidRPr="00010455">
        <w:t xml:space="preserve"> w Rejestrze Dokumentów Paszportowych, w rejestrze PESEL, o którym mowa w ustawie z dnia 24 wr</w:t>
      </w:r>
      <w:r w:rsidR="002169B0" w:rsidRPr="0056638E">
        <w:t>ześnia 2010 r. o ewidencji ludności oraz w Rejestrze Dowodów Osobistych, o którym mowa w ustawie z dnia 6 sierpnia 2010 r. o dowodach osobistych (Dz. U. z 20</w:t>
      </w:r>
      <w:r w:rsidR="00A97E7B">
        <w:t>20</w:t>
      </w:r>
      <w:r w:rsidR="002169B0" w:rsidRPr="0056638E">
        <w:t xml:space="preserve"> r. poz. </w:t>
      </w:r>
      <w:r w:rsidR="00A97E7B">
        <w:t>332, 695</w:t>
      </w:r>
      <w:r w:rsidR="00E5006A">
        <w:t>,</w:t>
      </w:r>
      <w:r w:rsidR="00A97E7B">
        <w:t xml:space="preserve"> 875</w:t>
      </w:r>
      <w:r w:rsidR="00E5006A">
        <w:t>, 1517 i 2320</w:t>
      </w:r>
      <w:r w:rsidR="002169B0" w:rsidRPr="0056638E">
        <w:t>)</w:t>
      </w:r>
      <w:r w:rsidR="003974C4">
        <w:t>.</w:t>
      </w:r>
    </w:p>
    <w:p w14:paraId="5FD5A158" w14:textId="0E2DCDEA" w:rsidR="00824D17" w:rsidRDefault="004F7EDF" w:rsidP="00824D17">
      <w:pPr>
        <w:pStyle w:val="USTustnpkodeksu"/>
      </w:pPr>
      <w:r>
        <w:t>4</w:t>
      </w:r>
      <w:r w:rsidR="00824D17" w:rsidRPr="00010455">
        <w:t xml:space="preserve">. Organ paszportowy może </w:t>
      </w:r>
      <w:r w:rsidR="0056638E" w:rsidRPr="00010455">
        <w:t>potwierdzić</w:t>
      </w:r>
      <w:r w:rsidR="00824D17" w:rsidRPr="00010455">
        <w:t xml:space="preserve"> tożsamość wnioskodawcy lub osoby, której ma być wydany dokument paszportowy</w:t>
      </w:r>
      <w:r w:rsidR="006E6920">
        <w:t>,</w:t>
      </w:r>
      <w:r w:rsidR="00824D17" w:rsidRPr="00010455">
        <w:t xml:space="preserve"> na podstawie innego ważnego dokumentu zawierającego fotografię</w:t>
      </w:r>
      <w:r w:rsidR="003974C4">
        <w:t>.</w:t>
      </w:r>
    </w:p>
    <w:p w14:paraId="219B9A4B" w14:textId="2ADBB798" w:rsidR="00CD7CDE" w:rsidRPr="00824D17" w:rsidRDefault="004F7EDF" w:rsidP="00593973">
      <w:pPr>
        <w:pStyle w:val="USTustnpkodeksu"/>
      </w:pPr>
      <w:r>
        <w:lastRenderedPageBreak/>
        <w:t>5</w:t>
      </w:r>
      <w:r w:rsidR="00CD7CDE" w:rsidRPr="00637881">
        <w:t>.</w:t>
      </w:r>
      <w:r w:rsidR="00A902DB">
        <w:rPr>
          <w:rStyle w:val="Ppogrubienie"/>
        </w:rPr>
        <w:t xml:space="preserve"> </w:t>
      </w:r>
      <w:r w:rsidR="00CD7CDE" w:rsidRPr="00824D17">
        <w:t>Organ paszportowy, w celu ustalenia tożsamości osoby, której ma być wydany dokument paszportowy, jej obywatelstwa lub innych danych niezbędnych do złożenia wniosku o wydanie dokumentu paszportowego, może żądać:</w:t>
      </w:r>
    </w:p>
    <w:p w14:paraId="697AFA3F" w14:textId="1895EA6E" w:rsidR="00CD7CDE" w:rsidRPr="00824D17" w:rsidRDefault="00CD7CDE" w:rsidP="000C1F84">
      <w:pPr>
        <w:pStyle w:val="PKTpunkt"/>
      </w:pPr>
      <w:r w:rsidRPr="00824D17">
        <w:t>1)  podania nazwiska rodowego oraz poprzedni</w:t>
      </w:r>
      <w:r w:rsidR="00130E8B">
        <w:t xml:space="preserve">ch </w:t>
      </w:r>
      <w:r w:rsidRPr="00824D17">
        <w:t>nazwisk, jeżeli były zmieniane;</w:t>
      </w:r>
    </w:p>
    <w:p w14:paraId="2DDF3C46" w14:textId="5E432763" w:rsidR="00CD7CDE" w:rsidRPr="00010455" w:rsidRDefault="00CD7CDE" w:rsidP="00926FF3">
      <w:pPr>
        <w:pStyle w:val="PKTpunkt"/>
      </w:pPr>
      <w:r w:rsidRPr="00824D17">
        <w:t xml:space="preserve">2) podania imion, nazwisk i nazwisk rodowych </w:t>
      </w:r>
      <w:r w:rsidR="004C0EB0">
        <w:t>matki i ojca</w:t>
      </w:r>
      <w:r w:rsidRPr="00824D17">
        <w:t>.</w:t>
      </w:r>
    </w:p>
    <w:p w14:paraId="681806CB" w14:textId="4A1F1CE2" w:rsidR="00824D17" w:rsidRPr="00824D17" w:rsidRDefault="004F7EDF" w:rsidP="00824D17">
      <w:pPr>
        <w:pStyle w:val="USTustnpkodeksu"/>
      </w:pPr>
      <w:r>
        <w:t>6</w:t>
      </w:r>
      <w:r w:rsidR="00824D17" w:rsidRPr="00824D17">
        <w:t xml:space="preserve">. Organ paszportowy we wniosku o wydanie dokumentu paszportowego odnotowuje sposób </w:t>
      </w:r>
      <w:r w:rsidR="0056638E">
        <w:t>potwierdzenia</w:t>
      </w:r>
      <w:r w:rsidR="00824D17" w:rsidRPr="00824D17">
        <w:t xml:space="preserve"> tożsamości i obywatelstwa.</w:t>
      </w:r>
    </w:p>
    <w:p w14:paraId="7CC990E1" w14:textId="0890A966" w:rsidR="00824D17" w:rsidRPr="00824D17" w:rsidRDefault="00824D17" w:rsidP="00824D17">
      <w:pPr>
        <w:pStyle w:val="USTustnpkodeksu"/>
      </w:pPr>
      <w:r w:rsidRPr="001B5912">
        <w:rPr>
          <w:rStyle w:val="Ppogrubienie"/>
        </w:rPr>
        <w:t xml:space="preserve">Art. </w:t>
      </w:r>
      <w:r w:rsidR="001A4F79">
        <w:rPr>
          <w:rStyle w:val="Ppogrubienie"/>
        </w:rPr>
        <w:t>3</w:t>
      </w:r>
      <w:r w:rsidR="001327C9">
        <w:rPr>
          <w:rStyle w:val="Ppogrubienie"/>
        </w:rPr>
        <w:t>9</w:t>
      </w:r>
      <w:r w:rsidR="00A16B82">
        <w:rPr>
          <w:rStyle w:val="Ppogrubienie"/>
        </w:rPr>
        <w:t>.</w:t>
      </w:r>
      <w:r>
        <w:t xml:space="preserve"> </w:t>
      </w:r>
      <w:r w:rsidR="00637881">
        <w:t>1</w:t>
      </w:r>
      <w:r w:rsidRPr="00824D17">
        <w:t xml:space="preserve">. Organ paszportowy przyjmujący wniosek o wydanie dokumentu paszportowego  </w:t>
      </w:r>
      <w:r w:rsidR="009E7AEF">
        <w:t xml:space="preserve">porównuje </w:t>
      </w:r>
      <w:r w:rsidRPr="00824D17">
        <w:t>dane zawarte w Rejestrze Dokumentów Paszportowych, w rejestrze PESEL, o którym mowa w ustawie z dnia 24 września 2010 r. o ewidencji ludności oraz w Rejestrze Dowodów Osobistych, o którym mowa w ustawie z dnia 6 sierpnia 2010 r. o dowodach osobistych z danymi zawartymi we wniosku o wydanie dokumentu paszportowego oraz w przedkładanej dokumentacji.</w:t>
      </w:r>
    </w:p>
    <w:p w14:paraId="5BC80099" w14:textId="77777777" w:rsidR="00824D17" w:rsidRPr="00824D17" w:rsidRDefault="00637881" w:rsidP="00824D17">
      <w:pPr>
        <w:pStyle w:val="USTustnpkodeksu"/>
      </w:pPr>
      <w:r>
        <w:t>2</w:t>
      </w:r>
      <w:r w:rsidR="00824D17" w:rsidRPr="00824D17">
        <w:t>. W przypadku stwierdzenia niezgodności danych zawartych we wniosku o wydanie dokumentu paszportowego z danymi w rejestrach lub w przedłożonej dokumentacji</w:t>
      </w:r>
      <w:r w:rsidR="00464531">
        <w:t>,</w:t>
      </w:r>
      <w:r w:rsidR="00824D17" w:rsidRPr="00824D17">
        <w:t xml:space="preserve"> organ paszportowy podejmuje działania celem usunięcia tej niezgodności, zgodnie z art. 11 ust. 2 ustawy z dnia 24 września 2010 r. o ewidencji ludności.</w:t>
      </w:r>
    </w:p>
    <w:p w14:paraId="7C9816FB" w14:textId="5BBF5554" w:rsidR="00E7065F" w:rsidRDefault="00824D17" w:rsidP="00044ACA">
      <w:pPr>
        <w:pStyle w:val="ARTartustawynprozporzdzenia"/>
      </w:pPr>
      <w:r w:rsidRPr="00DC703C">
        <w:rPr>
          <w:rStyle w:val="Ppogrubienie"/>
        </w:rPr>
        <w:t>Art.</w:t>
      </w:r>
      <w:r w:rsidRPr="00824D17">
        <w:rPr>
          <w:rStyle w:val="Ppogrubienie"/>
        </w:rPr>
        <w:t xml:space="preserve"> </w:t>
      </w:r>
      <w:r w:rsidR="001327C9">
        <w:rPr>
          <w:rStyle w:val="Ppogrubienie"/>
        </w:rPr>
        <w:t>40</w:t>
      </w:r>
      <w:r w:rsidRPr="00824D17">
        <w:rPr>
          <w:rStyle w:val="Ppogrubienie"/>
        </w:rPr>
        <w:t xml:space="preserve">. </w:t>
      </w:r>
      <w:r w:rsidRPr="00824D17">
        <w:t>Organ paszportowy, w przypadku uzasadnionych wątpliwości co do tożsamości osoby, której ma być wydany dokument paszportowy, jej obywatelstwa</w:t>
      </w:r>
      <w:r w:rsidR="004A0C90">
        <w:t xml:space="preserve"> lub</w:t>
      </w:r>
      <w:r w:rsidRPr="00824D17">
        <w:t xml:space="preserve"> innych danych niezbędnych do złożenia wniosku </w:t>
      </w:r>
      <w:r w:rsidR="001F6A0B">
        <w:t xml:space="preserve">o wydanie dokumentu </w:t>
      </w:r>
      <w:r w:rsidRPr="00824D17">
        <w:t>paszportowego, może potwierdzić te dane w rejestrze stanu cywilnego, o którym mowa w ustawie z dnia 14 listopada 2014 r</w:t>
      </w:r>
      <w:r w:rsidR="00A97E7B">
        <w:t>.</w:t>
      </w:r>
      <w:r w:rsidRPr="00824D17">
        <w:t xml:space="preserve"> </w:t>
      </w:r>
      <w:r w:rsidR="00A97E7B">
        <w:t>–</w:t>
      </w:r>
      <w:r w:rsidRPr="00824D17">
        <w:t xml:space="preserve"> Prawo o aktach stanu cywilnego (Dz. U. z 20</w:t>
      </w:r>
      <w:r w:rsidR="00A97E7B">
        <w:t>20</w:t>
      </w:r>
      <w:r w:rsidRPr="00824D17">
        <w:t xml:space="preserve"> r. poz. </w:t>
      </w:r>
      <w:r w:rsidR="00A97E7B">
        <w:t>463</w:t>
      </w:r>
      <w:r w:rsidR="00E5006A">
        <w:t>,</w:t>
      </w:r>
      <w:r w:rsidR="00A97E7B">
        <w:t xml:space="preserve"> 695</w:t>
      </w:r>
      <w:r w:rsidR="00E5006A">
        <w:t xml:space="preserve"> i 2320</w:t>
      </w:r>
      <w:r w:rsidRPr="00824D17">
        <w:t xml:space="preserve">),  rejestrze, o którym mowa w ustawie z dnia 2 kwietnia 2009 r. o obywatelstwie polskim (Dz. U. z 2020 </w:t>
      </w:r>
      <w:r w:rsidR="004A0C90">
        <w:t xml:space="preserve">r. </w:t>
      </w:r>
      <w:r w:rsidRPr="00824D17">
        <w:t xml:space="preserve">poz. 347) lub może żądać przedłożenia dokumentu potwierdzającego posiadanie obywatelstwa polskiego </w:t>
      </w:r>
      <w:r w:rsidR="004A0C90">
        <w:t xml:space="preserve">przez </w:t>
      </w:r>
      <w:r w:rsidRPr="00824D17">
        <w:t>osob</w:t>
      </w:r>
      <w:r w:rsidR="004A0C90">
        <w:t>ę</w:t>
      </w:r>
      <w:r w:rsidRPr="00824D17">
        <w:t>, której ma być wydany dokument paszportowy, wydanego na podstawie przepisów ustawy z dnia 2 kwietnia 2009 r. o obywatelstwie polskim.</w:t>
      </w:r>
      <w:r w:rsidR="00E7065F" w:rsidRPr="00E7065F">
        <w:t xml:space="preserve"> </w:t>
      </w:r>
    </w:p>
    <w:p w14:paraId="656D684C" w14:textId="7BF8B3AB" w:rsidR="00DB69B3" w:rsidRDefault="00921C5F" w:rsidP="00DB69B3">
      <w:pPr>
        <w:pStyle w:val="ARTartustawynprozporzdzenia"/>
      </w:pPr>
      <w:r w:rsidRPr="00921C5F">
        <w:rPr>
          <w:rStyle w:val="Ppogrubienie"/>
        </w:rPr>
        <w:t xml:space="preserve">Art. </w:t>
      </w:r>
      <w:r w:rsidR="001327C9">
        <w:rPr>
          <w:rStyle w:val="Ppogrubienie"/>
        </w:rPr>
        <w:t>41</w:t>
      </w:r>
      <w:r w:rsidRPr="00921C5F">
        <w:rPr>
          <w:rStyle w:val="Ppogrubienie"/>
        </w:rPr>
        <w:t xml:space="preserve">. </w:t>
      </w:r>
      <w:r w:rsidR="00D407D0" w:rsidRPr="00497E70">
        <w:t>1.</w:t>
      </w:r>
      <w:r w:rsidR="00D407D0">
        <w:rPr>
          <w:rStyle w:val="Ppogrubienie"/>
        </w:rPr>
        <w:t xml:space="preserve"> </w:t>
      </w:r>
      <w:r w:rsidR="000B2AB5" w:rsidRPr="000B2AB5">
        <w:t xml:space="preserve">Fotografia przedkładana do </w:t>
      </w:r>
      <w:r w:rsidRPr="00921C5F">
        <w:t xml:space="preserve">wniosku </w:t>
      </w:r>
      <w:r>
        <w:t>o wydanie dokumentu paszportowego</w:t>
      </w:r>
      <w:r w:rsidR="000B2AB5">
        <w:t xml:space="preserve"> </w:t>
      </w:r>
      <w:bookmarkStart w:id="101" w:name="mip48369839"/>
      <w:bookmarkEnd w:id="101"/>
      <w:r w:rsidR="000B2AB5">
        <w:t xml:space="preserve">ma </w:t>
      </w:r>
      <w:r w:rsidR="00FB32D8" w:rsidRPr="007D746D">
        <w:t>wymiar</w:t>
      </w:r>
      <w:r w:rsidR="000B2AB5">
        <w:t>y</w:t>
      </w:r>
      <w:r w:rsidR="007C4969">
        <w:t xml:space="preserve"> </w:t>
      </w:r>
      <w:r w:rsidR="00FB32D8" w:rsidRPr="007D746D">
        <w:t xml:space="preserve">35 × 45 mm, </w:t>
      </w:r>
      <w:r w:rsidR="000B2AB5">
        <w:t xml:space="preserve">jest </w:t>
      </w:r>
      <w:r w:rsidR="00FB32D8" w:rsidRPr="007D746D">
        <w:t>wykonan</w:t>
      </w:r>
      <w:r w:rsidR="000B2AB5">
        <w:t>a</w:t>
      </w:r>
      <w:r w:rsidR="00FB32D8" w:rsidRPr="007D746D">
        <w:t xml:space="preserve"> na jednolitym jasnym tle, z r</w:t>
      </w:r>
      <w:r w:rsidR="00FB32D8">
        <w:t>ównomiernym oświetleniem, ma</w:t>
      </w:r>
      <w:r w:rsidR="0079788B">
        <w:t xml:space="preserve"> </w:t>
      </w:r>
      <w:r w:rsidR="00FB32D8" w:rsidRPr="007D746D">
        <w:t>dobrą ostrość oraz odwzorowuj</w:t>
      </w:r>
      <w:r w:rsidR="000B2AB5">
        <w:t>e</w:t>
      </w:r>
      <w:r w:rsidR="00FB32D8" w:rsidRPr="007D746D">
        <w:t xml:space="preserve"> naturalny kolor skóry, obejmuj</w:t>
      </w:r>
      <w:r w:rsidR="0079788B">
        <w:t>e</w:t>
      </w:r>
      <w:r w:rsidR="00FB32D8" w:rsidRPr="007D746D">
        <w:t xml:space="preserve"> wizerunek od wierzchołka głowy do górnej części barków, tak aby twarz zajmowała 70</w:t>
      </w:r>
      <w:r w:rsidR="003504F2">
        <w:t>–</w:t>
      </w:r>
      <w:r w:rsidR="00FB32D8" w:rsidRPr="007D746D">
        <w:t>80% fotografii</w:t>
      </w:r>
      <w:r w:rsidR="00CD5856">
        <w:t xml:space="preserve">, </w:t>
      </w:r>
      <w:r w:rsidR="00FB32D8" w:rsidRPr="007D746D">
        <w:t>przedstawia osobę w pozycji frontalnej, z zachowaniem symetrii w pionie</w:t>
      </w:r>
      <w:r w:rsidR="00CD5856" w:rsidRPr="00CD5856">
        <w:t xml:space="preserve"> </w:t>
      </w:r>
      <w:r w:rsidR="0079788B">
        <w:t xml:space="preserve">i </w:t>
      </w:r>
      <w:r w:rsidR="00CD5856">
        <w:t>odzwierciedla</w:t>
      </w:r>
      <w:r w:rsidR="00CD5856" w:rsidRPr="007D746D">
        <w:t xml:space="preserve"> w sposób niebudzący </w:t>
      </w:r>
      <w:r w:rsidR="00CD5856" w:rsidRPr="007D746D">
        <w:lastRenderedPageBreak/>
        <w:t>uzasadnionych wątpliwości, wizerunek twarzy osoby ubiegającej się o wydanie dokumentu paszportowego</w:t>
      </w:r>
      <w:r w:rsidR="007C4969">
        <w:t xml:space="preserve">. </w:t>
      </w:r>
    </w:p>
    <w:p w14:paraId="414A499E" w14:textId="2768D9BC" w:rsidR="00F33746" w:rsidRDefault="001327C9" w:rsidP="00DB69B3">
      <w:pPr>
        <w:pStyle w:val="USTustnpkodeksu"/>
      </w:pPr>
      <w:r>
        <w:t>2</w:t>
      </w:r>
      <w:r w:rsidR="00F33746" w:rsidRPr="00F33746">
        <w:t>. Fotografię wykonuje się nie wcześniej niż 6 miesięcy przed dniem złożenia wniosku o wydanie dokumentu paszportowego.</w:t>
      </w:r>
    </w:p>
    <w:p w14:paraId="69FC6153" w14:textId="3936C3B3" w:rsidR="004E1BD8" w:rsidRDefault="001327C9" w:rsidP="004E1BD8">
      <w:pPr>
        <w:pStyle w:val="USTustnpkodeksu"/>
      </w:pPr>
      <w:r>
        <w:t>3</w:t>
      </w:r>
      <w:r w:rsidR="00CD5856">
        <w:t>.</w:t>
      </w:r>
      <w:r w:rsidR="004E1BD8" w:rsidRPr="004E1BD8">
        <w:t xml:space="preserve"> </w:t>
      </w:r>
      <w:r w:rsidR="00AD6EF0">
        <w:t xml:space="preserve">Osoba na fotografii </w:t>
      </w:r>
      <w:r w:rsidR="00AD6EF0" w:rsidRPr="007D746D">
        <w:t>patrz</w:t>
      </w:r>
      <w:r w:rsidR="00AD6EF0">
        <w:t>y</w:t>
      </w:r>
      <w:r w:rsidR="00AD6EF0" w:rsidRPr="007D746D">
        <w:t xml:space="preserve"> na wprost</w:t>
      </w:r>
      <w:r w:rsidR="00AD6EF0">
        <w:t xml:space="preserve"> oraz ma </w:t>
      </w:r>
      <w:r w:rsidR="00AD6EF0" w:rsidRPr="007D746D">
        <w:t>naturalny wyraz</w:t>
      </w:r>
      <w:r w:rsidR="00AD6EF0">
        <w:t xml:space="preserve"> twarzy, </w:t>
      </w:r>
      <w:r w:rsidR="00AD6EF0" w:rsidRPr="007D746D">
        <w:t>zamknięt</w:t>
      </w:r>
      <w:r w:rsidR="00AD6EF0">
        <w:t>e</w:t>
      </w:r>
      <w:r w:rsidR="00AD6EF0" w:rsidRPr="007D746D">
        <w:t xml:space="preserve"> usta</w:t>
      </w:r>
      <w:r w:rsidR="00AD6EF0">
        <w:t xml:space="preserve">, twarz nieprzysłoniętą włosami, </w:t>
      </w:r>
      <w:r w:rsidR="00AD6EF0" w:rsidRPr="007D746D">
        <w:t>widoczn</w:t>
      </w:r>
      <w:r w:rsidR="00AD6EF0">
        <w:t>e</w:t>
      </w:r>
      <w:r w:rsidR="00AD6EF0" w:rsidRPr="00AD6EF0">
        <w:t xml:space="preserve"> </w:t>
      </w:r>
      <w:r w:rsidR="00AD6EF0" w:rsidRPr="007D746D">
        <w:t>brwi</w:t>
      </w:r>
      <w:r w:rsidR="00AD6EF0">
        <w:t xml:space="preserve">, </w:t>
      </w:r>
      <w:r w:rsidR="00AD6EF0" w:rsidRPr="007D746D">
        <w:t>ocz</w:t>
      </w:r>
      <w:r w:rsidR="00AD6EF0">
        <w:t xml:space="preserve">y i </w:t>
      </w:r>
      <w:r w:rsidR="004E1BD8" w:rsidRPr="007D746D">
        <w:t>źrenic</w:t>
      </w:r>
      <w:r w:rsidR="00AD6EF0">
        <w:t>e</w:t>
      </w:r>
      <w:r w:rsidR="0022258C">
        <w:t>.</w:t>
      </w:r>
      <w:r w:rsidR="004E1BD8" w:rsidRPr="004E1BD8">
        <w:t xml:space="preserve"> </w:t>
      </w:r>
    </w:p>
    <w:p w14:paraId="122E9F92" w14:textId="04FE6D51" w:rsidR="00CD5856" w:rsidRDefault="001327C9" w:rsidP="004E1BD8">
      <w:pPr>
        <w:pStyle w:val="USTustnpkodeksu"/>
      </w:pPr>
      <w:r>
        <w:t>4</w:t>
      </w:r>
      <w:r w:rsidR="004E1BD8">
        <w:t xml:space="preserve">. </w:t>
      </w:r>
      <w:r w:rsidR="00CD5856" w:rsidRPr="004E1BD8">
        <w:t>Osoba</w:t>
      </w:r>
      <w:r w:rsidR="00CD5856">
        <w:t xml:space="preserve"> na fotografii </w:t>
      </w:r>
      <w:r w:rsidR="004A0C90">
        <w:t>jest</w:t>
      </w:r>
      <w:r w:rsidR="00CD5856">
        <w:t xml:space="preserve"> </w:t>
      </w:r>
      <w:r w:rsidR="004C17E8">
        <w:t>przedstawiona bez</w:t>
      </w:r>
      <w:r w:rsidR="00CD5856">
        <w:t xml:space="preserve"> </w:t>
      </w:r>
      <w:r w:rsidR="00FB32D8" w:rsidRPr="007D746D">
        <w:t>nakrycia głowy i okularów z ciemnymi szkłami</w:t>
      </w:r>
      <w:r w:rsidR="00CD5856">
        <w:t xml:space="preserve">. </w:t>
      </w:r>
      <w:r w:rsidR="00FB32D8">
        <w:t xml:space="preserve"> </w:t>
      </w:r>
    </w:p>
    <w:p w14:paraId="21AC6587" w14:textId="2FB47440" w:rsidR="00FB32D8" w:rsidRPr="00921C5F" w:rsidRDefault="001327C9" w:rsidP="00CD5856">
      <w:pPr>
        <w:pStyle w:val="USTustnpkodeksu"/>
      </w:pPr>
      <w:r>
        <w:t>5</w:t>
      </w:r>
      <w:r w:rsidR="00FB32D8" w:rsidRPr="00921C5F">
        <w:t>. Osoba z wad</w:t>
      </w:r>
      <w:r w:rsidR="007C4969">
        <w:t>ą</w:t>
      </w:r>
      <w:r w:rsidR="00FB32D8" w:rsidRPr="00921C5F">
        <w:t xml:space="preserve"> narządu wzroku może </w:t>
      </w:r>
      <w:r w:rsidR="00891B0F">
        <w:t>przedłożyć</w:t>
      </w:r>
      <w:r w:rsidR="00FB32D8" w:rsidRPr="00921C5F">
        <w:t xml:space="preserve"> fotografię przedstawiającą ją w okularach z ciemnymi szkłami. W takim przypadku </w:t>
      </w:r>
      <w:r w:rsidR="00CD5856">
        <w:t xml:space="preserve">przedkłada </w:t>
      </w:r>
      <w:r w:rsidR="00FB32D8" w:rsidRPr="00921C5F">
        <w:t>się również orzeczenie o niepełnosprawności lub orzeczenie o stopniu niepełnosprawności.</w:t>
      </w:r>
    </w:p>
    <w:p w14:paraId="6DBFBC70" w14:textId="38DC7B17" w:rsidR="00FB32D8" w:rsidRPr="00921C5F" w:rsidRDefault="001327C9" w:rsidP="00CD5856">
      <w:pPr>
        <w:pStyle w:val="USTustnpkodeksu"/>
      </w:pPr>
      <w:r>
        <w:t>6</w:t>
      </w:r>
      <w:r w:rsidR="00FB32D8" w:rsidRPr="00921C5F">
        <w:t xml:space="preserve">. Osoba nosząca </w:t>
      </w:r>
      <w:r w:rsidR="00FB32D8" w:rsidRPr="00CD5856">
        <w:t>nakrycie</w:t>
      </w:r>
      <w:r w:rsidR="00FB32D8" w:rsidRPr="00921C5F">
        <w:t xml:space="preserve"> głowy zgodnie z zasadami swojego wyznania może </w:t>
      </w:r>
      <w:r w:rsidR="00891B0F">
        <w:t>przedłożyć</w:t>
      </w:r>
      <w:r w:rsidR="00FB32D8" w:rsidRPr="00921C5F">
        <w:t xml:space="preserve"> fotografię przedstawiającą ją w nakryciu głowy, o ile wizerunek twarzy jest w pełni widoczny. W takim przypadku </w:t>
      </w:r>
      <w:r w:rsidR="00CD5856">
        <w:t>przedkłada</w:t>
      </w:r>
      <w:r w:rsidR="00FB32D8" w:rsidRPr="00921C5F">
        <w:t xml:space="preserve"> się zaświadczenie o przynależności do wspólnoty wyznaniowej zarejestrowanej w Rzeczypospolitej Polskiej.</w:t>
      </w:r>
    </w:p>
    <w:p w14:paraId="6FAD1111" w14:textId="0ACF0EE0" w:rsidR="00A7642A" w:rsidRDefault="001327C9" w:rsidP="00A7642A">
      <w:pPr>
        <w:pStyle w:val="USTustnpkodeksu"/>
      </w:pPr>
      <w:r>
        <w:t>7</w:t>
      </w:r>
      <w:r w:rsidR="00FB32D8" w:rsidRPr="00921C5F">
        <w:t xml:space="preserve">. </w:t>
      </w:r>
      <w:r w:rsidR="00A7642A" w:rsidRPr="00F768C0">
        <w:t xml:space="preserve">Fotografia </w:t>
      </w:r>
      <w:r w:rsidR="00A7642A" w:rsidRPr="00BE0AF6">
        <w:t xml:space="preserve">dziecka do 5. roku życia </w:t>
      </w:r>
      <w:r w:rsidR="00A7642A">
        <w:t xml:space="preserve">oraz </w:t>
      </w:r>
      <w:r w:rsidR="00A7642A" w:rsidRPr="00F768C0">
        <w:t xml:space="preserve">osoby, </w:t>
      </w:r>
      <w:r w:rsidR="00FB32D8" w:rsidRPr="0055479E">
        <w:t>która posiada orzeczenie o niepełnosprawności lub orzeczenie o stopniu niepełnosprawności, a także osob</w:t>
      </w:r>
      <w:r w:rsidR="00E72BB7">
        <w:t>y</w:t>
      </w:r>
      <w:r w:rsidR="00FB32D8" w:rsidRPr="0055479E">
        <w:t xml:space="preserve">, której stan zdrowia nie pozwala na </w:t>
      </w:r>
      <w:r w:rsidR="00EF4040">
        <w:t xml:space="preserve">spełnienie wymogów </w:t>
      </w:r>
      <w:r w:rsidR="00FB32D8" w:rsidRPr="0055479E">
        <w:t>fotografii określon</w:t>
      </w:r>
      <w:r w:rsidR="00EF4040">
        <w:t>ych</w:t>
      </w:r>
      <w:r w:rsidR="007C4969">
        <w:t xml:space="preserve"> </w:t>
      </w:r>
      <w:r w:rsidR="00FB32D8" w:rsidRPr="0055479E">
        <w:t xml:space="preserve">w ust. </w:t>
      </w:r>
      <w:r>
        <w:t>3</w:t>
      </w:r>
      <w:r w:rsidR="00EF4040">
        <w:t>,</w:t>
      </w:r>
      <w:r w:rsidR="00A7642A" w:rsidRPr="00A7642A">
        <w:t xml:space="preserve"> </w:t>
      </w:r>
      <w:r w:rsidR="00A7642A">
        <w:t>może nie spełniać tych wymogów</w:t>
      </w:r>
      <w:r w:rsidR="00A7642A" w:rsidRPr="00F768C0">
        <w:t>.</w:t>
      </w:r>
    </w:p>
    <w:p w14:paraId="5D74A718" w14:textId="26C81A2D" w:rsidR="00592343" w:rsidRDefault="003019E3" w:rsidP="00F11ED6">
      <w:pPr>
        <w:pStyle w:val="USTustnpkodeksu"/>
      </w:pPr>
      <w:r>
        <w:t>8</w:t>
      </w:r>
      <w:r w:rsidR="00817B6B" w:rsidRPr="00817B6B">
        <w:t xml:space="preserve">. W innych niż wymienione w ust. </w:t>
      </w:r>
      <w:r w:rsidR="001327C9">
        <w:t>6</w:t>
      </w:r>
      <w:r w:rsidR="00817B6B" w:rsidRPr="00817B6B">
        <w:t xml:space="preserve"> przypadkach, osoba może </w:t>
      </w:r>
      <w:r w:rsidR="002F1A99">
        <w:t>przedłożyć</w:t>
      </w:r>
      <w:r w:rsidR="00817B6B" w:rsidRPr="00817B6B">
        <w:t xml:space="preserve"> fotografię przedstawiającą ją w nakryciu głowy, o ile uprawdopodobni, że taka potrzeba wynika z</w:t>
      </w:r>
      <w:r w:rsidR="00817B6B">
        <w:t xml:space="preserve"> </w:t>
      </w:r>
      <w:r w:rsidR="00817B6B" w:rsidRPr="00817B6B">
        <w:t>konsekwencji przebytego leczenia lub wypadku.</w:t>
      </w:r>
    </w:p>
    <w:p w14:paraId="5F3B2F8A" w14:textId="56396FED" w:rsidR="004930A4" w:rsidRDefault="004930A4" w:rsidP="004A112C">
      <w:pPr>
        <w:pStyle w:val="ARTartustawynprozporzdzenia"/>
      </w:pPr>
      <w:bookmarkStart w:id="102" w:name="mip48369840"/>
      <w:bookmarkStart w:id="103" w:name="mip48369841"/>
      <w:bookmarkEnd w:id="102"/>
      <w:bookmarkEnd w:id="103"/>
      <w:r w:rsidRPr="004930A4">
        <w:rPr>
          <w:rStyle w:val="Ppogrubienie"/>
        </w:rPr>
        <w:t xml:space="preserve">Art. </w:t>
      </w:r>
      <w:r w:rsidR="00FF2FC4">
        <w:rPr>
          <w:rStyle w:val="Ppogrubienie"/>
        </w:rPr>
        <w:t>4</w:t>
      </w:r>
      <w:r w:rsidR="001327C9">
        <w:rPr>
          <w:rStyle w:val="Ppogrubienie"/>
        </w:rPr>
        <w:t>2</w:t>
      </w:r>
      <w:r w:rsidRPr="004930A4">
        <w:rPr>
          <w:rStyle w:val="Ppogrubienie"/>
        </w:rPr>
        <w:t>.</w:t>
      </w:r>
      <w:r>
        <w:rPr>
          <w:rStyle w:val="Ppogrubienie"/>
        </w:rPr>
        <w:t xml:space="preserve"> </w:t>
      </w:r>
      <w:r w:rsidR="00587633">
        <w:t>P</w:t>
      </w:r>
      <w:r w:rsidR="00587633" w:rsidRPr="00587633">
        <w:t xml:space="preserve">odczas składania wniosku </w:t>
      </w:r>
      <w:r w:rsidR="00587633">
        <w:t xml:space="preserve">o wydanie </w:t>
      </w:r>
      <w:r w:rsidR="00587633" w:rsidRPr="00587633">
        <w:t>paszpor</w:t>
      </w:r>
      <w:r w:rsidR="00587633">
        <w:t>tu</w:t>
      </w:r>
      <w:r w:rsidR="00587633" w:rsidRPr="00587633">
        <w:t xml:space="preserve">, </w:t>
      </w:r>
      <w:r w:rsidR="00DA51CE" w:rsidRPr="00587633">
        <w:t>paszpor</w:t>
      </w:r>
      <w:r w:rsidR="00DA51CE">
        <w:t>tu</w:t>
      </w:r>
      <w:r w:rsidR="00DA51CE" w:rsidRPr="00587633">
        <w:t xml:space="preserve"> dyplomatycz</w:t>
      </w:r>
      <w:r w:rsidR="00DA51CE">
        <w:t xml:space="preserve">nego </w:t>
      </w:r>
      <w:r w:rsidR="00587633" w:rsidRPr="00587633">
        <w:t xml:space="preserve">lub </w:t>
      </w:r>
      <w:r w:rsidR="00DA51CE" w:rsidRPr="00587633">
        <w:t>paszpor</w:t>
      </w:r>
      <w:r w:rsidR="00DA51CE">
        <w:t xml:space="preserve">tu </w:t>
      </w:r>
      <w:r w:rsidR="00DA51CE" w:rsidRPr="00587633">
        <w:t>służbow</w:t>
      </w:r>
      <w:r w:rsidR="00DA51CE">
        <w:t>ego</w:t>
      </w:r>
      <w:r w:rsidR="00DA51CE" w:rsidRPr="00587633">
        <w:t xml:space="preserve"> </w:t>
      </w:r>
      <w:r w:rsidR="00587633" w:rsidRPr="00587633">
        <w:t>pobiera się odciski palców</w:t>
      </w:r>
      <w:r w:rsidR="00587633">
        <w:t xml:space="preserve"> od osoby</w:t>
      </w:r>
      <w:r w:rsidR="00AD6991">
        <w:t>,</w:t>
      </w:r>
      <w:r w:rsidR="00587633">
        <w:t xml:space="preserve"> której ma być wydany </w:t>
      </w:r>
      <w:r w:rsidR="00D1203B" w:rsidRPr="00587633">
        <w:t>paszpor</w:t>
      </w:r>
      <w:r w:rsidR="00D1203B">
        <w:t>t</w:t>
      </w:r>
      <w:r w:rsidR="00D1203B" w:rsidRPr="00587633">
        <w:t xml:space="preserve">, </w:t>
      </w:r>
      <w:r w:rsidR="00DA51CE" w:rsidRPr="00587633">
        <w:t>paszpor</w:t>
      </w:r>
      <w:r w:rsidR="00DA51CE">
        <w:t>t</w:t>
      </w:r>
      <w:r w:rsidR="00DA51CE" w:rsidRPr="00587633">
        <w:t xml:space="preserve"> dyplomatycz</w:t>
      </w:r>
      <w:r w:rsidR="00DA51CE">
        <w:t>ny</w:t>
      </w:r>
      <w:r w:rsidR="00DA51CE" w:rsidRPr="00587633">
        <w:t xml:space="preserve"> lub </w:t>
      </w:r>
      <w:r w:rsidR="00D1203B" w:rsidRPr="00587633">
        <w:t>paszpor</w:t>
      </w:r>
      <w:r w:rsidR="00D1203B">
        <w:t xml:space="preserve">t </w:t>
      </w:r>
      <w:r w:rsidR="00D1203B" w:rsidRPr="00587633">
        <w:t>służbow</w:t>
      </w:r>
      <w:r w:rsidR="00D1203B">
        <w:t>y</w:t>
      </w:r>
      <w:r w:rsidR="00587633">
        <w:t>, z wyłączeniem osób</w:t>
      </w:r>
      <w:r w:rsidR="004A0C90">
        <w:t>,</w:t>
      </w:r>
      <w:r w:rsidR="00587633">
        <w:t xml:space="preserve"> o których mowa w art. 1 ust</w:t>
      </w:r>
      <w:r w:rsidR="004A0C90">
        <w:t>.</w:t>
      </w:r>
      <w:r w:rsidR="00587633">
        <w:t xml:space="preserve"> 2a rozporządzenia </w:t>
      </w:r>
      <w:r w:rsidR="00F67AE5" w:rsidRPr="00F67AE5">
        <w:t xml:space="preserve">Rady (WE) nr 2252/2004 </w:t>
      </w:r>
      <w:r w:rsidR="00A97E7B">
        <w:t>z dnia 13 grudnia 2004 r.</w:t>
      </w:r>
      <w:r w:rsidR="00F67AE5" w:rsidRPr="00F67AE5">
        <w:t xml:space="preserve"> w sprawie norm dotyczących zabezpieczeń i danych biometrycznych w paszportach i w dokumentach podróży wydawan</w:t>
      </w:r>
      <w:r w:rsidR="00F67AE5">
        <w:t xml:space="preserve">ych przez </w:t>
      </w:r>
      <w:r w:rsidR="00A97E7B">
        <w:t>P</w:t>
      </w:r>
      <w:r w:rsidR="00F67AE5">
        <w:t xml:space="preserve">aństwa </w:t>
      </w:r>
      <w:r w:rsidR="00A97E7B">
        <w:t>C</w:t>
      </w:r>
      <w:r w:rsidR="00F67AE5">
        <w:t xml:space="preserve">złonkowskie </w:t>
      </w:r>
      <w:r w:rsidR="00192B07">
        <w:t>(</w:t>
      </w:r>
      <w:r w:rsidR="00F67AE5">
        <w:t>Dz. U</w:t>
      </w:r>
      <w:r w:rsidR="00A97E7B">
        <w:t>rz</w:t>
      </w:r>
      <w:r w:rsidR="00F67AE5">
        <w:t>. UE</w:t>
      </w:r>
      <w:r w:rsidR="00043305">
        <w:t xml:space="preserve"> </w:t>
      </w:r>
      <w:r w:rsidR="00F67AE5">
        <w:t>L</w:t>
      </w:r>
      <w:r w:rsidR="00192B07">
        <w:t xml:space="preserve"> </w:t>
      </w:r>
      <w:r w:rsidR="00A97E7B">
        <w:t xml:space="preserve">385 </w:t>
      </w:r>
      <w:r w:rsidR="00192B07">
        <w:t xml:space="preserve">z </w:t>
      </w:r>
      <w:r w:rsidR="002C493D">
        <w:t xml:space="preserve">29.12.2004, str. 1, z </w:t>
      </w:r>
      <w:proofErr w:type="spellStart"/>
      <w:r w:rsidR="002C493D">
        <w:t>późn</w:t>
      </w:r>
      <w:proofErr w:type="spellEnd"/>
      <w:r w:rsidR="002C493D">
        <w:t>. zm.</w:t>
      </w:r>
      <w:r w:rsidR="00340178">
        <w:t>)</w:t>
      </w:r>
      <w:r w:rsidR="00304F92">
        <w:t>.</w:t>
      </w:r>
      <w:r w:rsidR="00027C2B">
        <w:t xml:space="preserve"> </w:t>
      </w:r>
    </w:p>
    <w:p w14:paraId="7C9BA994" w14:textId="414E3046" w:rsidR="0000048E" w:rsidRDefault="00AA444E" w:rsidP="004A112C">
      <w:pPr>
        <w:pStyle w:val="ARTartustawynprozporzdzenia"/>
      </w:pPr>
      <w:r>
        <w:rPr>
          <w:rStyle w:val="Ppogrubienie"/>
        </w:rPr>
        <w:t xml:space="preserve">Art. </w:t>
      </w:r>
      <w:r w:rsidR="00FF2FC4">
        <w:rPr>
          <w:rStyle w:val="Ppogrubienie"/>
        </w:rPr>
        <w:t>4</w:t>
      </w:r>
      <w:r w:rsidR="001327C9">
        <w:rPr>
          <w:rStyle w:val="Ppogrubienie"/>
        </w:rPr>
        <w:t>3</w:t>
      </w:r>
      <w:r w:rsidRPr="00921C5F">
        <w:rPr>
          <w:rStyle w:val="Ppogrubienie"/>
        </w:rPr>
        <w:t>.</w:t>
      </w:r>
      <w:r w:rsidR="007856BC" w:rsidRPr="007856BC">
        <w:t xml:space="preserve"> 1. </w:t>
      </w:r>
      <w:r w:rsidR="00AD6991">
        <w:t xml:space="preserve">Na wydanie </w:t>
      </w:r>
      <w:r w:rsidR="004A112C" w:rsidRPr="00175CEC">
        <w:t xml:space="preserve">dokumentu paszportowego osobie </w:t>
      </w:r>
      <w:r w:rsidR="004A112C">
        <w:t>nieposiadającej zdolności do czynności prawnych</w:t>
      </w:r>
      <w:r w:rsidR="004A112C" w:rsidRPr="004A112C">
        <w:t xml:space="preserve"> </w:t>
      </w:r>
      <w:r w:rsidR="004A112C" w:rsidRPr="00A10BC1">
        <w:t>lub posiadającej ograniczoną zdolność do czynności prawny</w:t>
      </w:r>
      <w:r w:rsidR="004A112C">
        <w:t>ch, która nie ukończyła 18</w:t>
      </w:r>
      <w:r w:rsidR="004A0C90">
        <w:t>.</w:t>
      </w:r>
      <w:r w:rsidR="004A112C">
        <w:t xml:space="preserve"> roku życia</w:t>
      </w:r>
      <w:r w:rsidR="00043305">
        <w:t>,</w:t>
      </w:r>
      <w:r w:rsidR="00AD6991">
        <w:t xml:space="preserve"> wymagana jest </w:t>
      </w:r>
      <w:r w:rsidR="004A112C" w:rsidRPr="00175CEC">
        <w:t>zgod</w:t>
      </w:r>
      <w:r w:rsidR="00AD6991">
        <w:t>a</w:t>
      </w:r>
      <w:r w:rsidR="004A112C" w:rsidRPr="00175CEC">
        <w:t xml:space="preserve"> </w:t>
      </w:r>
      <w:r w:rsidR="004C0EB0">
        <w:t>matki i ojca</w:t>
      </w:r>
      <w:r w:rsidR="0000048E">
        <w:t>.</w:t>
      </w:r>
    </w:p>
    <w:p w14:paraId="7AC59AE8" w14:textId="77777777" w:rsidR="0000048E" w:rsidRDefault="0000048E" w:rsidP="003418BB">
      <w:pPr>
        <w:pStyle w:val="USTustnpkodeksu"/>
      </w:pPr>
      <w:r>
        <w:lastRenderedPageBreak/>
        <w:t>2. Zgoda</w:t>
      </w:r>
      <w:r w:rsidR="00D5179B">
        <w:t>,</w:t>
      </w:r>
      <w:r>
        <w:t xml:space="preserve"> o której mowa</w:t>
      </w:r>
      <w:r w:rsidR="00521D71">
        <w:t xml:space="preserve"> w ust. 1</w:t>
      </w:r>
      <w:r w:rsidR="00043305">
        <w:t>,</w:t>
      </w:r>
      <w:r w:rsidR="00FA23E0">
        <w:t xml:space="preserve"> </w:t>
      </w:r>
      <w:r>
        <w:t>nie jest wymaga</w:t>
      </w:r>
      <w:r w:rsidR="00D5179B">
        <w:t>na:</w:t>
      </w:r>
    </w:p>
    <w:p w14:paraId="09D4B823" w14:textId="72481371" w:rsidR="00D5179B" w:rsidRDefault="00784775" w:rsidP="003418BB">
      <w:pPr>
        <w:pStyle w:val="PKTpunkt"/>
      </w:pPr>
      <w:r>
        <w:t xml:space="preserve">1) </w:t>
      </w:r>
      <w:r w:rsidR="002C5F3B">
        <w:t xml:space="preserve">od </w:t>
      </w:r>
      <w:r w:rsidR="004C0EB0">
        <w:t>matki lub ojca</w:t>
      </w:r>
      <w:r w:rsidR="002C5F3B">
        <w:t>, któr</w:t>
      </w:r>
      <w:r w:rsidR="004C0EB0">
        <w:t>zy</w:t>
      </w:r>
      <w:r w:rsidR="00712C09">
        <w:t xml:space="preserve"> </w:t>
      </w:r>
      <w:r w:rsidR="004A112C" w:rsidRPr="00175CEC">
        <w:t>zosta</w:t>
      </w:r>
      <w:r w:rsidR="004C0EB0">
        <w:t>li</w:t>
      </w:r>
      <w:r w:rsidR="004A112C" w:rsidRPr="00175CEC">
        <w:t xml:space="preserve"> pozbawi</w:t>
      </w:r>
      <w:r w:rsidR="004C0EB0">
        <w:t>eni</w:t>
      </w:r>
      <w:r w:rsidR="004A112C" w:rsidRPr="00175CEC">
        <w:t xml:space="preserve"> władzy rodzicielskiej</w:t>
      </w:r>
      <w:r w:rsidR="002C5F3B">
        <w:t xml:space="preserve"> albo </w:t>
      </w:r>
      <w:r w:rsidR="004C0EB0">
        <w:t xml:space="preserve">których </w:t>
      </w:r>
      <w:r w:rsidR="004A112C">
        <w:t>władza rodzicielska została zawieszona</w:t>
      </w:r>
      <w:r w:rsidR="004A112C" w:rsidRPr="00175CEC">
        <w:t xml:space="preserve"> lub ograniczona</w:t>
      </w:r>
      <w:r w:rsidR="004A112C">
        <w:t xml:space="preserve"> w zakresie wyrażania zgody na wydanie dokumentu paszportowego</w:t>
      </w:r>
      <w:r w:rsidR="00D5179B">
        <w:t>;</w:t>
      </w:r>
    </w:p>
    <w:p w14:paraId="40A8C1F3" w14:textId="77777777" w:rsidR="0018544C" w:rsidRDefault="00784775" w:rsidP="003418BB">
      <w:pPr>
        <w:pStyle w:val="PKTpunkt"/>
      </w:pPr>
      <w:r>
        <w:t>2</w:t>
      </w:r>
      <w:r w:rsidR="00D5179B">
        <w:t>) w przypadku paszportu tymczasowego wydawanego</w:t>
      </w:r>
      <w:r w:rsidR="00051E68">
        <w:t xml:space="preserve"> z urzędu, na podstawie </w:t>
      </w:r>
      <w:r w:rsidR="00D5179B">
        <w:t>art. 2</w:t>
      </w:r>
      <w:r w:rsidR="00051E68">
        <w:t>7</w:t>
      </w:r>
      <w:r w:rsidR="00D5179B">
        <w:t xml:space="preserve"> ust. 2</w:t>
      </w:r>
      <w:r w:rsidR="004A112C" w:rsidRPr="00175CEC">
        <w:t xml:space="preserve">. </w:t>
      </w:r>
    </w:p>
    <w:p w14:paraId="252559B3" w14:textId="5C2A5AD5" w:rsidR="0018544C" w:rsidRDefault="00784775" w:rsidP="00304C55">
      <w:pPr>
        <w:pStyle w:val="USTustnpkodeksu"/>
      </w:pPr>
      <w:r>
        <w:t>3</w:t>
      </w:r>
      <w:r w:rsidR="0018544C">
        <w:t>. Z</w:t>
      </w:r>
      <w:r w:rsidR="0018544C" w:rsidRPr="0018544C">
        <w:t>god</w:t>
      </w:r>
      <w:r w:rsidR="0079286D">
        <w:t xml:space="preserve">ę, o której mowa w ust. 1, </w:t>
      </w:r>
      <w:r w:rsidR="00DF0C2B">
        <w:t xml:space="preserve">wyraża </w:t>
      </w:r>
      <w:r w:rsidR="0079286D">
        <w:t>się</w:t>
      </w:r>
      <w:r w:rsidR="0018544C">
        <w:t>:</w:t>
      </w:r>
    </w:p>
    <w:p w14:paraId="24EEFA60" w14:textId="77777777" w:rsidR="0018544C" w:rsidRPr="003418BB" w:rsidRDefault="0018544C" w:rsidP="003418BB">
      <w:pPr>
        <w:pStyle w:val="PKTpunkt"/>
      </w:pPr>
      <w:r w:rsidRPr="003418BB">
        <w:t xml:space="preserve">1) na wniosku </w:t>
      </w:r>
      <w:r w:rsidR="00D24955" w:rsidRPr="003418BB">
        <w:t xml:space="preserve">o wydanie dokumentu </w:t>
      </w:r>
      <w:r w:rsidRPr="003418BB">
        <w:t>paszportow</w:t>
      </w:r>
      <w:r w:rsidR="00D24955" w:rsidRPr="003418BB">
        <w:t>ego</w:t>
      </w:r>
      <w:r w:rsidR="007137D2">
        <w:t xml:space="preserve"> –</w:t>
      </w:r>
      <w:r w:rsidR="00784775">
        <w:t xml:space="preserve"> </w:t>
      </w:r>
      <w:r w:rsidR="0079286D">
        <w:t>z podpisem</w:t>
      </w:r>
      <w:r w:rsidR="00784775">
        <w:t xml:space="preserve">, o którym mowa w art. </w:t>
      </w:r>
      <w:r w:rsidR="0079286D">
        <w:t>3</w:t>
      </w:r>
      <w:r w:rsidR="00A33BB1">
        <w:t>2</w:t>
      </w:r>
      <w:r w:rsidR="006C5E4F" w:rsidRPr="003418BB">
        <w:t xml:space="preserve"> </w:t>
      </w:r>
      <w:r w:rsidR="00550A44" w:rsidRPr="003418BB">
        <w:t>lub</w:t>
      </w:r>
    </w:p>
    <w:p w14:paraId="7F080040" w14:textId="77777777" w:rsidR="002A0BAE" w:rsidRPr="003418BB" w:rsidRDefault="0018544C" w:rsidP="003418BB">
      <w:pPr>
        <w:pStyle w:val="PKTpunkt"/>
      </w:pPr>
      <w:r w:rsidRPr="003418BB">
        <w:t xml:space="preserve">2) </w:t>
      </w:r>
      <w:r w:rsidR="00705823" w:rsidRPr="003418BB">
        <w:t>na piśmie utrwalonym w postaci papierowej, opatrzonym podpisem</w:t>
      </w:r>
      <w:r w:rsidR="00043305">
        <w:t xml:space="preserve">, którego </w:t>
      </w:r>
      <w:r w:rsidR="00705823" w:rsidRPr="003418BB">
        <w:t xml:space="preserve"> własnoręczn</w:t>
      </w:r>
      <w:r w:rsidR="00043305">
        <w:t>ość</w:t>
      </w:r>
      <w:r w:rsidR="00705823" w:rsidRPr="003418BB">
        <w:t xml:space="preserve">  </w:t>
      </w:r>
      <w:r w:rsidR="00043305">
        <w:t xml:space="preserve">poświadczył </w:t>
      </w:r>
      <w:r w:rsidR="00705823" w:rsidRPr="003418BB">
        <w:t>organ paszportowy lub notariusz</w:t>
      </w:r>
      <w:r w:rsidR="00075C55">
        <w:t>, lub</w:t>
      </w:r>
      <w:bookmarkStart w:id="104" w:name="highlightHit_0"/>
      <w:bookmarkStart w:id="105" w:name="mip46079205"/>
      <w:bookmarkStart w:id="106" w:name="highlightHit_1"/>
      <w:bookmarkStart w:id="107" w:name="mip46079206"/>
      <w:bookmarkEnd w:id="104"/>
      <w:bookmarkEnd w:id="105"/>
      <w:bookmarkEnd w:id="106"/>
      <w:bookmarkEnd w:id="107"/>
    </w:p>
    <w:p w14:paraId="70FE8D1C" w14:textId="77777777" w:rsidR="00705823" w:rsidRPr="003418BB" w:rsidRDefault="002A0BAE" w:rsidP="003418BB">
      <w:pPr>
        <w:pStyle w:val="PKTpunkt"/>
      </w:pPr>
      <w:r w:rsidRPr="003418BB">
        <w:t xml:space="preserve">3) </w:t>
      </w:r>
      <w:r w:rsidR="00705823" w:rsidRPr="003418BB">
        <w:t>na piśmie utrwalonym w postaci elektronicznej, opatrzonym kwalifikowanym podpisem elektronicznym, podpisem zaufanym lub podpisem osobistym</w:t>
      </w:r>
      <w:r w:rsidR="00333E8D">
        <w:t>.</w:t>
      </w:r>
    </w:p>
    <w:p w14:paraId="707860BB" w14:textId="0F0D22E8" w:rsidR="005D64D5" w:rsidRDefault="00D36BD6" w:rsidP="00DB69B3">
      <w:pPr>
        <w:pStyle w:val="USTustnpkodeksu"/>
      </w:pPr>
      <w:r>
        <w:t>4</w:t>
      </w:r>
      <w:r w:rsidR="005D64D5">
        <w:t xml:space="preserve">. W przypadku, o którym mowa w ust. 2 pkt 1, </w:t>
      </w:r>
      <w:r w:rsidR="000E7CB5">
        <w:t>dokument określający zakres władzy rodzicielskiej prze</w:t>
      </w:r>
      <w:r w:rsidR="004112A7">
        <w:t>d</w:t>
      </w:r>
      <w:r w:rsidR="000E7CB5">
        <w:t xml:space="preserve">kłada się  do </w:t>
      </w:r>
      <w:r w:rsidR="005D64D5">
        <w:t>wniosku o wydanie dokumentu paszportowego.</w:t>
      </w:r>
      <w:r w:rsidR="00685DE4" w:rsidRPr="00685DE4">
        <w:t xml:space="preserve"> </w:t>
      </w:r>
    </w:p>
    <w:p w14:paraId="5523E5FC" w14:textId="00065BB8" w:rsidR="007856BC" w:rsidRDefault="005D64D5" w:rsidP="00303CDA">
      <w:pPr>
        <w:pStyle w:val="USTustnpkodeksu"/>
      </w:pPr>
      <w:r>
        <w:t>5</w:t>
      </w:r>
      <w:r w:rsidR="00304C55" w:rsidRPr="00A47F0B">
        <w:t>.</w:t>
      </w:r>
      <w:r w:rsidR="007856BC" w:rsidRPr="00A47F0B">
        <w:t xml:space="preserve"> W przypadku braku zgodności stanowisk </w:t>
      </w:r>
      <w:r w:rsidR="004C0EB0">
        <w:t>matki i ojca</w:t>
      </w:r>
      <w:r w:rsidR="007856BC" w:rsidRPr="00A47F0B">
        <w:t xml:space="preserve"> lub niemożności uzyskania zgody jednego z nich, zgodę na wydanie dokumentu paszportowego zastępuje orzeczenie sądu rodzinnego</w:t>
      </w:r>
      <w:r>
        <w:t xml:space="preserve">, które </w:t>
      </w:r>
      <w:r w:rsidR="000E7CB5">
        <w:t>przedkłada się</w:t>
      </w:r>
      <w:r>
        <w:t xml:space="preserve"> do wniosku o wydanie dokumentu paszportowego.</w:t>
      </w:r>
    </w:p>
    <w:p w14:paraId="13A38159" w14:textId="71BADA8E" w:rsidR="00440EDB" w:rsidRPr="00A47F0B" w:rsidRDefault="005D64D5" w:rsidP="00DB69B3">
      <w:pPr>
        <w:pStyle w:val="USTustnpkodeksu"/>
      </w:pPr>
      <w:r>
        <w:t>6</w:t>
      </w:r>
      <w:r w:rsidR="00540326">
        <w:t>. W przypadku</w:t>
      </w:r>
      <w:r w:rsidR="00F7577D">
        <w:t xml:space="preserve"> przedłożenia </w:t>
      </w:r>
      <w:r w:rsidR="00492FD8">
        <w:t>dokumentu</w:t>
      </w:r>
      <w:r w:rsidR="007E7293">
        <w:t>,</w:t>
      </w:r>
      <w:r w:rsidR="00540326">
        <w:t xml:space="preserve"> o którym mowa w </w:t>
      </w:r>
      <w:r w:rsidR="00491F64">
        <w:t xml:space="preserve">ust. </w:t>
      </w:r>
      <w:r w:rsidR="00492FD8">
        <w:t>4</w:t>
      </w:r>
      <w:r w:rsidR="00491F64">
        <w:t xml:space="preserve"> i </w:t>
      </w:r>
      <w:r>
        <w:t>5</w:t>
      </w:r>
      <w:r w:rsidR="007E7293">
        <w:t>,</w:t>
      </w:r>
      <w:r w:rsidR="00491F64">
        <w:t xml:space="preserve"> oraz zgody wyrażonej w formie</w:t>
      </w:r>
      <w:r w:rsidR="00A82199">
        <w:t>,</w:t>
      </w:r>
      <w:r w:rsidR="00491F64">
        <w:t xml:space="preserve"> o której mowa w ust. 3 pkt 2 </w:t>
      </w:r>
      <w:r w:rsidR="002C645F">
        <w:t xml:space="preserve">i </w:t>
      </w:r>
      <w:r w:rsidR="00AF1000">
        <w:t>3</w:t>
      </w:r>
      <w:r w:rsidR="004A0C90">
        <w:t>,</w:t>
      </w:r>
      <w:r w:rsidR="00491F64">
        <w:t xml:space="preserve"> </w:t>
      </w:r>
      <w:r w:rsidR="00540326">
        <w:t xml:space="preserve"> </w:t>
      </w:r>
      <w:r w:rsidR="00F7577D">
        <w:t xml:space="preserve">organ paszportowy może żądać od </w:t>
      </w:r>
      <w:r w:rsidR="00D106B1">
        <w:t>wnioskodawc</w:t>
      </w:r>
      <w:r w:rsidR="00F7577D">
        <w:t>y</w:t>
      </w:r>
      <w:r w:rsidR="00D106B1">
        <w:t xml:space="preserve"> </w:t>
      </w:r>
      <w:r w:rsidR="00EF14D3">
        <w:t>oświadczeni</w:t>
      </w:r>
      <w:r w:rsidR="00F7577D">
        <w:t>a</w:t>
      </w:r>
      <w:r w:rsidR="00AF1000">
        <w:t>,</w:t>
      </w:r>
      <w:r w:rsidR="00F7577D">
        <w:t xml:space="preserve"> </w:t>
      </w:r>
      <w:r w:rsidR="00EF14D3">
        <w:t>potwierdzające</w:t>
      </w:r>
      <w:r w:rsidR="00F7577D">
        <w:t>go</w:t>
      </w:r>
      <w:r w:rsidR="00440EDB">
        <w:t xml:space="preserve"> brak wiedzy w zakresie zmiany</w:t>
      </w:r>
      <w:r w:rsidR="00EF14D3">
        <w:t xml:space="preserve"> stan</w:t>
      </w:r>
      <w:r w:rsidR="00440EDB">
        <w:t>u</w:t>
      </w:r>
      <w:r w:rsidR="00EF14D3">
        <w:t xml:space="preserve"> prawn</w:t>
      </w:r>
      <w:r w:rsidR="00440EDB">
        <w:t>ego</w:t>
      </w:r>
      <w:r w:rsidR="00EF14D3">
        <w:t xml:space="preserve"> wynikając</w:t>
      </w:r>
      <w:r w:rsidR="00440EDB">
        <w:t>ego</w:t>
      </w:r>
      <w:r w:rsidR="00EF14D3">
        <w:t xml:space="preserve"> z przedłożonego orzeczenia</w:t>
      </w:r>
      <w:r w:rsidR="00CC1BDE">
        <w:t xml:space="preserve"> albo wyrażonej zgody</w:t>
      </w:r>
      <w:r w:rsidR="00EF14D3">
        <w:t xml:space="preserve"> </w:t>
      </w:r>
      <w:r w:rsidR="00440EDB">
        <w:t>wraz z klauzulą</w:t>
      </w:r>
      <w:r w:rsidR="00440EDB" w:rsidRPr="00570D16">
        <w:t xml:space="preserve"> o</w:t>
      </w:r>
      <w:r w:rsidR="00440EDB">
        <w:t> </w:t>
      </w:r>
      <w:r w:rsidR="00440EDB" w:rsidRPr="00570D16">
        <w:t>treści: „Jestem świadomy odpowiedzialności karnej za zł</w:t>
      </w:r>
      <w:r w:rsidR="00DB69B3">
        <w:t>ożenie fałszywego oświadczenia.</w:t>
      </w:r>
      <w:r w:rsidR="001F6A0B" w:rsidRPr="001F6A0B">
        <w:t>”</w:t>
      </w:r>
      <w:r w:rsidR="00DB69B3">
        <w:t>.</w:t>
      </w:r>
    </w:p>
    <w:p w14:paraId="367F2172" w14:textId="0BB8BA15" w:rsidR="00FA7E7D" w:rsidRPr="00A47F0B" w:rsidRDefault="005E1DC9" w:rsidP="00303CDA">
      <w:pPr>
        <w:pStyle w:val="USTustnpkodeksu"/>
      </w:pPr>
      <w:r>
        <w:t xml:space="preserve">7. </w:t>
      </w:r>
      <w:r w:rsidR="00DF0C2B">
        <w:t xml:space="preserve">Zgoda </w:t>
      </w:r>
      <w:r w:rsidR="004C0EB0">
        <w:t>matki lub ojca</w:t>
      </w:r>
      <w:r w:rsidR="00DF0C2B">
        <w:t xml:space="preserve"> na wydanie dokumentu paszportowego oraz orzeczenie sądu rodzinnego, o którym mowa w ust. 5, stanowią podstawę do wydania jednego dokumentu paszportowego.</w:t>
      </w:r>
    </w:p>
    <w:p w14:paraId="4632DBC5" w14:textId="25121833" w:rsidR="007856BC" w:rsidRPr="00A47F0B" w:rsidRDefault="005E1DC9" w:rsidP="00303CDA">
      <w:pPr>
        <w:pStyle w:val="USTustnpkodeksu"/>
      </w:pPr>
      <w:bookmarkStart w:id="108" w:name="mip44650445"/>
      <w:bookmarkEnd w:id="108"/>
      <w:r>
        <w:t>8.</w:t>
      </w:r>
      <w:r w:rsidR="007856BC" w:rsidRPr="00A47F0B">
        <w:t xml:space="preserve"> </w:t>
      </w:r>
      <w:r w:rsidR="008C64A2">
        <w:t>W szczególnych przypadkach, j</w:t>
      </w:r>
      <w:r w:rsidR="007856BC" w:rsidRPr="00A47F0B">
        <w:t xml:space="preserve">eżeli uzyskanie zgody </w:t>
      </w:r>
      <w:r w:rsidR="004C0EB0">
        <w:t>matki lub ojca</w:t>
      </w:r>
      <w:r w:rsidR="00B85E76">
        <w:t xml:space="preserve"> </w:t>
      </w:r>
      <w:r w:rsidR="007856BC" w:rsidRPr="00A47F0B">
        <w:t>jest niemożliwe lub znacznie utrudnione,</w:t>
      </w:r>
      <w:r w:rsidR="00CC1BDE" w:rsidRPr="00CC1BDE">
        <w:t xml:space="preserve"> </w:t>
      </w:r>
      <w:r w:rsidR="00CC1BDE" w:rsidRPr="00175CEC">
        <w:t xml:space="preserve">osobie </w:t>
      </w:r>
      <w:r w:rsidR="00CC1BDE">
        <w:t>nieposiadającej zdolności do czynności prawnych</w:t>
      </w:r>
      <w:r w:rsidR="00CC1BDE" w:rsidRPr="004A112C">
        <w:t xml:space="preserve"> </w:t>
      </w:r>
      <w:r w:rsidR="00CC1BDE" w:rsidRPr="00A10BC1">
        <w:t>lub posiadającej ograniczoną zdolność do czynności prawny</w:t>
      </w:r>
      <w:r w:rsidR="00CC1BDE">
        <w:t>ch, która nie ukończyła 18</w:t>
      </w:r>
      <w:r w:rsidR="00036FAA">
        <w:t>.</w:t>
      </w:r>
      <w:r w:rsidR="00CC1BDE">
        <w:t xml:space="preserve"> roku życia, przebywającej poza granicami Rzeczypospolitej Polskiej, </w:t>
      </w:r>
      <w:r w:rsidR="00CC1BDE" w:rsidRPr="00A47F0B">
        <w:t>dokument paszportowy</w:t>
      </w:r>
      <w:r w:rsidR="009A146A">
        <w:t xml:space="preserve"> </w:t>
      </w:r>
      <w:r w:rsidR="007856BC" w:rsidRPr="00A47F0B">
        <w:t>może być wydany za zgodą</w:t>
      </w:r>
      <w:r w:rsidR="004C0EB0">
        <w:t xml:space="preserve"> </w:t>
      </w:r>
      <w:r w:rsidR="00054524">
        <w:t xml:space="preserve">tylko </w:t>
      </w:r>
      <w:r w:rsidR="00E11191">
        <w:t>matki albo</w:t>
      </w:r>
      <w:r w:rsidR="004C0EB0">
        <w:t xml:space="preserve"> ojca</w:t>
      </w:r>
      <w:r w:rsidR="00B85E76">
        <w:t xml:space="preserve"> </w:t>
      </w:r>
      <w:r w:rsidR="007856BC" w:rsidRPr="00A47F0B">
        <w:t xml:space="preserve">, o ile przemawia za tym dobro </w:t>
      </w:r>
      <w:r w:rsidR="00CC1BDE">
        <w:t>tej osoby</w:t>
      </w:r>
      <w:r w:rsidR="007856BC" w:rsidRPr="00A47F0B">
        <w:t>.</w:t>
      </w:r>
    </w:p>
    <w:p w14:paraId="2825E7BD" w14:textId="42372FB3" w:rsidR="007856BC" w:rsidRPr="00952A4C" w:rsidRDefault="00EA6AC9" w:rsidP="00303CDA">
      <w:pPr>
        <w:pStyle w:val="USTustnpkodeksu"/>
      </w:pPr>
      <w:bookmarkStart w:id="109" w:name="mip44650446"/>
      <w:bookmarkEnd w:id="109"/>
      <w:r>
        <w:t>9</w:t>
      </w:r>
      <w:r w:rsidR="00CF3DD8">
        <w:t xml:space="preserve">. Tożsamość </w:t>
      </w:r>
      <w:r w:rsidR="004C0EB0">
        <w:t xml:space="preserve">matki i ojca </w:t>
      </w:r>
      <w:r w:rsidR="00DF0C2B">
        <w:t xml:space="preserve">wyrażających </w:t>
      </w:r>
      <w:r w:rsidR="00CF3DD8">
        <w:t>zgodę na wydanie dokumentu paszportowego</w:t>
      </w:r>
      <w:r w:rsidR="0079023C">
        <w:t xml:space="preserve"> potwierdza się w sposób</w:t>
      </w:r>
      <w:r w:rsidR="00411F96">
        <w:t>,</w:t>
      </w:r>
      <w:r w:rsidR="0079023C">
        <w:t xml:space="preserve"> o którym mowa </w:t>
      </w:r>
      <w:r w:rsidR="0079023C" w:rsidRPr="00E6427C">
        <w:t xml:space="preserve">w art. </w:t>
      </w:r>
      <w:r w:rsidR="00E6427C" w:rsidRPr="00E6427C">
        <w:t>3</w:t>
      </w:r>
      <w:r w:rsidR="004F7EDF">
        <w:t>8</w:t>
      </w:r>
      <w:r w:rsidR="0079023C" w:rsidRPr="00E6427C">
        <w:t xml:space="preserve">. </w:t>
      </w:r>
      <w:r w:rsidR="00CF3DD8" w:rsidRPr="00E6427C">
        <w:t xml:space="preserve"> </w:t>
      </w:r>
    </w:p>
    <w:p w14:paraId="513808F6" w14:textId="77777777" w:rsidR="007856BC" w:rsidRDefault="0079023C" w:rsidP="00303CDA">
      <w:pPr>
        <w:pStyle w:val="USTustnpkodeksu"/>
      </w:pPr>
      <w:bookmarkStart w:id="110" w:name="mip44650447"/>
      <w:bookmarkEnd w:id="110"/>
      <w:r>
        <w:t>1</w:t>
      </w:r>
      <w:r w:rsidR="00EA6AC9">
        <w:t>0</w:t>
      </w:r>
      <w:r w:rsidR="007856BC" w:rsidRPr="00952A4C">
        <w:t>. Przepisy ust. 1</w:t>
      </w:r>
      <w:r w:rsidR="00074BCF">
        <w:t>–</w:t>
      </w:r>
      <w:r w:rsidR="00EA6AC9">
        <w:t>9</w:t>
      </w:r>
      <w:r w:rsidRPr="00952A4C">
        <w:t xml:space="preserve"> </w:t>
      </w:r>
      <w:r w:rsidR="007856BC" w:rsidRPr="00952A4C">
        <w:t xml:space="preserve">stosuje się odpowiednio do opiekunów </w:t>
      </w:r>
      <w:r w:rsidR="002B79D9">
        <w:t>prawnych</w:t>
      </w:r>
      <w:r w:rsidR="005E673E">
        <w:t xml:space="preserve"> i kuratora</w:t>
      </w:r>
      <w:r w:rsidR="007856BC" w:rsidRPr="00A47F0B">
        <w:t>.</w:t>
      </w:r>
    </w:p>
    <w:p w14:paraId="6DBCB442" w14:textId="30DB4EA3" w:rsidR="009B0BDA" w:rsidRPr="0079023C" w:rsidRDefault="009B0BDA" w:rsidP="00044ACA">
      <w:pPr>
        <w:pStyle w:val="ARTartustawynprozporzdzenia"/>
        <w:rPr>
          <w:rStyle w:val="Ppogrubienie"/>
          <w:b w:val="0"/>
        </w:rPr>
      </w:pPr>
      <w:r>
        <w:rPr>
          <w:rStyle w:val="Ppogrubienie"/>
        </w:rPr>
        <w:lastRenderedPageBreak/>
        <w:t xml:space="preserve">Art. </w:t>
      </w:r>
      <w:r w:rsidR="0079735D">
        <w:rPr>
          <w:rStyle w:val="Ppogrubienie"/>
        </w:rPr>
        <w:t>4</w:t>
      </w:r>
      <w:r w:rsidR="004F7EDF">
        <w:rPr>
          <w:rStyle w:val="Ppogrubienie"/>
        </w:rPr>
        <w:t>4</w:t>
      </w:r>
      <w:r>
        <w:rPr>
          <w:rStyle w:val="Ppogrubienie"/>
        </w:rPr>
        <w:t xml:space="preserve">. </w:t>
      </w:r>
      <w:r w:rsidR="008F5614" w:rsidRPr="0079023C">
        <w:rPr>
          <w:rStyle w:val="Ppogrubienie"/>
          <w:b w:val="0"/>
        </w:rPr>
        <w:t xml:space="preserve">Organ paszportowy przyjmując wniosek o wydanie </w:t>
      </w:r>
      <w:r w:rsidR="00044ACA">
        <w:rPr>
          <w:rStyle w:val="Ppogrubienie"/>
          <w:b w:val="0"/>
        </w:rPr>
        <w:t>paszportu lub</w:t>
      </w:r>
      <w:r w:rsidR="00044ACA" w:rsidRPr="00044ACA">
        <w:rPr>
          <w:rStyle w:val="Ppogrubienie"/>
          <w:b w:val="0"/>
        </w:rPr>
        <w:t xml:space="preserve"> paszportu tymczasowego</w:t>
      </w:r>
      <w:r w:rsidR="00044ACA">
        <w:rPr>
          <w:rStyle w:val="Ppogrubienie"/>
        </w:rPr>
        <w:t xml:space="preserve"> </w:t>
      </w:r>
      <w:r w:rsidR="008F5614" w:rsidRPr="0079023C">
        <w:rPr>
          <w:rStyle w:val="Ppogrubienie"/>
          <w:b w:val="0"/>
        </w:rPr>
        <w:t>wydaje wnioskodawcy potwierdzenie złożenia wniosku, które zawiera</w:t>
      </w:r>
      <w:r w:rsidRPr="0079023C">
        <w:rPr>
          <w:rStyle w:val="Ppogrubienie"/>
          <w:b w:val="0"/>
        </w:rPr>
        <w:t xml:space="preserve">: </w:t>
      </w:r>
    </w:p>
    <w:p w14:paraId="7B5C4195" w14:textId="77777777" w:rsidR="009B0BDA" w:rsidRPr="005E6FF9" w:rsidRDefault="008F5614" w:rsidP="005E6FF9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 xml:space="preserve">1) </w:t>
      </w:r>
      <w:r w:rsidRPr="005E6FF9">
        <w:t>i</w:t>
      </w:r>
      <w:r w:rsidR="009B0BDA" w:rsidRPr="005E6FF9">
        <w:t>mi</w:t>
      </w:r>
      <w:r w:rsidR="00CD2627" w:rsidRPr="005E6FF9">
        <w:t>ę (imiona)</w:t>
      </w:r>
      <w:r w:rsidR="00CD2627" w:rsidRPr="005E6FF9">
        <w:rPr>
          <w:rStyle w:val="Ppogrubienie"/>
          <w:b w:val="0"/>
        </w:rPr>
        <w:t xml:space="preserve"> </w:t>
      </w:r>
      <w:r w:rsidR="009B0BDA" w:rsidRPr="005E6FF9">
        <w:rPr>
          <w:rStyle w:val="Ppogrubienie"/>
          <w:b w:val="0"/>
        </w:rPr>
        <w:t>i nazwisko osoby</w:t>
      </w:r>
      <w:r w:rsidRPr="005E6FF9">
        <w:rPr>
          <w:rStyle w:val="Ppogrubienie"/>
          <w:b w:val="0"/>
        </w:rPr>
        <w:t>,</w:t>
      </w:r>
      <w:r w:rsidR="009B0BDA" w:rsidRPr="005E6FF9">
        <w:rPr>
          <w:rStyle w:val="Ppogrubienie"/>
          <w:b w:val="0"/>
        </w:rPr>
        <w:t xml:space="preserve"> której ma być wydany </w:t>
      </w:r>
      <w:r w:rsidRPr="005E6FF9">
        <w:rPr>
          <w:rStyle w:val="Ppogrubienie"/>
          <w:b w:val="0"/>
        </w:rPr>
        <w:t>dokument paszportowy</w:t>
      </w:r>
      <w:r w:rsidR="009B0BDA" w:rsidRPr="005E6FF9">
        <w:rPr>
          <w:rStyle w:val="Ppogrubienie"/>
          <w:b w:val="0"/>
        </w:rPr>
        <w:t>;</w:t>
      </w:r>
    </w:p>
    <w:p w14:paraId="1D4CE9D7" w14:textId="77777777" w:rsidR="009B0BDA" w:rsidRPr="005E6FF9" w:rsidRDefault="008F5614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>2) d</w:t>
      </w:r>
      <w:r w:rsidR="009B0BDA" w:rsidRPr="005E6FF9">
        <w:rPr>
          <w:rStyle w:val="Ppogrubienie"/>
          <w:b w:val="0"/>
        </w:rPr>
        <w:t>at</w:t>
      </w:r>
      <w:r w:rsidRPr="005E6FF9">
        <w:rPr>
          <w:rStyle w:val="Ppogrubienie"/>
          <w:b w:val="0"/>
        </w:rPr>
        <w:t>ę</w:t>
      </w:r>
      <w:r w:rsidR="009B0BDA" w:rsidRPr="005E6FF9">
        <w:rPr>
          <w:rStyle w:val="Ppogrubienie"/>
          <w:b w:val="0"/>
        </w:rPr>
        <w:t xml:space="preserve"> złożenia wniosku;</w:t>
      </w:r>
    </w:p>
    <w:p w14:paraId="2AB3A88F" w14:textId="77777777" w:rsidR="009B0BDA" w:rsidRPr="005E6FF9" w:rsidRDefault="008F5614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>3) n</w:t>
      </w:r>
      <w:r w:rsidR="009B0BDA" w:rsidRPr="005E6FF9">
        <w:rPr>
          <w:rStyle w:val="Ppogrubienie"/>
          <w:b w:val="0"/>
        </w:rPr>
        <w:t>umer wniosku</w:t>
      </w:r>
      <w:r w:rsidR="007205EE" w:rsidRPr="005E6FF9">
        <w:rPr>
          <w:rStyle w:val="Ppogrubienie"/>
          <w:b w:val="0"/>
        </w:rPr>
        <w:t>, jeżeli został nadany podczas składania wniosku</w:t>
      </w:r>
      <w:r w:rsidRPr="005E6FF9">
        <w:rPr>
          <w:rStyle w:val="Ppogrubienie"/>
          <w:b w:val="0"/>
        </w:rPr>
        <w:t xml:space="preserve">; </w:t>
      </w:r>
    </w:p>
    <w:p w14:paraId="49564C6B" w14:textId="0E75377A" w:rsidR="009B0BDA" w:rsidRPr="005E6FF9" w:rsidRDefault="008F5614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>4) informacje o organie wydającym dokument paszportowy i miejscu jego odbioru.</w:t>
      </w:r>
      <w:r w:rsidR="009B0BDA" w:rsidRPr="005E6FF9">
        <w:rPr>
          <w:rStyle w:val="Ppogrubienie"/>
          <w:b w:val="0"/>
        </w:rPr>
        <w:t xml:space="preserve"> </w:t>
      </w:r>
    </w:p>
    <w:p w14:paraId="0EBE6FE1" w14:textId="7914B35A" w:rsidR="00FD11F7" w:rsidRDefault="00FD11F7" w:rsidP="00BD6150">
      <w:pPr>
        <w:pStyle w:val="ARTartustawynprozporzdzenia"/>
      </w:pPr>
      <w:r w:rsidRPr="00A26CB9">
        <w:rPr>
          <w:rStyle w:val="Ppogrubienie"/>
        </w:rPr>
        <w:t xml:space="preserve">Art. </w:t>
      </w:r>
      <w:r w:rsidR="0030059A">
        <w:rPr>
          <w:rStyle w:val="Ppogrubienie"/>
        </w:rPr>
        <w:t>4</w:t>
      </w:r>
      <w:r w:rsidR="004F7EDF">
        <w:rPr>
          <w:rStyle w:val="Ppogrubienie"/>
        </w:rPr>
        <w:t>5</w:t>
      </w:r>
      <w:r w:rsidR="003C6518">
        <w:rPr>
          <w:rStyle w:val="Ppogrubienie"/>
        </w:rPr>
        <w:t>.</w:t>
      </w:r>
      <w:r>
        <w:t xml:space="preserve"> Organ paszportowy </w:t>
      </w:r>
      <w:r w:rsidR="005656B2">
        <w:t>informuje w formie</w:t>
      </w:r>
      <w:r w:rsidR="00802C9B">
        <w:t xml:space="preserve"> pisemnej o </w:t>
      </w:r>
      <w:r w:rsidR="00F05D8D">
        <w:t>nie</w:t>
      </w:r>
      <w:r w:rsidR="00802C9B">
        <w:t>przyjęciu</w:t>
      </w:r>
      <w:r>
        <w:t xml:space="preserve"> wniosku o wydanie dokumentu paszportowego gdy:</w:t>
      </w:r>
    </w:p>
    <w:p w14:paraId="3AD6B765" w14:textId="7BEF1877" w:rsidR="00FD11F7" w:rsidRPr="0079735D" w:rsidRDefault="00FD11F7" w:rsidP="005E6FF9">
      <w:pPr>
        <w:pStyle w:val="PKTpunkt"/>
      </w:pPr>
      <w:r>
        <w:t xml:space="preserve">1) </w:t>
      </w:r>
      <w:r w:rsidR="0079023C">
        <w:t xml:space="preserve">nie przedłożono </w:t>
      </w:r>
      <w:r w:rsidR="002B5B86">
        <w:t>fotografii spełniającej</w:t>
      </w:r>
      <w:r>
        <w:t xml:space="preserve"> wymog</w:t>
      </w:r>
      <w:r w:rsidR="005B3BBA">
        <w:t>i</w:t>
      </w:r>
      <w:r w:rsidR="00B70159">
        <w:t>,</w:t>
      </w:r>
      <w:r>
        <w:t xml:space="preserve"> o których mowa </w:t>
      </w:r>
      <w:r w:rsidRPr="0079735D">
        <w:t>w</w:t>
      </w:r>
      <w:r w:rsidR="009C1DA2" w:rsidRPr="0079735D">
        <w:t xml:space="preserve"> art. </w:t>
      </w:r>
      <w:r w:rsidR="004F7EDF">
        <w:t>41</w:t>
      </w:r>
      <w:r w:rsidR="00A26CB9" w:rsidRPr="0079735D">
        <w:t>;</w:t>
      </w:r>
    </w:p>
    <w:p w14:paraId="0EC83EBC" w14:textId="76925DB3" w:rsidR="00295D35" w:rsidRDefault="00704059">
      <w:pPr>
        <w:pStyle w:val="PKTpunkt"/>
      </w:pPr>
      <w:r>
        <w:t xml:space="preserve">2) </w:t>
      </w:r>
      <w:r w:rsidR="00295D35">
        <w:t xml:space="preserve">nie przedłożono dokumentów, o których mowa </w:t>
      </w:r>
      <w:r w:rsidR="00295D35" w:rsidRPr="0079735D">
        <w:t>w art. 3</w:t>
      </w:r>
      <w:r w:rsidR="004F7EDF">
        <w:t>6</w:t>
      </w:r>
      <w:r w:rsidR="00295D35">
        <w:t xml:space="preserve"> pkt 5;</w:t>
      </w:r>
    </w:p>
    <w:p w14:paraId="5A46816B" w14:textId="61FBA3DC" w:rsidR="00704059" w:rsidRDefault="00295D35">
      <w:pPr>
        <w:pStyle w:val="PKTpunkt"/>
      </w:pPr>
      <w:r>
        <w:t xml:space="preserve">3) </w:t>
      </w:r>
      <w:r w:rsidR="003418BB">
        <w:t>osoba</w:t>
      </w:r>
      <w:r w:rsidR="00B70159">
        <w:t xml:space="preserve">, której </w:t>
      </w:r>
      <w:r w:rsidR="00AA6A75" w:rsidRPr="00AA6A75">
        <w:t xml:space="preserve">ma być wydany dokument paszportowy </w:t>
      </w:r>
      <w:r w:rsidR="00704059">
        <w:t>od</w:t>
      </w:r>
      <w:r w:rsidR="00DF0C2B">
        <w:t>mówiła</w:t>
      </w:r>
      <w:r w:rsidR="00704059">
        <w:t xml:space="preserve"> złożenia odcisków</w:t>
      </w:r>
      <w:r w:rsidR="00252F71">
        <w:t xml:space="preserve"> </w:t>
      </w:r>
      <w:r w:rsidR="00704059">
        <w:t>palców</w:t>
      </w:r>
      <w:r w:rsidR="00B70159">
        <w:t xml:space="preserve"> </w:t>
      </w:r>
      <w:r w:rsidR="003504F2">
        <w:t>–</w:t>
      </w:r>
      <w:r w:rsidR="00B70159">
        <w:t xml:space="preserve"> o ile są wymagane</w:t>
      </w:r>
      <w:r w:rsidR="00A26CB9">
        <w:t>;</w:t>
      </w:r>
    </w:p>
    <w:p w14:paraId="3E0F0B5B" w14:textId="239DB2D4" w:rsidR="00E7065F" w:rsidRDefault="00295D35" w:rsidP="00631649">
      <w:pPr>
        <w:pStyle w:val="PKTpunkt"/>
      </w:pPr>
      <w:r>
        <w:t>4</w:t>
      </w:r>
      <w:r w:rsidR="00A26CB9">
        <w:t>)</w:t>
      </w:r>
      <w:r w:rsidR="00B70159">
        <w:t xml:space="preserve"> osoba, </w:t>
      </w:r>
      <w:r w:rsidR="00B70159" w:rsidRPr="00B70159">
        <w:t xml:space="preserve">której </w:t>
      </w:r>
      <w:r w:rsidR="00AA6A75" w:rsidRPr="00AA6A75">
        <w:t xml:space="preserve">ma być wydany dokument paszportowy </w:t>
      </w:r>
      <w:r w:rsidR="00B70159">
        <w:t>odmówiła złożenia podpisu</w:t>
      </w:r>
      <w:r w:rsidR="00074BCF">
        <w:t xml:space="preserve"> </w:t>
      </w:r>
      <w:r w:rsidR="003504F2">
        <w:t>–</w:t>
      </w:r>
      <w:r w:rsidR="00B70159">
        <w:t xml:space="preserve"> o ile </w:t>
      </w:r>
      <w:r w:rsidR="00C914A3">
        <w:t xml:space="preserve">jest </w:t>
      </w:r>
      <w:r w:rsidR="00B70159">
        <w:t xml:space="preserve"> wymagany</w:t>
      </w:r>
      <w:r w:rsidR="00384DBA">
        <w:t>.</w:t>
      </w:r>
      <w:r w:rsidR="00B70159">
        <w:t xml:space="preserve"> </w:t>
      </w:r>
      <w:r w:rsidR="00E7065F" w:rsidRPr="00E7065F">
        <w:t xml:space="preserve"> </w:t>
      </w:r>
    </w:p>
    <w:p w14:paraId="702E6838" w14:textId="76EC1516" w:rsidR="00552128" w:rsidRPr="00552128" w:rsidRDefault="005C543B" w:rsidP="0053453A">
      <w:pPr>
        <w:pStyle w:val="ARTartustawynprozporzdzenia"/>
      </w:pPr>
      <w:bookmarkStart w:id="111" w:name="mip13180674"/>
      <w:bookmarkStart w:id="112" w:name="mip13180675"/>
      <w:bookmarkStart w:id="113" w:name="mip13180676"/>
      <w:bookmarkEnd w:id="111"/>
      <w:bookmarkEnd w:id="112"/>
      <w:bookmarkEnd w:id="113"/>
      <w:r w:rsidRPr="005C543B">
        <w:rPr>
          <w:rStyle w:val="Ppogrubienie"/>
        </w:rPr>
        <w:t>Art.</w:t>
      </w:r>
      <w:r w:rsidR="002C12EB">
        <w:rPr>
          <w:rStyle w:val="Ppogrubienie"/>
        </w:rPr>
        <w:t xml:space="preserve"> </w:t>
      </w:r>
      <w:r w:rsidR="003C3EA9">
        <w:rPr>
          <w:rStyle w:val="Ppogrubienie"/>
        </w:rPr>
        <w:t>4</w:t>
      </w:r>
      <w:r w:rsidR="004F7EDF">
        <w:rPr>
          <w:rStyle w:val="Ppogrubienie"/>
        </w:rPr>
        <w:t>6</w:t>
      </w:r>
      <w:r w:rsidR="002C12EB">
        <w:rPr>
          <w:rStyle w:val="Ppogrubienie"/>
        </w:rPr>
        <w:t>.</w:t>
      </w:r>
      <w:r w:rsidRPr="005C543B">
        <w:t xml:space="preserve"> </w:t>
      </w:r>
      <w:r w:rsidR="00D55ECD">
        <w:t xml:space="preserve">1. </w:t>
      </w:r>
      <w:r w:rsidR="00BD346C">
        <w:t>Tej samej osobie może zostać wydany drugi paszport w</w:t>
      </w:r>
      <w:r w:rsidR="00552128" w:rsidRPr="00552128">
        <w:t xml:space="preserve"> wyjątkowych sytuacjach, w szczególności uzasadnionych:</w:t>
      </w:r>
    </w:p>
    <w:p w14:paraId="3F612C06" w14:textId="6F479EC4" w:rsidR="00552128" w:rsidRPr="00552128" w:rsidRDefault="00552128" w:rsidP="00552128">
      <w:pPr>
        <w:pStyle w:val="PKTpunkt"/>
      </w:pPr>
      <w:bookmarkStart w:id="114" w:name="mip44650502"/>
      <w:bookmarkEnd w:id="114"/>
      <w:r w:rsidRPr="00552128">
        <w:t xml:space="preserve">1) względami ochrony </w:t>
      </w:r>
      <w:r w:rsidR="008E33A9">
        <w:t>je</w:t>
      </w:r>
      <w:r w:rsidR="00285E0E">
        <w:t>j</w:t>
      </w:r>
      <w:r w:rsidR="008E33A9">
        <w:t xml:space="preserve"> </w:t>
      </w:r>
      <w:r w:rsidRPr="00552128">
        <w:t>życia i zdrowia</w:t>
      </w:r>
      <w:r w:rsidR="008E33A9">
        <w:t>,</w:t>
      </w:r>
    </w:p>
    <w:p w14:paraId="0DE2A971" w14:textId="357F7D06" w:rsidR="003A7B31" w:rsidRPr="00552128" w:rsidRDefault="00552128" w:rsidP="003A7B31">
      <w:pPr>
        <w:pStyle w:val="PKTpunkt"/>
      </w:pPr>
      <w:bookmarkStart w:id="115" w:name="mip44650503"/>
      <w:bookmarkEnd w:id="115"/>
      <w:r w:rsidRPr="00552128">
        <w:t>2)</w:t>
      </w:r>
      <w:r>
        <w:t xml:space="preserve"> </w:t>
      </w:r>
      <w:r w:rsidRPr="00552128">
        <w:t xml:space="preserve">poważnymi trudnościami w prowadzeniu przez </w:t>
      </w:r>
      <w:r w:rsidR="008E33A9">
        <w:t>ni</w:t>
      </w:r>
      <w:r w:rsidR="00285E0E">
        <w:t>ą</w:t>
      </w:r>
      <w:r w:rsidR="008E33A9" w:rsidRPr="00552128">
        <w:t xml:space="preserve"> </w:t>
      </w:r>
      <w:r w:rsidRPr="00552128">
        <w:t>działalności humanitarnej</w:t>
      </w:r>
      <w:r w:rsidR="003A7B31">
        <w:t xml:space="preserve"> lub zawodowej</w:t>
      </w:r>
      <w:r w:rsidR="008E33A9">
        <w:t>,</w:t>
      </w:r>
    </w:p>
    <w:p w14:paraId="4B8AFD90" w14:textId="693D210A" w:rsidR="00552128" w:rsidRPr="00552128" w:rsidRDefault="00552128" w:rsidP="00552128">
      <w:pPr>
        <w:pStyle w:val="PKTpunkt"/>
      </w:pPr>
      <w:bookmarkStart w:id="116" w:name="mip44650504"/>
      <w:bookmarkEnd w:id="116"/>
      <w:r w:rsidRPr="00552128">
        <w:t>3)</w:t>
      </w:r>
      <w:r>
        <w:t xml:space="preserve"> </w:t>
      </w:r>
      <w:r w:rsidRPr="00552128">
        <w:t>posiadaniem w paszporcie wiz lub pieczęci potwierdzających przekraczanie granicy państw lub pobyt na ich terytorium, co uniemożliwia lub znacznie utrudnia wja</w:t>
      </w:r>
      <w:r w:rsidR="00D20D6D">
        <w:t>zd na terytorium innego państwa</w:t>
      </w:r>
      <w:r w:rsidR="008E33A9">
        <w:t>,</w:t>
      </w:r>
    </w:p>
    <w:p w14:paraId="2E2E48EB" w14:textId="77777777" w:rsidR="00552128" w:rsidRPr="00552128" w:rsidRDefault="00552128" w:rsidP="00552128">
      <w:pPr>
        <w:pStyle w:val="PKTpunkt"/>
      </w:pPr>
      <w:bookmarkStart w:id="117" w:name="mip44650505"/>
      <w:bookmarkEnd w:id="117"/>
      <w:r w:rsidRPr="00552128">
        <w:t>4) względami bezpieczeństwa państwa</w:t>
      </w:r>
    </w:p>
    <w:p w14:paraId="40B01D69" w14:textId="59F1D8E3" w:rsidR="00F947B6" w:rsidRDefault="003504F2" w:rsidP="00552128">
      <w:pPr>
        <w:pStyle w:val="CZWSPPKTczwsplnapunktw"/>
      </w:pPr>
      <w:bookmarkStart w:id="118" w:name="mip44650506"/>
      <w:bookmarkEnd w:id="118"/>
      <w:r>
        <w:t>–</w:t>
      </w:r>
      <w:r w:rsidR="00552128" w:rsidRPr="00552128">
        <w:t xml:space="preserve"> po uprawdopodobnieniu tych okoliczności</w:t>
      </w:r>
      <w:r w:rsidR="00D55ECD">
        <w:t>.</w:t>
      </w:r>
    </w:p>
    <w:p w14:paraId="27ACE0D7" w14:textId="7A5E37A1" w:rsidR="00F57B69" w:rsidRDefault="00E038CE" w:rsidP="00D55ECD">
      <w:pPr>
        <w:pStyle w:val="USTustnpkodeksu"/>
      </w:pPr>
      <w:r>
        <w:t>2</w:t>
      </w:r>
      <w:r w:rsidR="00DE406E">
        <w:t xml:space="preserve">. </w:t>
      </w:r>
      <w:r w:rsidR="00F57B69">
        <w:t>Do wydania drugiego paszportu dla tej samej osoby stosuje się zasady przewidziane dla wydania paszportu</w:t>
      </w:r>
      <w:r w:rsidR="000572BA">
        <w:t xml:space="preserve">, z wyjątkiem art. </w:t>
      </w:r>
      <w:r w:rsidR="009A5F92">
        <w:t>60</w:t>
      </w:r>
      <w:r w:rsidR="00F57B69">
        <w:t>.</w:t>
      </w:r>
    </w:p>
    <w:p w14:paraId="4C10CE9A" w14:textId="57D4423A" w:rsidR="00E038CE" w:rsidRDefault="00380A90" w:rsidP="00E038CE">
      <w:pPr>
        <w:pStyle w:val="USTustnpkodeksu"/>
      </w:pPr>
      <w:r w:rsidRPr="00380A90">
        <w:rPr>
          <w:rStyle w:val="Ppogrubienie"/>
        </w:rPr>
        <w:t>Art. 47</w:t>
      </w:r>
      <w:r w:rsidR="00E038CE" w:rsidRPr="00380A90">
        <w:rPr>
          <w:rStyle w:val="Ppogrubienie"/>
        </w:rPr>
        <w:t>.</w:t>
      </w:r>
      <w:r w:rsidR="00E038CE">
        <w:t xml:space="preserve"> 1</w:t>
      </w:r>
      <w:r w:rsidR="00E038CE" w:rsidRPr="00D55ECD">
        <w:t xml:space="preserve"> </w:t>
      </w:r>
      <w:r w:rsidR="00E038CE">
        <w:t xml:space="preserve">Wydanie drugiego paszportu z powodu, o którym mowa w </w:t>
      </w:r>
      <w:r>
        <w:t>art. 46</w:t>
      </w:r>
      <w:r w:rsidR="00E038CE">
        <w:t xml:space="preserve"> ust. 1 pkt 4, wymaga uzyskania przez organ paszportowy pozytywnej opinii Szefa Agencji Bezpieczeństwa Wewnętrznego. </w:t>
      </w:r>
    </w:p>
    <w:p w14:paraId="0370AD5C" w14:textId="0D4B0B89" w:rsidR="00E038CE" w:rsidRDefault="00E038CE" w:rsidP="00E038CE">
      <w:pPr>
        <w:pStyle w:val="USTustnpkodeksu"/>
      </w:pPr>
      <w:r>
        <w:t>2. W celu uzyskania opinii, o której mowa w ust. 1, organ paszportowy przekazuje Szefowi Agencji Bezpieczeństwa Wewnętrznego, kopię dokumentacji uprawdopodobniającej okoliczności, o których</w:t>
      </w:r>
      <w:r w:rsidR="00380A90">
        <w:t xml:space="preserve"> mowa w art. 46</w:t>
      </w:r>
      <w:r>
        <w:t xml:space="preserve"> ust. 1 pkt 4.</w:t>
      </w:r>
    </w:p>
    <w:p w14:paraId="22E97F97" w14:textId="710973A7" w:rsidR="003D4FA7" w:rsidRDefault="00E038CE" w:rsidP="00E038CE">
      <w:pPr>
        <w:pStyle w:val="USTustnpkodeksu"/>
      </w:pPr>
      <w:r>
        <w:lastRenderedPageBreak/>
        <w:t>3. Przed wydaniem opinii</w:t>
      </w:r>
      <w:r w:rsidR="003D4FA7">
        <w:t>,</w:t>
      </w:r>
      <w:r>
        <w:t xml:space="preserve"> Szef Agencji Bezpieczeństwa Wewnęt</w:t>
      </w:r>
      <w:r w:rsidR="003D4FA7">
        <w:t xml:space="preserve">rznego może żądać od osoby ubiegającej się o wydanie drugiego paszportu, przedłożenia </w:t>
      </w:r>
      <w:r w:rsidR="002A62FA">
        <w:t xml:space="preserve">dodatkowych informacji uprawdopodabniających </w:t>
      </w:r>
      <w:r w:rsidR="003D4FA7">
        <w:t>okoliczności,</w:t>
      </w:r>
      <w:r w:rsidR="003D4FA7" w:rsidRPr="003D4FA7">
        <w:t xml:space="preserve"> </w:t>
      </w:r>
      <w:r w:rsidR="003D4FA7">
        <w:t>o których mowa w art.</w:t>
      </w:r>
      <w:r w:rsidR="00380A90">
        <w:t xml:space="preserve"> 46</w:t>
      </w:r>
      <w:r w:rsidR="003D4FA7">
        <w:t xml:space="preserve"> ust. 1 pkt 4.</w:t>
      </w:r>
    </w:p>
    <w:p w14:paraId="20581F03" w14:textId="65A5A791" w:rsidR="00E038CE" w:rsidRDefault="003D4FA7" w:rsidP="00E038CE">
      <w:pPr>
        <w:pStyle w:val="USTustnpkodeksu"/>
      </w:pPr>
      <w:r>
        <w:t>4. Opinię, o której mowa w ust. 1</w:t>
      </w:r>
      <w:r w:rsidR="0036593A">
        <w:t xml:space="preserve">, </w:t>
      </w:r>
      <w:r>
        <w:t>Szef Agencji Bezpieczeństwa Wewnętrznego</w:t>
      </w:r>
      <w:r w:rsidR="0036593A">
        <w:t xml:space="preserve"> </w:t>
      </w:r>
      <w:r w:rsidR="0036593A" w:rsidRPr="0036593A">
        <w:t>przekazuje organowi paszportowemu w formie pisemnej, w terminie 14 dni od dnia otrzymania dokumentacji</w:t>
      </w:r>
      <w:r w:rsidR="0036593A">
        <w:t>, o której mowa w ust. 2</w:t>
      </w:r>
      <w:r w:rsidR="0036593A" w:rsidRPr="0036593A">
        <w:t>. Nieprzekazanie opinii w tym terminie uważa się za zgodę Szefa A</w:t>
      </w:r>
      <w:r w:rsidR="0036593A">
        <w:t xml:space="preserve">gencji </w:t>
      </w:r>
      <w:r w:rsidR="0036593A" w:rsidRPr="0036593A">
        <w:t>B</w:t>
      </w:r>
      <w:r w:rsidR="0036593A">
        <w:t xml:space="preserve">ezpieczeństwa </w:t>
      </w:r>
      <w:r w:rsidR="0036593A" w:rsidRPr="0036593A">
        <w:t>W</w:t>
      </w:r>
      <w:r w:rsidR="0036593A">
        <w:t>ewnętrznego</w:t>
      </w:r>
      <w:r w:rsidR="0036593A" w:rsidRPr="0036593A">
        <w:t xml:space="preserve"> na wydanie drugiego paszportu</w:t>
      </w:r>
      <w:r w:rsidR="0036593A">
        <w:t>.</w:t>
      </w:r>
    </w:p>
    <w:p w14:paraId="37CC36B2" w14:textId="320565EE" w:rsidR="0036593A" w:rsidRDefault="0036593A" w:rsidP="00E038CE">
      <w:pPr>
        <w:pStyle w:val="USTustnpkodeksu"/>
      </w:pPr>
      <w:r>
        <w:t xml:space="preserve">5. </w:t>
      </w:r>
      <w:r w:rsidR="003C5CB5">
        <w:t>W szczególnie uzasadnionych przypadkach termin, o którym mowa w ust. 4 może zostać przedłużony do 30 dni.</w:t>
      </w:r>
    </w:p>
    <w:p w14:paraId="317CAE61" w14:textId="4C937C31" w:rsidR="00E038CE" w:rsidRDefault="003C5CB5" w:rsidP="002A62FA">
      <w:pPr>
        <w:pStyle w:val="ARTartustawynprozporzdzenia"/>
      </w:pPr>
      <w:r>
        <w:t xml:space="preserve">6. Wydając opinię, o której mowa w ust. 1, Szef </w:t>
      </w:r>
      <w:r w:rsidRPr="0036593A">
        <w:t>A</w:t>
      </w:r>
      <w:r>
        <w:t xml:space="preserve">gencji </w:t>
      </w:r>
      <w:r w:rsidRPr="0036593A">
        <w:t>B</w:t>
      </w:r>
      <w:r>
        <w:t xml:space="preserve">ezpieczeństwa </w:t>
      </w:r>
      <w:r w:rsidRPr="0036593A">
        <w:t>W</w:t>
      </w:r>
      <w:r>
        <w:t>ewnętrznego może odstąpić od jej uzasadnienia, albo ograniczyć to uzasadnienie, ze względu na interes bezpieczeństwa państwa.</w:t>
      </w:r>
    </w:p>
    <w:p w14:paraId="2E3A4E6E" w14:textId="46337DDF" w:rsidR="005C543B" w:rsidRPr="005C543B" w:rsidRDefault="00F947B6" w:rsidP="006F0AD7">
      <w:pPr>
        <w:pStyle w:val="ARTartustawynprozporzdzenia"/>
      </w:pPr>
      <w:bookmarkStart w:id="119" w:name="mip44650626"/>
      <w:bookmarkStart w:id="120" w:name="mip44650627"/>
      <w:bookmarkEnd w:id="119"/>
      <w:bookmarkEnd w:id="120"/>
      <w:r w:rsidRPr="00F947B6">
        <w:rPr>
          <w:rStyle w:val="Ppogrubienie"/>
        </w:rPr>
        <w:t>Art.</w:t>
      </w:r>
      <w:r w:rsidR="00E23CEA">
        <w:rPr>
          <w:rStyle w:val="Ppogrubienie"/>
        </w:rPr>
        <w:t xml:space="preserve"> </w:t>
      </w:r>
      <w:r w:rsidR="00F3025F">
        <w:rPr>
          <w:rStyle w:val="Ppogrubienie"/>
        </w:rPr>
        <w:t>4</w:t>
      </w:r>
      <w:r w:rsidR="00380A90">
        <w:rPr>
          <w:rStyle w:val="Ppogrubienie"/>
        </w:rPr>
        <w:t>8</w:t>
      </w:r>
      <w:r w:rsidRPr="00F947B6">
        <w:rPr>
          <w:rStyle w:val="Ppogrubienie"/>
        </w:rPr>
        <w:t>.</w:t>
      </w:r>
      <w:r>
        <w:rPr>
          <w:rStyle w:val="Ppogrubienie"/>
        </w:rPr>
        <w:t xml:space="preserve"> </w:t>
      </w:r>
      <w:r w:rsidR="00F57B69" w:rsidRPr="005C4821">
        <w:t>1.</w:t>
      </w:r>
      <w:r w:rsidR="00F57B69">
        <w:rPr>
          <w:rStyle w:val="Ppogrubienie"/>
        </w:rPr>
        <w:t xml:space="preserve"> </w:t>
      </w:r>
      <w:r w:rsidR="005C543B" w:rsidRPr="005C543B">
        <w:t>Paszport tymczasowy wydaje się:</w:t>
      </w:r>
    </w:p>
    <w:p w14:paraId="0DDF9FE4" w14:textId="77777777" w:rsidR="005C543B" w:rsidRDefault="005C543B" w:rsidP="005C543B">
      <w:pPr>
        <w:pStyle w:val="PKTpunkt"/>
      </w:pPr>
      <w:bookmarkStart w:id="121" w:name="mip44650510"/>
      <w:bookmarkEnd w:id="121"/>
      <w:r w:rsidRPr="005C543B">
        <w:t>1) </w:t>
      </w:r>
      <w:r w:rsidR="000572BA">
        <w:t xml:space="preserve">osobom przebywającym </w:t>
      </w:r>
      <w:r w:rsidR="008272A3">
        <w:t xml:space="preserve">poza granicami Rzeczypospolitej Polskiej </w:t>
      </w:r>
      <w:r w:rsidRPr="005C543B">
        <w:t xml:space="preserve">na czas oczekiwania na </w:t>
      </w:r>
      <w:r w:rsidR="008233F0">
        <w:t xml:space="preserve">odbiór </w:t>
      </w:r>
      <w:r w:rsidRPr="005C543B">
        <w:t>paszportu;</w:t>
      </w:r>
    </w:p>
    <w:p w14:paraId="57059DB5" w14:textId="2BE48919" w:rsidR="00F924DF" w:rsidRDefault="00F924DF" w:rsidP="00F924DF">
      <w:pPr>
        <w:pStyle w:val="PKTpunkt"/>
      </w:pPr>
      <w:r>
        <w:t>2</w:t>
      </w:r>
      <w:r w:rsidRPr="005C543B">
        <w:t xml:space="preserve">) osobom, od których pobranie odcisków </w:t>
      </w:r>
      <w:r w:rsidR="009A5345">
        <w:t xml:space="preserve"> </w:t>
      </w:r>
      <w:r w:rsidRPr="005C543B">
        <w:t>palców jest fizycznie niemożliwe, a prz</w:t>
      </w:r>
      <w:r w:rsidR="002675B9">
        <w:t>eszkoda ta ma charakter czasowy;</w:t>
      </w:r>
    </w:p>
    <w:p w14:paraId="0D800538" w14:textId="77777777" w:rsidR="00F924DF" w:rsidRPr="005C543B" w:rsidRDefault="00F924DF" w:rsidP="005C543B">
      <w:pPr>
        <w:pStyle w:val="PKTpunkt"/>
      </w:pPr>
      <w:r>
        <w:t xml:space="preserve">3) </w:t>
      </w:r>
      <w:r w:rsidRPr="005C543B">
        <w:t>w nagłych przypadkach</w:t>
      </w:r>
      <w:r>
        <w:t>:</w:t>
      </w:r>
    </w:p>
    <w:p w14:paraId="0354EE5E" w14:textId="77777777" w:rsidR="005C543B" w:rsidRPr="005C543B" w:rsidRDefault="00F924DF" w:rsidP="00041C3C">
      <w:pPr>
        <w:pStyle w:val="LITlitera"/>
      </w:pPr>
      <w:bookmarkStart w:id="122" w:name="mip44650512"/>
      <w:bookmarkEnd w:id="122"/>
      <w:r>
        <w:t>a</w:t>
      </w:r>
      <w:r w:rsidR="005C543B" w:rsidRPr="005C543B">
        <w:t>) na powrót do miejsca stałego pobytu</w:t>
      </w:r>
      <w:r w:rsidR="002675B9">
        <w:t>,</w:t>
      </w:r>
    </w:p>
    <w:p w14:paraId="6C494863" w14:textId="77777777" w:rsidR="005710BE" w:rsidRDefault="00F924DF" w:rsidP="00041C3C">
      <w:pPr>
        <w:pStyle w:val="LITlitera"/>
      </w:pPr>
      <w:bookmarkStart w:id="123" w:name="mip44650513"/>
      <w:bookmarkEnd w:id="123"/>
      <w:r>
        <w:t>b</w:t>
      </w:r>
      <w:r w:rsidR="005C543B" w:rsidRPr="005C543B">
        <w:t>)  związanych z chorob</w:t>
      </w:r>
      <w:r w:rsidR="002675B9">
        <w:t>ą</w:t>
      </w:r>
      <w:r w:rsidR="00983567">
        <w:t>,</w:t>
      </w:r>
      <w:r w:rsidR="002675B9">
        <w:t xml:space="preserve"> </w:t>
      </w:r>
    </w:p>
    <w:p w14:paraId="526AFFAB" w14:textId="77777777" w:rsidR="005C543B" w:rsidRPr="005C543B" w:rsidRDefault="005710BE" w:rsidP="00041C3C">
      <w:pPr>
        <w:pStyle w:val="LITlitera"/>
      </w:pPr>
      <w:r>
        <w:t xml:space="preserve">c) </w:t>
      </w:r>
      <w:r w:rsidRPr="005C543B">
        <w:t>związanych z chorob</w:t>
      </w:r>
      <w:r>
        <w:t xml:space="preserve">ą </w:t>
      </w:r>
      <w:r w:rsidR="002675B9">
        <w:t>lub pogrzebem członka rodziny,</w:t>
      </w:r>
    </w:p>
    <w:p w14:paraId="6DDF1DB5" w14:textId="77777777" w:rsidR="005C543B" w:rsidRPr="005C543B" w:rsidRDefault="005710BE" w:rsidP="00041C3C">
      <w:pPr>
        <w:pStyle w:val="LITlitera"/>
      </w:pPr>
      <w:bookmarkStart w:id="124" w:name="mip44650514"/>
      <w:bookmarkEnd w:id="124"/>
      <w:r>
        <w:t>d</w:t>
      </w:r>
      <w:r w:rsidR="005C543B" w:rsidRPr="005C543B">
        <w:t>)  związanych z prowadzoną działalnością zawodową</w:t>
      </w:r>
      <w:r w:rsidR="002675B9">
        <w:t>,</w:t>
      </w:r>
    </w:p>
    <w:p w14:paraId="238399BF" w14:textId="2F55F32C" w:rsidR="003C3EA9" w:rsidRDefault="005710BE" w:rsidP="00041C3C">
      <w:pPr>
        <w:pStyle w:val="LITlitera"/>
      </w:pPr>
      <w:bookmarkStart w:id="125" w:name="mip44650515"/>
      <w:bookmarkEnd w:id="125"/>
      <w:r>
        <w:t>e</w:t>
      </w:r>
      <w:r w:rsidR="005C543B" w:rsidRPr="005C543B">
        <w:t>) związanych z realizacją obowiązku nauki</w:t>
      </w:r>
      <w:r w:rsidR="00F924DF">
        <w:t xml:space="preserve"> przez </w:t>
      </w:r>
      <w:r w:rsidR="005D423D" w:rsidRPr="00CC4DFA">
        <w:t xml:space="preserve">osoby </w:t>
      </w:r>
      <w:r w:rsidR="005D423D" w:rsidRPr="00237ED0">
        <w:t>nieposiadające zdolności do czynności prawnych lub posiadające ograniczoną zdolność do czynności prawnych</w:t>
      </w:r>
      <w:r w:rsidR="005D423D">
        <w:t>, które nie ukończyły 18</w:t>
      </w:r>
      <w:r w:rsidR="00E5006A">
        <w:t>.</w:t>
      </w:r>
      <w:r w:rsidR="005D423D">
        <w:t xml:space="preserve"> roku życia</w:t>
      </w:r>
      <w:r w:rsidR="005C543B" w:rsidRPr="005C543B">
        <w:t xml:space="preserve">, rozwojem ich indywidualnych umiejętności lub w razie konieczności zapewnienia tym osobom opieki w sytuacji, o której mowa w </w:t>
      </w:r>
      <w:r w:rsidR="003C3EA9">
        <w:t>l</w:t>
      </w:r>
      <w:r w:rsidR="002675B9">
        <w:t xml:space="preserve">it </w:t>
      </w:r>
      <w:r>
        <w:t>d</w:t>
      </w:r>
      <w:r w:rsidR="003C3EA9">
        <w:t>;</w:t>
      </w:r>
    </w:p>
    <w:p w14:paraId="33FB23F3" w14:textId="6F946CAF" w:rsidR="00F63C77" w:rsidRDefault="003C3EA9" w:rsidP="00DB69B3">
      <w:pPr>
        <w:pStyle w:val="PKTpunkt"/>
      </w:pPr>
      <w:r>
        <w:t>4) osobom</w:t>
      </w:r>
      <w:r w:rsidR="000E5248" w:rsidRPr="000E5248">
        <w:t xml:space="preserve"> </w:t>
      </w:r>
      <w:r w:rsidR="000E5248">
        <w:t>przebywającym poza granicami Rzeczypospolitej Polskiej</w:t>
      </w:r>
      <w:r>
        <w:t>, którym nie nadano numeru PESEL</w:t>
      </w:r>
      <w:r w:rsidR="00D738D9">
        <w:t xml:space="preserve"> </w:t>
      </w:r>
      <w:r>
        <w:t>w</w:t>
      </w:r>
      <w:r w:rsidR="008E7DBF">
        <w:t xml:space="preserve"> </w:t>
      </w:r>
      <w:r w:rsidR="008E7DBF" w:rsidRPr="00F04128">
        <w:t>szczególnie uzasadnionych przypadkach</w:t>
      </w:r>
      <w:r w:rsidR="008E7DBF">
        <w:t>,</w:t>
      </w:r>
      <w:r w:rsidR="008E7DBF" w:rsidRPr="00F04128">
        <w:t xml:space="preserve"> </w:t>
      </w:r>
      <w:r w:rsidR="00406096">
        <w:t>jeśli</w:t>
      </w:r>
      <w:r w:rsidR="008E7DBF">
        <w:t xml:space="preserve"> okoliczności uniemożliwiają lub znacznie utrudniają nadanie numeru PESEL, a wydanie paszportu tymczasowego jest niezbędne ze względu na ochronę istotnych praw i interesów osoby, której ma być wydany paszport tymczasowy</w:t>
      </w:r>
      <w:r w:rsidR="0095094C">
        <w:t>.</w:t>
      </w:r>
    </w:p>
    <w:p w14:paraId="51E61E6F" w14:textId="77777777" w:rsidR="009E1947" w:rsidRDefault="003C3EA9" w:rsidP="00252F71">
      <w:pPr>
        <w:pStyle w:val="USTustnpkodeksu"/>
      </w:pPr>
      <w:r>
        <w:lastRenderedPageBreak/>
        <w:t>2</w:t>
      </w:r>
      <w:r w:rsidR="00F57B69">
        <w:t xml:space="preserve">. </w:t>
      </w:r>
      <w:r w:rsidR="009E1947">
        <w:t xml:space="preserve">Organ paszportowy może żądać </w:t>
      </w:r>
      <w:r w:rsidR="005710BE">
        <w:t xml:space="preserve">przedłożenia dokumentów potwierdzających wystąpienie </w:t>
      </w:r>
      <w:r w:rsidR="009E1947">
        <w:t>okoliczności, o który</w:t>
      </w:r>
      <w:r w:rsidR="005710BE">
        <w:t>ch</w:t>
      </w:r>
      <w:r w:rsidR="009E1947">
        <w:t xml:space="preserve"> mowa w ust. 1 pkt 3</w:t>
      </w:r>
      <w:r w:rsidR="00A60556">
        <w:t xml:space="preserve"> i 4</w:t>
      </w:r>
      <w:r w:rsidR="009E1947">
        <w:t xml:space="preserve">. </w:t>
      </w:r>
    </w:p>
    <w:p w14:paraId="5C0AD7B8" w14:textId="2C1A6718" w:rsidR="00F14972" w:rsidRDefault="008306B0" w:rsidP="00DB69B3">
      <w:pPr>
        <w:pStyle w:val="USTustnpkodeksu"/>
      </w:pPr>
      <w:r>
        <w:t>3</w:t>
      </w:r>
      <w:r w:rsidR="009E1947">
        <w:t xml:space="preserve">. </w:t>
      </w:r>
      <w:r w:rsidR="00873BDC">
        <w:t>W szczególnie uzasadnionych przypadkach p</w:t>
      </w:r>
      <w:r w:rsidR="00F57B69">
        <w:t>aszport tymczasowy może być wydany osobie, która posiada paszport, paszport dyplomatyczny lub paszport służbowy.</w:t>
      </w:r>
    </w:p>
    <w:p w14:paraId="676109CF" w14:textId="4E6D0BA6" w:rsidR="00B20FDF" w:rsidRPr="00AB6A31" w:rsidRDefault="00B20FDF" w:rsidP="00B20FDF">
      <w:pPr>
        <w:pStyle w:val="ARTartustawynprozporzdzenia"/>
      </w:pPr>
      <w:bookmarkStart w:id="126" w:name="mip44650516"/>
      <w:bookmarkEnd w:id="126"/>
      <w:r w:rsidRPr="00B20FDF">
        <w:rPr>
          <w:rStyle w:val="Ppogrubienie"/>
        </w:rPr>
        <w:t xml:space="preserve">Art. </w:t>
      </w:r>
      <w:r w:rsidR="00FF244B">
        <w:rPr>
          <w:rStyle w:val="Ppogrubienie"/>
        </w:rPr>
        <w:t>4</w:t>
      </w:r>
      <w:r w:rsidR="00C80217">
        <w:rPr>
          <w:rStyle w:val="Ppogrubienie"/>
        </w:rPr>
        <w:t>9</w:t>
      </w:r>
      <w:r w:rsidRPr="00B20FDF">
        <w:rPr>
          <w:rStyle w:val="Ppogrubienie"/>
        </w:rPr>
        <w:t>.</w:t>
      </w:r>
      <w:r w:rsidRPr="00F44044">
        <w:t xml:space="preserve"> 1.</w:t>
      </w:r>
      <w:r>
        <w:rPr>
          <w:rStyle w:val="Ppogrubienie"/>
        </w:rPr>
        <w:t xml:space="preserve"> </w:t>
      </w:r>
      <w:r w:rsidRPr="00E1064F">
        <w:t>P</w:t>
      </w:r>
      <w:r w:rsidRPr="00AB6A31">
        <w:t>aszport dyplomatyczn</w:t>
      </w:r>
      <w:r>
        <w:t>y</w:t>
      </w:r>
      <w:r w:rsidRPr="00C402E2">
        <w:t xml:space="preserve"> wydaje się</w:t>
      </w:r>
      <w:r w:rsidRPr="00AB6A31">
        <w:t>:</w:t>
      </w:r>
    </w:p>
    <w:p w14:paraId="10C23DD1" w14:textId="77777777" w:rsidR="00B20FDF" w:rsidRPr="00AB6A31" w:rsidRDefault="00B20FDF" w:rsidP="00B20FDF">
      <w:pPr>
        <w:pStyle w:val="PKTpunkt"/>
      </w:pPr>
      <w:bookmarkStart w:id="127" w:name="mip44650531"/>
      <w:bookmarkEnd w:id="127"/>
      <w:r w:rsidRPr="00AB6A31">
        <w:t>1) Prezydent</w:t>
      </w:r>
      <w:r>
        <w:t>owi</w:t>
      </w:r>
      <w:r w:rsidRPr="00AB6A31">
        <w:t xml:space="preserve"> Rzeczypospolitej Polskiej;</w:t>
      </w:r>
    </w:p>
    <w:p w14:paraId="06CA38D2" w14:textId="77777777" w:rsidR="00B20FDF" w:rsidRPr="00AB6A31" w:rsidRDefault="00B20FDF" w:rsidP="00B20FDF">
      <w:pPr>
        <w:pStyle w:val="PKTpunkt"/>
      </w:pPr>
      <w:bookmarkStart w:id="128" w:name="mip44650532"/>
      <w:bookmarkEnd w:id="128"/>
      <w:r w:rsidRPr="00AB6A31">
        <w:t>2) Marszałk</w:t>
      </w:r>
      <w:r>
        <w:t>owi</w:t>
      </w:r>
      <w:r w:rsidRPr="00AB6A31">
        <w:t xml:space="preserve"> i wicemarszałko</w:t>
      </w:r>
      <w:r>
        <w:t>m</w:t>
      </w:r>
      <w:r w:rsidRPr="00AB6A31">
        <w:t xml:space="preserve"> Sejmu;</w:t>
      </w:r>
    </w:p>
    <w:p w14:paraId="16F2851E" w14:textId="77777777" w:rsidR="00B20FDF" w:rsidRPr="00AB6A31" w:rsidRDefault="00B20FDF" w:rsidP="00B20FDF">
      <w:pPr>
        <w:pStyle w:val="PKTpunkt"/>
      </w:pPr>
      <w:bookmarkStart w:id="129" w:name="mip44650533"/>
      <w:bookmarkEnd w:id="129"/>
      <w:r w:rsidRPr="00AB6A31">
        <w:t>3)</w:t>
      </w:r>
      <w:r>
        <w:t> Marszałkowi</w:t>
      </w:r>
      <w:r w:rsidRPr="00AB6A31">
        <w:t xml:space="preserve"> i wicemarszałko</w:t>
      </w:r>
      <w:r>
        <w:t>m</w:t>
      </w:r>
      <w:r w:rsidRPr="00AB6A31">
        <w:t xml:space="preserve"> Senatu;</w:t>
      </w:r>
    </w:p>
    <w:p w14:paraId="70E9858B" w14:textId="77777777" w:rsidR="00B20FDF" w:rsidRPr="00AB6A31" w:rsidRDefault="00B20FDF" w:rsidP="00B20FDF">
      <w:pPr>
        <w:pStyle w:val="PKTpunkt"/>
      </w:pPr>
      <w:bookmarkStart w:id="130" w:name="mip44650534"/>
      <w:bookmarkEnd w:id="130"/>
      <w:r w:rsidRPr="00AB6A31">
        <w:t>4) Prezes</w:t>
      </w:r>
      <w:r>
        <w:t>owi</w:t>
      </w:r>
      <w:r w:rsidRPr="00AB6A31">
        <w:t xml:space="preserve"> i wiceprezes</w:t>
      </w:r>
      <w:r>
        <w:t xml:space="preserve">om </w:t>
      </w:r>
      <w:r w:rsidRPr="00AB6A31">
        <w:t>Rady Ministrów;</w:t>
      </w:r>
    </w:p>
    <w:p w14:paraId="49B527CC" w14:textId="77777777" w:rsidR="00B20FDF" w:rsidRPr="00AB6A31" w:rsidRDefault="00B20FDF" w:rsidP="00B20FDF">
      <w:pPr>
        <w:pStyle w:val="PKTpunkt"/>
      </w:pPr>
      <w:bookmarkStart w:id="131" w:name="mip44650535"/>
      <w:bookmarkEnd w:id="131"/>
      <w:r w:rsidRPr="00AB6A31">
        <w:t>5) ministro</w:t>
      </w:r>
      <w:r w:rsidR="007A472F">
        <w:t>m</w:t>
      </w:r>
      <w:r w:rsidRPr="00AB6A31">
        <w:t>, sekretarz</w:t>
      </w:r>
      <w:r>
        <w:t>om</w:t>
      </w:r>
      <w:r w:rsidRPr="00AB6A31">
        <w:t xml:space="preserve"> i podsekretarz</w:t>
      </w:r>
      <w:r>
        <w:t>om</w:t>
      </w:r>
      <w:r w:rsidRPr="00AB6A31">
        <w:t xml:space="preserve"> stanu;</w:t>
      </w:r>
    </w:p>
    <w:p w14:paraId="45C49227" w14:textId="77777777" w:rsidR="00B20FDF" w:rsidRPr="00AB6A31" w:rsidRDefault="00B20FDF" w:rsidP="00B20FDF">
      <w:pPr>
        <w:pStyle w:val="PKTpunkt"/>
      </w:pPr>
      <w:bookmarkStart w:id="132" w:name="mip44650536"/>
      <w:bookmarkEnd w:id="132"/>
      <w:r w:rsidRPr="00AB6A31">
        <w:t>6) posło</w:t>
      </w:r>
      <w:r>
        <w:t>m</w:t>
      </w:r>
      <w:r w:rsidRPr="00AB6A31">
        <w:t xml:space="preserve"> i senatoro</w:t>
      </w:r>
      <w:r>
        <w:t>m</w:t>
      </w:r>
      <w:r w:rsidRPr="00AB6A31">
        <w:t>;</w:t>
      </w:r>
    </w:p>
    <w:p w14:paraId="2127C23A" w14:textId="77777777" w:rsidR="00B20FDF" w:rsidRPr="00AB6A31" w:rsidRDefault="00B20FDF" w:rsidP="00B20FDF">
      <w:pPr>
        <w:pStyle w:val="PKTpunkt"/>
      </w:pPr>
      <w:bookmarkStart w:id="133" w:name="mip44650537"/>
      <w:bookmarkEnd w:id="133"/>
      <w:r w:rsidRPr="00AB6A31">
        <w:t>7) posło</w:t>
      </w:r>
      <w:r>
        <w:t>m</w:t>
      </w:r>
      <w:r w:rsidRPr="00AB6A31">
        <w:t xml:space="preserve"> do Parlamentu Europejskiego wybran</w:t>
      </w:r>
      <w:r>
        <w:t>ym</w:t>
      </w:r>
      <w:r w:rsidRPr="00AB6A31">
        <w:t xml:space="preserve"> w Rzeczypospolitej Polskiej;</w:t>
      </w:r>
    </w:p>
    <w:p w14:paraId="0D52FFAB" w14:textId="77777777" w:rsidR="00B20FDF" w:rsidRPr="00AB6A31" w:rsidRDefault="00B20FDF" w:rsidP="00B20FDF">
      <w:pPr>
        <w:pStyle w:val="PKTpunkt"/>
      </w:pPr>
      <w:bookmarkStart w:id="134" w:name="mip44650538"/>
      <w:bookmarkEnd w:id="134"/>
      <w:r w:rsidRPr="00AB6A31">
        <w:t>8) Prezes</w:t>
      </w:r>
      <w:r>
        <w:t>owi</w:t>
      </w:r>
      <w:r w:rsidRPr="00AB6A31">
        <w:t>, Wiceprezes</w:t>
      </w:r>
      <w:r>
        <w:t>owi</w:t>
      </w:r>
      <w:r w:rsidRPr="00AB6A31">
        <w:t xml:space="preserve"> i sędzio</w:t>
      </w:r>
      <w:r>
        <w:t>m</w:t>
      </w:r>
      <w:r w:rsidRPr="00AB6A31">
        <w:t xml:space="preserve"> Trybunału Konstytucyjnego;</w:t>
      </w:r>
    </w:p>
    <w:p w14:paraId="4426F95F" w14:textId="77777777" w:rsidR="00B20FDF" w:rsidRPr="00AB6A31" w:rsidRDefault="00B20FDF" w:rsidP="00B20FDF">
      <w:pPr>
        <w:pStyle w:val="PKTpunkt"/>
      </w:pPr>
      <w:bookmarkStart w:id="135" w:name="mip44650539"/>
      <w:bookmarkEnd w:id="135"/>
      <w:r w:rsidRPr="00AB6A31">
        <w:t>9) Pierwsz</w:t>
      </w:r>
      <w:r>
        <w:t>emu</w:t>
      </w:r>
      <w:r w:rsidRPr="00AB6A31">
        <w:t xml:space="preserve"> Prezes</w:t>
      </w:r>
      <w:r>
        <w:t>owi</w:t>
      </w:r>
      <w:r w:rsidRPr="00AB6A31">
        <w:t xml:space="preserve"> i Prezes</w:t>
      </w:r>
      <w:r>
        <w:t>om</w:t>
      </w:r>
      <w:r w:rsidRPr="00AB6A31">
        <w:t xml:space="preserve"> Sądu Najwyższego;</w:t>
      </w:r>
    </w:p>
    <w:p w14:paraId="26397879" w14:textId="77777777" w:rsidR="00B20FDF" w:rsidRPr="00AB6A31" w:rsidRDefault="00B20FDF" w:rsidP="00B20FDF">
      <w:pPr>
        <w:pStyle w:val="PKTpunkt"/>
      </w:pPr>
      <w:bookmarkStart w:id="136" w:name="mip44650540"/>
      <w:bookmarkEnd w:id="136"/>
      <w:r w:rsidRPr="00AB6A31">
        <w:t>10) Prezes</w:t>
      </w:r>
      <w:r>
        <w:t>owi i wiceprezesom</w:t>
      </w:r>
      <w:r w:rsidRPr="00AB6A31">
        <w:t xml:space="preserve"> Naczelnego Sądu Administracyjnego;</w:t>
      </w:r>
    </w:p>
    <w:p w14:paraId="0F5AF879" w14:textId="77777777" w:rsidR="00B059D4" w:rsidRDefault="00B20FDF" w:rsidP="00B20FDF">
      <w:pPr>
        <w:pStyle w:val="PKTpunkt"/>
      </w:pPr>
      <w:bookmarkStart w:id="137" w:name="mip44650541"/>
      <w:bookmarkEnd w:id="137"/>
      <w:r w:rsidRPr="00AB6A31">
        <w:t>11) </w:t>
      </w:r>
      <w:r w:rsidR="009140DD">
        <w:t xml:space="preserve">Prokuratorowi Generalnemu, </w:t>
      </w:r>
      <w:r w:rsidRPr="00AB6A31">
        <w:t>Prokurator</w:t>
      </w:r>
      <w:r>
        <w:t>owi</w:t>
      </w:r>
      <w:r w:rsidRPr="00AB6A31">
        <w:t xml:space="preserve"> Krajow</w:t>
      </w:r>
      <w:r>
        <w:t>emu</w:t>
      </w:r>
      <w:r w:rsidRPr="00AB6A31">
        <w:t xml:space="preserve"> i </w:t>
      </w:r>
      <w:r w:rsidR="008046B6">
        <w:t xml:space="preserve">pozostałym </w:t>
      </w:r>
      <w:r w:rsidRPr="00AB6A31">
        <w:t>zastępc</w:t>
      </w:r>
      <w:r w:rsidR="00DB47CD">
        <w:t>om</w:t>
      </w:r>
      <w:r w:rsidRPr="00AB6A31">
        <w:t xml:space="preserve"> Prokuratora Generalnego</w:t>
      </w:r>
      <w:r w:rsidR="00B059D4">
        <w:t>;</w:t>
      </w:r>
    </w:p>
    <w:p w14:paraId="05CF6DF6" w14:textId="2BEBAEB8" w:rsidR="00B20FDF" w:rsidRPr="00B059D4" w:rsidRDefault="00B059D4" w:rsidP="00B059D4">
      <w:pPr>
        <w:pStyle w:val="PKTpunkt"/>
      </w:pPr>
      <w:r w:rsidRPr="00B059D4">
        <w:t>12) Szefowi Kancelarii Prezydenta Rzeczypospolitej Polskiej;</w:t>
      </w:r>
    </w:p>
    <w:p w14:paraId="34F1663B" w14:textId="2913B085" w:rsidR="00B059D4" w:rsidRPr="001F4E75" w:rsidRDefault="00B059D4" w:rsidP="00B059D4">
      <w:pPr>
        <w:pStyle w:val="PKTpunkt"/>
      </w:pPr>
      <w:r w:rsidRPr="00B059D4">
        <w:t>13) Szefowi Biura Bezpiecze</w:t>
      </w:r>
      <w:r w:rsidRPr="001F4E75">
        <w:t>ństwa Narodowego;</w:t>
      </w:r>
    </w:p>
    <w:p w14:paraId="188E605E" w14:textId="285F63B0" w:rsidR="00B059D4" w:rsidRDefault="00B059D4" w:rsidP="00B059D4">
      <w:pPr>
        <w:pStyle w:val="PKTpunkt"/>
      </w:pPr>
      <w:r w:rsidRPr="001F4E75">
        <w:t xml:space="preserve">14) </w:t>
      </w:r>
      <w:r>
        <w:t xml:space="preserve">ambasadorowi </w:t>
      </w:r>
      <w:r w:rsidR="00E5006A">
        <w:t>–</w:t>
      </w:r>
      <w:r>
        <w:t xml:space="preserve"> specjalnemu przedstawicielowi </w:t>
      </w:r>
      <w:r w:rsidRPr="00B059D4">
        <w:t>Prezydenta Rzeczypospolitej Polskiej</w:t>
      </w:r>
      <w:r>
        <w:t>;</w:t>
      </w:r>
    </w:p>
    <w:p w14:paraId="0289399B" w14:textId="7B215A27" w:rsidR="00B059D4" w:rsidRPr="00B059D4" w:rsidRDefault="00B059D4" w:rsidP="00B059D4">
      <w:pPr>
        <w:pStyle w:val="PKTpunkt"/>
      </w:pPr>
      <w:r>
        <w:t xml:space="preserve">15) </w:t>
      </w:r>
      <w:r w:rsidRPr="00AB6A31">
        <w:t>sekretarz</w:t>
      </w:r>
      <w:r>
        <w:t>om</w:t>
      </w:r>
      <w:r w:rsidRPr="00AB6A31">
        <w:t xml:space="preserve"> i podsekretarz</w:t>
      </w:r>
      <w:r>
        <w:t>om</w:t>
      </w:r>
      <w:r w:rsidRPr="00AB6A31">
        <w:t xml:space="preserve"> stanu</w:t>
      </w:r>
      <w:r>
        <w:t xml:space="preserve"> w </w:t>
      </w:r>
      <w:r w:rsidRPr="00B059D4">
        <w:t>Kancelarii Prezydenta Rzeczypospolitej Polskiej</w:t>
      </w:r>
      <w:r>
        <w:t xml:space="preserve">. </w:t>
      </w:r>
    </w:p>
    <w:p w14:paraId="01BA2C18" w14:textId="77777777" w:rsidR="00B20FDF" w:rsidRDefault="00B20FDF" w:rsidP="00B20FDF">
      <w:pPr>
        <w:pStyle w:val="USTustnpkodeksu"/>
      </w:pPr>
      <w:bookmarkStart w:id="138" w:name="mip44650542"/>
      <w:bookmarkEnd w:id="138"/>
      <w:r w:rsidRPr="00AB6A31">
        <w:t xml:space="preserve">2. </w:t>
      </w:r>
      <w:r>
        <w:t>P</w:t>
      </w:r>
      <w:r w:rsidR="00D340DA">
        <w:t>aszport dyplomatyczny wydaje się:</w:t>
      </w:r>
    </w:p>
    <w:p w14:paraId="5E3A5142" w14:textId="32C3AD0A" w:rsidR="00B20FDF" w:rsidRPr="00AB6A31" w:rsidRDefault="00B20FDF" w:rsidP="00B20FDF">
      <w:pPr>
        <w:pStyle w:val="PKTpunkt"/>
      </w:pPr>
      <w:r>
        <w:t xml:space="preserve">1)  </w:t>
      </w:r>
      <w:r w:rsidRPr="00AB6A31">
        <w:t>małżonko</w:t>
      </w:r>
      <w:r w:rsidR="00D340DA">
        <w:t>m</w:t>
      </w:r>
      <w:r w:rsidRPr="00AB6A31">
        <w:t xml:space="preserve"> osób</w:t>
      </w:r>
      <w:r>
        <w:t xml:space="preserve">, o których mowa </w:t>
      </w:r>
      <w:r w:rsidRPr="00AB6A31">
        <w:t>w ust. 1 pkt 1</w:t>
      </w:r>
      <w:r w:rsidR="003504F2">
        <w:t>–</w:t>
      </w:r>
      <w:r w:rsidRPr="00AB6A31">
        <w:t>5 i 8</w:t>
      </w:r>
      <w:r w:rsidR="003504F2">
        <w:t>–</w:t>
      </w:r>
      <w:r w:rsidRPr="00AB6A31">
        <w:t>10, jeżeli towarzyszą im w podróży</w:t>
      </w:r>
      <w:r>
        <w:t xml:space="preserve"> służbowej poza granicami kraju;</w:t>
      </w:r>
    </w:p>
    <w:p w14:paraId="243692AE" w14:textId="77777777" w:rsidR="00405790" w:rsidRDefault="00B20FDF" w:rsidP="00B20FDF">
      <w:pPr>
        <w:pStyle w:val="PKTpunkt"/>
      </w:pPr>
      <w:bookmarkStart w:id="139" w:name="mip44650543"/>
      <w:bookmarkStart w:id="140" w:name="mip44650544"/>
      <w:bookmarkEnd w:id="139"/>
      <w:bookmarkEnd w:id="140"/>
      <w:r>
        <w:t xml:space="preserve">2) </w:t>
      </w:r>
      <w:r w:rsidRPr="00AB6A31">
        <w:t>osob</w:t>
      </w:r>
      <w:r w:rsidR="00D340DA">
        <w:t>om</w:t>
      </w:r>
      <w:r w:rsidRPr="00AB6A31">
        <w:t xml:space="preserve"> </w:t>
      </w:r>
      <w:r w:rsidR="00405790">
        <w:t>wykonującym zadania służby zagranicznej, które posiadają stopień dyplomatyczny;</w:t>
      </w:r>
    </w:p>
    <w:p w14:paraId="7E4C4830" w14:textId="6B8B668A" w:rsidR="00B20FDF" w:rsidRPr="00AB6A31" w:rsidRDefault="00405790" w:rsidP="00B20FDF">
      <w:pPr>
        <w:pStyle w:val="PKTpunkt"/>
      </w:pPr>
      <w:r>
        <w:t xml:space="preserve">3) osobom </w:t>
      </w:r>
      <w:r w:rsidR="00B20FDF" w:rsidRPr="00AB6A31">
        <w:t>zajmując</w:t>
      </w:r>
      <w:r w:rsidR="00D340DA">
        <w:t>ym</w:t>
      </w:r>
      <w:r w:rsidR="00B20FDF" w:rsidRPr="00AB6A31">
        <w:t xml:space="preserve"> stanowiska lub pełniąc</w:t>
      </w:r>
      <w:r w:rsidR="00D340DA">
        <w:t>ym</w:t>
      </w:r>
      <w:r w:rsidR="00B20FDF" w:rsidRPr="00AB6A31">
        <w:t xml:space="preserve"> funkcje:</w:t>
      </w:r>
    </w:p>
    <w:p w14:paraId="2172157C" w14:textId="631CA399" w:rsidR="00B20FDF" w:rsidRDefault="00405790" w:rsidP="00B20FDF">
      <w:pPr>
        <w:pStyle w:val="LITlitera"/>
      </w:pPr>
      <w:bookmarkStart w:id="141" w:name="mip44650546"/>
      <w:bookmarkStart w:id="142" w:name="mip44650547"/>
      <w:bookmarkEnd w:id="141"/>
      <w:bookmarkEnd w:id="142"/>
      <w:r>
        <w:t>a</w:t>
      </w:r>
      <w:r w:rsidR="00B20FDF">
        <w:t>)</w:t>
      </w:r>
      <w:r w:rsidR="00B20FDF" w:rsidRPr="00AB6A31">
        <w:t> związane z przywilejami i immunitetami dyplomatycznymi na podstawie umów międzynarodowych, których stroną jest Rzeczpospolita Polska, lub zwyczajów międzynarodowych</w:t>
      </w:r>
      <w:bookmarkStart w:id="143" w:name="mip44650548"/>
      <w:bookmarkEnd w:id="143"/>
      <w:r w:rsidR="00B20FDF">
        <w:t>,</w:t>
      </w:r>
    </w:p>
    <w:p w14:paraId="30AF0579" w14:textId="5CBD0F5A" w:rsidR="00B20FDF" w:rsidRPr="00AB6A31" w:rsidRDefault="00405790" w:rsidP="00DB69B3">
      <w:pPr>
        <w:pStyle w:val="LITlitera"/>
      </w:pPr>
      <w:r>
        <w:t>b</w:t>
      </w:r>
      <w:r w:rsidR="00B20FDF">
        <w:t>)</w:t>
      </w:r>
      <w:r w:rsidR="00B20FDF" w:rsidRPr="00AB6A31">
        <w:t> w wyniku skierowania do pracy w organizacjach międzynarodowych</w:t>
      </w:r>
      <w:r w:rsidR="00E7065F">
        <w:t>,</w:t>
      </w:r>
      <w:r w:rsidR="00E7065F" w:rsidRPr="00E7065F">
        <w:t xml:space="preserve"> na wniosek organu kierującego.</w:t>
      </w:r>
    </w:p>
    <w:p w14:paraId="4571BB1D" w14:textId="6D8ECB44" w:rsidR="00B20FDF" w:rsidRPr="00AB6A31" w:rsidRDefault="00B20FDF" w:rsidP="00B20FDF">
      <w:pPr>
        <w:pStyle w:val="USTustnpkodeksu"/>
      </w:pPr>
      <w:bookmarkStart w:id="144" w:name="mip44650549"/>
      <w:bookmarkEnd w:id="144"/>
      <w:r>
        <w:lastRenderedPageBreak/>
        <w:t>3</w:t>
      </w:r>
      <w:r w:rsidRPr="00AB6A31">
        <w:t xml:space="preserve">. Paszport dyplomatyczny </w:t>
      </w:r>
      <w:r>
        <w:t>wydaje się</w:t>
      </w:r>
      <w:r w:rsidRPr="00AB6A31">
        <w:t xml:space="preserve"> członkom rodziny w rozumieniu przepisów ustawy z dnia 2</w:t>
      </w:r>
      <w:r w:rsidR="00263D58">
        <w:t>1</w:t>
      </w:r>
      <w:r w:rsidRPr="00AB6A31">
        <w:t xml:space="preserve"> </w:t>
      </w:r>
      <w:r w:rsidR="00263D58">
        <w:t xml:space="preserve">stycznia </w:t>
      </w:r>
      <w:r>
        <w:t>20</w:t>
      </w:r>
      <w:r w:rsidR="00263D58">
        <w:t>2</w:t>
      </w:r>
      <w:r>
        <w:t xml:space="preserve">1 r. o służbie zagranicznej </w:t>
      </w:r>
      <w:r w:rsidRPr="00CE250C">
        <w:t>(Dz.</w:t>
      </w:r>
      <w:r w:rsidR="00A97E7B">
        <w:t xml:space="preserve"> </w:t>
      </w:r>
      <w:r w:rsidRPr="00CE250C">
        <w:t xml:space="preserve">U. </w:t>
      </w:r>
      <w:r w:rsidR="00263D58">
        <w:t>poz. 464</w:t>
      </w:r>
      <w:r>
        <w:t>)</w:t>
      </w:r>
      <w:r w:rsidR="003873AE">
        <w:t>,</w:t>
      </w:r>
      <w:r w:rsidRPr="00AB6A31">
        <w:t xml:space="preserve"> osób, o których mowa w ust. </w:t>
      </w:r>
      <w:r w:rsidR="002C645F">
        <w:t>2 pkt 2</w:t>
      </w:r>
      <w:r w:rsidRPr="00AB6A31">
        <w:t>, jeżeli pozostają z nimi we wspólnocie domowej i przesiedlają się z nimi za granicę.</w:t>
      </w:r>
    </w:p>
    <w:p w14:paraId="37241E4E" w14:textId="68E48E1B" w:rsidR="00B20FDF" w:rsidRPr="00AB6A31" w:rsidRDefault="00B20FDF" w:rsidP="00B20FDF">
      <w:pPr>
        <w:pStyle w:val="USTustnpkodeksu"/>
      </w:pPr>
      <w:bookmarkStart w:id="145" w:name="mip44650550"/>
      <w:bookmarkEnd w:id="145"/>
      <w:r>
        <w:t>4</w:t>
      </w:r>
      <w:r w:rsidRPr="00AB6A31">
        <w:t xml:space="preserve">. Członkowie rodzin osób, o których mowa w ust. </w:t>
      </w:r>
      <w:r w:rsidR="002C645F">
        <w:t>2 pkt 2</w:t>
      </w:r>
      <w:r w:rsidRPr="00AB6A31">
        <w:t>, nieprzesiedlający się za granicę</w:t>
      </w:r>
      <w:r w:rsidR="000F0FD6">
        <w:t>,</w:t>
      </w:r>
      <w:r w:rsidRPr="00AB6A31">
        <w:t xml:space="preserve"> są uprawnieni do otrzymania paszportu dyplomatycznego w celu odwiedzin tych osób.</w:t>
      </w:r>
    </w:p>
    <w:p w14:paraId="7FAB56D8" w14:textId="77777777" w:rsidR="00B20FDF" w:rsidRDefault="00B20FDF" w:rsidP="00B20FDF">
      <w:pPr>
        <w:pStyle w:val="USTustnpkodeksu"/>
      </w:pPr>
      <w:bookmarkStart w:id="146" w:name="mip44650551"/>
      <w:bookmarkEnd w:id="146"/>
      <w:r>
        <w:t>5</w:t>
      </w:r>
      <w:r w:rsidRPr="00AB6A31">
        <w:t xml:space="preserve">. </w:t>
      </w:r>
      <w:r>
        <w:t>Prawo d</w:t>
      </w:r>
      <w:r w:rsidRPr="00AB6A31">
        <w:t xml:space="preserve">o otrzymania paszportu dyplomatycznego </w:t>
      </w:r>
      <w:r>
        <w:t>mają</w:t>
      </w:r>
      <w:r w:rsidRPr="00AB6A31">
        <w:t xml:space="preserve"> byli Prezydenci Rzeczypospolitej Polskiej, byli Prezesi Rady Ministrów oraz byli Ministrowie Spraw Zagranicznych, którzy zostali powołani do pełnienia tych funkcji, poczynając od dnia 24 sierpnia 1989 r.</w:t>
      </w:r>
    </w:p>
    <w:p w14:paraId="4579EACB" w14:textId="20E2171E" w:rsidR="00BB1EB1" w:rsidRDefault="00BB1EB1" w:rsidP="00B20FDF">
      <w:pPr>
        <w:pStyle w:val="USTustnpkodeksu"/>
      </w:pPr>
      <w:r>
        <w:t xml:space="preserve">6. </w:t>
      </w:r>
      <w:r w:rsidR="00824361">
        <w:t>Na wniosek Komendanta Służby Ochrony Państwa paszport dyplomatyczny wydaje się funkcjonariuszom S</w:t>
      </w:r>
      <w:r w:rsidR="00263D58">
        <w:t xml:space="preserve">łużby </w:t>
      </w:r>
      <w:r w:rsidR="00824361">
        <w:t>O</w:t>
      </w:r>
      <w:r w:rsidR="00263D58">
        <w:t xml:space="preserve">chrony </w:t>
      </w:r>
      <w:r w:rsidR="00824361">
        <w:t>P</w:t>
      </w:r>
      <w:r w:rsidR="00263D58">
        <w:t>aństwa</w:t>
      </w:r>
      <w:r w:rsidR="00824361">
        <w:t xml:space="preserve"> w związku z realizacją zadań służbowych poza granicami Rzeczypospolitej Polskiej.</w:t>
      </w:r>
    </w:p>
    <w:p w14:paraId="6B2FABBB" w14:textId="0CA815E4" w:rsidR="00B15956" w:rsidRPr="00AB6A31" w:rsidRDefault="00BB1EB1" w:rsidP="00B20FDF">
      <w:pPr>
        <w:pStyle w:val="USTustnpkodeksu"/>
      </w:pPr>
      <w:r>
        <w:t>7</w:t>
      </w:r>
      <w:r w:rsidR="00B15956">
        <w:t xml:space="preserve">. </w:t>
      </w:r>
      <w:r w:rsidR="00B15956" w:rsidRPr="00B15956">
        <w:t xml:space="preserve">Paszport </w:t>
      </w:r>
      <w:r w:rsidR="00B15956">
        <w:t xml:space="preserve">dyplomatyczny </w:t>
      </w:r>
      <w:r w:rsidR="00B15956" w:rsidRPr="00B15956">
        <w:t xml:space="preserve">może być wydany osobie, która posiada paszport, paszport </w:t>
      </w:r>
      <w:r w:rsidR="00B15956">
        <w:t>tymczasowy</w:t>
      </w:r>
      <w:r w:rsidR="00B15956" w:rsidRPr="00B15956">
        <w:t xml:space="preserve"> lub paszport służbowy</w:t>
      </w:r>
      <w:r w:rsidR="00B15956">
        <w:t>.</w:t>
      </w:r>
    </w:p>
    <w:p w14:paraId="1EDC0A2A" w14:textId="75E0CCA3" w:rsidR="00B20FDF" w:rsidRPr="00AB6A31" w:rsidRDefault="00323C9E" w:rsidP="00B20FDF">
      <w:pPr>
        <w:pStyle w:val="ARTartustawynprozporzdzenia"/>
      </w:pPr>
      <w:bookmarkStart w:id="147" w:name="mip44650552"/>
      <w:bookmarkEnd w:id="147"/>
      <w:r w:rsidRPr="00323C9E">
        <w:rPr>
          <w:rStyle w:val="Ppogrubienie"/>
        </w:rPr>
        <w:t>Art.</w:t>
      </w:r>
      <w:r w:rsidR="005C197F">
        <w:rPr>
          <w:rStyle w:val="Ppogrubienie"/>
        </w:rPr>
        <w:t xml:space="preserve"> </w:t>
      </w:r>
      <w:r w:rsidR="00C80217">
        <w:rPr>
          <w:rStyle w:val="Ppogrubienie"/>
        </w:rPr>
        <w:t>50</w:t>
      </w:r>
      <w:r>
        <w:rPr>
          <w:rStyle w:val="Ppogrubienie"/>
        </w:rPr>
        <w:t>.</w:t>
      </w:r>
      <w:bookmarkStart w:id="148" w:name="mip44650553"/>
      <w:bookmarkEnd w:id="148"/>
      <w:r w:rsidR="00B20FDF">
        <w:t xml:space="preserve"> </w:t>
      </w:r>
      <w:r w:rsidR="00B20FDF" w:rsidRPr="00AB6A31">
        <w:t xml:space="preserve">1. Paszport służbowy </w:t>
      </w:r>
      <w:r w:rsidR="00B20FDF">
        <w:t>wydaje się</w:t>
      </w:r>
      <w:r w:rsidR="00B20FDF" w:rsidRPr="00AB6A31">
        <w:t xml:space="preserve"> członkom służby zagranicznej nieposiadającym stopnia dyplomatycznego oraz innym osobom skierowanym do wykonywania obowiązków służbowych w placówce zagranicznej.</w:t>
      </w:r>
    </w:p>
    <w:p w14:paraId="7A7EB004" w14:textId="32EE7CF7" w:rsidR="00B20FDF" w:rsidRPr="00AB6A31" w:rsidRDefault="00B20FDF" w:rsidP="00B20FDF">
      <w:pPr>
        <w:pStyle w:val="USTustnpkodeksu"/>
      </w:pPr>
      <w:bookmarkStart w:id="149" w:name="mip44650554"/>
      <w:bookmarkEnd w:id="149"/>
      <w:r w:rsidRPr="00AB6A31">
        <w:t xml:space="preserve">2. Paszport służbowy </w:t>
      </w:r>
      <w:r>
        <w:t xml:space="preserve">wydaje się </w:t>
      </w:r>
      <w:r w:rsidRPr="00AB6A31">
        <w:t>członkom rodziny</w:t>
      </w:r>
      <w:r w:rsidR="003873AE">
        <w:t>,</w:t>
      </w:r>
      <w:r w:rsidRPr="00AB6A31">
        <w:t xml:space="preserve"> w rozumieniu przepisów ustawy z dnia 2</w:t>
      </w:r>
      <w:r w:rsidR="00263D58">
        <w:t>1</w:t>
      </w:r>
      <w:r w:rsidRPr="00AB6A31">
        <w:t xml:space="preserve"> </w:t>
      </w:r>
      <w:r w:rsidR="00263D58">
        <w:t>stycznia</w:t>
      </w:r>
      <w:r w:rsidR="00263D58" w:rsidRPr="00AB6A31">
        <w:t xml:space="preserve"> </w:t>
      </w:r>
      <w:r w:rsidRPr="00AB6A31">
        <w:t>20</w:t>
      </w:r>
      <w:r w:rsidR="00263D58">
        <w:t>2</w:t>
      </w:r>
      <w:r w:rsidRPr="00AB6A31">
        <w:t>1 r. o służbie zagranicznej</w:t>
      </w:r>
      <w:r w:rsidR="003873AE">
        <w:t>,</w:t>
      </w:r>
      <w:r w:rsidRPr="00AB6A31">
        <w:t xml:space="preserve"> osób, o których mowa w ust. 1, jeżeli pozostają z nimi we wspólnocie domowej i przesiedlają się z nimi za granicę.</w:t>
      </w:r>
    </w:p>
    <w:p w14:paraId="69338396" w14:textId="77777777" w:rsidR="00B20FDF" w:rsidRDefault="00B20FDF" w:rsidP="00B20FDF">
      <w:pPr>
        <w:pStyle w:val="USTustnpkodeksu"/>
      </w:pPr>
      <w:bookmarkStart w:id="150" w:name="mip44650555"/>
      <w:bookmarkEnd w:id="150"/>
      <w:r w:rsidRPr="00AB6A31">
        <w:t xml:space="preserve">3. </w:t>
      </w:r>
      <w:r w:rsidR="00D340DA" w:rsidRPr="00D340DA">
        <w:t xml:space="preserve">Paszport służbowy </w:t>
      </w:r>
      <w:r w:rsidR="00D340DA">
        <w:t>może być wydany c</w:t>
      </w:r>
      <w:r w:rsidRPr="00AB6A31">
        <w:t>złonko</w:t>
      </w:r>
      <w:r w:rsidR="00D340DA">
        <w:t>m</w:t>
      </w:r>
      <w:r w:rsidRPr="00AB6A31">
        <w:t xml:space="preserve"> rodzin osób, o których mowa w ust. 1, nieprzesiedlający</w:t>
      </w:r>
      <w:r w:rsidR="00D340DA">
        <w:t xml:space="preserve">m się za granicę, </w:t>
      </w:r>
      <w:r w:rsidRPr="00AB6A31">
        <w:t>w celu odwiedzin tych osób.</w:t>
      </w:r>
    </w:p>
    <w:p w14:paraId="784BEE53" w14:textId="77777777" w:rsidR="00B15956" w:rsidRPr="00B15956" w:rsidRDefault="00B15956" w:rsidP="00B15956">
      <w:pPr>
        <w:pStyle w:val="USTustnpkodeksu"/>
      </w:pPr>
      <w:r>
        <w:t xml:space="preserve">4. </w:t>
      </w:r>
      <w:r w:rsidRPr="00B15956">
        <w:t xml:space="preserve">Paszport </w:t>
      </w:r>
      <w:r>
        <w:t>służbowy m</w:t>
      </w:r>
      <w:r w:rsidRPr="00B15956">
        <w:t xml:space="preserve">oże być wydany osobie, która posiada paszport, paszport </w:t>
      </w:r>
      <w:r>
        <w:t>dyplomatyczny</w:t>
      </w:r>
      <w:r w:rsidR="002F26CA">
        <w:t xml:space="preserve"> lub</w:t>
      </w:r>
      <w:r w:rsidR="002F26CA" w:rsidRPr="002F26CA">
        <w:t xml:space="preserve"> </w:t>
      </w:r>
      <w:r w:rsidR="002F26CA" w:rsidRPr="00B15956">
        <w:t>paszport tymczasowy</w:t>
      </w:r>
      <w:r w:rsidRPr="00B15956">
        <w:t>.</w:t>
      </w:r>
    </w:p>
    <w:p w14:paraId="1402E861" w14:textId="16A42E71" w:rsidR="00D340DA" w:rsidRPr="0068619B" w:rsidRDefault="00D340DA" w:rsidP="00D340DA">
      <w:pPr>
        <w:pStyle w:val="ARTartustawynprozporzdzenia"/>
      </w:pPr>
      <w:r w:rsidRPr="0068619B">
        <w:rPr>
          <w:rStyle w:val="Ppogrubienie"/>
        </w:rPr>
        <w:t xml:space="preserve">Art. </w:t>
      </w:r>
      <w:r w:rsidR="00C80217">
        <w:rPr>
          <w:rStyle w:val="Ppogrubienie"/>
        </w:rPr>
        <w:t>51</w:t>
      </w:r>
      <w:r w:rsidRPr="0068619B">
        <w:rPr>
          <w:rStyle w:val="Ppogrubienie"/>
        </w:rPr>
        <w:t>.</w:t>
      </w:r>
      <w:bookmarkStart w:id="151" w:name="mip44650557"/>
      <w:bookmarkEnd w:id="151"/>
      <w:r w:rsidRPr="0068619B">
        <w:t xml:space="preserve"> 1. Paszportem dyplomatycznym i paszportem służbowym można się legitymować wyłącznie w trakcie podróży służbowej lub w związku z wykonywaniem czynności służbowych poza granicami kraju.</w:t>
      </w:r>
    </w:p>
    <w:p w14:paraId="4E999F63" w14:textId="66785382" w:rsidR="00D340DA" w:rsidRDefault="00D340DA" w:rsidP="00D340DA">
      <w:pPr>
        <w:pStyle w:val="USTustnpkodeksu"/>
      </w:pPr>
      <w:bookmarkStart w:id="152" w:name="mip44650558"/>
      <w:bookmarkEnd w:id="152"/>
      <w:r w:rsidRPr="0068619B">
        <w:t>2. Ograniczenia, o którym mowa w ust. 1, nie stosuje się do osób wymienionych w </w:t>
      </w:r>
      <w:hyperlink r:id="rId18" w:history="1">
        <w:r w:rsidR="007D29D3" w:rsidRPr="0068619B">
          <w:t xml:space="preserve">art. </w:t>
        </w:r>
        <w:r w:rsidR="00C80217">
          <w:t>49</w:t>
        </w:r>
        <w:r w:rsidR="00651693" w:rsidRPr="0068619B">
          <w:t xml:space="preserve"> ust.</w:t>
        </w:r>
        <w:r w:rsidR="00AB1D1F">
          <w:t xml:space="preserve"> </w:t>
        </w:r>
        <w:r w:rsidR="00651693" w:rsidRPr="0068619B">
          <w:t>2</w:t>
        </w:r>
      </w:hyperlink>
      <w:r w:rsidR="00651693" w:rsidRPr="0068619B">
        <w:t> pkt 2</w:t>
      </w:r>
      <w:r w:rsidR="00AB1D1F">
        <w:t>-3</w:t>
      </w:r>
      <w:r w:rsidR="00651693" w:rsidRPr="0068619B">
        <w:t xml:space="preserve"> i ust. 3</w:t>
      </w:r>
      <w:r w:rsidR="00B7195A" w:rsidRPr="0068619B">
        <w:t xml:space="preserve"> i 5</w:t>
      </w:r>
      <w:r w:rsidRPr="0068619B">
        <w:t xml:space="preserve"> oraz w </w:t>
      </w:r>
      <w:hyperlink r:id="rId19" w:history="1">
        <w:r w:rsidRPr="0068619B">
          <w:t xml:space="preserve">art. </w:t>
        </w:r>
        <w:r w:rsidR="00C80217">
          <w:t>50</w:t>
        </w:r>
        <w:r w:rsidR="00DE406E" w:rsidRPr="0068619B">
          <w:t xml:space="preserve"> </w:t>
        </w:r>
        <w:r w:rsidRPr="0068619B">
          <w:t>ust. 1 i 2</w:t>
        </w:r>
      </w:hyperlink>
      <w:r w:rsidRPr="0068619B">
        <w:t>, jeżeli zostały wyznaczone do pełnienia funkcji lub zajmowania stanowiska poza granicami Rzeczypospolitej Polskiej</w:t>
      </w:r>
      <w:r w:rsidR="00B7195A" w:rsidRPr="0068619B">
        <w:t xml:space="preserve">. </w:t>
      </w:r>
    </w:p>
    <w:p w14:paraId="0CCAE421" w14:textId="5391C3B3" w:rsidR="00246430" w:rsidRPr="0068619B" w:rsidRDefault="00246430" w:rsidP="00D340DA">
      <w:pPr>
        <w:pStyle w:val="USTustnpkodeksu"/>
      </w:pPr>
      <w:r>
        <w:t xml:space="preserve">3. </w:t>
      </w:r>
      <w:r w:rsidRPr="00246430">
        <w:t xml:space="preserve">Rada Ministrów, na wniosek ministra właściwego do spraw zagranicznych, określi w drodze rozporządzenia, sposób i miejsce przechowywania paszportów dyplomatycznych i </w:t>
      </w:r>
      <w:r w:rsidRPr="00246430">
        <w:lastRenderedPageBreak/>
        <w:t>paszportów służbowych, uwzględniając zwyczaje międzynarodowe oraz potrzebę szczególnej ochrony paszportów dyplomatycznych i paszportów służbowych przed utratą.</w:t>
      </w:r>
    </w:p>
    <w:p w14:paraId="7684841C" w14:textId="562ED0A2" w:rsidR="00D340DA" w:rsidRPr="00D340DA" w:rsidRDefault="00D340DA" w:rsidP="00D340DA">
      <w:pPr>
        <w:pStyle w:val="ARTartustawynprozporzdzenia"/>
      </w:pPr>
      <w:bookmarkStart w:id="153" w:name="mip44650559"/>
      <w:bookmarkEnd w:id="153"/>
      <w:r w:rsidRPr="00D340DA">
        <w:rPr>
          <w:rStyle w:val="Ppogrubienie"/>
        </w:rPr>
        <w:t xml:space="preserve">Art. </w:t>
      </w:r>
      <w:r w:rsidR="00C80217">
        <w:rPr>
          <w:rStyle w:val="Ppogrubienie"/>
        </w:rPr>
        <w:t>52</w:t>
      </w:r>
      <w:r w:rsidRPr="00D340DA">
        <w:rPr>
          <w:rStyle w:val="Ppogrubienie"/>
        </w:rPr>
        <w:t>.</w:t>
      </w:r>
      <w:r w:rsidRPr="00D340DA">
        <w:t xml:space="preserve"> W przypadkach uzasadnionych potrzebami służby zagranicznej oraz względami bezpieczeństwa państwa tej samej osobie można wydać drugi paszport dyplomatyczny lub </w:t>
      </w:r>
      <w:r>
        <w:t xml:space="preserve">drugi paszport </w:t>
      </w:r>
      <w:r w:rsidRPr="00D340DA">
        <w:t>służbowy.</w:t>
      </w:r>
    </w:p>
    <w:p w14:paraId="54CD1CA2" w14:textId="18B59745" w:rsidR="00D340DA" w:rsidRPr="00D340DA" w:rsidRDefault="00D340DA" w:rsidP="00D340DA">
      <w:pPr>
        <w:pStyle w:val="ARTartustawynprozporzdzenia"/>
      </w:pPr>
      <w:bookmarkStart w:id="154" w:name="mip44650560"/>
      <w:bookmarkEnd w:id="154"/>
      <w:r w:rsidRPr="00D340DA">
        <w:rPr>
          <w:rStyle w:val="Ppogrubienie"/>
        </w:rPr>
        <w:t xml:space="preserve">Art. </w:t>
      </w:r>
      <w:r w:rsidR="00C80217">
        <w:rPr>
          <w:rStyle w:val="Ppogrubienie"/>
        </w:rPr>
        <w:t>53</w:t>
      </w:r>
      <w:r w:rsidRPr="00D340DA">
        <w:rPr>
          <w:rStyle w:val="Ppogrubienie"/>
        </w:rPr>
        <w:t>.</w:t>
      </w:r>
      <w:bookmarkStart w:id="155" w:name="mip44650561"/>
      <w:bookmarkEnd w:id="155"/>
      <w:r w:rsidRPr="00D340DA">
        <w:rPr>
          <w:rStyle w:val="Ppogrubienie"/>
        </w:rPr>
        <w:t xml:space="preserve"> </w:t>
      </w:r>
      <w:r w:rsidRPr="00D340DA">
        <w:t>W przypadkach uzasadnionych potrzebą ochrony interesów Rzeczypospolitej Polskiej za granicą</w:t>
      </w:r>
      <w:r w:rsidR="006F3C23">
        <w:t>,</w:t>
      </w:r>
      <w:r w:rsidRPr="00D340DA">
        <w:t xml:space="preserve"> minister właściwy do spraw zagranicznych może podjąć decyzję o wydaniu paszportu dyplomatycznego lub paszportu służbowego również obywatelom polskim innym niż </w:t>
      </w:r>
      <w:r w:rsidR="003873AE" w:rsidRPr="00D340DA">
        <w:t>wskazan</w:t>
      </w:r>
      <w:r w:rsidR="003873AE">
        <w:t>i</w:t>
      </w:r>
      <w:r w:rsidR="003873AE" w:rsidRPr="00D340DA">
        <w:t xml:space="preserve"> </w:t>
      </w:r>
      <w:r w:rsidR="00000BB8">
        <w:t xml:space="preserve">w art. </w:t>
      </w:r>
      <w:r w:rsidR="00C80217">
        <w:t>49</w:t>
      </w:r>
      <w:r w:rsidR="00DE406E">
        <w:t xml:space="preserve"> </w:t>
      </w:r>
      <w:r w:rsidR="00B15956">
        <w:t xml:space="preserve">i art. </w:t>
      </w:r>
      <w:r w:rsidR="00C80217">
        <w:t>50</w:t>
      </w:r>
      <w:r w:rsidRPr="00D340DA">
        <w:t>.</w:t>
      </w:r>
    </w:p>
    <w:p w14:paraId="2061091F" w14:textId="7958D1AD" w:rsidR="00246430" w:rsidRDefault="00246430" w:rsidP="00183D47">
      <w:pPr>
        <w:pStyle w:val="USTustnpkodeksu"/>
        <w:ind w:firstLine="0"/>
      </w:pPr>
      <w:bookmarkStart w:id="156" w:name="mip44650562"/>
      <w:bookmarkStart w:id="157" w:name="highlightHit_93"/>
      <w:bookmarkStart w:id="158" w:name="highlightHit_94"/>
      <w:bookmarkEnd w:id="156"/>
      <w:bookmarkEnd w:id="157"/>
      <w:bookmarkEnd w:id="158"/>
    </w:p>
    <w:p w14:paraId="621DA855" w14:textId="1335FA7B" w:rsidR="00D25245" w:rsidRDefault="00B15956" w:rsidP="00183D47">
      <w:pPr>
        <w:pStyle w:val="USTustnpkodeksu"/>
      </w:pPr>
      <w:r w:rsidRPr="00B15956">
        <w:rPr>
          <w:rStyle w:val="Ppogrubienie"/>
        </w:rPr>
        <w:t xml:space="preserve">Art. </w:t>
      </w:r>
      <w:r w:rsidR="00846186">
        <w:rPr>
          <w:rStyle w:val="Ppogrubienie"/>
        </w:rPr>
        <w:t>5</w:t>
      </w:r>
      <w:r w:rsidR="00B96286">
        <w:rPr>
          <w:rStyle w:val="Ppogrubienie"/>
        </w:rPr>
        <w:t>4</w:t>
      </w:r>
      <w:r w:rsidRPr="00B15956">
        <w:rPr>
          <w:rStyle w:val="Ppogrubienie"/>
        </w:rPr>
        <w:t>.</w:t>
      </w:r>
      <w:r w:rsidR="002C12EB" w:rsidRPr="002C12EB">
        <w:t xml:space="preserve"> </w:t>
      </w:r>
      <w:r w:rsidR="00B509D4" w:rsidRPr="00B509D4">
        <w:t xml:space="preserve">1. </w:t>
      </w:r>
      <w:r w:rsidR="00897A40">
        <w:t xml:space="preserve"> Organ paszportowy</w:t>
      </w:r>
      <w:r w:rsidR="00B7195A">
        <w:t>,</w:t>
      </w:r>
      <w:r w:rsidR="00897A40">
        <w:t xml:space="preserve"> do którego wpłynął wniosek o wydanie </w:t>
      </w:r>
      <w:r w:rsidR="0076321E">
        <w:t>dokumentu</w:t>
      </w:r>
      <w:r w:rsidR="00897A40">
        <w:t xml:space="preserve"> paszportowego</w:t>
      </w:r>
      <w:r w:rsidR="006F3C23">
        <w:t>,</w:t>
      </w:r>
      <w:r w:rsidR="00897A40">
        <w:t xml:space="preserve"> odmawia w</w:t>
      </w:r>
      <w:r w:rsidR="00B509D4" w:rsidRPr="00B509D4">
        <w:t>ydania dokumentu paszportowego</w:t>
      </w:r>
      <w:r w:rsidR="00D432C0">
        <w:t>:</w:t>
      </w:r>
      <w:r w:rsidR="00B509D4" w:rsidRPr="00B509D4">
        <w:t xml:space="preserve"> </w:t>
      </w:r>
    </w:p>
    <w:p w14:paraId="26CFAB02" w14:textId="77777777" w:rsidR="006266BE" w:rsidRDefault="006266BE" w:rsidP="00252F71">
      <w:pPr>
        <w:pStyle w:val="PKTpunkt"/>
      </w:pPr>
      <w:r>
        <w:t xml:space="preserve">1) na wniosek </w:t>
      </w:r>
      <w:r w:rsidR="00B509D4" w:rsidRPr="00B509D4">
        <w:t>sądu</w:t>
      </w:r>
      <w:r w:rsidR="009601B6">
        <w:t>,</w:t>
      </w:r>
      <w:r w:rsidR="00B509D4" w:rsidRPr="00B509D4">
        <w:t xml:space="preserve"> prowadzącego przeciwko osobie ubiegającej się o dokument paszportowy postępowanie w sprawie karnej lub postępowanie w sprawie o przestępstwo skarbowe, postępowanie w sprawie nieletniego lub prowadzącego postępowanie cywilne;</w:t>
      </w:r>
    </w:p>
    <w:p w14:paraId="07E0354F" w14:textId="77777777" w:rsidR="002C12EB" w:rsidRPr="002C12EB" w:rsidRDefault="00B509D4" w:rsidP="00252F71">
      <w:pPr>
        <w:pStyle w:val="PKTpunkt"/>
      </w:pPr>
      <w:r w:rsidRPr="00B509D4">
        <w:t xml:space="preserve">2) </w:t>
      </w:r>
      <w:r w:rsidR="006266BE" w:rsidRPr="006266BE">
        <w:t xml:space="preserve">na wniosek </w:t>
      </w:r>
      <w:r w:rsidRPr="00B509D4">
        <w:t xml:space="preserve">organu prowadzącego postępowanie przygotowawcze, organu postępowania wykonawczego w sprawie karnej, w tym o przestępstwo skarbowe, przeciwko osobie ubiegającej się o </w:t>
      </w:r>
      <w:r w:rsidR="00AD35D9">
        <w:t>wydanie dokumentu paszportowego;</w:t>
      </w:r>
    </w:p>
    <w:p w14:paraId="3F69D969" w14:textId="77777777" w:rsidR="009C1A94" w:rsidRPr="00934893" w:rsidRDefault="006266BE" w:rsidP="009C1A94">
      <w:pPr>
        <w:pStyle w:val="PKTpunkt"/>
      </w:pPr>
      <w:r>
        <w:t xml:space="preserve">3) </w:t>
      </w:r>
      <w:r w:rsidR="009C1A94">
        <w:t>w przypadku gdy na podstawie przedłożonych dokumentów i dostępnych rejestrów, organ paszportowy nie potwierdził</w:t>
      </w:r>
      <w:r w:rsidR="009C1A94" w:rsidRPr="009C1A94">
        <w:t xml:space="preserve"> </w:t>
      </w:r>
      <w:r w:rsidR="009C1A94">
        <w:t>zamieszczanych w dokumencie paszportowym danych osoby ubiegającej się o dokument paszportowy</w:t>
      </w:r>
      <w:r w:rsidR="00805C48">
        <w:t>,</w:t>
      </w:r>
      <w:r w:rsidR="009C1A94">
        <w:t xml:space="preserve"> wskazanych we wniosku o wydanie dokumentu paszportowego; </w:t>
      </w:r>
    </w:p>
    <w:p w14:paraId="5AC67672" w14:textId="77777777" w:rsidR="009601B6" w:rsidRDefault="009C1A94" w:rsidP="00252F71">
      <w:pPr>
        <w:pStyle w:val="PKTpunkt"/>
      </w:pPr>
      <w:r>
        <w:t>4) w przypadku gdy na podstawie przedłożonych dokumentów i dostępnych rejestrów, organ paszportowy nie potwierdził</w:t>
      </w:r>
      <w:r w:rsidRPr="002C12EB">
        <w:t xml:space="preserve"> </w:t>
      </w:r>
      <w:r w:rsidR="009601B6">
        <w:t>obywatelstwa osoby ubiegającej się o wydanie dokumentu paszportowego;</w:t>
      </w:r>
    </w:p>
    <w:p w14:paraId="0ABAE36F" w14:textId="25B87E20" w:rsidR="009601B6" w:rsidRDefault="009C1A94" w:rsidP="00252F71">
      <w:pPr>
        <w:pStyle w:val="PKTpunkt"/>
      </w:pPr>
      <w:r>
        <w:t>5</w:t>
      </w:r>
      <w:r w:rsidR="009601B6">
        <w:t xml:space="preserve">) </w:t>
      </w:r>
      <w:r>
        <w:t xml:space="preserve">w przypadku </w:t>
      </w:r>
      <w:r w:rsidR="009601B6">
        <w:t xml:space="preserve">gdy wnioskodawca nie wniósł </w:t>
      </w:r>
      <w:r w:rsidR="00490C5F">
        <w:t xml:space="preserve">wymaganej </w:t>
      </w:r>
      <w:r w:rsidR="009601B6">
        <w:t xml:space="preserve">opłaty </w:t>
      </w:r>
      <w:r w:rsidR="00DA0B2D">
        <w:t xml:space="preserve">za paszport lub </w:t>
      </w:r>
      <w:r w:rsidR="009601B6">
        <w:t>paszport</w:t>
      </w:r>
      <w:r w:rsidR="00DA0B2D">
        <w:t xml:space="preserve"> tymczasowy</w:t>
      </w:r>
      <w:r w:rsidR="009601B6">
        <w:t>;</w:t>
      </w:r>
    </w:p>
    <w:p w14:paraId="3EB3E201" w14:textId="129B50C2" w:rsidR="009601B6" w:rsidRDefault="009C1A94" w:rsidP="00252F71">
      <w:pPr>
        <w:pStyle w:val="PKTpunkt"/>
      </w:pPr>
      <w:r>
        <w:t>6</w:t>
      </w:r>
      <w:r w:rsidR="009601B6">
        <w:t xml:space="preserve">) </w:t>
      </w:r>
      <w:r>
        <w:t xml:space="preserve">w przypadku </w:t>
      </w:r>
      <w:r w:rsidR="009601B6">
        <w:t xml:space="preserve">gdy nie </w:t>
      </w:r>
      <w:r w:rsidR="00443B5F">
        <w:t>została</w:t>
      </w:r>
      <w:r w:rsidR="009601B6">
        <w:t xml:space="preserve"> </w:t>
      </w:r>
      <w:r w:rsidR="0058723E">
        <w:t xml:space="preserve">wyrażona </w:t>
      </w:r>
      <w:r w:rsidR="009601B6">
        <w:t xml:space="preserve">zgoda na wydanie dokumentu paszportowego, o </w:t>
      </w:r>
      <w:r>
        <w:t>której</w:t>
      </w:r>
      <w:r w:rsidR="009601B6">
        <w:t xml:space="preserve"> mowa w art. </w:t>
      </w:r>
      <w:r w:rsidR="00D0348C">
        <w:t>4</w:t>
      </w:r>
      <w:r w:rsidR="00B96286">
        <w:t>3</w:t>
      </w:r>
      <w:r w:rsidR="00846186">
        <w:t xml:space="preserve"> ust. 1</w:t>
      </w:r>
      <w:r w:rsidR="003873AE">
        <w:t>,</w:t>
      </w:r>
      <w:r w:rsidR="00AD37BC">
        <w:t xml:space="preserve"> lub </w:t>
      </w:r>
      <w:r w:rsidR="0058723E">
        <w:t xml:space="preserve">nie zostało przedłożone </w:t>
      </w:r>
      <w:r w:rsidR="00AD37BC">
        <w:t>orzeczenie sądu</w:t>
      </w:r>
      <w:r w:rsidR="00CD4BA9">
        <w:t>, o który</w:t>
      </w:r>
      <w:r w:rsidR="00846186">
        <w:t>m</w:t>
      </w:r>
      <w:r w:rsidR="00CD4BA9">
        <w:t xml:space="preserve"> mowa</w:t>
      </w:r>
      <w:r w:rsidR="00AD37BC">
        <w:t xml:space="preserve"> </w:t>
      </w:r>
      <w:r w:rsidR="00097987">
        <w:t xml:space="preserve">w art. </w:t>
      </w:r>
      <w:r w:rsidR="00D0348C">
        <w:t>4</w:t>
      </w:r>
      <w:r w:rsidR="00B96286">
        <w:t>3</w:t>
      </w:r>
      <w:r w:rsidR="00097987">
        <w:t xml:space="preserve"> ust.</w:t>
      </w:r>
      <w:r w:rsidR="00E02B4D">
        <w:t xml:space="preserve"> 5</w:t>
      </w:r>
      <w:r w:rsidR="009601B6">
        <w:t>;</w:t>
      </w:r>
    </w:p>
    <w:p w14:paraId="15F2218C" w14:textId="7D81A7C4" w:rsidR="00934893" w:rsidRPr="00934893" w:rsidRDefault="00781EAD" w:rsidP="00E66D89">
      <w:pPr>
        <w:pStyle w:val="PKTpunkt"/>
      </w:pPr>
      <w:r>
        <w:t>7</w:t>
      </w:r>
      <w:r w:rsidR="009601B6">
        <w:t xml:space="preserve">) </w:t>
      </w:r>
      <w:r w:rsidR="006266BE">
        <w:t>w przypadku niespełnienia warunków</w:t>
      </w:r>
      <w:r w:rsidR="007707DB">
        <w:t xml:space="preserve"> do wydania paszportu </w:t>
      </w:r>
      <w:r w:rsidR="00791D0F">
        <w:t>lub</w:t>
      </w:r>
      <w:r w:rsidR="007707DB">
        <w:t xml:space="preserve"> paszportu tymczasowego ze względu na ważny interes państwa, drugiego paszportu</w:t>
      </w:r>
      <w:r w:rsidR="005A2166">
        <w:t xml:space="preserve">, </w:t>
      </w:r>
      <w:r w:rsidR="005A2166" w:rsidRPr="005A2166">
        <w:t>paszportu tymczasowego</w:t>
      </w:r>
      <w:r w:rsidR="007707DB">
        <w:t xml:space="preserve"> albo </w:t>
      </w:r>
      <w:r w:rsidR="007707DB">
        <w:lastRenderedPageBreak/>
        <w:t>paszportu dyplomatycznego</w:t>
      </w:r>
      <w:r w:rsidR="0079432C">
        <w:t xml:space="preserve"> lub paszportu </w:t>
      </w:r>
      <w:r w:rsidR="005A2166">
        <w:t>służbowego</w:t>
      </w:r>
      <w:r w:rsidR="007707DB">
        <w:t xml:space="preserve">, o </w:t>
      </w:r>
      <w:r w:rsidR="00745E3A">
        <w:t>których</w:t>
      </w:r>
      <w:r w:rsidR="007707DB">
        <w:t xml:space="preserve"> mowa </w:t>
      </w:r>
      <w:r w:rsidR="00B47D6A">
        <w:t xml:space="preserve">odpowiednio </w:t>
      </w:r>
      <w:r w:rsidR="006266BE">
        <w:t>w</w:t>
      </w:r>
      <w:r w:rsidR="00B47D6A">
        <w:t xml:space="preserve"> art. </w:t>
      </w:r>
      <w:r w:rsidR="009C1A94">
        <w:t>6</w:t>
      </w:r>
      <w:r w:rsidR="00B47D6A">
        <w:t xml:space="preserve"> ust. </w:t>
      </w:r>
      <w:r w:rsidR="009C1A94">
        <w:t>3</w:t>
      </w:r>
      <w:r w:rsidR="001431E7">
        <w:t xml:space="preserve"> i </w:t>
      </w:r>
      <w:r w:rsidR="00B47D6A">
        <w:t xml:space="preserve">art. </w:t>
      </w:r>
      <w:r w:rsidR="00E56FDD">
        <w:t>4</w:t>
      </w:r>
      <w:r w:rsidR="0007289A">
        <w:t>6</w:t>
      </w:r>
      <w:r w:rsidR="009B6A6E">
        <w:t>–</w:t>
      </w:r>
      <w:r w:rsidR="0007289A">
        <w:t>50</w:t>
      </w:r>
      <w:r w:rsidR="004A12C5">
        <w:t xml:space="preserve">. </w:t>
      </w:r>
      <w:r w:rsidR="00B47D6A">
        <w:t xml:space="preserve"> </w:t>
      </w:r>
    </w:p>
    <w:p w14:paraId="04FDC1E4" w14:textId="77777777" w:rsidR="00525FB6" w:rsidRDefault="002C12EB" w:rsidP="00252F71">
      <w:pPr>
        <w:pStyle w:val="USTustnpkodeksu"/>
      </w:pPr>
      <w:r w:rsidRPr="002C12EB">
        <w:t>2. Odmowa wydania do</w:t>
      </w:r>
      <w:r w:rsidR="006266BE">
        <w:t xml:space="preserve">kumentu </w:t>
      </w:r>
      <w:r w:rsidR="00E957FE">
        <w:t>paszportowego</w:t>
      </w:r>
      <w:r w:rsidR="00E957FE" w:rsidRPr="002C12EB">
        <w:t xml:space="preserve"> następuje</w:t>
      </w:r>
      <w:r w:rsidRPr="002C12EB">
        <w:t xml:space="preserve"> w drodze decyzji</w:t>
      </w:r>
      <w:r w:rsidR="00525FB6">
        <w:t>.</w:t>
      </w:r>
    </w:p>
    <w:p w14:paraId="16040CFD" w14:textId="77777777" w:rsidR="0076321E" w:rsidRDefault="002C12EB" w:rsidP="00252F71">
      <w:pPr>
        <w:pStyle w:val="USTustnpkodeksu"/>
      </w:pPr>
      <w:r w:rsidRPr="002C12EB">
        <w:t xml:space="preserve">3. </w:t>
      </w:r>
      <w:r w:rsidR="00971296">
        <w:t xml:space="preserve">Od decyzji o odmowie wydania dokumentu paszportowego, </w:t>
      </w:r>
      <w:r w:rsidR="0076321E">
        <w:t>wydan</w:t>
      </w:r>
      <w:r w:rsidR="00971296">
        <w:t>ej</w:t>
      </w:r>
      <w:r w:rsidR="0076321E">
        <w:t xml:space="preserve"> w przypadkach</w:t>
      </w:r>
      <w:r w:rsidR="001B311D">
        <w:t>,</w:t>
      </w:r>
      <w:r w:rsidR="0076321E">
        <w:t xml:space="preserve"> o których mowa w ust. 1 pkt 1 i 2</w:t>
      </w:r>
      <w:r w:rsidR="00D864D6">
        <w:t>,</w:t>
      </w:r>
      <w:r w:rsidR="00525FB6" w:rsidRPr="00525FB6">
        <w:t xml:space="preserve"> </w:t>
      </w:r>
      <w:r w:rsidR="0076321E">
        <w:t>nie przysługuje</w:t>
      </w:r>
      <w:r w:rsidR="00525FB6">
        <w:t xml:space="preserve"> </w:t>
      </w:r>
      <w:r w:rsidR="0076321E">
        <w:t>odwołanie.</w:t>
      </w:r>
    </w:p>
    <w:p w14:paraId="522210B7" w14:textId="7E03B164" w:rsidR="00DA0B2D" w:rsidRDefault="00A67F8F" w:rsidP="00F9771B">
      <w:pPr>
        <w:pStyle w:val="ARTartustawynprozporzdzenia"/>
      </w:pPr>
      <w:bookmarkStart w:id="159" w:name="highlightHit_138"/>
      <w:bookmarkStart w:id="160" w:name="highlightHit_139"/>
      <w:bookmarkStart w:id="161" w:name="highlightHit_140"/>
      <w:bookmarkStart w:id="162" w:name="highlightHit_141"/>
      <w:bookmarkStart w:id="163" w:name="mip44650677"/>
      <w:bookmarkStart w:id="164" w:name="highlightHit_142"/>
      <w:bookmarkStart w:id="165" w:name="mip48591916"/>
      <w:bookmarkStart w:id="166" w:name="highlightHit_143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 w:rsidRPr="0015682A">
        <w:rPr>
          <w:rStyle w:val="Ppogrubienie"/>
        </w:rPr>
        <w:t>Art.</w:t>
      </w:r>
      <w:r w:rsidR="003A5BD2" w:rsidRPr="0015682A">
        <w:rPr>
          <w:rStyle w:val="Ppogrubienie"/>
        </w:rPr>
        <w:t xml:space="preserve"> </w:t>
      </w:r>
      <w:r w:rsidR="00C22A2D" w:rsidRPr="0015682A">
        <w:rPr>
          <w:rStyle w:val="Ppogrubienie"/>
        </w:rPr>
        <w:t>5</w:t>
      </w:r>
      <w:r w:rsidR="0007289A">
        <w:rPr>
          <w:rStyle w:val="Ppogrubienie"/>
        </w:rPr>
        <w:t>5</w:t>
      </w:r>
      <w:r w:rsidR="00C470A5" w:rsidRPr="0015682A">
        <w:rPr>
          <w:rStyle w:val="Ppogrubienie"/>
        </w:rPr>
        <w:t>.</w:t>
      </w:r>
      <w:r w:rsidR="00F745BF">
        <w:t xml:space="preserve"> </w:t>
      </w:r>
      <w:r w:rsidR="0058723E">
        <w:t>W przypadkach, o których mowa w art. 5</w:t>
      </w:r>
      <w:r w:rsidR="0007289A">
        <w:t>4</w:t>
      </w:r>
      <w:r w:rsidR="0058723E">
        <w:t xml:space="preserve"> ust. 1 pkt 1 i 2, pomimo istnienia przesłanek uzasadniających odmowę wydania dokumentu paszportowego, konsul może wydać paszport tymczasowy ze względu na ważny interes osoby ubiegającej się o dokument paszportowy</w:t>
      </w:r>
      <w:r w:rsidR="00C470A5" w:rsidRPr="006266BE">
        <w:t xml:space="preserve">. O wydaniu </w:t>
      </w:r>
      <w:r w:rsidR="008778CD">
        <w:t>paszportu tymczasowego</w:t>
      </w:r>
      <w:r w:rsidR="00C470A5" w:rsidRPr="006266BE">
        <w:t xml:space="preserve"> konsul informuje organ, który wystąpił z wnioskiem o </w:t>
      </w:r>
      <w:r w:rsidR="004C2273">
        <w:t>odmowę  wydania</w:t>
      </w:r>
      <w:r w:rsidR="00C470A5" w:rsidRPr="006266BE">
        <w:t xml:space="preserve"> dokumentu paszportowego.</w:t>
      </w:r>
      <w:r w:rsidR="00DA0B2D" w:rsidRPr="00DA0B2D">
        <w:t xml:space="preserve"> </w:t>
      </w:r>
    </w:p>
    <w:p w14:paraId="343A03FA" w14:textId="4FB23FDB" w:rsidR="002013B9" w:rsidRPr="002013B9" w:rsidRDefault="002013B9" w:rsidP="002013B9">
      <w:pPr>
        <w:pStyle w:val="ROZDZODDZOZNoznaczenierozdziauluboddziau"/>
      </w:pPr>
      <w:r w:rsidRPr="002013B9">
        <w:t>R</w:t>
      </w:r>
      <w:r w:rsidR="007F1A75">
        <w:t>ozdział</w:t>
      </w:r>
      <w:r w:rsidRPr="002013B9">
        <w:t xml:space="preserve"> </w:t>
      </w:r>
      <w:r>
        <w:t>5</w:t>
      </w:r>
    </w:p>
    <w:p w14:paraId="30B76676" w14:textId="77777777" w:rsidR="00B20FDF" w:rsidRDefault="002013B9" w:rsidP="00842DCE">
      <w:pPr>
        <w:pStyle w:val="ROZDZODDZPRZEDMprzedmiotregulacjirozdziauluboddziau"/>
      </w:pPr>
      <w:r>
        <w:t>Odbiór dokumentów paszportowych</w:t>
      </w:r>
    </w:p>
    <w:p w14:paraId="06E29224" w14:textId="46EA37E0" w:rsidR="00434743" w:rsidRDefault="002013B9" w:rsidP="0003389C">
      <w:pPr>
        <w:pStyle w:val="ARTartustawynprozporzdzenia"/>
      </w:pPr>
      <w:r w:rsidRPr="0003389C">
        <w:rPr>
          <w:rStyle w:val="Ppogrubienie"/>
        </w:rPr>
        <w:t>Art.</w:t>
      </w:r>
      <w:r w:rsidRPr="002F26DC">
        <w:rPr>
          <w:rStyle w:val="Ppogrubienie"/>
        </w:rPr>
        <w:t xml:space="preserve"> </w:t>
      </w:r>
      <w:r w:rsidR="005478C5">
        <w:rPr>
          <w:rStyle w:val="Ppogrubienie"/>
        </w:rPr>
        <w:t>5</w:t>
      </w:r>
      <w:r w:rsidR="0007289A">
        <w:rPr>
          <w:rStyle w:val="Ppogrubienie"/>
        </w:rPr>
        <w:t>6</w:t>
      </w:r>
      <w:r w:rsidRPr="002F26DC">
        <w:rPr>
          <w:rStyle w:val="Ppogrubienie"/>
        </w:rPr>
        <w:t>.</w:t>
      </w:r>
      <w:r w:rsidRPr="002013B9">
        <w:t xml:space="preserve"> </w:t>
      </w:r>
      <w:r>
        <w:t>1. Dokument paszportowy</w:t>
      </w:r>
      <w:r w:rsidR="001C1226">
        <w:t xml:space="preserve"> </w:t>
      </w:r>
      <w:r>
        <w:t>odbiera</w:t>
      </w:r>
      <w:r w:rsidR="0079513D" w:rsidRPr="0079513D">
        <w:t xml:space="preserve"> </w:t>
      </w:r>
      <w:r w:rsidR="00434743">
        <w:t xml:space="preserve">się osobiście </w:t>
      </w:r>
      <w:r w:rsidR="0079513D">
        <w:t>w organ</w:t>
      </w:r>
      <w:r w:rsidR="0057770F">
        <w:t>ie paszportowym</w:t>
      </w:r>
      <w:r w:rsidR="0079513D">
        <w:t>, w którym został złożony wniosek</w:t>
      </w:r>
      <w:r w:rsidR="003E03E7">
        <w:t xml:space="preserve"> o jego wydanie</w:t>
      </w:r>
      <w:r w:rsidR="00434743">
        <w:t xml:space="preserve">. </w:t>
      </w:r>
    </w:p>
    <w:p w14:paraId="3F400DC0" w14:textId="5C02E9AD" w:rsidR="00591C82" w:rsidRDefault="00434743" w:rsidP="005E6FF9">
      <w:pPr>
        <w:pStyle w:val="USTustnpkodeksu"/>
        <w:rPr>
          <w:rFonts w:eastAsia="Calibri"/>
        </w:rPr>
      </w:pPr>
      <w:r>
        <w:t xml:space="preserve">2. </w:t>
      </w:r>
      <w:r w:rsidR="00FA606D">
        <w:t xml:space="preserve">Dokument paszportowy </w:t>
      </w:r>
      <w:r w:rsidRPr="001C1226">
        <w:t>osob</w:t>
      </w:r>
      <w:r>
        <w:t>y</w:t>
      </w:r>
      <w:r w:rsidRPr="001C1226">
        <w:t xml:space="preserve"> nieposiadającej zdolności do czynności prawnych lub posiadającej ograniczoną zdolność do czynności prawnych</w:t>
      </w:r>
      <w:r>
        <w:t xml:space="preserve"> odbiera</w:t>
      </w:r>
      <w:r w:rsidR="000079D9">
        <w:t xml:space="preserve"> </w:t>
      </w:r>
      <w:r w:rsidR="006A1795">
        <w:t>matka lub ojciec</w:t>
      </w:r>
      <w:r w:rsidR="00BE4F74">
        <w:t xml:space="preserve">, </w:t>
      </w:r>
      <w:r w:rsidR="000E1663">
        <w:t xml:space="preserve">opiekun prawny lub </w:t>
      </w:r>
      <w:r w:rsidR="000E1663" w:rsidRPr="001C1226">
        <w:t>kurator</w:t>
      </w:r>
      <w:r w:rsidR="001C1226">
        <w:t>.</w:t>
      </w:r>
      <w:r w:rsidR="00591C82" w:rsidRPr="00591C82">
        <w:rPr>
          <w:rFonts w:eastAsia="Calibri"/>
        </w:rPr>
        <w:t xml:space="preserve"> </w:t>
      </w:r>
    </w:p>
    <w:p w14:paraId="3300D3D3" w14:textId="6D0A9489" w:rsidR="00591C82" w:rsidRPr="005E6FF9" w:rsidRDefault="00591C82" w:rsidP="005E6FF9">
      <w:pPr>
        <w:pStyle w:val="USTustnpkodeksu"/>
        <w:rPr>
          <w:rFonts w:eastAsia="Calibri"/>
        </w:rPr>
      </w:pPr>
      <w:r w:rsidRPr="005E6FF9">
        <w:rPr>
          <w:rFonts w:eastAsia="Calibri"/>
        </w:rPr>
        <w:t>3. Odbiór dokumentu paszportowego wydanego osobie nieposiadającej zdolności do czynności prawnych wymaga obecności tej osoby, z wyjątkiem sytuacji, w której osoba ta:</w:t>
      </w:r>
    </w:p>
    <w:p w14:paraId="41CB1500" w14:textId="003E1B8D" w:rsidR="00591C82" w:rsidRPr="00591C82" w:rsidRDefault="00591C82" w:rsidP="005E6FF9">
      <w:pPr>
        <w:pStyle w:val="PKTpunkt"/>
        <w:rPr>
          <w:rFonts w:eastAsia="Calibri"/>
          <w:lang w:eastAsia="en-US"/>
        </w:rPr>
      </w:pPr>
      <w:r w:rsidRPr="00591C82">
        <w:rPr>
          <w:rFonts w:eastAsia="Calibri"/>
          <w:lang w:eastAsia="en-US"/>
        </w:rPr>
        <w:t>1) nie ukończyła 5. roku życia albo</w:t>
      </w:r>
      <w:r w:rsidR="005E6FF9">
        <w:rPr>
          <w:rFonts w:eastAsia="Calibri"/>
        </w:rPr>
        <w:t>;</w:t>
      </w:r>
    </w:p>
    <w:p w14:paraId="3D0D1751" w14:textId="23B11B0C" w:rsidR="00D25245" w:rsidRPr="005E6FF9" w:rsidRDefault="00591C82" w:rsidP="005E6FF9">
      <w:pPr>
        <w:pStyle w:val="PKTpunkt"/>
        <w:rPr>
          <w:rFonts w:eastAsia="Calibri"/>
          <w:lang w:eastAsia="en-US"/>
        </w:rPr>
      </w:pPr>
      <w:r w:rsidRPr="00591C82">
        <w:rPr>
          <w:rFonts w:eastAsia="Calibri"/>
          <w:lang w:eastAsia="en-US"/>
        </w:rPr>
        <w:t>2) była obecna przy składani</w:t>
      </w:r>
      <w:r w:rsidR="005E6FF9">
        <w:rPr>
          <w:rFonts w:eastAsia="Calibri"/>
          <w:lang w:eastAsia="en-US"/>
        </w:rPr>
        <w:t>u wniosku.</w:t>
      </w:r>
    </w:p>
    <w:p w14:paraId="3A4446A8" w14:textId="435E2FD9" w:rsidR="00B37A82" w:rsidRPr="00B37A82" w:rsidRDefault="00E474DE" w:rsidP="00B37A82">
      <w:pPr>
        <w:pStyle w:val="ARTartustawynprozporzdzenia"/>
      </w:pPr>
      <w:r w:rsidRPr="00E474DE">
        <w:rPr>
          <w:rStyle w:val="Ppogrubienie"/>
        </w:rPr>
        <w:t xml:space="preserve">Art. </w:t>
      </w:r>
      <w:r w:rsidR="005478C5">
        <w:rPr>
          <w:rStyle w:val="Ppogrubienie"/>
        </w:rPr>
        <w:t>5</w:t>
      </w:r>
      <w:r w:rsidR="00776527">
        <w:rPr>
          <w:rStyle w:val="Ppogrubienie"/>
        </w:rPr>
        <w:t>7</w:t>
      </w:r>
      <w:r w:rsidRPr="00E474DE">
        <w:rPr>
          <w:rStyle w:val="Ppogrubienie"/>
        </w:rPr>
        <w:t>.</w:t>
      </w:r>
      <w:r w:rsidRPr="00E474DE">
        <w:t xml:space="preserve"> </w:t>
      </w:r>
      <w:r w:rsidR="00D15312">
        <w:t>1. Tożsamość osoby od</w:t>
      </w:r>
      <w:r w:rsidR="00D4448F">
        <w:t xml:space="preserve">bierającej dokument paszportowy, organ paszportowy </w:t>
      </w:r>
      <w:r w:rsidR="00D15312" w:rsidRPr="00D15312">
        <w:t>potwierdza na podstawie ważnego dokumentu paszportowego</w:t>
      </w:r>
      <w:r w:rsidR="00B37A82">
        <w:t xml:space="preserve">, </w:t>
      </w:r>
      <w:r w:rsidR="00D15312" w:rsidRPr="00D15312">
        <w:t>ważnego dowodu osobistego</w:t>
      </w:r>
      <w:r w:rsidR="00B37A82">
        <w:t xml:space="preserve">, innego dokumentu tożsamości </w:t>
      </w:r>
      <w:r w:rsidR="00B37A82" w:rsidRPr="00B37A82">
        <w:t>lub danych zawartych w Rejestrze Dokumentów Paszportowych.</w:t>
      </w:r>
    </w:p>
    <w:p w14:paraId="685778C4" w14:textId="54E7909C" w:rsidR="00D25245" w:rsidRPr="00B37A82" w:rsidRDefault="00D15312" w:rsidP="00E1439A">
      <w:pPr>
        <w:pStyle w:val="USTustnpkodeksu"/>
        <w:rPr>
          <w:rStyle w:val="Ppogrubienie"/>
          <w:b w:val="0"/>
        </w:rPr>
      </w:pPr>
      <w:r>
        <w:t xml:space="preserve">2. </w:t>
      </w:r>
      <w:r w:rsidR="00434743">
        <w:t>T</w:t>
      </w:r>
      <w:r w:rsidR="00A70C23" w:rsidRPr="00A70C23">
        <w:t>ożsamość osoby</w:t>
      </w:r>
      <w:r w:rsidR="00434743">
        <w:t xml:space="preserve"> odbierającej</w:t>
      </w:r>
      <w:r w:rsidR="00434743" w:rsidRPr="00434743">
        <w:t xml:space="preserve"> </w:t>
      </w:r>
      <w:r w:rsidR="00DC1255">
        <w:t>wydany</w:t>
      </w:r>
      <w:r w:rsidR="00DC1255" w:rsidRPr="00434743">
        <w:t xml:space="preserve"> </w:t>
      </w:r>
      <w:r w:rsidR="00434743">
        <w:t xml:space="preserve">dla tej osoby </w:t>
      </w:r>
      <w:r w:rsidR="00A04EF2">
        <w:t xml:space="preserve">paszport, paszport dyplomatyczny i paszport </w:t>
      </w:r>
      <w:r w:rsidR="00E058FC">
        <w:t>służbowy</w:t>
      </w:r>
      <w:r w:rsidR="00621E08">
        <w:t>,</w:t>
      </w:r>
      <w:r w:rsidR="00434743">
        <w:t xml:space="preserve"> </w:t>
      </w:r>
      <w:r w:rsidR="00A70C23" w:rsidRPr="00A70C23">
        <w:t xml:space="preserve">można potwierdzić również </w:t>
      </w:r>
      <w:r w:rsidR="0057770F">
        <w:t>na podstawie</w:t>
      </w:r>
      <w:r w:rsidR="0088279F">
        <w:t xml:space="preserve"> odcisków</w:t>
      </w:r>
      <w:r w:rsidR="00AB1EA6" w:rsidRPr="00AB1EA6">
        <w:t xml:space="preserve"> palców</w:t>
      </w:r>
      <w:r w:rsidR="00AD3D96">
        <w:t>.</w:t>
      </w:r>
    </w:p>
    <w:p w14:paraId="7EC0D9F5" w14:textId="01F5A2F3" w:rsidR="001820E9" w:rsidRDefault="002013B9" w:rsidP="003B42BD">
      <w:pPr>
        <w:pStyle w:val="ARTartustawynprozporzdzenia"/>
      </w:pPr>
      <w:r w:rsidRPr="002F26DC">
        <w:rPr>
          <w:rStyle w:val="Ppogrubienie"/>
        </w:rPr>
        <w:t xml:space="preserve">Art. </w:t>
      </w:r>
      <w:r w:rsidR="00621E08">
        <w:rPr>
          <w:rStyle w:val="Ppogrubienie"/>
        </w:rPr>
        <w:t>5</w:t>
      </w:r>
      <w:r w:rsidR="00776527">
        <w:rPr>
          <w:rStyle w:val="Ppogrubienie"/>
        </w:rPr>
        <w:t>8</w:t>
      </w:r>
      <w:r w:rsidR="002F26DC" w:rsidRPr="002F26DC">
        <w:rPr>
          <w:rStyle w:val="Ppogrubienie"/>
        </w:rPr>
        <w:t>.</w:t>
      </w:r>
      <w:r w:rsidR="00FC42F4">
        <w:rPr>
          <w:rStyle w:val="Ppogrubienie"/>
        </w:rPr>
        <w:t xml:space="preserve"> </w:t>
      </w:r>
      <w:r w:rsidR="00FC42F4" w:rsidRPr="00FC42F4">
        <w:t xml:space="preserve">Organ paszportowy </w:t>
      </w:r>
      <w:r w:rsidR="00BF61F1">
        <w:t>umożliwia</w:t>
      </w:r>
      <w:r w:rsidR="00FC42F4">
        <w:t xml:space="preserve"> </w:t>
      </w:r>
      <w:r w:rsidR="00DC1255">
        <w:t xml:space="preserve">wnioskodawcy </w:t>
      </w:r>
      <w:r w:rsidR="00FC42F4">
        <w:t>sprawdzeni</w:t>
      </w:r>
      <w:r w:rsidR="00BF61F1">
        <w:t>e</w:t>
      </w:r>
      <w:r w:rsidR="00DC1255">
        <w:t xml:space="preserve">, </w:t>
      </w:r>
      <w:r w:rsidR="00FC42F4">
        <w:t>czy dane osobowe</w:t>
      </w:r>
      <w:r w:rsidR="001820E9">
        <w:t xml:space="preserve"> i</w:t>
      </w:r>
      <w:r w:rsidR="0057770F">
        <w:t xml:space="preserve"> dane</w:t>
      </w:r>
      <w:r w:rsidR="001820E9">
        <w:t xml:space="preserve"> biometryczne</w:t>
      </w:r>
      <w:r w:rsidR="00FC42F4">
        <w:t xml:space="preserve"> zamieszczone w warstwie </w:t>
      </w:r>
      <w:r w:rsidR="005A0214">
        <w:t xml:space="preserve">graficznej </w:t>
      </w:r>
      <w:r w:rsidR="00FA606D">
        <w:t xml:space="preserve">i </w:t>
      </w:r>
      <w:r w:rsidR="00FC42F4">
        <w:t xml:space="preserve">elektronicznej </w:t>
      </w:r>
      <w:r w:rsidR="00DC1255">
        <w:t>dokumentu paszportowe</w:t>
      </w:r>
      <w:r w:rsidR="001043AA">
        <w:t>go</w:t>
      </w:r>
      <w:r w:rsidR="00DC1255">
        <w:t xml:space="preserve"> </w:t>
      </w:r>
      <w:r w:rsidR="00FC42F4">
        <w:t>są zgodne ze stanem faktycznym</w:t>
      </w:r>
      <w:r w:rsidR="003B42BD">
        <w:t>.</w:t>
      </w:r>
    </w:p>
    <w:p w14:paraId="4025A29F" w14:textId="2047884D" w:rsidR="000A07EB" w:rsidRPr="000A07EB" w:rsidRDefault="00776527" w:rsidP="00DB3077">
      <w:pPr>
        <w:pStyle w:val="ARTartustawynprozporzdzenia"/>
      </w:pPr>
      <w:r>
        <w:rPr>
          <w:rStyle w:val="Ppogrubienie"/>
        </w:rPr>
        <w:lastRenderedPageBreak/>
        <w:t>Art. 59</w:t>
      </w:r>
      <w:r w:rsidR="000A07EB" w:rsidRPr="00DB3077">
        <w:rPr>
          <w:rStyle w:val="Ppogrubienie"/>
        </w:rPr>
        <w:t>.</w:t>
      </w:r>
      <w:r w:rsidR="000A07EB" w:rsidRPr="00BB4142">
        <w:t xml:space="preserve"> 1.</w:t>
      </w:r>
      <w:r w:rsidR="000A07EB" w:rsidRPr="000A07EB">
        <w:t xml:space="preserve"> Paszport lub paszport tymczasowy wydany przez konsula, w uzasadnionych przypadkach, zwłaszcza w warunkach szczególnie utrudnionego dojazdu do urzędu konsularnego, na wniosek osoby ubiegającej się o wydanie paszportu i paszportu tymczasowego, może zostać przesłany za pośrednictwem operatora wykonującego usługi pocztowe lub przewozowe w danym kraju, z uwzględnieniem bezpieczeństwa przekazywanego dokumentu.</w:t>
      </w:r>
    </w:p>
    <w:p w14:paraId="6FFD1B9F" w14:textId="77777777" w:rsidR="00BB4142" w:rsidRDefault="00BB4142" w:rsidP="00DB3077">
      <w:pPr>
        <w:pStyle w:val="USTustnpkodeksu"/>
      </w:pPr>
      <w:r>
        <w:t xml:space="preserve">2. </w:t>
      </w:r>
      <w:r w:rsidRPr="005D1E89">
        <w:t>W przypadku uwzględnienia wniosku, o którym mowa w ust. 1, osoba odbierająca dokument paszportowy jest obowiązana do</w:t>
      </w:r>
      <w:r>
        <w:t>:</w:t>
      </w:r>
    </w:p>
    <w:p w14:paraId="6B70A5F4" w14:textId="5C19830B" w:rsidR="000A07EB" w:rsidRPr="00DB3077" w:rsidRDefault="000A07EB" w:rsidP="0085790C">
      <w:pPr>
        <w:pStyle w:val="PKTpunkt"/>
      </w:pPr>
      <w:r w:rsidRPr="00BB4142">
        <w:t xml:space="preserve">1) </w:t>
      </w:r>
      <w:r w:rsidRPr="00BB4142">
        <w:tab/>
      </w:r>
      <w:r w:rsidRPr="0085790C">
        <w:t>uprzedniego</w:t>
      </w:r>
      <w:r w:rsidRPr="00BB4142">
        <w:t xml:space="preserve"> przekazania do konsula, dotychczas posiadanego ważnego dok</w:t>
      </w:r>
      <w:r w:rsidRPr="00DB3077">
        <w:t>umentu paszportowego, w miejsce którego został wydany przesyłany dokument paszportowy;</w:t>
      </w:r>
    </w:p>
    <w:p w14:paraId="043FE0E2" w14:textId="7344BE8C" w:rsidR="0085790C" w:rsidRDefault="00CC6A41" w:rsidP="0085790C">
      <w:pPr>
        <w:pStyle w:val="PKTpunkt"/>
      </w:pPr>
      <w:r>
        <w:t xml:space="preserve">2) </w:t>
      </w:r>
      <w:r w:rsidR="000A07EB" w:rsidRPr="000A07EB">
        <w:t>potwierdzenia odbioru dokumentu paszportowego za pomocą usługi elektronicznej udostępnionej przez ministra właściwego do spraw informatyzacji lub u konsula.</w:t>
      </w:r>
    </w:p>
    <w:p w14:paraId="527D8C12" w14:textId="77777777" w:rsidR="00497E70" w:rsidRDefault="00531E7E" w:rsidP="0085790C">
      <w:pPr>
        <w:pStyle w:val="USTustnpkodeksu"/>
        <w:rPr>
          <w:rStyle w:val="Ppogrubienie"/>
        </w:rPr>
      </w:pPr>
      <w:r>
        <w:t>3.</w:t>
      </w:r>
      <w:r w:rsidR="004A4BD3">
        <w:t xml:space="preserve"> </w:t>
      </w:r>
      <w:r w:rsidR="00BF7186">
        <w:t xml:space="preserve">W przypadku nieuwzględnienia wniosku </w:t>
      </w:r>
      <w:r w:rsidR="00BF7186" w:rsidRPr="00BF7186">
        <w:t xml:space="preserve">osoby ubiegającej się o wydanie </w:t>
      </w:r>
      <w:r w:rsidR="00850CDB">
        <w:t xml:space="preserve">paszportu </w:t>
      </w:r>
      <w:r w:rsidR="008062AA">
        <w:t>lub</w:t>
      </w:r>
      <w:r w:rsidR="00850CDB">
        <w:t xml:space="preserve"> paszportu tymczasowego</w:t>
      </w:r>
      <w:r w:rsidR="00BF7186">
        <w:t xml:space="preserve">, o którym mowa w ust. 1, konsul </w:t>
      </w:r>
      <w:r w:rsidR="00BF7186" w:rsidRPr="00BF7186">
        <w:t xml:space="preserve">informuje </w:t>
      </w:r>
      <w:r w:rsidR="00BF7186">
        <w:t xml:space="preserve">tę </w:t>
      </w:r>
      <w:r w:rsidR="00BF7186" w:rsidRPr="00BF7186">
        <w:t xml:space="preserve">osobę </w:t>
      </w:r>
      <w:r w:rsidR="0003389C">
        <w:t xml:space="preserve">o </w:t>
      </w:r>
      <w:r w:rsidR="00BF7186" w:rsidRPr="00BF7186">
        <w:t xml:space="preserve">braku przesłanek uzasadniających odstąpienie od osobistego odbioru </w:t>
      </w:r>
      <w:r w:rsidR="00C72F95">
        <w:t xml:space="preserve">tego </w:t>
      </w:r>
      <w:r w:rsidR="00BF7186" w:rsidRPr="00BF7186">
        <w:t>dokumentu.</w:t>
      </w:r>
    </w:p>
    <w:p w14:paraId="0414A131" w14:textId="11D9483E" w:rsidR="0085790C" w:rsidRPr="00E35BBF" w:rsidRDefault="00904440" w:rsidP="005C7BAF">
      <w:pPr>
        <w:pStyle w:val="ARTartustawynprozporzdzenia"/>
      </w:pPr>
      <w:r w:rsidRPr="005C7BAF">
        <w:rPr>
          <w:rStyle w:val="Ppogrubienie"/>
        </w:rPr>
        <w:t xml:space="preserve">Art. </w:t>
      </w:r>
      <w:r w:rsidR="00776527" w:rsidRPr="005C7BAF">
        <w:rPr>
          <w:rStyle w:val="Ppogrubienie"/>
        </w:rPr>
        <w:t>60</w:t>
      </w:r>
      <w:r w:rsidRPr="005C7BAF">
        <w:rPr>
          <w:rStyle w:val="Ppogrubienie"/>
        </w:rPr>
        <w:t>.</w:t>
      </w:r>
      <w:r w:rsidR="006F5862" w:rsidRPr="005C7BAF">
        <w:t xml:space="preserve"> P</w:t>
      </w:r>
      <w:r w:rsidR="003B42BD" w:rsidRPr="005C7BAF">
        <w:t xml:space="preserve">rzy odbiorze </w:t>
      </w:r>
      <w:r w:rsidRPr="005C7BAF">
        <w:t>dokument</w:t>
      </w:r>
      <w:r w:rsidR="003B42BD" w:rsidRPr="005C7BAF">
        <w:t>u</w:t>
      </w:r>
      <w:r w:rsidRPr="005C7BAF">
        <w:t xml:space="preserve"> paszportow</w:t>
      </w:r>
      <w:r w:rsidR="003B42BD" w:rsidRPr="005C7BAF">
        <w:t>ego</w:t>
      </w:r>
      <w:r w:rsidRPr="005C7BAF">
        <w:t xml:space="preserve"> </w:t>
      </w:r>
      <w:r w:rsidR="00336726" w:rsidRPr="005C7BAF">
        <w:t>przekazuje</w:t>
      </w:r>
      <w:r w:rsidR="003B42BD" w:rsidRPr="005C7BAF">
        <w:t xml:space="preserve"> się</w:t>
      </w:r>
      <w:r w:rsidRPr="005C7BAF">
        <w:t xml:space="preserve"> </w:t>
      </w:r>
      <w:r w:rsidR="00336726" w:rsidRPr="005C7BAF">
        <w:t xml:space="preserve">dotychczas posiadany </w:t>
      </w:r>
      <w:r w:rsidR="003B42BD" w:rsidRPr="001713CB">
        <w:t>dokument paszportowy</w:t>
      </w:r>
      <w:r w:rsidR="00776527" w:rsidRPr="001713CB">
        <w:t>,</w:t>
      </w:r>
      <w:r w:rsidR="0085790C" w:rsidRPr="001713CB">
        <w:t xml:space="preserve"> </w:t>
      </w:r>
      <w:r w:rsidR="003B42BD" w:rsidRPr="00E35BBF">
        <w:t>który na podstawie ustawy podlega unieważnieniu</w:t>
      </w:r>
      <w:r w:rsidR="006F5862" w:rsidRPr="00E35BBF">
        <w:t>, z wyjątkiem przypadk</w:t>
      </w:r>
      <w:r w:rsidR="00A652E1" w:rsidRPr="00E35BBF">
        <w:t>u</w:t>
      </w:r>
      <w:r w:rsidR="006F5862" w:rsidRPr="00E35BBF">
        <w:t>, o którym mowa art. 5</w:t>
      </w:r>
      <w:r w:rsidR="00776527" w:rsidRPr="00E35BBF">
        <w:t>9</w:t>
      </w:r>
      <w:r w:rsidR="006F5862" w:rsidRPr="00E35BBF">
        <w:t xml:space="preserve"> ust</w:t>
      </w:r>
      <w:r w:rsidR="00CE1C74" w:rsidRPr="00E35BBF">
        <w:t>.</w:t>
      </w:r>
      <w:r w:rsidR="006F5862" w:rsidRPr="00E35BBF">
        <w:t xml:space="preserve"> 1.</w:t>
      </w:r>
      <w:r w:rsidR="004607F7" w:rsidRPr="00E35BBF">
        <w:t xml:space="preserve"> </w:t>
      </w:r>
    </w:p>
    <w:p w14:paraId="4634D4F6" w14:textId="70A6B18A" w:rsidR="00591C82" w:rsidRDefault="00651693" w:rsidP="00F6333D">
      <w:pPr>
        <w:pStyle w:val="ARTartustawynprozporzdzenia"/>
      </w:pPr>
      <w:r w:rsidRPr="00093C57">
        <w:rPr>
          <w:rStyle w:val="Ppogrubienie"/>
        </w:rPr>
        <w:t xml:space="preserve">Art. </w:t>
      </w:r>
      <w:r w:rsidR="00776527">
        <w:rPr>
          <w:rStyle w:val="Ppogrubienie"/>
        </w:rPr>
        <w:t>61</w:t>
      </w:r>
      <w:r w:rsidRPr="00093C57">
        <w:rPr>
          <w:rStyle w:val="Ppogrubienie"/>
        </w:rPr>
        <w:t xml:space="preserve">. </w:t>
      </w:r>
      <w:r w:rsidRPr="000D2BD5">
        <w:t>1.</w:t>
      </w:r>
      <w:r w:rsidRPr="00093C57">
        <w:rPr>
          <w:rStyle w:val="Ppogrubienie"/>
        </w:rPr>
        <w:t xml:space="preserve"> </w:t>
      </w:r>
      <w:r w:rsidRPr="00093C57">
        <w:t>Odbiór dokumentu paszportowego potwierdza się poprzez</w:t>
      </w:r>
      <w:r w:rsidR="00591C82">
        <w:t>:</w:t>
      </w:r>
    </w:p>
    <w:p w14:paraId="69EE0D8D" w14:textId="65E4D426" w:rsidR="00591C82" w:rsidRDefault="00591C82" w:rsidP="005E6FF9">
      <w:pPr>
        <w:pStyle w:val="PKTpunkt"/>
      </w:pPr>
      <w:r>
        <w:t>1)</w:t>
      </w:r>
      <w:r w:rsidR="00651693" w:rsidRPr="00093C57">
        <w:t xml:space="preserve"> złożenie podpis</w:t>
      </w:r>
      <w:r w:rsidR="00D25245" w:rsidRPr="00093C57">
        <w:t>u</w:t>
      </w:r>
      <w:r w:rsidR="00651693" w:rsidRPr="00093C57">
        <w:t xml:space="preserve"> w sposób</w:t>
      </w:r>
      <w:r w:rsidR="00465BF7">
        <w:t>,</w:t>
      </w:r>
      <w:r w:rsidR="00651693" w:rsidRPr="00093C57">
        <w:t xml:space="preserve"> o którym mowa w art. </w:t>
      </w:r>
      <w:r w:rsidR="00465BF7">
        <w:t>3</w:t>
      </w:r>
      <w:r w:rsidR="00FA34BC">
        <w:t>2</w:t>
      </w:r>
      <w:r w:rsidR="00465BF7">
        <w:t>,</w:t>
      </w:r>
      <w:r w:rsidR="00651693" w:rsidRPr="00093C57">
        <w:t xml:space="preserve"> </w:t>
      </w:r>
      <w:r w:rsidR="00F6333D">
        <w:t xml:space="preserve">na </w:t>
      </w:r>
      <w:r w:rsidR="00FC09CC">
        <w:t>formularz</w:t>
      </w:r>
      <w:r w:rsidR="00F6333D">
        <w:t>u odbioru dokumentu paszportowego</w:t>
      </w:r>
      <w:r w:rsidR="0084555E">
        <w:t xml:space="preserve">, który ma </w:t>
      </w:r>
      <w:r w:rsidR="00C74E81">
        <w:t xml:space="preserve">formę </w:t>
      </w:r>
      <w:r w:rsidR="00F6333D">
        <w:t xml:space="preserve">dokumentu </w:t>
      </w:r>
      <w:r w:rsidR="00771F71">
        <w:t xml:space="preserve">utrwalonego w postaci </w:t>
      </w:r>
      <w:r w:rsidR="00FC09CC">
        <w:t>elektroniczn</w:t>
      </w:r>
      <w:r w:rsidR="00771F71">
        <w:t>ej</w:t>
      </w:r>
      <w:r>
        <w:t>;</w:t>
      </w:r>
    </w:p>
    <w:p w14:paraId="25C61671" w14:textId="018BF1AD" w:rsidR="00D25245" w:rsidRPr="00FC09CC" w:rsidRDefault="00591C82" w:rsidP="005E6FF9">
      <w:pPr>
        <w:pStyle w:val="PKTpunkt"/>
        <w:rPr>
          <w:rStyle w:val="Ppogrubienie"/>
          <w:b w:val="0"/>
        </w:rPr>
      </w:pPr>
      <w:r>
        <w:t>2) potwie</w:t>
      </w:r>
      <w:r w:rsidR="00776527">
        <w:t>rdzenie, o którym mowa w art. 59</w:t>
      </w:r>
      <w:r>
        <w:t xml:space="preserve"> ust. 2 pkt 2</w:t>
      </w:r>
      <w:r w:rsidR="009810DC">
        <w:t>.</w:t>
      </w:r>
      <w:r w:rsidR="00FC09CC">
        <w:t xml:space="preserve"> </w:t>
      </w:r>
    </w:p>
    <w:p w14:paraId="3B57A88B" w14:textId="77777777" w:rsidR="0075145F" w:rsidRPr="00093C57" w:rsidRDefault="00651693" w:rsidP="00093C57">
      <w:pPr>
        <w:pStyle w:val="USTustnpkodeksu"/>
      </w:pPr>
      <w:r w:rsidRPr="00093C57">
        <w:t>2. Formularz odbioru dokumentu paszportowego zawiera:</w:t>
      </w:r>
    </w:p>
    <w:p w14:paraId="2CE9BEE1" w14:textId="77777777" w:rsidR="0075145F" w:rsidRPr="00093C57" w:rsidRDefault="00651693" w:rsidP="00093C57">
      <w:pPr>
        <w:pStyle w:val="PKTpunkt"/>
      </w:pPr>
      <w:r w:rsidRPr="00093C57">
        <w:t>1) oznaczenie organu wydającego dokument paszportowy;</w:t>
      </w:r>
    </w:p>
    <w:p w14:paraId="1E4C842C" w14:textId="77777777" w:rsidR="0075145F" w:rsidRPr="00093C57" w:rsidRDefault="00651693" w:rsidP="00093C57">
      <w:pPr>
        <w:pStyle w:val="PKTpunkt"/>
      </w:pPr>
      <w:bookmarkStart w:id="167" w:name="mip48369865"/>
      <w:bookmarkStart w:id="168" w:name="mip48369866"/>
      <w:bookmarkEnd w:id="167"/>
      <w:bookmarkEnd w:id="168"/>
      <w:r w:rsidRPr="00093C57">
        <w:t>2) serię i numer odbieranego dokumentu paszportowego;</w:t>
      </w:r>
    </w:p>
    <w:p w14:paraId="78775BEE" w14:textId="4DAF5200" w:rsidR="0075145F" w:rsidRPr="00093C57" w:rsidRDefault="00651693" w:rsidP="00093C57">
      <w:pPr>
        <w:pStyle w:val="PKTpunkt"/>
      </w:pPr>
      <w:bookmarkStart w:id="169" w:name="mip48369867"/>
      <w:bookmarkStart w:id="170" w:name="mip48369868"/>
      <w:bookmarkEnd w:id="169"/>
      <w:bookmarkEnd w:id="170"/>
      <w:r w:rsidRPr="00093C57">
        <w:t>3</w:t>
      </w:r>
      <w:bookmarkStart w:id="171" w:name="mip48369869"/>
      <w:bookmarkEnd w:id="171"/>
      <w:r w:rsidRPr="00093C57">
        <w:t xml:space="preserve">) nazwisko i imię (imiona) oraz serię i numer dokumentu tożsamości osoby odbierającej dokument albo informację o potwierdzeniu tożsamości </w:t>
      </w:r>
      <w:r w:rsidR="00A34D56">
        <w:t xml:space="preserve">na podstawie </w:t>
      </w:r>
      <w:r w:rsidR="00A34D56" w:rsidRPr="00B37A82">
        <w:t>danych zawartych w Rejestrze Dokumentów Paszportowych</w:t>
      </w:r>
      <w:r w:rsidR="00A34D56" w:rsidRPr="00093C57">
        <w:t xml:space="preserve"> </w:t>
      </w:r>
      <w:r w:rsidR="00A34D56">
        <w:t xml:space="preserve">lub </w:t>
      </w:r>
      <w:r w:rsidRPr="00093C57">
        <w:t>odcisk</w:t>
      </w:r>
      <w:r w:rsidR="00F528BE">
        <w:t>iem</w:t>
      </w:r>
      <w:r w:rsidRPr="00093C57">
        <w:t xml:space="preserve"> palc</w:t>
      </w:r>
      <w:r w:rsidR="00F528BE">
        <w:t>a</w:t>
      </w:r>
      <w:r w:rsidR="00BE7C8A">
        <w:t xml:space="preserve"> na podstawie </w:t>
      </w:r>
      <w:r w:rsidRPr="00093C57">
        <w:t xml:space="preserve">art. </w:t>
      </w:r>
      <w:r w:rsidR="00CB5A5C">
        <w:t>5</w:t>
      </w:r>
      <w:r w:rsidR="00776527">
        <w:t>7</w:t>
      </w:r>
      <w:r w:rsidRPr="00093C57">
        <w:t xml:space="preserve"> ust</w:t>
      </w:r>
      <w:r w:rsidR="00A17208">
        <w:t>. 2</w:t>
      </w:r>
      <w:r w:rsidR="00743766">
        <w:t>;</w:t>
      </w:r>
      <w:r w:rsidR="00A34D56">
        <w:t xml:space="preserve"> </w:t>
      </w:r>
    </w:p>
    <w:p w14:paraId="160EB266" w14:textId="77777777" w:rsidR="00393DCD" w:rsidRDefault="00651693" w:rsidP="00914392">
      <w:pPr>
        <w:pStyle w:val="PKTpunkt"/>
      </w:pPr>
      <w:bookmarkStart w:id="172" w:name="mip48369870"/>
      <w:bookmarkEnd w:id="172"/>
      <w:r w:rsidRPr="00093C57">
        <w:t>4) datę odbioru dokumentu paszportowego</w:t>
      </w:r>
      <w:r w:rsidR="00FC4917">
        <w:t>.</w:t>
      </w:r>
      <w:bookmarkStart w:id="173" w:name="mip48369871"/>
      <w:bookmarkStart w:id="174" w:name="mip48369872"/>
      <w:bookmarkEnd w:id="173"/>
      <w:bookmarkEnd w:id="174"/>
    </w:p>
    <w:p w14:paraId="4CDEAD20" w14:textId="72C0FE50" w:rsidR="00F465EC" w:rsidRPr="00A71F81" w:rsidRDefault="00F6333D" w:rsidP="005E6FF9">
      <w:pPr>
        <w:pStyle w:val="USTustnpkodeksu"/>
      </w:pPr>
      <w:r>
        <w:t>3.</w:t>
      </w:r>
      <w:r w:rsidR="00BD0683">
        <w:t xml:space="preserve"> </w:t>
      </w:r>
      <w:r w:rsidR="00BD0683" w:rsidRPr="00EA37F8">
        <w:t>W przypadku braku możliwości </w:t>
      </w:r>
      <w:r w:rsidR="00BD0683">
        <w:t>złożenia podpisu w sposób, o którym mowa w art. 3</w:t>
      </w:r>
      <w:r w:rsidR="00FA34BC">
        <w:t>2</w:t>
      </w:r>
      <w:r w:rsidR="00110423">
        <w:t>,</w:t>
      </w:r>
      <w:r w:rsidR="00BD0683">
        <w:t xml:space="preserve"> podpis składa się na wydruku dokumentu </w:t>
      </w:r>
      <w:r w:rsidR="00771F71">
        <w:t xml:space="preserve">utrwalonego w postaci </w:t>
      </w:r>
      <w:r w:rsidR="00BD0683">
        <w:t>elektroniczn</w:t>
      </w:r>
      <w:r w:rsidR="00771F71">
        <w:t>ej</w:t>
      </w:r>
      <w:r w:rsidR="00BD0683">
        <w:t xml:space="preserve">, o którym mowa </w:t>
      </w:r>
      <w:r w:rsidR="00BD0683" w:rsidRPr="0036562E">
        <w:t>w ust.</w:t>
      </w:r>
      <w:r w:rsidR="00110423">
        <w:t xml:space="preserve"> </w:t>
      </w:r>
      <w:r w:rsidR="00BD0683" w:rsidRPr="0036562E">
        <w:t>1</w:t>
      </w:r>
      <w:r w:rsidR="0058445F">
        <w:t xml:space="preserve"> pkt 1</w:t>
      </w:r>
      <w:r w:rsidR="00BD0683" w:rsidRPr="0036562E">
        <w:t>.</w:t>
      </w:r>
      <w:bookmarkStart w:id="175" w:name="mip44650483"/>
      <w:bookmarkStart w:id="176" w:name="mip44650486"/>
      <w:bookmarkStart w:id="177" w:name="mip44650487"/>
      <w:bookmarkStart w:id="178" w:name="mip44650488"/>
      <w:bookmarkStart w:id="179" w:name="mip44650489"/>
      <w:bookmarkStart w:id="180" w:name="mip44650490"/>
      <w:bookmarkStart w:id="181" w:name="mip44650491"/>
      <w:bookmarkStart w:id="182" w:name="mip44650492"/>
      <w:bookmarkStart w:id="183" w:name="mip44650494"/>
      <w:bookmarkStart w:id="184" w:name="mip44650497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15A475B3" w14:textId="2B3C581E" w:rsidR="00651927" w:rsidRPr="00651927" w:rsidRDefault="00651927" w:rsidP="00651927">
      <w:pPr>
        <w:pStyle w:val="ROZDZODDZOZNoznaczenierozdziauluboddziau"/>
      </w:pPr>
      <w:r w:rsidRPr="00651927">
        <w:lastRenderedPageBreak/>
        <w:t>R</w:t>
      </w:r>
      <w:r w:rsidR="007F1A75">
        <w:t>ozdział</w:t>
      </w:r>
      <w:r w:rsidRPr="00651927">
        <w:t xml:space="preserve"> </w:t>
      </w:r>
      <w:r>
        <w:t>6</w:t>
      </w:r>
    </w:p>
    <w:p w14:paraId="61441C08" w14:textId="11F3CF83" w:rsidR="00497E70" w:rsidRPr="00651927" w:rsidRDefault="00651927" w:rsidP="00651927">
      <w:pPr>
        <w:pStyle w:val="ROZDZODDZPRZEDMprzedmiotregulacjirozdziauluboddziau"/>
        <w:rPr>
          <w:rStyle w:val="Ppogrubienie"/>
          <w:b/>
        </w:rPr>
      </w:pPr>
      <w:r>
        <w:t>Utrata</w:t>
      </w:r>
      <w:r w:rsidR="00913FCF">
        <w:t xml:space="preserve">, uszkodzenie, </w:t>
      </w:r>
      <w:r w:rsidR="00756AF4">
        <w:t>zgłoszeni</w:t>
      </w:r>
      <w:r w:rsidR="008908FB">
        <w:t>e</w:t>
      </w:r>
      <w:r w:rsidR="00756AF4">
        <w:t xml:space="preserve"> nieuprawnionego wykorzystania danych osobowych,</w:t>
      </w:r>
      <w:r w:rsidR="00756AF4" w:rsidRPr="00756AF4">
        <w:t xml:space="preserve"> </w:t>
      </w:r>
      <w:r w:rsidR="00756AF4">
        <w:t xml:space="preserve">unieważnienie  </w:t>
      </w:r>
      <w:r w:rsidR="00913FCF">
        <w:t>i fizyczne anulowanie</w:t>
      </w:r>
      <w:r>
        <w:t xml:space="preserve"> </w:t>
      </w:r>
      <w:r w:rsidRPr="00651927">
        <w:t>dokument</w:t>
      </w:r>
      <w:r>
        <w:t xml:space="preserve">u </w:t>
      </w:r>
      <w:r w:rsidRPr="00651927">
        <w:t>paszportow</w:t>
      </w:r>
      <w:r>
        <w:t>ego</w:t>
      </w:r>
      <w:r w:rsidR="009D40DD">
        <w:t>.</w:t>
      </w:r>
      <w:r w:rsidR="002274AE">
        <w:t xml:space="preserve"> </w:t>
      </w:r>
    </w:p>
    <w:p w14:paraId="0CF44E1A" w14:textId="191D8180" w:rsidR="00572171" w:rsidRDefault="00572171" w:rsidP="007A73C3">
      <w:pPr>
        <w:pStyle w:val="ARTartustawynprozporzdzenia"/>
      </w:pPr>
      <w:r w:rsidRPr="00572171">
        <w:rPr>
          <w:rStyle w:val="Ppogrubienie"/>
        </w:rPr>
        <w:t xml:space="preserve">Art. </w:t>
      </w:r>
      <w:r w:rsidR="0058445F">
        <w:rPr>
          <w:rStyle w:val="Ppogrubienie"/>
        </w:rPr>
        <w:t>62</w:t>
      </w:r>
      <w:r w:rsidR="00EF6BB9">
        <w:rPr>
          <w:rStyle w:val="Ppogrubienie"/>
        </w:rPr>
        <w:t>.</w:t>
      </w:r>
      <w:r>
        <w:t xml:space="preserve"> </w:t>
      </w:r>
      <w:bookmarkStart w:id="185" w:name="mip48369927"/>
      <w:bookmarkEnd w:id="185"/>
      <w:r w:rsidRPr="00572171">
        <w:t xml:space="preserve">1. Posiadacz </w:t>
      </w:r>
      <w:r w:rsidR="00552D55">
        <w:t>paszportu lub paszportu tymczasowego</w:t>
      </w:r>
      <w:r>
        <w:t xml:space="preserve"> zgłasza </w:t>
      </w:r>
      <w:r w:rsidR="00116915" w:rsidRPr="00116915">
        <w:t xml:space="preserve">niezwłocznie </w:t>
      </w:r>
      <w:r w:rsidR="00E33057">
        <w:t xml:space="preserve">do dowolnego wojewody lub konsula </w:t>
      </w:r>
      <w:r>
        <w:t>fakt utraty</w:t>
      </w:r>
      <w:r w:rsidR="00E33057">
        <w:t xml:space="preserve"> </w:t>
      </w:r>
      <w:r w:rsidRPr="00572171">
        <w:t>lub uszkodz</w:t>
      </w:r>
      <w:r>
        <w:t>enia</w:t>
      </w:r>
      <w:r w:rsidR="00E33057">
        <w:t xml:space="preserve"> </w:t>
      </w:r>
      <w:r w:rsidR="00552D55">
        <w:t>paszportu lub paszportu tymczasowego</w:t>
      </w:r>
      <w:r w:rsidR="001773C5">
        <w:t>.</w:t>
      </w:r>
    </w:p>
    <w:p w14:paraId="13650434" w14:textId="77777777" w:rsidR="006A4727" w:rsidRDefault="006A4727" w:rsidP="005D4FF4">
      <w:pPr>
        <w:pStyle w:val="USTustnpkodeksu"/>
      </w:pPr>
      <w:r>
        <w:t xml:space="preserve">2. Posiadacz paszportu </w:t>
      </w:r>
      <w:r w:rsidR="003C4010">
        <w:t xml:space="preserve">dyplomatycznego lub paszportu </w:t>
      </w:r>
      <w:r>
        <w:t>służbowego zgłasza niezwłocznie do</w:t>
      </w:r>
      <w:r w:rsidR="00F80369">
        <w:t xml:space="preserve"> </w:t>
      </w:r>
      <w:r w:rsidR="00552D55">
        <w:t xml:space="preserve">ministra właściwego do spraw zagranicznych </w:t>
      </w:r>
      <w:r w:rsidR="00F62D00">
        <w:t>fakt utraty lub uszkodzenia paszportu  dyplomatycznego</w:t>
      </w:r>
      <w:r w:rsidR="00377B22">
        <w:t xml:space="preserve"> lub paszportu służbowego</w:t>
      </w:r>
      <w:r w:rsidR="005D4FF4">
        <w:t>.</w:t>
      </w:r>
    </w:p>
    <w:p w14:paraId="255F00AE" w14:textId="79056188" w:rsidR="00DD794B" w:rsidRPr="00810C31" w:rsidRDefault="006A4727" w:rsidP="005D4FF4">
      <w:pPr>
        <w:pStyle w:val="USTustnpkodeksu"/>
      </w:pPr>
      <w:r>
        <w:t>3</w:t>
      </w:r>
      <w:r w:rsidR="00DD794B" w:rsidRPr="00DD794B">
        <w:t>. Zgłoszenia utraty lub uszkodzenia dokumentu paszportowego posiadacza dokumentu paszportowego nieposiadającego zdolności do czynności prawnych lub posiadającego ograniczoną zdolność do czynności prawnych</w:t>
      </w:r>
      <w:r w:rsidR="00D31F5B">
        <w:t>,</w:t>
      </w:r>
      <w:r w:rsidR="00DD794B" w:rsidRPr="00DD794B">
        <w:t xml:space="preserve"> </w:t>
      </w:r>
      <w:r w:rsidR="00CA5D5D" w:rsidRPr="00CA5D5D">
        <w:t xml:space="preserve">niezwłocznie </w:t>
      </w:r>
      <w:r w:rsidR="00DD794B" w:rsidRPr="00DD794B">
        <w:t xml:space="preserve">dokonuje </w:t>
      </w:r>
      <w:r w:rsidR="006A1795">
        <w:t>matka lub ojciec</w:t>
      </w:r>
      <w:r w:rsidR="00DD794B" w:rsidRPr="00DD794B">
        <w:t xml:space="preserve">, opiekun prawny </w:t>
      </w:r>
      <w:r w:rsidR="00DD794B" w:rsidRPr="00810C31">
        <w:t>lub kurator.</w:t>
      </w:r>
    </w:p>
    <w:p w14:paraId="48A9D91E" w14:textId="6FD976E5" w:rsidR="00DD794B" w:rsidRPr="003D4DAA" w:rsidRDefault="00DD794B" w:rsidP="005D4FF4">
      <w:pPr>
        <w:pStyle w:val="ARTartustawynprozporzdzenia"/>
      </w:pPr>
      <w:r w:rsidRPr="00DD794B">
        <w:rPr>
          <w:rStyle w:val="Ppogrubienie"/>
        </w:rPr>
        <w:t xml:space="preserve">Art. </w:t>
      </w:r>
      <w:r w:rsidR="005478C5">
        <w:rPr>
          <w:rStyle w:val="Ppogrubienie"/>
        </w:rPr>
        <w:t>6</w:t>
      </w:r>
      <w:r w:rsidR="0058445F">
        <w:rPr>
          <w:rStyle w:val="Ppogrubienie"/>
        </w:rPr>
        <w:t>3</w:t>
      </w:r>
      <w:r w:rsidRPr="00DD794B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D32D50">
        <w:t>1. Zgłoszenia</w:t>
      </w:r>
      <w:r w:rsidR="00D878D5">
        <w:t xml:space="preserve"> utraty </w:t>
      </w:r>
      <w:r w:rsidR="00D878D5" w:rsidRPr="00572171">
        <w:t>lub uszkodz</w:t>
      </w:r>
      <w:r w:rsidR="00D878D5">
        <w:t>enia paszportu lub paszportu tymczasowego</w:t>
      </w:r>
      <w:r w:rsidR="003D4DAA" w:rsidRPr="00D32D50">
        <w:t xml:space="preserve"> dokonuje się:</w:t>
      </w:r>
    </w:p>
    <w:p w14:paraId="36FB3FCC" w14:textId="201E55C2" w:rsidR="008D0457" w:rsidRPr="005E6FF9" w:rsidRDefault="00572171" w:rsidP="005E6FF9">
      <w:pPr>
        <w:pStyle w:val="PKTpunkt"/>
      </w:pPr>
      <w:bookmarkStart w:id="186" w:name="mip48369929"/>
      <w:bookmarkEnd w:id="186"/>
      <w:r w:rsidRPr="005E6FF9">
        <w:t xml:space="preserve">1) </w:t>
      </w:r>
      <w:r w:rsidR="00CD779D" w:rsidRPr="005E6FF9">
        <w:t>osobiście</w:t>
      </w:r>
      <w:r w:rsidR="00E71FE7" w:rsidRPr="005E6FF9">
        <w:t xml:space="preserve"> przed organem paszportowym,</w:t>
      </w:r>
      <w:r w:rsidR="00CD779D" w:rsidRPr="005E6FF9">
        <w:t xml:space="preserve"> </w:t>
      </w:r>
      <w:r w:rsidR="00E1615C" w:rsidRPr="005E6FF9">
        <w:t>na formularzu,</w:t>
      </w:r>
      <w:r w:rsidR="0006526B" w:rsidRPr="005E6FF9">
        <w:t xml:space="preserve"> w </w:t>
      </w:r>
      <w:r w:rsidR="00551728">
        <w:t xml:space="preserve">formie </w:t>
      </w:r>
      <w:r w:rsidR="004C1B78" w:rsidRPr="005E6FF9">
        <w:t xml:space="preserve">dokumentu </w:t>
      </w:r>
      <w:r w:rsidR="00771F71">
        <w:t xml:space="preserve">utrwalonego w postaci </w:t>
      </w:r>
      <w:r w:rsidR="004C1B78" w:rsidRPr="005E6FF9">
        <w:t>elektroniczn</w:t>
      </w:r>
      <w:r w:rsidR="00771F71">
        <w:t>ej</w:t>
      </w:r>
      <w:r w:rsidR="00131DAA" w:rsidRPr="005E6FF9">
        <w:t xml:space="preserve">, który </w:t>
      </w:r>
      <w:r w:rsidR="000A01FF" w:rsidRPr="005E6FF9">
        <w:t>podpisuje się w sposób, o którym mowa w art. 32, a</w:t>
      </w:r>
      <w:r w:rsidR="00A6124C" w:rsidRPr="005E6FF9">
        <w:t xml:space="preserve"> w</w:t>
      </w:r>
      <w:r w:rsidR="000A01FF" w:rsidRPr="005E6FF9">
        <w:t xml:space="preserve"> </w:t>
      </w:r>
      <w:r w:rsidR="00F41F0D" w:rsidRPr="005E6FF9">
        <w:t xml:space="preserve"> przypadku braku </w:t>
      </w:r>
      <w:r w:rsidR="000A01FF" w:rsidRPr="005E6FF9">
        <w:t xml:space="preserve">takiej </w:t>
      </w:r>
      <w:r w:rsidR="00F41F0D" w:rsidRPr="005E6FF9">
        <w:t>możliwości</w:t>
      </w:r>
      <w:r w:rsidR="000A01FF" w:rsidRPr="005E6FF9">
        <w:t xml:space="preserve">, </w:t>
      </w:r>
      <w:r w:rsidR="00F41F0D" w:rsidRPr="005E6FF9">
        <w:t xml:space="preserve"> podpis składa się na wydruku </w:t>
      </w:r>
      <w:r w:rsidR="00E1615C" w:rsidRPr="005E6FF9">
        <w:t>formularza</w:t>
      </w:r>
      <w:r w:rsidR="00C317C0" w:rsidRPr="005E6FF9">
        <w:t>;</w:t>
      </w:r>
    </w:p>
    <w:p w14:paraId="5FCB3E2A" w14:textId="77777777" w:rsidR="008D0457" w:rsidRPr="005E6FF9" w:rsidRDefault="00644952" w:rsidP="005E6FF9">
      <w:pPr>
        <w:pStyle w:val="PKTpunkt"/>
      </w:pPr>
      <w:r w:rsidRPr="005E6FF9">
        <w:t>2</w:t>
      </w:r>
      <w:r w:rsidR="008D0457" w:rsidRPr="005E6FF9">
        <w:t xml:space="preserve">) </w:t>
      </w:r>
      <w:r w:rsidR="00E41A96" w:rsidRPr="005E6FF9">
        <w:t xml:space="preserve">na piśmie </w:t>
      </w:r>
      <w:r w:rsidR="008D0457" w:rsidRPr="005E6FF9">
        <w:t xml:space="preserve">na </w:t>
      </w:r>
      <w:r w:rsidR="00496D2A" w:rsidRPr="005E6FF9">
        <w:t>formularzu</w:t>
      </w:r>
      <w:r w:rsidR="008D0457" w:rsidRPr="005E6FF9">
        <w:t xml:space="preserve"> utrwalonym w postaci elektronicznej, opatrzonym kwalifikowanym podpisem elektronicznym, podpisem zaufanym lub podpisem osobistym lub;</w:t>
      </w:r>
    </w:p>
    <w:p w14:paraId="69BC5A55" w14:textId="77777777" w:rsidR="00D6548E" w:rsidRPr="005E6FF9" w:rsidRDefault="00572171">
      <w:pPr>
        <w:pStyle w:val="PKTpunkt"/>
      </w:pPr>
      <w:r w:rsidRPr="005E6FF9">
        <w:t xml:space="preserve">3) za pomocą usługi elektronicznej udostępnionej przez ministra właściwego do spraw informatyzacji po uwierzytelnieniu </w:t>
      </w:r>
      <w:r w:rsidR="008D7D36" w:rsidRPr="005E6FF9">
        <w:t xml:space="preserve">na zasadach określonych w ustawie </w:t>
      </w:r>
      <w:r w:rsidRPr="005E6FF9">
        <w:t xml:space="preserve"> z dnia 17 lutego 2005 r. o informatyzacji działalności podmiotów realizujących zadania publiczne</w:t>
      </w:r>
      <w:r w:rsidR="00D6548E" w:rsidRPr="005E6FF9">
        <w:t>;</w:t>
      </w:r>
    </w:p>
    <w:p w14:paraId="131CAEEC" w14:textId="7919571F" w:rsidR="00E666E0" w:rsidRDefault="00D6548E" w:rsidP="009948E7">
      <w:pPr>
        <w:pStyle w:val="PKTpunkt"/>
      </w:pPr>
      <w:r w:rsidRPr="005E6FF9">
        <w:t>4) na piśmie utrwalonym w postaci papierowej, opatrzonym podpisem, którego  własnoręczność  poświadczył notariusz.</w:t>
      </w:r>
    </w:p>
    <w:p w14:paraId="4BD3FBD0" w14:textId="5F70DC99" w:rsidR="009061E5" w:rsidRDefault="006A4727" w:rsidP="00C317C0">
      <w:pPr>
        <w:pStyle w:val="USTustnpkodeksu"/>
      </w:pPr>
      <w:bookmarkStart w:id="187" w:name="mip48369930"/>
      <w:bookmarkEnd w:id="187"/>
      <w:r>
        <w:t>2</w:t>
      </w:r>
      <w:r w:rsidR="00D54EEE">
        <w:t>.</w:t>
      </w:r>
      <w:r w:rsidR="009061E5" w:rsidRPr="009061E5">
        <w:t xml:space="preserve"> Przepisu ust. 1 nie stosuje się w przypadku, gdy: </w:t>
      </w:r>
    </w:p>
    <w:p w14:paraId="53F889AC" w14:textId="77777777" w:rsidR="009061E5" w:rsidRDefault="009061E5" w:rsidP="009C0A0C">
      <w:pPr>
        <w:pStyle w:val="PKTpunkt"/>
      </w:pPr>
      <w:r w:rsidRPr="009061E5">
        <w:t xml:space="preserve">1) osoba, która po stawieniu się do odprawy granicznej, stwierdziła utratę dokumentu paszportowego i dokonała zgłoszenia utraty tego dokumentu Straży Granicznej; </w:t>
      </w:r>
    </w:p>
    <w:p w14:paraId="2B698FFE" w14:textId="77777777" w:rsidR="009061E5" w:rsidRDefault="009061E5" w:rsidP="009C0A0C">
      <w:pPr>
        <w:pStyle w:val="PKTpunkt"/>
      </w:pPr>
      <w:r w:rsidRPr="009061E5">
        <w:t>2) osoba utraciła dokument paszportowy w wyniku przestępstwa i dokonała zgłoszenia utraty tego dokumentu Policji.”.</w:t>
      </w:r>
    </w:p>
    <w:p w14:paraId="7537156D" w14:textId="1881F587" w:rsidR="00FD65F8" w:rsidRDefault="003C45A5" w:rsidP="001D72F5">
      <w:pPr>
        <w:pStyle w:val="USTustnpkodeksu"/>
      </w:pPr>
      <w:bookmarkStart w:id="188" w:name="mip48369932"/>
      <w:bookmarkStart w:id="189" w:name="mip48369933"/>
      <w:bookmarkStart w:id="190" w:name="mip48372460"/>
      <w:bookmarkStart w:id="191" w:name="mip48369935"/>
      <w:bookmarkStart w:id="192" w:name="mip48369940"/>
      <w:bookmarkEnd w:id="188"/>
      <w:bookmarkEnd w:id="189"/>
      <w:bookmarkEnd w:id="190"/>
      <w:bookmarkEnd w:id="191"/>
      <w:bookmarkEnd w:id="192"/>
      <w:r>
        <w:t>3</w:t>
      </w:r>
      <w:r w:rsidR="00FD65F8">
        <w:t xml:space="preserve">. Zgłoszenia utraty lub uszkodzenia paszportu dyplomatycznego lub paszportu służbowego </w:t>
      </w:r>
      <w:r w:rsidR="00221E94">
        <w:t xml:space="preserve">dokonuje </w:t>
      </w:r>
      <w:r w:rsidR="00FD65F8">
        <w:t>się:</w:t>
      </w:r>
    </w:p>
    <w:p w14:paraId="5D3DF4ED" w14:textId="70ED78C7" w:rsidR="00FD65F8" w:rsidRPr="00FD65F8" w:rsidRDefault="00FD65F8" w:rsidP="00FD65F8">
      <w:pPr>
        <w:pStyle w:val="PKTpunkt"/>
      </w:pPr>
      <w:r w:rsidRPr="00FD65F8">
        <w:lastRenderedPageBreak/>
        <w:t xml:space="preserve">1) osobiście na formularzu, w </w:t>
      </w:r>
      <w:r w:rsidR="00771F71">
        <w:t xml:space="preserve">formie </w:t>
      </w:r>
      <w:r w:rsidRPr="00FD65F8">
        <w:t xml:space="preserve">dokumentu </w:t>
      </w:r>
      <w:r w:rsidR="00771F71">
        <w:t xml:space="preserve">utrwalonego w postaci </w:t>
      </w:r>
      <w:r w:rsidRPr="00FD65F8">
        <w:t>elektroniczn</w:t>
      </w:r>
      <w:r w:rsidR="00771F71">
        <w:t>ej</w:t>
      </w:r>
      <w:r w:rsidRPr="00FD65F8">
        <w:t>, który podpisuje się w sposób, o którym mowa w art. 32, a w  przypadku braku takiej możliwości,  podpis składa się na wydruku formularza lub;</w:t>
      </w:r>
    </w:p>
    <w:p w14:paraId="42277D11" w14:textId="16994BA5" w:rsidR="00B42616" w:rsidRPr="00FD65F8" w:rsidRDefault="00FD65F8" w:rsidP="005E6FF9">
      <w:pPr>
        <w:pStyle w:val="PKTpunkt"/>
      </w:pPr>
      <w:r w:rsidRPr="00FD65F8">
        <w:t>2) na piśmie na formularzu utrwalonym w postaci elektronicznej, opatrzonym kwalifikowanym podpisem elektronicznym, podpisem zaufanym lub podpisem osobistym.</w:t>
      </w:r>
    </w:p>
    <w:p w14:paraId="22433451" w14:textId="0DA71280" w:rsidR="002961AE" w:rsidRDefault="00E73CCC" w:rsidP="00BB440B">
      <w:pPr>
        <w:pStyle w:val="ARTartustawynprozporzdzenia"/>
      </w:pPr>
      <w:r w:rsidRPr="00437030">
        <w:rPr>
          <w:rStyle w:val="Ppogrubienie"/>
        </w:rPr>
        <w:t>Art. 6</w:t>
      </w:r>
      <w:r w:rsidR="00B62C3F">
        <w:rPr>
          <w:rStyle w:val="Ppogrubienie"/>
        </w:rPr>
        <w:t>4</w:t>
      </w:r>
      <w:r w:rsidRPr="00437030">
        <w:rPr>
          <w:rStyle w:val="Ppogrubienie"/>
        </w:rPr>
        <w:t>.</w:t>
      </w:r>
      <w:r>
        <w:t xml:space="preserve"> Tożsamość osoby z</w:t>
      </w:r>
      <w:r w:rsidRPr="00D32D50">
        <w:t>gł</w:t>
      </w:r>
      <w:r>
        <w:t xml:space="preserve">aszającej utratę </w:t>
      </w:r>
      <w:r w:rsidRPr="00572171">
        <w:t>lub uszkodz</w:t>
      </w:r>
      <w:r>
        <w:t xml:space="preserve">enie </w:t>
      </w:r>
      <w:r w:rsidR="00FD65F8">
        <w:t>dokumentu paszportowego</w:t>
      </w:r>
      <w:r>
        <w:t xml:space="preserve"> przed organem paszportowym potwierdza się, w </w:t>
      </w:r>
      <w:r w:rsidR="00CB566B">
        <w:t>sposób</w:t>
      </w:r>
      <w:r>
        <w:t xml:space="preserve"> o którym mowa w art. </w:t>
      </w:r>
      <w:r w:rsidR="00867175">
        <w:t>3</w:t>
      </w:r>
      <w:r w:rsidR="00B62C3F">
        <w:t>8</w:t>
      </w:r>
      <w:r>
        <w:t xml:space="preserve"> ust. 1</w:t>
      </w:r>
      <w:r w:rsidR="00437030">
        <w:t>–</w:t>
      </w:r>
      <w:r>
        <w:t xml:space="preserve">4. </w:t>
      </w:r>
    </w:p>
    <w:p w14:paraId="073ADF3F" w14:textId="5D7D665B" w:rsidR="00572171" w:rsidRPr="00572171" w:rsidRDefault="00572171" w:rsidP="00984523">
      <w:pPr>
        <w:pStyle w:val="ARTartustawynprozporzdzenia"/>
      </w:pPr>
      <w:bookmarkStart w:id="193" w:name="mip48369941"/>
      <w:bookmarkEnd w:id="193"/>
      <w:r w:rsidRPr="00BF1F6A">
        <w:rPr>
          <w:rStyle w:val="Ppogrubienie"/>
        </w:rPr>
        <w:t xml:space="preserve">Art. </w:t>
      </w:r>
      <w:r w:rsidR="003054A8">
        <w:rPr>
          <w:rStyle w:val="Ppogrubienie"/>
        </w:rPr>
        <w:t>6</w:t>
      </w:r>
      <w:r w:rsidR="00F54DBC">
        <w:rPr>
          <w:rStyle w:val="Ppogrubienie"/>
        </w:rPr>
        <w:t>5</w:t>
      </w:r>
      <w:r w:rsidR="00BF1F6A">
        <w:rPr>
          <w:rStyle w:val="Ppogrubienie"/>
        </w:rPr>
        <w:t xml:space="preserve">. </w:t>
      </w:r>
      <w:bookmarkStart w:id="194" w:name="mip48369942"/>
      <w:bookmarkStart w:id="195" w:name="mip48369943"/>
      <w:bookmarkEnd w:id="194"/>
      <w:bookmarkEnd w:id="195"/>
      <w:r w:rsidR="003054A8">
        <w:t>Formularz</w:t>
      </w:r>
      <w:r w:rsidR="00F24C8E">
        <w:t>,</w:t>
      </w:r>
      <w:r w:rsidR="003054A8">
        <w:t xml:space="preserve"> </w:t>
      </w:r>
      <w:r w:rsidR="00F24C8E">
        <w:t xml:space="preserve">na którym dokonuje się </w:t>
      </w:r>
      <w:r w:rsidR="003054A8">
        <w:t>z</w:t>
      </w:r>
      <w:r w:rsidR="00A05FA0" w:rsidRPr="00A05FA0">
        <w:t>głoszeni</w:t>
      </w:r>
      <w:r w:rsidR="003054A8">
        <w:t>a</w:t>
      </w:r>
      <w:r w:rsidR="00A05FA0" w:rsidRPr="00A05FA0">
        <w:t xml:space="preserve"> utraty </w:t>
      </w:r>
      <w:r w:rsidR="003E03E7">
        <w:t>lub</w:t>
      </w:r>
      <w:r w:rsidR="003E03E7" w:rsidRPr="001769A8">
        <w:t xml:space="preserve"> </w:t>
      </w:r>
      <w:r w:rsidR="001769A8" w:rsidRPr="001769A8">
        <w:t xml:space="preserve">uszkodzenia </w:t>
      </w:r>
      <w:r w:rsidR="00A05FA0" w:rsidRPr="00A05FA0">
        <w:t xml:space="preserve">dokumentu </w:t>
      </w:r>
      <w:r w:rsidR="00984523" w:rsidRPr="00A05FA0">
        <w:t>paszportowego zawiera</w:t>
      </w:r>
      <w:r w:rsidRPr="00572171">
        <w:t>:</w:t>
      </w:r>
    </w:p>
    <w:p w14:paraId="789322DD" w14:textId="644D1CA9" w:rsidR="002961AE" w:rsidRDefault="00572171" w:rsidP="000D2BD5">
      <w:pPr>
        <w:pStyle w:val="PKTpunkt"/>
      </w:pPr>
      <w:bookmarkStart w:id="196" w:name="mip48369945"/>
      <w:bookmarkEnd w:id="196"/>
      <w:r w:rsidRPr="00572171">
        <w:t>1) </w:t>
      </w:r>
      <w:r w:rsidR="008D2E17">
        <w:t xml:space="preserve"> nazwisko</w:t>
      </w:r>
      <w:r w:rsidR="00D86255">
        <w:t xml:space="preserve"> i</w:t>
      </w:r>
      <w:r w:rsidR="008D2E17" w:rsidRPr="00572171">
        <w:t xml:space="preserve"> </w:t>
      </w:r>
      <w:r w:rsidR="00D86255">
        <w:t xml:space="preserve">imię (imiona) </w:t>
      </w:r>
      <w:r w:rsidR="00324E80">
        <w:t>posiadacza dokumentu paszportowego</w:t>
      </w:r>
      <w:r w:rsidR="008D2E17">
        <w:t xml:space="preserve"> oraz j</w:t>
      </w:r>
      <w:r w:rsidR="008908FB">
        <w:t>ego</w:t>
      </w:r>
      <w:r w:rsidR="008D2E17">
        <w:t xml:space="preserve"> </w:t>
      </w:r>
      <w:r w:rsidR="008A5C6C">
        <w:t>numer P</w:t>
      </w:r>
      <w:r w:rsidR="00934378">
        <w:t>ESEL</w:t>
      </w:r>
      <w:r w:rsidR="007D1538">
        <w:t>, a w przypadku gdy nie został nadany</w:t>
      </w:r>
      <w:r w:rsidR="00F91509">
        <w:t>,</w:t>
      </w:r>
      <w:r w:rsidR="007D1538">
        <w:t xml:space="preserve"> </w:t>
      </w:r>
      <w:r w:rsidR="008A5C6C">
        <w:t>dat</w:t>
      </w:r>
      <w:r w:rsidR="008D2E17">
        <w:t>ę</w:t>
      </w:r>
      <w:r w:rsidR="008A5C6C">
        <w:t xml:space="preserve"> i miejsce urodzenia</w:t>
      </w:r>
      <w:r w:rsidR="00FF53EE">
        <w:t>;</w:t>
      </w:r>
    </w:p>
    <w:p w14:paraId="3FAD7438" w14:textId="64E1D1F7" w:rsidR="00FF53EE" w:rsidRDefault="00BF1F6A" w:rsidP="000D2BD5">
      <w:pPr>
        <w:pStyle w:val="PKTpunkt"/>
      </w:pPr>
      <w:bookmarkStart w:id="197" w:name="mip48369946"/>
      <w:bookmarkEnd w:id="197"/>
      <w:r>
        <w:t xml:space="preserve">2) </w:t>
      </w:r>
      <w:r w:rsidR="008A5C6C">
        <w:t>nazwisko</w:t>
      </w:r>
      <w:r w:rsidR="00D86255">
        <w:t xml:space="preserve"> i</w:t>
      </w:r>
      <w:r w:rsidR="008A5C6C">
        <w:t xml:space="preserve"> </w:t>
      </w:r>
      <w:r w:rsidR="00D86255">
        <w:t xml:space="preserve">imię (imiona) </w:t>
      </w:r>
      <w:r w:rsidR="008D2E17">
        <w:t xml:space="preserve">osoby </w:t>
      </w:r>
      <w:r w:rsidR="00572171" w:rsidRPr="00572171">
        <w:t>zgłaszające</w:t>
      </w:r>
      <w:r w:rsidR="008D2E17">
        <w:t>j</w:t>
      </w:r>
      <w:r w:rsidR="00D86255">
        <w:t xml:space="preserve"> </w:t>
      </w:r>
      <w:r w:rsidR="00EA6AC9">
        <w:t xml:space="preserve">oraz jej numer PESEL, a w przypadku gdy nie został nadany datę i miejsce urodzenia </w:t>
      </w:r>
      <w:r w:rsidR="003504F2">
        <w:t>–</w:t>
      </w:r>
      <w:r w:rsidR="00D86255">
        <w:t xml:space="preserve"> w przypadku, o którym mowa w art. </w:t>
      </w:r>
      <w:r w:rsidR="00F54DBC">
        <w:t>62</w:t>
      </w:r>
      <w:r w:rsidR="00D86255">
        <w:t xml:space="preserve"> ust. 3</w:t>
      </w:r>
      <w:r w:rsidR="00FF53EE">
        <w:t>;</w:t>
      </w:r>
    </w:p>
    <w:p w14:paraId="7C504C9A" w14:textId="3BA643A9" w:rsidR="003054A8" w:rsidRDefault="00FF53EE" w:rsidP="000D2BD5">
      <w:pPr>
        <w:pStyle w:val="PKTpunkt"/>
      </w:pPr>
      <w:r>
        <w:t xml:space="preserve">3) </w:t>
      </w:r>
      <w:r w:rsidR="003054A8">
        <w:t xml:space="preserve">określenie rodzaju </w:t>
      </w:r>
      <w:r w:rsidR="00132704">
        <w:t xml:space="preserve">dokumentu paszportowego </w:t>
      </w:r>
      <w:r w:rsidR="003054A8">
        <w:t xml:space="preserve">i </w:t>
      </w:r>
      <w:r w:rsidR="008F1C30">
        <w:t>okresu</w:t>
      </w:r>
      <w:r w:rsidR="003054A8">
        <w:t xml:space="preserve"> na jaki ten dokument został wydany; </w:t>
      </w:r>
    </w:p>
    <w:p w14:paraId="2F979BFE" w14:textId="023CCF59" w:rsidR="00572171" w:rsidRPr="00572171" w:rsidRDefault="003054A8" w:rsidP="005E6FF9">
      <w:pPr>
        <w:pStyle w:val="PKTpunkt"/>
      </w:pPr>
      <w:r>
        <w:t xml:space="preserve">4) </w:t>
      </w:r>
      <w:r w:rsidR="00440EDB" w:rsidRPr="005E6FF9">
        <w:t>oświadczenie o  prawdziwości danych, o których mowa w pkt </w:t>
      </w:r>
      <w:r w:rsidR="00440EDB" w:rsidRPr="00D24DA8">
        <w:t>1</w:t>
      </w:r>
      <w:r w:rsidR="00263D58">
        <w:t>–</w:t>
      </w:r>
      <w:r w:rsidR="00440EDB" w:rsidRPr="004C5B44">
        <w:t>3, oraz klauzulę o treści: „Jestem świadomy odpowiedzialności karnej za z</w:t>
      </w:r>
      <w:r w:rsidR="005E6FF9" w:rsidRPr="004C5B44">
        <w:t>łożenie fałszywego oświadczenia.</w:t>
      </w:r>
      <w:r w:rsidR="005E6FF9" w:rsidRPr="005E6FF9">
        <w:t>”.</w:t>
      </w:r>
    </w:p>
    <w:p w14:paraId="6648366A" w14:textId="71A82D0A" w:rsidR="00AF5F87" w:rsidRDefault="00457CB2" w:rsidP="00865FB4">
      <w:pPr>
        <w:pStyle w:val="ARTartustawynprozporzdzenia"/>
      </w:pPr>
      <w:bookmarkStart w:id="198" w:name="mip44650574"/>
      <w:bookmarkStart w:id="199" w:name="mip44650575"/>
      <w:bookmarkStart w:id="200" w:name="mip44650578"/>
      <w:bookmarkEnd w:id="198"/>
      <w:bookmarkEnd w:id="199"/>
      <w:bookmarkEnd w:id="200"/>
      <w:r w:rsidRPr="00457CB2">
        <w:rPr>
          <w:rStyle w:val="Ppogrubienie"/>
        </w:rPr>
        <w:t xml:space="preserve">Art. </w:t>
      </w:r>
      <w:r w:rsidR="00D63641">
        <w:rPr>
          <w:rStyle w:val="Ppogrubienie"/>
        </w:rPr>
        <w:t>6</w:t>
      </w:r>
      <w:r w:rsidR="00F54DBC">
        <w:rPr>
          <w:rStyle w:val="Ppogrubienie"/>
        </w:rPr>
        <w:t>6</w:t>
      </w:r>
      <w:r>
        <w:t>.</w:t>
      </w:r>
      <w:bookmarkStart w:id="201" w:name="mip48369957"/>
      <w:bookmarkEnd w:id="201"/>
      <w:r>
        <w:t xml:space="preserve"> </w:t>
      </w:r>
      <w:r w:rsidRPr="00457CB2">
        <w:t xml:space="preserve">1. </w:t>
      </w:r>
      <w:r w:rsidR="00084522">
        <w:t xml:space="preserve">Osoba, która odnalazła swój dokument paszportowy, zgłoszony wcześniej jako utracony, jest obowiązana niezwłocznie </w:t>
      </w:r>
      <w:r w:rsidR="00237219">
        <w:t>zwrócić</w:t>
      </w:r>
      <w:r w:rsidR="00084522">
        <w:t xml:space="preserve"> ten dokument do </w:t>
      </w:r>
      <w:r w:rsidR="005E6EC4">
        <w:t>dowolnego</w:t>
      </w:r>
      <w:r w:rsidR="00084522">
        <w:t xml:space="preserve"> wojewody lub konsula. </w:t>
      </w:r>
    </w:p>
    <w:p w14:paraId="7B5C63DC" w14:textId="069B3E7E" w:rsidR="007D6690" w:rsidRDefault="004F530A" w:rsidP="00437030">
      <w:pPr>
        <w:pStyle w:val="USTustnpkodeksu"/>
      </w:pPr>
      <w:r>
        <w:t xml:space="preserve">2. </w:t>
      </w:r>
      <w:r w:rsidR="00457CB2" w:rsidRPr="00457CB2">
        <w:t xml:space="preserve">Osoba, która </w:t>
      </w:r>
      <w:r>
        <w:t>odnalazła</w:t>
      </w:r>
      <w:r w:rsidR="00457CB2" w:rsidRPr="00457CB2">
        <w:t xml:space="preserve"> </w:t>
      </w:r>
      <w:r w:rsidR="00F87BF7">
        <w:t xml:space="preserve">dokument paszportowy </w:t>
      </w:r>
      <w:r w:rsidR="006C1683">
        <w:t>innej</w:t>
      </w:r>
      <w:r w:rsidR="00457CB2">
        <w:t xml:space="preserve"> osoby</w:t>
      </w:r>
      <w:r w:rsidR="00457CB2" w:rsidRPr="00457CB2">
        <w:t xml:space="preserve">, jest obowiązana niezwłocznie przekazać ten dokument </w:t>
      </w:r>
      <w:r w:rsidR="00457CB2">
        <w:t xml:space="preserve">do </w:t>
      </w:r>
      <w:r w:rsidR="005E6EC4">
        <w:t>dowolnego</w:t>
      </w:r>
      <w:r w:rsidR="00457CB2">
        <w:t xml:space="preserve"> wojewody</w:t>
      </w:r>
      <w:r w:rsidR="008D2E17">
        <w:t xml:space="preserve"> lub </w:t>
      </w:r>
      <w:r w:rsidR="00457CB2">
        <w:t>konsula</w:t>
      </w:r>
      <w:r w:rsidR="008D2E17">
        <w:t>.</w:t>
      </w:r>
    </w:p>
    <w:p w14:paraId="226FE995" w14:textId="77777777" w:rsidR="00457CB2" w:rsidRDefault="008B7CD8" w:rsidP="00437030">
      <w:pPr>
        <w:pStyle w:val="USTustnpkodeksu"/>
      </w:pPr>
      <w:r>
        <w:t>3</w:t>
      </w:r>
      <w:r w:rsidR="008D2E17">
        <w:t>. Dokument</w:t>
      </w:r>
      <w:r w:rsidR="00A05FA0">
        <w:t>,</w:t>
      </w:r>
      <w:r w:rsidR="008D2E17">
        <w:t xml:space="preserve"> o którym mowa w ust</w:t>
      </w:r>
      <w:r w:rsidR="007A7B76">
        <w:t>.</w:t>
      </w:r>
      <w:r w:rsidR="008D2E17">
        <w:t xml:space="preserve"> </w:t>
      </w:r>
      <w:r w:rsidR="00565D6D">
        <w:t>2</w:t>
      </w:r>
      <w:r w:rsidR="00A05FA0">
        <w:t>,</w:t>
      </w:r>
      <w:r w:rsidR="008D2E17">
        <w:t xml:space="preserve"> może być przekazany </w:t>
      </w:r>
      <w:r w:rsidR="00457CB2">
        <w:t>Policji</w:t>
      </w:r>
      <w:r w:rsidR="00F7368A">
        <w:t>, Straży Granicznej</w:t>
      </w:r>
      <w:r w:rsidR="00457CB2">
        <w:t xml:space="preserve"> lub </w:t>
      </w:r>
      <w:r w:rsidR="00457CB2" w:rsidRPr="00457CB2">
        <w:t>innemu organowi administracji publicznej</w:t>
      </w:r>
      <w:r w:rsidR="008D2E17">
        <w:t xml:space="preserve">, które </w:t>
      </w:r>
      <w:r w:rsidR="00457CB2" w:rsidRPr="00457CB2">
        <w:t xml:space="preserve">przekazują niezwłocznie </w:t>
      </w:r>
      <w:r w:rsidR="008D2E17">
        <w:t xml:space="preserve">ten </w:t>
      </w:r>
      <w:r w:rsidR="00457CB2" w:rsidRPr="00457CB2">
        <w:t>do</w:t>
      </w:r>
      <w:r w:rsidR="00457CB2">
        <w:t xml:space="preserve">kument </w:t>
      </w:r>
      <w:r w:rsidR="008A5C6C">
        <w:t>dowolnemu wojewodzie</w:t>
      </w:r>
      <w:r w:rsidR="00457CB2" w:rsidRPr="00457CB2">
        <w:t>.</w:t>
      </w:r>
    </w:p>
    <w:p w14:paraId="3A60B9F1" w14:textId="0BF0F5B1" w:rsidR="00C06C7A" w:rsidRDefault="00577264" w:rsidP="00437030">
      <w:pPr>
        <w:pStyle w:val="USTustnpkodeksu"/>
      </w:pPr>
      <w:r>
        <w:t>4. W</w:t>
      </w:r>
      <w:r w:rsidRPr="004F530A">
        <w:t xml:space="preserve"> przypadk</w:t>
      </w:r>
      <w:r>
        <w:t>ach, o których mowa w ust. 1</w:t>
      </w:r>
      <w:r w:rsidR="004E3BBC">
        <w:t>-3</w:t>
      </w:r>
      <w:r>
        <w:t xml:space="preserve">, </w:t>
      </w:r>
      <w:r w:rsidR="004E3BBC">
        <w:t xml:space="preserve">odnaleziony </w:t>
      </w:r>
      <w:r w:rsidRPr="004F530A">
        <w:t>paszport dyplomatyczn</w:t>
      </w:r>
      <w:r>
        <w:t>y</w:t>
      </w:r>
      <w:r w:rsidRPr="004F530A">
        <w:t xml:space="preserve"> lub paszport służbow</w:t>
      </w:r>
      <w:r>
        <w:t xml:space="preserve">y </w:t>
      </w:r>
      <w:r w:rsidR="004E3BBC">
        <w:t xml:space="preserve">wojewoda lub konsul </w:t>
      </w:r>
      <w:r w:rsidR="00BE0863">
        <w:t>zwr</w:t>
      </w:r>
      <w:r w:rsidR="004E3BBC">
        <w:t>aca</w:t>
      </w:r>
      <w:r>
        <w:t xml:space="preserve"> do </w:t>
      </w:r>
      <w:r w:rsidRPr="004F530A">
        <w:t>ministra właściwego do spraw zagranicznych.</w:t>
      </w:r>
    </w:p>
    <w:p w14:paraId="2BCA30F6" w14:textId="336C8B4A" w:rsidR="008B7CD8" w:rsidRPr="004F530A" w:rsidRDefault="00C50D37" w:rsidP="00F441D7">
      <w:pPr>
        <w:pStyle w:val="ARTartustawynprozporzdzenia"/>
      </w:pPr>
      <w:r w:rsidRPr="00093C57">
        <w:rPr>
          <w:rStyle w:val="Ppogrubienie"/>
        </w:rPr>
        <w:t xml:space="preserve">Art. </w:t>
      </w:r>
      <w:r w:rsidR="00D63641">
        <w:rPr>
          <w:rStyle w:val="Ppogrubienie"/>
        </w:rPr>
        <w:t>6</w:t>
      </w:r>
      <w:r w:rsidR="00F54DBC">
        <w:rPr>
          <w:rStyle w:val="Ppogrubienie"/>
        </w:rPr>
        <w:t>7</w:t>
      </w:r>
      <w:r w:rsidR="0015129C">
        <w:rPr>
          <w:rStyle w:val="Ppogrubienie"/>
        </w:rPr>
        <w:t>.</w:t>
      </w:r>
      <w:r>
        <w:t xml:space="preserve"> </w:t>
      </w:r>
      <w:r w:rsidR="008B7CD8">
        <w:t>1</w:t>
      </w:r>
      <w:r w:rsidR="008B7CD8" w:rsidRPr="004F530A">
        <w:t>. Osoba, która utraciła</w:t>
      </w:r>
      <w:r w:rsidR="00084A42">
        <w:t xml:space="preserve"> </w:t>
      </w:r>
      <w:r w:rsidR="008B7CD8" w:rsidRPr="004F530A">
        <w:t xml:space="preserve">obywatelstwo polskie, jest obowiązana niezwłocznie zwrócić posiadane dokumenty paszportowe do </w:t>
      </w:r>
      <w:r w:rsidR="005E6EC4">
        <w:t>dowolnego</w:t>
      </w:r>
      <w:r w:rsidR="00AD1948">
        <w:t xml:space="preserve"> wojewody lub konsula</w:t>
      </w:r>
      <w:r w:rsidR="008B7CD8" w:rsidRPr="004F530A">
        <w:t>.</w:t>
      </w:r>
    </w:p>
    <w:p w14:paraId="06C5221D" w14:textId="77777777" w:rsidR="008B7CD8" w:rsidRDefault="008B7CD8" w:rsidP="00D22593">
      <w:pPr>
        <w:pStyle w:val="USTustnpkodeksu"/>
      </w:pPr>
      <w:r>
        <w:t>2</w:t>
      </w:r>
      <w:r w:rsidRPr="004F530A">
        <w:t>. Dokument paszportowy osoby</w:t>
      </w:r>
      <w:r w:rsidR="00AD1948" w:rsidRPr="00AD1948">
        <w:t xml:space="preserve"> </w:t>
      </w:r>
      <w:r w:rsidR="00AD1948">
        <w:t>zmarłej,</w:t>
      </w:r>
      <w:r w:rsidRPr="004F530A">
        <w:t xml:space="preserve"> przekazuje się do dowolnego </w:t>
      </w:r>
      <w:r w:rsidR="00AD1948">
        <w:t>wojewody lub konsula</w:t>
      </w:r>
      <w:r w:rsidRPr="004F530A">
        <w:t xml:space="preserve">, </w:t>
      </w:r>
      <w:r w:rsidR="00AD1948">
        <w:t>albo</w:t>
      </w:r>
      <w:r w:rsidR="00AD1948" w:rsidRPr="00AD1948">
        <w:t xml:space="preserve"> </w:t>
      </w:r>
      <w:r w:rsidR="00AD1948">
        <w:t>do kierownika urzędu stanu cywilnego,</w:t>
      </w:r>
      <w:r w:rsidR="00C06C7A">
        <w:t xml:space="preserve"> sporządzającego akt zgonu tej osoby,</w:t>
      </w:r>
      <w:r w:rsidR="00AD1948">
        <w:t xml:space="preserve"> który</w:t>
      </w:r>
      <w:r w:rsidR="00A53D7E">
        <w:t xml:space="preserve"> fizycznie anuluje dokument i </w:t>
      </w:r>
      <w:r w:rsidR="00AD1948">
        <w:t xml:space="preserve"> przekazuje </w:t>
      </w:r>
      <w:r w:rsidR="00A53D7E">
        <w:t xml:space="preserve">go </w:t>
      </w:r>
      <w:r w:rsidR="00AD1948">
        <w:t xml:space="preserve">do dowolnego wojewody. </w:t>
      </w:r>
    </w:p>
    <w:p w14:paraId="53BA76B8" w14:textId="50D84B7C" w:rsidR="008B7CD8" w:rsidRPr="008B7CD8" w:rsidRDefault="008B7CD8" w:rsidP="00D803A0">
      <w:pPr>
        <w:pStyle w:val="USTustnpkodeksu"/>
      </w:pPr>
      <w:r>
        <w:lastRenderedPageBreak/>
        <w:t xml:space="preserve">3. </w:t>
      </w:r>
      <w:r w:rsidR="0043443B">
        <w:t>W</w:t>
      </w:r>
      <w:r w:rsidR="00AD1948" w:rsidRPr="004F530A">
        <w:t xml:space="preserve"> przypadk</w:t>
      </w:r>
      <w:r w:rsidR="0043443B">
        <w:t>ach, o których mowa w ust. 1</w:t>
      </w:r>
      <w:r w:rsidR="00263D58">
        <w:t xml:space="preserve"> i </w:t>
      </w:r>
      <w:r w:rsidR="00A53D7E">
        <w:t>2</w:t>
      </w:r>
      <w:r w:rsidR="0043443B">
        <w:t xml:space="preserve">, </w:t>
      </w:r>
      <w:r w:rsidR="00AD1948" w:rsidRPr="004F530A">
        <w:t>paszport dyplomatyczn</w:t>
      </w:r>
      <w:r w:rsidR="0043443B">
        <w:t>y</w:t>
      </w:r>
      <w:r w:rsidR="00AD1948" w:rsidRPr="004F530A">
        <w:t xml:space="preserve"> lub paszport służbow</w:t>
      </w:r>
      <w:r w:rsidR="0043443B">
        <w:t xml:space="preserve">y </w:t>
      </w:r>
      <w:r w:rsidR="00D22593">
        <w:t xml:space="preserve">należy zwrócić </w:t>
      </w:r>
      <w:r w:rsidR="00A177F5">
        <w:t xml:space="preserve"> </w:t>
      </w:r>
      <w:r w:rsidR="007D6690">
        <w:t xml:space="preserve">do </w:t>
      </w:r>
      <w:r w:rsidR="00AD1948" w:rsidRPr="004F530A">
        <w:t>ministra właściwego do spraw zagranicznych.</w:t>
      </w:r>
    </w:p>
    <w:p w14:paraId="336955EC" w14:textId="0BA984D3" w:rsidR="006E7438" w:rsidRPr="006E7438" w:rsidRDefault="00256309" w:rsidP="00A57025">
      <w:pPr>
        <w:pStyle w:val="ARTartustawynprozporzdzenia"/>
      </w:pPr>
      <w:r w:rsidRPr="00F24C8E">
        <w:rPr>
          <w:rStyle w:val="Ppogrubienie"/>
        </w:rPr>
        <w:t xml:space="preserve">Art. </w:t>
      </w:r>
      <w:r w:rsidR="00D63641" w:rsidRPr="00F24C8E">
        <w:rPr>
          <w:rStyle w:val="Ppogrubienie"/>
        </w:rPr>
        <w:t>6</w:t>
      </w:r>
      <w:r w:rsidR="00F54DBC">
        <w:rPr>
          <w:rStyle w:val="Ppogrubienie"/>
        </w:rPr>
        <w:t>8</w:t>
      </w:r>
      <w:r w:rsidR="006E7438" w:rsidRPr="00F24C8E">
        <w:rPr>
          <w:rStyle w:val="Ppogrubienie"/>
        </w:rPr>
        <w:t>.</w:t>
      </w:r>
      <w:r w:rsidR="006E7438" w:rsidRPr="006E7438">
        <w:t xml:space="preserve"> </w:t>
      </w:r>
      <w:r w:rsidR="00315AE7">
        <w:t xml:space="preserve">1. </w:t>
      </w:r>
      <w:r w:rsidR="006E7438" w:rsidRPr="006E7438">
        <w:t xml:space="preserve">W przypadku </w:t>
      </w:r>
      <w:r w:rsidR="004D6E91">
        <w:t>uprawdopodobnienia</w:t>
      </w:r>
      <w:r w:rsidR="006E7438" w:rsidRPr="006E7438">
        <w:t xml:space="preserve"> nieuprawnionego wykorzystania danych osobowych posiadacza </w:t>
      </w:r>
      <w:bookmarkStart w:id="202" w:name="highlightHit_501"/>
      <w:bookmarkEnd w:id="202"/>
      <w:r w:rsidR="006E7438" w:rsidRPr="006E7438">
        <w:t>do</w:t>
      </w:r>
      <w:r w:rsidR="006E7438">
        <w:t>kumentu paszportowego</w:t>
      </w:r>
      <w:bookmarkStart w:id="203" w:name="highlightHit_502"/>
      <w:bookmarkEnd w:id="203"/>
      <w:r w:rsidR="006E7438">
        <w:t xml:space="preserve">, </w:t>
      </w:r>
      <w:r w:rsidR="00293BF6">
        <w:t xml:space="preserve">w tym danych dotyczących dokumentu paszportowego, </w:t>
      </w:r>
      <w:r w:rsidR="006E7438" w:rsidRPr="006E7438">
        <w:t>posiadacz </w:t>
      </w:r>
      <w:bookmarkStart w:id="204" w:name="highlightHit_504"/>
      <w:bookmarkEnd w:id="204"/>
      <w:r w:rsidR="006E7438" w:rsidRPr="006E7438">
        <w:t xml:space="preserve">dokumentu paszportowego </w:t>
      </w:r>
      <w:bookmarkStart w:id="205" w:name="highlightHit_505"/>
      <w:bookmarkEnd w:id="205"/>
      <w:r w:rsidR="006E7438" w:rsidRPr="006E7438">
        <w:t>może zgłosić</w:t>
      </w:r>
      <w:r w:rsidR="00293BF6">
        <w:t xml:space="preserve"> taki fakt, </w:t>
      </w:r>
      <w:r w:rsidR="006E7438" w:rsidRPr="006E7438">
        <w:t>osobiście  dowolne</w:t>
      </w:r>
      <w:r w:rsidR="006E7438">
        <w:t>mu wojewodzie lub konsulowi,</w:t>
      </w:r>
      <w:r w:rsidR="006E7438" w:rsidRPr="006E7438">
        <w:t xml:space="preserve"> w celu unieważnienia posiadanego </w:t>
      </w:r>
      <w:bookmarkStart w:id="206" w:name="highlightHit_506"/>
      <w:bookmarkEnd w:id="206"/>
      <w:r w:rsidR="006E7438" w:rsidRPr="006E7438">
        <w:t>dokumentu paszportowego</w:t>
      </w:r>
      <w:bookmarkStart w:id="207" w:name="highlightHit_507"/>
      <w:bookmarkEnd w:id="207"/>
      <w:r w:rsidR="006E7438" w:rsidRPr="006E7438">
        <w:t>.</w:t>
      </w:r>
    </w:p>
    <w:p w14:paraId="6B1219D8" w14:textId="42D608B7" w:rsidR="006E7438" w:rsidRPr="006E7438" w:rsidRDefault="006E7438" w:rsidP="00E0423D">
      <w:pPr>
        <w:pStyle w:val="USTustnpkodeksu"/>
      </w:pPr>
      <w:bookmarkStart w:id="208" w:name="mip48372463"/>
      <w:bookmarkEnd w:id="208"/>
      <w:r w:rsidRPr="006E7438">
        <w:t>2. Zgłoszenia</w:t>
      </w:r>
      <w:r w:rsidR="00C617E3">
        <w:t xml:space="preserve"> </w:t>
      </w:r>
      <w:r w:rsidR="004D6E91">
        <w:t xml:space="preserve">nieuprawnionego wykorzystania danych osobowych, </w:t>
      </w:r>
      <w:bookmarkStart w:id="209" w:name="highlightHit_508"/>
      <w:bookmarkEnd w:id="209"/>
      <w:r w:rsidRPr="006E7438">
        <w:t>o którym mowa w ust. 1, dokonuje się na formularzu</w:t>
      </w:r>
      <w:r w:rsidR="00F24C8E">
        <w:t xml:space="preserve"> </w:t>
      </w:r>
      <w:r w:rsidR="00F24C8E" w:rsidRPr="006E7438">
        <w:t>zawiera</w:t>
      </w:r>
      <w:r w:rsidR="00F24C8E">
        <w:t xml:space="preserve">jącym </w:t>
      </w:r>
      <w:r w:rsidR="00F24C8E" w:rsidRPr="006E7438">
        <w:t>dane, o których mowa w </w:t>
      </w:r>
      <w:hyperlink r:id="rId20" w:history="1">
        <w:r w:rsidR="00F24C8E" w:rsidRPr="006E7438">
          <w:t xml:space="preserve">art. </w:t>
        </w:r>
        <w:r w:rsidR="00F24C8E">
          <w:t>6</w:t>
        </w:r>
      </w:hyperlink>
      <w:r w:rsidR="00851B42">
        <w:t>5</w:t>
      </w:r>
      <w:r w:rsidRPr="006E7438">
        <w:t>.</w:t>
      </w:r>
    </w:p>
    <w:p w14:paraId="30766EE0" w14:textId="5B9693A0" w:rsidR="006E7438" w:rsidRPr="006E7438" w:rsidRDefault="006E7438" w:rsidP="009100FD">
      <w:pPr>
        <w:pStyle w:val="USTustnpkodeksu"/>
      </w:pPr>
      <w:bookmarkStart w:id="210" w:name="mip48372464"/>
      <w:bookmarkEnd w:id="210"/>
      <w:r w:rsidRPr="006E7438">
        <w:t>3. Przepisy </w:t>
      </w:r>
      <w:hyperlink r:id="rId21" w:history="1">
        <w:r w:rsidRPr="006E7438">
          <w:t xml:space="preserve">art. </w:t>
        </w:r>
        <w:r w:rsidR="00170A7E" w:rsidRPr="00170A7E">
          <w:t>3</w:t>
        </w:r>
        <w:r w:rsidR="00851B42">
          <w:t>8</w:t>
        </w:r>
        <w:r w:rsidR="00170A7E" w:rsidRPr="00170A7E">
          <w:t xml:space="preserve"> ust. 1–4</w:t>
        </w:r>
        <w:r w:rsidR="009810DC">
          <w:t>,</w:t>
        </w:r>
        <w:r w:rsidR="001713CB">
          <w:t xml:space="preserve"> </w:t>
        </w:r>
        <w:r w:rsidR="00170A7E">
          <w:t xml:space="preserve">art. </w:t>
        </w:r>
        <w:r w:rsidR="00851B42">
          <w:t>62</w:t>
        </w:r>
        <w:r w:rsidR="009810DC">
          <w:t xml:space="preserve"> ust. 3 i</w:t>
        </w:r>
        <w:r w:rsidR="00FD5212">
          <w:t xml:space="preserve"> </w:t>
        </w:r>
        <w:r w:rsidR="009810DC">
          <w:t xml:space="preserve">art. </w:t>
        </w:r>
        <w:r w:rsidR="00F24C8E">
          <w:t>6</w:t>
        </w:r>
        <w:r w:rsidR="00851B42">
          <w:t>3</w:t>
        </w:r>
        <w:r w:rsidRPr="006E7438">
          <w:t xml:space="preserve"> ust. </w:t>
        </w:r>
        <w:r>
          <w:t>1</w:t>
        </w:r>
      </w:hyperlink>
      <w:r>
        <w:t xml:space="preserve"> pkt 1 i 2</w:t>
      </w:r>
      <w:r w:rsidR="00F24C8E">
        <w:t xml:space="preserve"> </w:t>
      </w:r>
      <w:r w:rsidRPr="006E7438">
        <w:t>stosuje się odpowiednio.</w:t>
      </w:r>
      <w:bookmarkStart w:id="211" w:name="mip48372465"/>
      <w:bookmarkStart w:id="212" w:name="mip48372467"/>
      <w:bookmarkStart w:id="213" w:name="highlightHit_511"/>
      <w:bookmarkStart w:id="214" w:name="mip48372468"/>
      <w:bookmarkStart w:id="215" w:name="mip48372469"/>
      <w:bookmarkStart w:id="216" w:name="highlightHit_514"/>
      <w:bookmarkStart w:id="217" w:name="highlightHit_517"/>
      <w:bookmarkStart w:id="218" w:name="highlightHit_519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14:paraId="4A886782" w14:textId="3AAA429B" w:rsidR="00C50D37" w:rsidRPr="00C1035C" w:rsidRDefault="00B75857" w:rsidP="0006766F">
      <w:pPr>
        <w:pStyle w:val="ARTartustawynprozporzdzenia"/>
        <w:rPr>
          <w:rStyle w:val="Ppogrubienie"/>
          <w:b w:val="0"/>
        </w:rPr>
      </w:pPr>
      <w:bookmarkStart w:id="219" w:name="mip48369959"/>
      <w:bookmarkEnd w:id="219"/>
      <w:r>
        <w:rPr>
          <w:rStyle w:val="Ppogrubienie"/>
        </w:rPr>
        <w:t xml:space="preserve">Art. </w:t>
      </w:r>
      <w:r w:rsidR="007A7B76">
        <w:rPr>
          <w:rStyle w:val="Ppogrubienie"/>
        </w:rPr>
        <w:t>6</w:t>
      </w:r>
      <w:r w:rsidR="00B53241">
        <w:rPr>
          <w:rStyle w:val="Ppogrubienie"/>
        </w:rPr>
        <w:t>9</w:t>
      </w:r>
      <w:r>
        <w:rPr>
          <w:rStyle w:val="Ppogrubienie"/>
        </w:rPr>
        <w:t xml:space="preserve">. </w:t>
      </w:r>
      <w:r w:rsidR="00C50D37" w:rsidRPr="00C1035C">
        <w:rPr>
          <w:rStyle w:val="Ppogrubienie"/>
          <w:b w:val="0"/>
        </w:rPr>
        <w:t>1. Funkcjonariusz publiczny</w:t>
      </w:r>
      <w:r w:rsidR="00F5478F" w:rsidRPr="00E754DB">
        <w:rPr>
          <w:rStyle w:val="Ppogrubienie"/>
          <w:b w:val="0"/>
        </w:rPr>
        <w:t xml:space="preserve">, uprawniony </w:t>
      </w:r>
      <w:r w:rsidR="00F5478F" w:rsidRPr="00685927">
        <w:rPr>
          <w:rStyle w:val="Ppogrubienie"/>
          <w:b w:val="0"/>
        </w:rPr>
        <w:t>do legitymowania osób w celu ustalenia ich tożsamości na mocy odrębnych</w:t>
      </w:r>
      <w:r w:rsidR="006057D3" w:rsidRPr="00BE36F4">
        <w:rPr>
          <w:rStyle w:val="Ppogrubienie"/>
          <w:b w:val="0"/>
        </w:rPr>
        <w:t xml:space="preserve"> przepis</w:t>
      </w:r>
      <w:r w:rsidR="006057D3" w:rsidRPr="009140DD">
        <w:rPr>
          <w:rStyle w:val="Ppogrubienie"/>
          <w:b w:val="0"/>
        </w:rPr>
        <w:t>ów,</w:t>
      </w:r>
      <w:r w:rsidR="00C50D37" w:rsidRPr="00C1035C">
        <w:rPr>
          <w:rStyle w:val="Ppogrubienie"/>
          <w:b w:val="0"/>
        </w:rPr>
        <w:t xml:space="preserve"> w przypadku stwierdzenia, </w:t>
      </w:r>
      <w:r w:rsidR="00080355" w:rsidRPr="003B4D43">
        <w:t>ż</w:t>
      </w:r>
      <w:r w:rsidR="00C50D37" w:rsidRPr="00C1035C">
        <w:rPr>
          <w:rStyle w:val="Ppogrubienie"/>
          <w:b w:val="0"/>
        </w:rPr>
        <w:t>e dokument paszportowy okazany przez jego posiadacza</w:t>
      </w:r>
      <w:r w:rsidR="0006766F" w:rsidRPr="0006766F">
        <w:rPr>
          <w:rStyle w:val="Ppogrubienie"/>
          <w:b w:val="0"/>
        </w:rPr>
        <w:t xml:space="preserve">, figuruje w </w:t>
      </w:r>
      <w:r w:rsidR="006204D2">
        <w:t>Systemie Informacyjnym</w:t>
      </w:r>
      <w:r w:rsidR="004925FC" w:rsidRPr="00644CF2">
        <w:t xml:space="preserve"> </w:t>
      </w:r>
      <w:proofErr w:type="spellStart"/>
      <w:r w:rsidR="004925FC" w:rsidRPr="00644CF2">
        <w:t>Schengen</w:t>
      </w:r>
      <w:proofErr w:type="spellEnd"/>
      <w:r w:rsidR="004925FC" w:rsidRPr="00644CF2">
        <w:t xml:space="preserve"> </w:t>
      </w:r>
      <w:r w:rsidR="004925FC">
        <w:t>lub</w:t>
      </w:r>
      <w:r w:rsidR="004925FC" w:rsidRPr="00644CF2">
        <w:t xml:space="preserve"> </w:t>
      </w:r>
      <w:r w:rsidR="005B60E7">
        <w:t xml:space="preserve">w </w:t>
      </w:r>
      <w:r w:rsidR="004925FC">
        <w:t xml:space="preserve">bazie danych </w:t>
      </w:r>
      <w:r w:rsidR="004925FC" w:rsidRPr="00EE7107">
        <w:t>INTERPOL</w:t>
      </w:r>
      <w:r w:rsidR="00093C57">
        <w:rPr>
          <w:rStyle w:val="Ppogrubienie"/>
        </w:rPr>
        <w:t>,</w:t>
      </w:r>
      <w:r w:rsidR="00FF624D" w:rsidRPr="00C1035C">
        <w:rPr>
          <w:rStyle w:val="Ppogrubienie"/>
          <w:b w:val="0"/>
        </w:rPr>
        <w:t xml:space="preserve"> jest obowiązany zatrzymać ten dokument i przekazać do dowolnego wojewody</w:t>
      </w:r>
      <w:r w:rsidR="00C6447E" w:rsidRPr="00C1035C">
        <w:rPr>
          <w:rStyle w:val="Ppogrubienie"/>
          <w:b w:val="0"/>
        </w:rPr>
        <w:t>.</w:t>
      </w:r>
      <w:r w:rsidR="00C6447E">
        <w:rPr>
          <w:rStyle w:val="Ppogrubienie"/>
        </w:rPr>
        <w:t xml:space="preserve"> </w:t>
      </w:r>
      <w:r w:rsidR="00FF624D" w:rsidRPr="00C1035C">
        <w:rPr>
          <w:rStyle w:val="Ppogrubienie"/>
          <w:b w:val="0"/>
        </w:rPr>
        <w:t xml:space="preserve"> </w:t>
      </w:r>
    </w:p>
    <w:p w14:paraId="7D0F71ED" w14:textId="00743A4F" w:rsidR="00955819" w:rsidRDefault="00FF624D" w:rsidP="006563CC">
      <w:pPr>
        <w:pStyle w:val="ARTartustawynprozporzdzenia"/>
      </w:pPr>
      <w:r>
        <w:t>2.</w:t>
      </w:r>
      <w:r w:rsidR="000C6CAA">
        <w:t xml:space="preserve"> </w:t>
      </w:r>
      <w:r w:rsidR="00B75857" w:rsidRPr="00B75857">
        <w:t>Funkcjonariusz Straży Granicznej</w:t>
      </w:r>
      <w:r w:rsidR="00B75857">
        <w:t>,</w:t>
      </w:r>
      <w:r w:rsidR="00B75857">
        <w:rPr>
          <w:rStyle w:val="Ppogrubienie"/>
        </w:rPr>
        <w:t xml:space="preserve"> </w:t>
      </w:r>
      <w:r w:rsidR="00B75857" w:rsidRPr="00B75857">
        <w:t xml:space="preserve">w przypadku zgłoszenia się do </w:t>
      </w:r>
      <w:r w:rsidR="00161007">
        <w:t>odprawy</w:t>
      </w:r>
      <w:r w:rsidR="00161007" w:rsidRPr="00B75857">
        <w:t xml:space="preserve"> granicznej</w:t>
      </w:r>
      <w:r w:rsidR="00B75857">
        <w:t xml:space="preserve"> osoby, której dokument paszportowy</w:t>
      </w:r>
      <w:r w:rsidR="00B33B12">
        <w:t xml:space="preserve"> jest nieważny</w:t>
      </w:r>
      <w:r w:rsidR="00955819">
        <w:t xml:space="preserve"> </w:t>
      </w:r>
      <w:r w:rsidR="007A7B76">
        <w:t xml:space="preserve">dokonuje </w:t>
      </w:r>
      <w:r>
        <w:t>fizyczn</w:t>
      </w:r>
      <w:r w:rsidR="007A7B76">
        <w:t>ego</w:t>
      </w:r>
      <w:r>
        <w:t xml:space="preserve"> </w:t>
      </w:r>
      <w:r w:rsidR="007A7B76">
        <w:t>anulowania</w:t>
      </w:r>
      <w:r w:rsidR="00080355">
        <w:t xml:space="preserve"> te</w:t>
      </w:r>
      <w:r w:rsidR="007A7B76">
        <w:t xml:space="preserve">go </w:t>
      </w:r>
      <w:r w:rsidR="00080355">
        <w:t>dokument</w:t>
      </w:r>
      <w:r w:rsidR="007A7B76">
        <w:t>u</w:t>
      </w:r>
      <w:r>
        <w:t xml:space="preserve">, i </w:t>
      </w:r>
      <w:r w:rsidR="00C1035C">
        <w:t xml:space="preserve">przekazuje </w:t>
      </w:r>
      <w:r w:rsidR="004F5BE4">
        <w:t xml:space="preserve">go </w:t>
      </w:r>
      <w:r w:rsidR="00C1035C">
        <w:t>do dowolnego wojewody</w:t>
      </w:r>
      <w:r w:rsidR="001C3C75">
        <w:t xml:space="preserve"> </w:t>
      </w:r>
      <w:r w:rsidR="00080355">
        <w:t>albo</w:t>
      </w:r>
      <w:r w:rsidR="00C1035C">
        <w:t xml:space="preserve"> </w:t>
      </w:r>
      <w:r>
        <w:t>zwraca anulowany dokument dotychczasowemu posiadaczowi tego dokumentu</w:t>
      </w:r>
      <w:r w:rsidR="00F240B0">
        <w:t>,</w:t>
      </w:r>
      <w:r w:rsidR="00F240B0" w:rsidRPr="00F240B0">
        <w:t xml:space="preserve"> </w:t>
      </w:r>
      <w:r w:rsidR="00F240B0" w:rsidRPr="00537B2F">
        <w:t>jeśli osoba ta wyraża wolę zachowania anulowanego dokumentu</w:t>
      </w:r>
      <w:r w:rsidR="00F240B0">
        <w:t>.</w:t>
      </w:r>
    </w:p>
    <w:p w14:paraId="54D23ADF" w14:textId="5EC1AD99" w:rsidR="00BC1517" w:rsidRPr="00E5620C" w:rsidRDefault="00DE1F5F" w:rsidP="009948E7">
      <w:pPr>
        <w:pStyle w:val="ARTartustawynprozporzdzenia"/>
        <w:rPr>
          <w:rStyle w:val="Ppogrubienie"/>
          <w:b w:val="0"/>
        </w:rPr>
      </w:pPr>
      <w:r w:rsidRPr="009948E7">
        <w:rPr>
          <w:rStyle w:val="Ppogrubienie"/>
        </w:rPr>
        <w:t>Art.</w:t>
      </w:r>
      <w:r w:rsidRPr="005871AE">
        <w:rPr>
          <w:rStyle w:val="Ppogrubienie"/>
        </w:rPr>
        <w:t xml:space="preserve"> </w:t>
      </w:r>
      <w:r w:rsidR="00B53241">
        <w:rPr>
          <w:rStyle w:val="Ppogrubienie"/>
        </w:rPr>
        <w:t>70</w:t>
      </w:r>
      <w:r w:rsidRPr="005871AE">
        <w:rPr>
          <w:rStyle w:val="Ppogrubienie"/>
        </w:rPr>
        <w:t>.</w:t>
      </w:r>
      <w:r w:rsidRPr="00E5620C">
        <w:rPr>
          <w:rStyle w:val="Ppogrubienie"/>
          <w:b w:val="0"/>
        </w:rPr>
        <w:t xml:space="preserve"> </w:t>
      </w:r>
      <w:r w:rsidR="00BC1517" w:rsidRPr="00E5620C">
        <w:rPr>
          <w:rStyle w:val="Ppogrubienie"/>
          <w:b w:val="0"/>
        </w:rPr>
        <w:t xml:space="preserve">1. Dokument paszportowy traci ważność z upływem terminu </w:t>
      </w:r>
      <w:r w:rsidR="009068B4" w:rsidRPr="00E5620C">
        <w:rPr>
          <w:rStyle w:val="Ppogrubienie"/>
          <w:b w:val="0"/>
        </w:rPr>
        <w:t>ważności</w:t>
      </w:r>
      <w:r w:rsidR="00BC1517" w:rsidRPr="00E5620C">
        <w:rPr>
          <w:rStyle w:val="Ppogrubienie"/>
          <w:b w:val="0"/>
        </w:rPr>
        <w:t xml:space="preserve"> wskazan</w:t>
      </w:r>
      <w:r w:rsidR="00F91509" w:rsidRPr="00E5620C">
        <w:rPr>
          <w:rStyle w:val="Ppogrubienie"/>
          <w:b w:val="0"/>
        </w:rPr>
        <w:t>ego</w:t>
      </w:r>
      <w:r w:rsidR="00BC1517" w:rsidRPr="00E5620C">
        <w:rPr>
          <w:rStyle w:val="Ppogrubienie"/>
          <w:b w:val="0"/>
        </w:rPr>
        <w:t xml:space="preserve"> w</w:t>
      </w:r>
      <w:r w:rsidR="003E03E7" w:rsidRPr="00E5620C">
        <w:rPr>
          <w:rStyle w:val="Ppogrubienie"/>
          <w:b w:val="0"/>
        </w:rPr>
        <w:t xml:space="preserve"> tym</w:t>
      </w:r>
      <w:r w:rsidR="00BC1517" w:rsidRPr="00E5620C">
        <w:rPr>
          <w:rStyle w:val="Ppogrubienie"/>
          <w:b w:val="0"/>
        </w:rPr>
        <w:t xml:space="preserve"> dokumencie. </w:t>
      </w:r>
    </w:p>
    <w:p w14:paraId="20296AC9" w14:textId="77777777" w:rsidR="00C1035C" w:rsidRDefault="00BC1517" w:rsidP="00F90B53">
      <w:pPr>
        <w:pStyle w:val="USTustnpkodeksu"/>
        <w:rPr>
          <w:rStyle w:val="Ppogrubienie"/>
        </w:rPr>
      </w:pPr>
      <w:r w:rsidRPr="00E44BFA">
        <w:rPr>
          <w:rStyle w:val="Ppogrubienie"/>
          <w:b w:val="0"/>
        </w:rPr>
        <w:t>2</w:t>
      </w:r>
      <w:r w:rsidR="00827803" w:rsidRPr="00E44BFA">
        <w:rPr>
          <w:rStyle w:val="Ppogrubienie"/>
          <w:b w:val="0"/>
        </w:rPr>
        <w:t xml:space="preserve">. </w:t>
      </w:r>
      <w:r w:rsidR="00177FA8" w:rsidRPr="00E44BFA">
        <w:rPr>
          <w:rStyle w:val="Ppogrubienie"/>
          <w:b w:val="0"/>
        </w:rPr>
        <w:t>W</w:t>
      </w:r>
      <w:r w:rsidR="00DE1F5F" w:rsidRPr="00B61254">
        <w:rPr>
          <w:rStyle w:val="Ppogrubienie"/>
          <w:b w:val="0"/>
        </w:rPr>
        <w:t xml:space="preserve"> okresie ważności </w:t>
      </w:r>
      <w:r w:rsidR="00177FA8" w:rsidRPr="00B61254">
        <w:rPr>
          <w:rStyle w:val="Ppogrubienie"/>
          <w:b w:val="0"/>
        </w:rPr>
        <w:t xml:space="preserve">dokument paszportowy </w:t>
      </w:r>
      <w:r w:rsidR="007F096B" w:rsidRPr="00B61254">
        <w:rPr>
          <w:rStyle w:val="Ppogrubienie"/>
          <w:b w:val="0"/>
        </w:rPr>
        <w:t xml:space="preserve">unieważnia się </w:t>
      </w:r>
      <w:r w:rsidR="00177FA8" w:rsidRPr="00B61254">
        <w:rPr>
          <w:rStyle w:val="Ppogrubienie"/>
          <w:b w:val="0"/>
        </w:rPr>
        <w:t>w przypadku:</w:t>
      </w:r>
      <w:r w:rsidR="00177FA8" w:rsidRPr="00B61254" w:rsidDel="00FF624D">
        <w:rPr>
          <w:rStyle w:val="Ppogrubienie"/>
          <w:b w:val="0"/>
        </w:rPr>
        <w:t xml:space="preserve"> </w:t>
      </w:r>
    </w:p>
    <w:p w14:paraId="6FF25877" w14:textId="14D4C20B" w:rsidR="00161835" w:rsidRPr="00555C50" w:rsidRDefault="00177FA8" w:rsidP="005E6FF9">
      <w:pPr>
        <w:pStyle w:val="PKTpunkt"/>
        <w:rPr>
          <w:rStyle w:val="Ppogrubienie"/>
          <w:b w:val="0"/>
        </w:rPr>
      </w:pPr>
      <w:r w:rsidRPr="00C1035C">
        <w:rPr>
          <w:rStyle w:val="Ppogrubienie"/>
          <w:b w:val="0"/>
        </w:rPr>
        <w:t>1)</w:t>
      </w:r>
      <w:r w:rsidR="00B61254">
        <w:rPr>
          <w:rStyle w:val="Ppogrubienie"/>
        </w:rPr>
        <w:t xml:space="preserve"> </w:t>
      </w:r>
      <w:r w:rsidRPr="00C1035C">
        <w:rPr>
          <w:rStyle w:val="Ppogrubienie"/>
          <w:b w:val="0"/>
        </w:rPr>
        <w:t xml:space="preserve">zmiany </w:t>
      </w:r>
      <w:r w:rsidRPr="00E5620C">
        <w:rPr>
          <w:rStyle w:val="Ppogrubienie"/>
          <w:b w:val="0"/>
        </w:rPr>
        <w:t xml:space="preserve">danych </w:t>
      </w:r>
      <w:r w:rsidR="00E5620C" w:rsidRPr="00E5620C">
        <w:rPr>
          <w:rStyle w:val="Ppogrubienie"/>
          <w:b w:val="0"/>
        </w:rPr>
        <w:t>zamieszczonych</w:t>
      </w:r>
      <w:r w:rsidR="00B53241">
        <w:rPr>
          <w:rStyle w:val="Ppogrubienie"/>
        </w:rPr>
        <w:t xml:space="preserve"> </w:t>
      </w:r>
      <w:r w:rsidR="0012361C" w:rsidRPr="00E5620C">
        <w:rPr>
          <w:rStyle w:val="Ppogrubienie"/>
          <w:b w:val="0"/>
        </w:rPr>
        <w:t>w dokumencie</w:t>
      </w:r>
      <w:r w:rsidR="0012361C">
        <w:rPr>
          <w:rStyle w:val="Ppogrubienie"/>
          <w:b w:val="0"/>
        </w:rPr>
        <w:t xml:space="preserve"> paszportowym</w:t>
      </w:r>
      <w:r w:rsidR="00161835">
        <w:rPr>
          <w:rStyle w:val="Ppogrubienie"/>
        </w:rPr>
        <w:t>,</w:t>
      </w:r>
      <w:r w:rsidR="00565D6D" w:rsidRPr="00565D6D">
        <w:t xml:space="preserve"> o </w:t>
      </w:r>
      <w:r w:rsidR="008C491A">
        <w:t>których mowa w art. 1</w:t>
      </w:r>
      <w:r w:rsidR="00B53241">
        <w:t>2</w:t>
      </w:r>
      <w:r w:rsidR="008C491A">
        <w:t xml:space="preserve"> ust. 1 </w:t>
      </w:r>
      <w:r w:rsidR="008C491A" w:rsidRPr="00555C50">
        <w:t>p</w:t>
      </w:r>
      <w:r w:rsidR="00565D6D" w:rsidRPr="00555C50">
        <w:t>k</w:t>
      </w:r>
      <w:r w:rsidR="008C491A" w:rsidRPr="00555C50">
        <w:t>t</w:t>
      </w:r>
      <w:r w:rsidR="00565D6D" w:rsidRPr="00555C50">
        <w:t xml:space="preserve"> 1 lit. a</w:t>
      </w:r>
      <w:r w:rsidR="003504F2">
        <w:t>–</w:t>
      </w:r>
      <w:r w:rsidR="00565D6D" w:rsidRPr="00555C50">
        <w:t>c, f</w:t>
      </w:r>
      <w:r w:rsidR="00263D58">
        <w:t xml:space="preserve"> i</w:t>
      </w:r>
      <w:r w:rsidR="00565D6D" w:rsidRPr="00555C50">
        <w:t xml:space="preserve"> g;</w:t>
      </w:r>
      <w:r w:rsidR="00B53241">
        <w:t xml:space="preserve"> </w:t>
      </w:r>
    </w:p>
    <w:p w14:paraId="214ED7CA" w14:textId="77777777" w:rsidR="003B1222" w:rsidRDefault="00177FA8" w:rsidP="005E6FF9">
      <w:pPr>
        <w:pStyle w:val="PKTpunkt"/>
      </w:pPr>
      <w:r w:rsidRPr="00555C50">
        <w:rPr>
          <w:rStyle w:val="Ppogrubienie"/>
          <w:b w:val="0"/>
        </w:rPr>
        <w:t xml:space="preserve">2) </w:t>
      </w:r>
      <w:r w:rsidR="008570FB" w:rsidRPr="00555C50">
        <w:rPr>
          <w:rStyle w:val="Ppogrubienie"/>
          <w:b w:val="0"/>
        </w:rPr>
        <w:t xml:space="preserve">odbioru </w:t>
      </w:r>
      <w:r w:rsidR="00D74434" w:rsidRPr="00555C50">
        <w:rPr>
          <w:rStyle w:val="Ppogrubienie"/>
          <w:b w:val="0"/>
        </w:rPr>
        <w:t>nowego</w:t>
      </w:r>
      <w:r w:rsidR="00D74434" w:rsidRPr="00B61254">
        <w:rPr>
          <w:rStyle w:val="Ppogrubienie"/>
          <w:b w:val="0"/>
        </w:rPr>
        <w:t xml:space="preserve"> dokumentu paszportowego, o ile przepisy ustawy nie stanowią inaczej</w:t>
      </w:r>
      <w:r w:rsidRPr="00B61254">
        <w:rPr>
          <w:rStyle w:val="Ppogrubienie"/>
          <w:b w:val="0"/>
        </w:rPr>
        <w:t>;</w:t>
      </w:r>
      <w:r w:rsidR="006C4310" w:rsidRPr="006C4310">
        <w:t xml:space="preserve"> </w:t>
      </w:r>
    </w:p>
    <w:p w14:paraId="6959FC11" w14:textId="3FFC3D43" w:rsidR="006C4310" w:rsidRPr="005E6FF9" w:rsidRDefault="00B53241" w:rsidP="005E6FF9">
      <w:pPr>
        <w:pStyle w:val="PKTpunkt"/>
        <w:rPr>
          <w:rStyle w:val="Ppogrubienie"/>
          <w:b w:val="0"/>
        </w:rPr>
      </w:pPr>
      <w:r>
        <w:t>3</w:t>
      </w:r>
      <w:r w:rsidR="006C4310" w:rsidRPr="006C4310">
        <w:t xml:space="preserve">) </w:t>
      </w:r>
      <w:r w:rsidR="00A84E00">
        <w:t>otrzymania przez konsula dokumentu paszportowego w pr</w:t>
      </w:r>
      <w:r>
        <w:t>zypadku, o którym mowa w art. 59</w:t>
      </w:r>
      <w:r w:rsidR="00A84E00">
        <w:t xml:space="preserve"> ust. 2 pkt 1</w:t>
      </w:r>
      <w:r w:rsidR="006C4310" w:rsidRPr="006C4310">
        <w:t xml:space="preserve">; </w:t>
      </w:r>
    </w:p>
    <w:p w14:paraId="7DCF93DE" w14:textId="0F7F91B1" w:rsidR="00177FA8" w:rsidRPr="001713CB" w:rsidRDefault="00B53241" w:rsidP="001713CB">
      <w:pPr>
        <w:pStyle w:val="PKTpunkt"/>
        <w:rPr>
          <w:rStyle w:val="Ppogrubienie"/>
          <w:b w:val="0"/>
        </w:rPr>
      </w:pPr>
      <w:r w:rsidRPr="001713CB">
        <w:rPr>
          <w:rStyle w:val="Ppogrubienie"/>
          <w:b w:val="0"/>
        </w:rPr>
        <w:t>4</w:t>
      </w:r>
      <w:r w:rsidR="00177FA8" w:rsidRPr="001713CB">
        <w:rPr>
          <w:rStyle w:val="Ppogrubienie"/>
          <w:b w:val="0"/>
        </w:rPr>
        <w:t xml:space="preserve">) </w:t>
      </w:r>
      <w:r w:rsidR="005F5A0C" w:rsidRPr="001713CB">
        <w:rPr>
          <w:rStyle w:val="Ppogrubienie"/>
          <w:b w:val="0"/>
        </w:rPr>
        <w:t xml:space="preserve">zgłoszenia </w:t>
      </w:r>
      <w:r w:rsidR="004332A2" w:rsidRPr="001713CB">
        <w:rPr>
          <w:rStyle w:val="Ppogrubienie"/>
          <w:b w:val="0"/>
        </w:rPr>
        <w:t>utraty, uszkodzenia</w:t>
      </w:r>
      <w:r w:rsidR="002274AE" w:rsidRPr="001713CB">
        <w:rPr>
          <w:rStyle w:val="Ppogrubienie"/>
          <w:b w:val="0"/>
        </w:rPr>
        <w:t xml:space="preserve"> dokumentu paszportowego lub zgłoszenia nieuprawnionego wykorzystania danych osobowych</w:t>
      </w:r>
      <w:r w:rsidR="004D6E91" w:rsidRPr="001713CB">
        <w:rPr>
          <w:rStyle w:val="Ppogrubienie"/>
          <w:b w:val="0"/>
        </w:rPr>
        <w:t xml:space="preserve"> </w:t>
      </w:r>
      <w:r w:rsidR="002274AE" w:rsidRPr="001713CB">
        <w:rPr>
          <w:rStyle w:val="Ppogrubienie"/>
          <w:b w:val="0"/>
        </w:rPr>
        <w:t>posiadacza dokumentu paszportowego</w:t>
      </w:r>
      <w:r w:rsidR="00177FA8" w:rsidRPr="001713CB">
        <w:rPr>
          <w:rStyle w:val="Ppogrubienie"/>
          <w:b w:val="0"/>
        </w:rPr>
        <w:t>;</w:t>
      </w:r>
    </w:p>
    <w:p w14:paraId="1F6894B3" w14:textId="0A37424B" w:rsidR="00DD3A43" w:rsidRDefault="00B53241" w:rsidP="005E6FF9">
      <w:pPr>
        <w:pStyle w:val="PKTpunkt"/>
      </w:pPr>
      <w:r>
        <w:t>5</w:t>
      </w:r>
      <w:r w:rsidR="009068B4" w:rsidRPr="005019F3">
        <w:t xml:space="preserve">) </w:t>
      </w:r>
      <w:r w:rsidR="00A01BA1">
        <w:t>przekazani</w:t>
      </w:r>
      <w:r w:rsidR="0061329F">
        <w:t>a</w:t>
      </w:r>
      <w:r w:rsidR="00A01BA1">
        <w:t xml:space="preserve"> </w:t>
      </w:r>
      <w:r w:rsidR="00DD3A43">
        <w:t>dokumentu</w:t>
      </w:r>
      <w:r w:rsidR="00A01BA1">
        <w:t xml:space="preserve"> paszportowego</w:t>
      </w:r>
      <w:r w:rsidR="00DD3A43">
        <w:t xml:space="preserve"> przez osobę trzecią;</w:t>
      </w:r>
    </w:p>
    <w:p w14:paraId="0A1D63FB" w14:textId="04F6E7E1" w:rsidR="00DD3A43" w:rsidRDefault="00B53241" w:rsidP="005E6FF9">
      <w:pPr>
        <w:pStyle w:val="PKTpunkt"/>
      </w:pPr>
      <w:r>
        <w:t>6</w:t>
      </w:r>
      <w:r w:rsidR="00DD3A43">
        <w:t xml:space="preserve">) </w:t>
      </w:r>
      <w:r w:rsidR="00037908">
        <w:t>wniosku obywatela o unieważnienie posiadanego dokumentu</w:t>
      </w:r>
      <w:r w:rsidR="00F37ACD">
        <w:t xml:space="preserve"> paszportowego</w:t>
      </w:r>
      <w:r w:rsidR="00037908">
        <w:t>;</w:t>
      </w:r>
    </w:p>
    <w:p w14:paraId="24915C91" w14:textId="7B877181" w:rsidR="009068B4" w:rsidRDefault="00B53241" w:rsidP="005E6FF9">
      <w:pPr>
        <w:pStyle w:val="PKTpunkt"/>
      </w:pPr>
      <w:r>
        <w:lastRenderedPageBreak/>
        <w:t>7</w:t>
      </w:r>
      <w:r w:rsidR="00746F59">
        <w:t xml:space="preserve">) </w:t>
      </w:r>
      <w:r w:rsidR="009068B4" w:rsidRPr="005019F3">
        <w:t>utra</w:t>
      </w:r>
      <w:r w:rsidR="009068B4">
        <w:t>ty obywatelstwa</w:t>
      </w:r>
      <w:r w:rsidR="009068B4" w:rsidRPr="005019F3">
        <w:t xml:space="preserve"> polskie</w:t>
      </w:r>
      <w:r w:rsidR="009068B4">
        <w:t>go;</w:t>
      </w:r>
    </w:p>
    <w:p w14:paraId="7798EBFB" w14:textId="3C134465" w:rsidR="009068B4" w:rsidRDefault="00B53241" w:rsidP="005E6FF9">
      <w:pPr>
        <w:pStyle w:val="PKTpunkt"/>
      </w:pPr>
      <w:r>
        <w:t>8</w:t>
      </w:r>
      <w:r w:rsidR="009068B4">
        <w:t xml:space="preserve">) </w:t>
      </w:r>
      <w:r w:rsidR="009068B4" w:rsidRPr="005019F3">
        <w:t>śmierci</w:t>
      </w:r>
      <w:r w:rsidR="009068B4">
        <w:t>;</w:t>
      </w:r>
    </w:p>
    <w:p w14:paraId="40A1FD0F" w14:textId="4A33AEA8" w:rsidR="00C04B68" w:rsidRDefault="00B53241" w:rsidP="005E6FF9">
      <w:pPr>
        <w:pStyle w:val="PKTpunkt"/>
      </w:pPr>
      <w:r>
        <w:t>9</w:t>
      </w:r>
      <w:r w:rsidR="002D30A7" w:rsidRPr="002D30A7">
        <w:t>)</w:t>
      </w:r>
      <w:r w:rsidR="00E7390F">
        <w:t xml:space="preserve"> </w:t>
      </w:r>
      <w:r w:rsidR="002D30A7" w:rsidRPr="002D30A7">
        <w:t>w przypadku stwierdzenia przez organ paszportowy wady technicznej lub w przypadku błędnej personalizacji;</w:t>
      </w:r>
    </w:p>
    <w:p w14:paraId="2176127A" w14:textId="7BEF01BD" w:rsidR="00037908" w:rsidRDefault="00B53241" w:rsidP="005E6FF9">
      <w:pPr>
        <w:pStyle w:val="PKTpunkt"/>
      </w:pPr>
      <w:r>
        <w:t>10</w:t>
      </w:r>
      <w:r w:rsidR="00C04B68">
        <w:t xml:space="preserve">) w przypadku </w:t>
      </w:r>
      <w:r w:rsidR="00E7390F">
        <w:t xml:space="preserve">zagubienia dokumentu paszportowego </w:t>
      </w:r>
      <w:r w:rsidR="00D324C2">
        <w:t>przed dostarczeniem dokumentu do organu</w:t>
      </w:r>
      <w:r w:rsidR="00E7390F">
        <w:t xml:space="preserve"> paszportowego</w:t>
      </w:r>
      <w:r w:rsidR="0012361C">
        <w:t>;</w:t>
      </w:r>
    </w:p>
    <w:p w14:paraId="49AF869F" w14:textId="0957AAEE" w:rsidR="00827803" w:rsidRDefault="005C0668" w:rsidP="00F90B53">
      <w:pPr>
        <w:pStyle w:val="PKTpunkt"/>
      </w:pPr>
      <w:r>
        <w:t>1</w:t>
      </w:r>
      <w:r w:rsidR="00B53241">
        <w:t>1</w:t>
      </w:r>
      <w:r w:rsidR="00827803">
        <w:t>)</w:t>
      </w:r>
      <w:r w:rsidR="005019F3" w:rsidRPr="005019F3">
        <w:t xml:space="preserve">  wnios</w:t>
      </w:r>
      <w:r w:rsidR="00A833F2">
        <w:t>ku o unieważnienie dokumentu paszportowego</w:t>
      </w:r>
      <w:r w:rsidR="00F90B53">
        <w:t xml:space="preserve"> złożonego przez</w:t>
      </w:r>
      <w:r w:rsidR="005019F3" w:rsidRPr="005019F3">
        <w:t>:</w:t>
      </w:r>
    </w:p>
    <w:p w14:paraId="6DCC535B" w14:textId="7B42DAD3" w:rsidR="00827803" w:rsidRPr="00E35BBF" w:rsidRDefault="005019F3" w:rsidP="00A64614">
      <w:pPr>
        <w:pStyle w:val="LITlitera"/>
      </w:pPr>
      <w:r w:rsidRPr="00A64614">
        <w:t xml:space="preserve"> a) </w:t>
      </w:r>
      <w:r w:rsidR="001713CB" w:rsidRPr="00A64614">
        <w:tab/>
      </w:r>
      <w:r w:rsidRPr="009506CE">
        <w:t>sąd prowadząc</w:t>
      </w:r>
      <w:r w:rsidR="00F90B53" w:rsidRPr="00E35BBF">
        <w:t>y</w:t>
      </w:r>
      <w:r w:rsidRPr="00E35BBF">
        <w:t xml:space="preserve"> przeciwko posiadaczowi dokumentu paszportowego postępowanie w sprawie karnej lub postępowanie w sprawie o przestępstwo skarbowe, postępowanie w sprawie nieletniego lub prowadzącego postępowanie cywilne, </w:t>
      </w:r>
    </w:p>
    <w:p w14:paraId="52A6C2D8" w14:textId="32880BBD" w:rsidR="00827803" w:rsidRPr="00E35BBF" w:rsidRDefault="005019F3" w:rsidP="00E35BBF">
      <w:pPr>
        <w:pStyle w:val="LITlitera"/>
      </w:pPr>
      <w:r w:rsidRPr="00E35BBF">
        <w:t>b) organ prowadząc</w:t>
      </w:r>
      <w:r w:rsidR="00F90B53" w:rsidRPr="00E35BBF">
        <w:t>y</w:t>
      </w:r>
      <w:r w:rsidRPr="00E35BBF">
        <w:t xml:space="preserve"> postępowanie przygotowawcze, organ </w:t>
      </w:r>
      <w:r w:rsidR="00F43943" w:rsidRPr="00E35BBF">
        <w:t xml:space="preserve">postępowania </w:t>
      </w:r>
      <w:r w:rsidRPr="00E35BBF">
        <w:t>wykonawcze</w:t>
      </w:r>
      <w:r w:rsidR="00732186" w:rsidRPr="00E35BBF">
        <w:t>go</w:t>
      </w:r>
      <w:r w:rsidRPr="00E35BBF">
        <w:t xml:space="preserve"> w sprawie karnej, w tym o przestępstwo skarbowe, przeciwko posiadaczowi dokumentu paszportowego</w:t>
      </w:r>
      <w:r w:rsidR="009D40DD" w:rsidRPr="00E35BBF">
        <w:t>,</w:t>
      </w:r>
    </w:p>
    <w:p w14:paraId="628DAAD0" w14:textId="1A9C5A59" w:rsidR="00645F11" w:rsidRPr="00E35BBF" w:rsidRDefault="00A833F2" w:rsidP="00E35BBF">
      <w:pPr>
        <w:pStyle w:val="LITlitera"/>
      </w:pPr>
      <w:r w:rsidRPr="00E35BBF">
        <w:t xml:space="preserve">c) </w:t>
      </w:r>
      <w:r w:rsidR="001713CB" w:rsidRPr="00E35BBF">
        <w:tab/>
      </w:r>
      <w:r w:rsidR="005019F3" w:rsidRPr="00E35BBF">
        <w:t>sąd prowadząc</w:t>
      </w:r>
      <w:r w:rsidR="00F90B53" w:rsidRPr="00E35BBF">
        <w:t>y</w:t>
      </w:r>
      <w:r w:rsidR="005019F3" w:rsidRPr="00E35BBF">
        <w:t xml:space="preserve"> postępowanie w sprawie o wykonywanie władzy rodzicielskiej</w:t>
      </w:r>
      <w:r w:rsidRPr="00E35BBF">
        <w:t xml:space="preserve"> w zakresie unieważnienia dokumentu paszportowego</w:t>
      </w:r>
      <w:r w:rsidR="00F93BCF" w:rsidRPr="00E35BBF">
        <w:t>, osoby nieposiadającej zdolności do czynności prawnej lub osoby posiadającej ograniczoną zdolność</w:t>
      </w:r>
      <w:r w:rsidR="00B03C4D" w:rsidRPr="00E35BBF">
        <w:t xml:space="preserve"> do czynności prawn</w:t>
      </w:r>
      <w:r w:rsidR="00A60556" w:rsidRPr="00E35BBF">
        <w:t>ych</w:t>
      </w:r>
      <w:r w:rsidR="00B03C4D" w:rsidRPr="00E35BBF">
        <w:t>, która nie ukończyła 18</w:t>
      </w:r>
      <w:r w:rsidR="00336E92" w:rsidRPr="00E35BBF">
        <w:t>.</w:t>
      </w:r>
      <w:r w:rsidR="00B03C4D" w:rsidRPr="00E35BBF">
        <w:t xml:space="preserve"> roku życia</w:t>
      </w:r>
      <w:r w:rsidR="005019F3" w:rsidRPr="00E35BBF">
        <w:t xml:space="preserve">. </w:t>
      </w:r>
    </w:p>
    <w:p w14:paraId="6FDEDF4D" w14:textId="77777777" w:rsidR="00BA7796" w:rsidRDefault="00BA7796" w:rsidP="00BA7796">
      <w:pPr>
        <w:pStyle w:val="USTustnpkodeksu"/>
      </w:pPr>
      <w:r>
        <w:t xml:space="preserve">3. Minister właściwy do spraw zagranicznych może unieważnić paszport dyplomatyczny lub paszport służbowy w okresie jego ważności, w przypadku utraty przez jego posiadacza prawa do posiadania tego dokumentu. </w:t>
      </w:r>
    </w:p>
    <w:p w14:paraId="55C3034B" w14:textId="1A05CFCC" w:rsidR="00607E8E" w:rsidRPr="00572171" w:rsidRDefault="00B53241" w:rsidP="00607E8E">
      <w:pPr>
        <w:pStyle w:val="ARTartustawynprozporzdzenia"/>
      </w:pPr>
      <w:r w:rsidRPr="00DA02D9">
        <w:rPr>
          <w:rStyle w:val="Ppogrubienie"/>
        </w:rPr>
        <w:t>Art. 71</w:t>
      </w:r>
      <w:r w:rsidR="00D626B0" w:rsidRPr="00DA02D9">
        <w:rPr>
          <w:rStyle w:val="Ppogrubienie"/>
        </w:rPr>
        <w:t>.</w:t>
      </w:r>
      <w:r w:rsidR="00D626B0">
        <w:t xml:space="preserve"> </w:t>
      </w:r>
      <w:r w:rsidR="00607E8E">
        <w:t>1. Wniosek</w:t>
      </w:r>
      <w:r>
        <w:t>, o którym mowa w art. 70 ust. 2 pkt 6</w:t>
      </w:r>
      <w:r w:rsidR="00607E8E">
        <w:t xml:space="preserve"> </w:t>
      </w:r>
      <w:r w:rsidR="00607E8E" w:rsidRPr="00A05FA0">
        <w:t>zawiera</w:t>
      </w:r>
      <w:r w:rsidR="00607E8E" w:rsidRPr="00572171">
        <w:t>:</w:t>
      </w:r>
    </w:p>
    <w:p w14:paraId="35622DB6" w14:textId="77777777" w:rsidR="00607E8E" w:rsidRPr="00D24DA8" w:rsidRDefault="00607E8E" w:rsidP="00D24DA8">
      <w:pPr>
        <w:pStyle w:val="PKTpunkt"/>
      </w:pPr>
      <w:r w:rsidRPr="00D24DA8">
        <w:t>1)  nazwisko i imię (imiona) posiadacza dokumentu paszportowego oraz jego numer PESEL, a w przypadku gdy nie został nadany, datę i miejsce urodzenia;</w:t>
      </w:r>
    </w:p>
    <w:p w14:paraId="12807450" w14:textId="70268F63" w:rsidR="00607E8E" w:rsidRPr="00D24DA8" w:rsidRDefault="00607E8E" w:rsidP="00D24DA8">
      <w:pPr>
        <w:pStyle w:val="PKTpunkt"/>
      </w:pPr>
      <w:r w:rsidRPr="00D24DA8">
        <w:t>2) nazwisko i imię (imiona) osoby zgłaszającej oraz jej numer PESEL, a w przypadku gdy nie został nadany datę i miejsce urodzenia – w przypadku, o którym mowa w ust. 3;</w:t>
      </w:r>
    </w:p>
    <w:p w14:paraId="256EC4B2" w14:textId="3D86CC08" w:rsidR="00607E8E" w:rsidRDefault="00607E8E" w:rsidP="00D24DA8">
      <w:pPr>
        <w:pStyle w:val="PKTpunkt"/>
      </w:pPr>
      <w:r w:rsidRPr="00D24DA8">
        <w:t>3) serię i numer dokumentu paszportowego, który m</w:t>
      </w:r>
      <w:r w:rsidR="005C7501" w:rsidRPr="00D24DA8">
        <w:t>a podlegać</w:t>
      </w:r>
      <w:r w:rsidRPr="00D24DA8">
        <w:t xml:space="preserve"> unieważ</w:t>
      </w:r>
      <w:r w:rsidR="005C7501" w:rsidRPr="00D24DA8">
        <w:t>nieniu</w:t>
      </w:r>
      <w:r w:rsidRPr="00D24DA8">
        <w:t xml:space="preserve">. </w:t>
      </w:r>
    </w:p>
    <w:p w14:paraId="257EE5F3" w14:textId="38DF0C03" w:rsidR="00607E8E" w:rsidRPr="00D24DA8" w:rsidRDefault="00607E8E" w:rsidP="00D24DA8">
      <w:pPr>
        <w:pStyle w:val="USTustnpkodeksu"/>
      </w:pPr>
      <w:r w:rsidRPr="00D24DA8">
        <w:t xml:space="preserve">2. </w:t>
      </w:r>
      <w:r w:rsidR="00D626B0" w:rsidRPr="00D24DA8">
        <w:t>W</w:t>
      </w:r>
      <w:r w:rsidRPr="00D24DA8">
        <w:t>niosek składa się:</w:t>
      </w:r>
      <w:r w:rsidR="00D626B0" w:rsidRPr="00D24DA8">
        <w:t xml:space="preserve"> </w:t>
      </w:r>
    </w:p>
    <w:p w14:paraId="5771763C" w14:textId="732CCFD8" w:rsidR="00607E8E" w:rsidRPr="009948E7" w:rsidRDefault="00607E8E" w:rsidP="009948E7">
      <w:pPr>
        <w:pStyle w:val="PKTpunkt"/>
      </w:pPr>
      <w:r w:rsidRPr="009948E7">
        <w:t>1) osobiście przed organem paszportowym,</w:t>
      </w:r>
      <w:r w:rsidR="005C7501" w:rsidRPr="009948E7">
        <w:t xml:space="preserve"> na piśmie utrwalonym w postaci papierowej</w:t>
      </w:r>
      <w:r w:rsidRPr="009948E7">
        <w:t>;</w:t>
      </w:r>
    </w:p>
    <w:p w14:paraId="2956DBAD" w14:textId="123A9D39" w:rsidR="00607E8E" w:rsidRPr="009948E7" w:rsidRDefault="00607E8E">
      <w:pPr>
        <w:pStyle w:val="PKTpunkt"/>
      </w:pPr>
      <w:r w:rsidRPr="009948E7">
        <w:t>2) na piśmie utrwalonym w postaci elektronicznej, opatrzonym kwalifikowanym podpisem elektronicznym, podpisem zaufanym lub podpisem osobistym lub;</w:t>
      </w:r>
    </w:p>
    <w:p w14:paraId="0436523E" w14:textId="4658A17E" w:rsidR="00607E8E" w:rsidRPr="009948E7" w:rsidRDefault="00607E8E">
      <w:pPr>
        <w:pStyle w:val="PKTpunkt"/>
      </w:pPr>
      <w:r w:rsidRPr="009948E7">
        <w:t>3) na piśmie utrwalonym w postaci papierowej, opatrzonym podpisem, którego  własnoręczność  poświadczył notariusz.</w:t>
      </w:r>
    </w:p>
    <w:p w14:paraId="42B745A1" w14:textId="360E4FE9" w:rsidR="0085790C" w:rsidRDefault="002D10E8">
      <w:pPr>
        <w:pStyle w:val="USTustnpkodeksu"/>
      </w:pPr>
      <w:r w:rsidRPr="00D24DA8">
        <w:rPr>
          <w:bCs w:val="0"/>
        </w:rPr>
        <w:lastRenderedPageBreak/>
        <w:t>3</w:t>
      </w:r>
      <w:r w:rsidR="00607E8E" w:rsidRPr="00D24DA8">
        <w:rPr>
          <w:bCs w:val="0"/>
        </w:rPr>
        <w:t xml:space="preserve">. </w:t>
      </w:r>
      <w:r w:rsidRPr="00D24DA8">
        <w:rPr>
          <w:bCs w:val="0"/>
        </w:rPr>
        <w:t>W</w:t>
      </w:r>
      <w:r w:rsidR="00607E8E" w:rsidRPr="00D24DA8">
        <w:rPr>
          <w:bCs w:val="0"/>
        </w:rPr>
        <w:t xml:space="preserve"> imieniu posiadacza dokumentu paszportowego nieposiadającego zdolności do czynności prawnych lub posiadającego ograniczoną zdolność do czynności prawnych, </w:t>
      </w:r>
      <w:r w:rsidRPr="00D24DA8">
        <w:rPr>
          <w:bCs w:val="0"/>
        </w:rPr>
        <w:t xml:space="preserve">wniosek </w:t>
      </w:r>
      <w:r w:rsidR="00607E8E" w:rsidRPr="00D24DA8">
        <w:rPr>
          <w:bCs w:val="0"/>
        </w:rPr>
        <w:t xml:space="preserve">składa </w:t>
      </w:r>
      <w:r w:rsidR="006A1795">
        <w:t xml:space="preserve">matka lub ojciec </w:t>
      </w:r>
      <w:r w:rsidR="00607E8E" w:rsidRPr="00D24DA8">
        <w:rPr>
          <w:bCs w:val="0"/>
        </w:rPr>
        <w:t>, opiekun prawny lub kurator</w:t>
      </w:r>
      <w:r w:rsidR="00DA02D9">
        <w:t>.</w:t>
      </w:r>
    </w:p>
    <w:p w14:paraId="542982D5" w14:textId="34695AC7" w:rsidR="00A833F2" w:rsidRDefault="00645F11" w:rsidP="006528F1">
      <w:pPr>
        <w:pStyle w:val="ARTartustawynprozporzdzenia"/>
      </w:pPr>
      <w:r w:rsidRPr="006528F1">
        <w:rPr>
          <w:rStyle w:val="Ppogrubienie"/>
        </w:rPr>
        <w:t xml:space="preserve">Art. </w:t>
      </w:r>
      <w:r w:rsidR="00DA02D9">
        <w:rPr>
          <w:rStyle w:val="Ppogrubienie"/>
        </w:rPr>
        <w:t>72</w:t>
      </w:r>
      <w:r>
        <w:t xml:space="preserve">. 1. </w:t>
      </w:r>
      <w:r w:rsidR="00041587">
        <w:t>U</w:t>
      </w:r>
      <w:r w:rsidR="005E71FB">
        <w:t>nieważnienie</w:t>
      </w:r>
      <w:r w:rsidR="00613103">
        <w:t xml:space="preserve"> dokumentu paszportowego</w:t>
      </w:r>
      <w:r w:rsidR="005E71FB">
        <w:t xml:space="preserve"> w przypadkach</w:t>
      </w:r>
      <w:r>
        <w:t>,</w:t>
      </w:r>
      <w:r w:rsidR="005E71FB">
        <w:t xml:space="preserve"> o których </w:t>
      </w:r>
      <w:r w:rsidR="00562DEF">
        <w:t>m</w:t>
      </w:r>
      <w:r w:rsidR="005E71FB">
        <w:t xml:space="preserve">owa w </w:t>
      </w:r>
      <w:r>
        <w:t xml:space="preserve">art. </w:t>
      </w:r>
      <w:r w:rsidR="00DA02D9">
        <w:t>70</w:t>
      </w:r>
      <w:r w:rsidR="00732186">
        <w:t xml:space="preserve"> </w:t>
      </w:r>
      <w:r w:rsidR="005E71FB">
        <w:t>ust</w:t>
      </w:r>
      <w:r w:rsidR="00041587">
        <w:t>.</w:t>
      </w:r>
      <w:r w:rsidR="005E71FB">
        <w:t xml:space="preserve"> 2 pkt 1</w:t>
      </w:r>
      <w:r w:rsidR="000E6A5A">
        <w:t>–</w:t>
      </w:r>
      <w:r w:rsidR="00DA02D9">
        <w:t>10</w:t>
      </w:r>
      <w:r w:rsidR="00BA7796">
        <w:t xml:space="preserve"> oraz ust. 3,</w:t>
      </w:r>
      <w:r w:rsidR="005E71FB">
        <w:t xml:space="preserve"> jest czynnością materialno-techniczną.</w:t>
      </w:r>
    </w:p>
    <w:p w14:paraId="578D1AF1" w14:textId="341EC149" w:rsidR="005E71FB" w:rsidRDefault="00645F11" w:rsidP="006528F1">
      <w:pPr>
        <w:pStyle w:val="USTustnpkodeksu"/>
      </w:pPr>
      <w:r>
        <w:t>2</w:t>
      </w:r>
      <w:r w:rsidR="005E71FB">
        <w:t xml:space="preserve">. </w:t>
      </w:r>
      <w:r w:rsidR="005E71FB" w:rsidRPr="00E44BFA">
        <w:t>Unieważnienie</w:t>
      </w:r>
      <w:r w:rsidR="005E71FB">
        <w:t xml:space="preserve"> </w:t>
      </w:r>
      <w:r w:rsidR="00613103">
        <w:t xml:space="preserve">dokumentu paszportowego </w:t>
      </w:r>
      <w:r w:rsidR="005E71FB">
        <w:t>w przypadkach</w:t>
      </w:r>
      <w:r w:rsidR="0012361C">
        <w:t>,</w:t>
      </w:r>
      <w:r w:rsidR="005E71FB">
        <w:t xml:space="preserve"> o który</w:t>
      </w:r>
      <w:r w:rsidR="0012361C">
        <w:t>ch</w:t>
      </w:r>
      <w:r w:rsidR="005E71FB">
        <w:t xml:space="preserve"> mowa w </w:t>
      </w:r>
      <w:r w:rsidR="006528F1">
        <w:t xml:space="preserve">art. </w:t>
      </w:r>
      <w:r w:rsidR="00DA02D9">
        <w:t>70</w:t>
      </w:r>
      <w:r w:rsidR="006528F1">
        <w:t xml:space="preserve"> </w:t>
      </w:r>
      <w:r w:rsidR="0012361C">
        <w:t xml:space="preserve">ust. 2 pkt </w:t>
      </w:r>
      <w:r w:rsidR="00380982">
        <w:t>1</w:t>
      </w:r>
      <w:r w:rsidR="00DA02D9">
        <w:t>1</w:t>
      </w:r>
      <w:r w:rsidR="00336E92">
        <w:t>,</w:t>
      </w:r>
      <w:r w:rsidR="008C44CC">
        <w:t xml:space="preserve"> </w:t>
      </w:r>
      <w:r w:rsidR="005E71FB">
        <w:t>następuje w formie decyzji</w:t>
      </w:r>
      <w:r w:rsidR="00971296">
        <w:t>, od której nie przysługuje odwołanie</w:t>
      </w:r>
      <w:r w:rsidR="00613103">
        <w:t>.</w:t>
      </w:r>
    </w:p>
    <w:p w14:paraId="5B4F692A" w14:textId="2F14C282" w:rsidR="00673E24" w:rsidRDefault="00960277" w:rsidP="00E0423D">
      <w:pPr>
        <w:pStyle w:val="USTustnpkodeksu"/>
      </w:pPr>
      <w:r>
        <w:t xml:space="preserve">3. Organem właściwym do wydania decyzji w przypadkach, o których mowa w art. </w:t>
      </w:r>
      <w:r w:rsidR="00DA02D9">
        <w:t>70</w:t>
      </w:r>
      <w:r>
        <w:t xml:space="preserve"> ust. 2 pkt </w:t>
      </w:r>
      <w:r w:rsidR="00380982">
        <w:t>1</w:t>
      </w:r>
      <w:r w:rsidR="00DA02D9">
        <w:t>1</w:t>
      </w:r>
      <w:r w:rsidR="00336E92">
        <w:t>,</w:t>
      </w:r>
      <w:r>
        <w:t xml:space="preserve"> jest </w:t>
      </w:r>
      <w:r w:rsidR="0015033F">
        <w:t xml:space="preserve">wojewoda właściwy dla siedziby organu składającego wniosek. </w:t>
      </w:r>
    </w:p>
    <w:p w14:paraId="72C5E2B7" w14:textId="6BBB8DB0" w:rsidR="00644952" w:rsidRDefault="00644952" w:rsidP="00DC27FF">
      <w:pPr>
        <w:pStyle w:val="ARTartustawynprozporzdzenia"/>
      </w:pPr>
      <w:r w:rsidRPr="002E3FC1">
        <w:rPr>
          <w:rStyle w:val="Ppogrubienie"/>
        </w:rPr>
        <w:t>Art.</w:t>
      </w:r>
      <w:r w:rsidR="00234617" w:rsidRPr="002E3FC1">
        <w:rPr>
          <w:rStyle w:val="Ppogrubienie"/>
        </w:rPr>
        <w:t xml:space="preserve"> </w:t>
      </w:r>
      <w:r w:rsidR="00DA02D9">
        <w:rPr>
          <w:rStyle w:val="Ppogrubienie"/>
        </w:rPr>
        <w:t>73</w:t>
      </w:r>
      <w:r w:rsidRPr="002E3FC1">
        <w:rPr>
          <w:rStyle w:val="Ppogrubienie"/>
        </w:rPr>
        <w:t>.</w:t>
      </w:r>
      <w:r>
        <w:t xml:space="preserve"> Organem właściwym do unieważnienia dokumentu paszportowego jest:</w:t>
      </w:r>
    </w:p>
    <w:p w14:paraId="5C1718DC" w14:textId="4FCC14CA" w:rsidR="006C4310" w:rsidRDefault="00644952" w:rsidP="00D24DA8">
      <w:pPr>
        <w:pStyle w:val="PKTpunkt"/>
      </w:pPr>
      <w:r>
        <w:t>1)</w:t>
      </w:r>
      <w:r w:rsidR="006C4310" w:rsidRPr="006C4310">
        <w:t xml:space="preserve"> organ paszportowy, który wydał nowy dokument paszportowy w przypadkach, o których </w:t>
      </w:r>
      <w:r w:rsidR="00DA02D9">
        <w:t>mowa w art. 70</w:t>
      </w:r>
      <w:r w:rsidR="003B1222">
        <w:t xml:space="preserve"> ust. 2 pkt 2</w:t>
      </w:r>
      <w:r w:rsidR="006C4310" w:rsidRPr="006C4310">
        <w:t>;</w:t>
      </w:r>
    </w:p>
    <w:p w14:paraId="4A2E0F4E" w14:textId="77777777" w:rsidR="00C279EC" w:rsidRDefault="00644952" w:rsidP="00D24DA8">
      <w:pPr>
        <w:pStyle w:val="PKTpunkt"/>
      </w:pPr>
      <w:r>
        <w:t>2) wojewoda i konsul</w:t>
      </w:r>
      <w:r w:rsidR="00C279EC">
        <w:t>,</w:t>
      </w:r>
      <w:r w:rsidR="00C279EC" w:rsidRPr="00C279EC">
        <w:t xml:space="preserve"> </w:t>
      </w:r>
      <w:r w:rsidR="00C279EC">
        <w:t>do którego:</w:t>
      </w:r>
    </w:p>
    <w:p w14:paraId="640E0DBB" w14:textId="4124EC59" w:rsidR="00C279EC" w:rsidRDefault="00C279EC" w:rsidP="00C279EC">
      <w:pPr>
        <w:pStyle w:val="LITlitera"/>
      </w:pPr>
      <w:r>
        <w:t xml:space="preserve">a) </w:t>
      </w:r>
      <w:r w:rsidR="00644952">
        <w:t>zgłoszono utratę lub uszkodzenie dokumentu paszportowego</w:t>
      </w:r>
      <w:r>
        <w:t>,</w:t>
      </w:r>
      <w:r w:rsidRPr="00C279EC">
        <w:t xml:space="preserve"> </w:t>
      </w:r>
      <w:r>
        <w:t>o którym mowa w art. 6</w:t>
      </w:r>
      <w:r w:rsidR="00C73423">
        <w:t>3</w:t>
      </w:r>
      <w:r>
        <w:t xml:space="preserve"> ust. 1 pkt 1</w:t>
      </w:r>
      <w:r w:rsidR="00263D58">
        <w:t>–</w:t>
      </w:r>
      <w:r>
        <w:t>2</w:t>
      </w:r>
      <w:r w:rsidR="00E247BE">
        <w:t xml:space="preserve"> i 4</w:t>
      </w:r>
      <w:r>
        <w:t>,</w:t>
      </w:r>
    </w:p>
    <w:p w14:paraId="0A31BC71" w14:textId="57974978" w:rsidR="00644952" w:rsidRDefault="00C279EC" w:rsidP="00C279EC">
      <w:pPr>
        <w:pStyle w:val="LITlitera"/>
      </w:pPr>
      <w:r>
        <w:t xml:space="preserve">b) zgłoszono </w:t>
      </w:r>
      <w:r w:rsidR="00ED2498">
        <w:t>nieuprawnione wykorzystani</w:t>
      </w:r>
      <w:r>
        <w:t>e</w:t>
      </w:r>
      <w:r w:rsidR="00ED2498">
        <w:t xml:space="preserve"> danych osobowych</w:t>
      </w:r>
      <w:r w:rsidR="00644952">
        <w:t>, w sposób</w:t>
      </w:r>
      <w:r w:rsidR="00B87A9A">
        <w:t>,</w:t>
      </w:r>
      <w:r>
        <w:t xml:space="preserve"> o którym mowa w</w:t>
      </w:r>
      <w:r w:rsidR="00644952">
        <w:t xml:space="preserve"> </w:t>
      </w:r>
      <w:r w:rsidR="00ED2498">
        <w:t xml:space="preserve"> art. 6</w:t>
      </w:r>
      <w:r w:rsidR="00C73423">
        <w:t>8</w:t>
      </w:r>
      <w:r w:rsidR="00336E92">
        <w:t>,</w:t>
      </w:r>
      <w:r w:rsidR="00644952">
        <w:t xml:space="preserve"> </w:t>
      </w:r>
    </w:p>
    <w:p w14:paraId="3116F80B" w14:textId="77777777" w:rsidR="00C279EC" w:rsidRDefault="00C279EC" w:rsidP="00C279EC">
      <w:pPr>
        <w:pStyle w:val="LITlitera"/>
      </w:pPr>
      <w:r>
        <w:t>c) przekazano dokument paszportowy osoby trzeciej,</w:t>
      </w:r>
    </w:p>
    <w:p w14:paraId="5936924A" w14:textId="250F8C98" w:rsidR="00C279EC" w:rsidRDefault="00C279EC" w:rsidP="00C279EC">
      <w:pPr>
        <w:pStyle w:val="LITlitera"/>
      </w:pPr>
      <w:r>
        <w:t xml:space="preserve">d) złożono wniosek, o którym mowa w art. </w:t>
      </w:r>
      <w:r w:rsidR="00C73423">
        <w:t>70</w:t>
      </w:r>
      <w:r>
        <w:t xml:space="preserve"> ust. 2 pkt </w:t>
      </w:r>
      <w:r w:rsidR="00C73423">
        <w:t>6</w:t>
      </w:r>
      <w:r>
        <w:t>;</w:t>
      </w:r>
    </w:p>
    <w:p w14:paraId="1D9707FD" w14:textId="408BEFB1" w:rsidR="00AA4593" w:rsidRDefault="008C4A58" w:rsidP="009948E7">
      <w:pPr>
        <w:pStyle w:val="PKTpunkt"/>
      </w:pPr>
      <w:r>
        <w:t xml:space="preserve">3) </w:t>
      </w:r>
      <w:r w:rsidR="00265A84">
        <w:t>organ paszportowy</w:t>
      </w:r>
      <w:r w:rsidR="002E201C">
        <w:t>,</w:t>
      </w:r>
      <w:r w:rsidR="00265A84">
        <w:t xml:space="preserve"> który wydał decyzję</w:t>
      </w:r>
      <w:r w:rsidR="00B87A9A">
        <w:t xml:space="preserve"> o unieważnieniu dokumentu paszportowego</w:t>
      </w:r>
      <w:r w:rsidR="00265A84">
        <w:t xml:space="preserve"> w przypadku, o którym mowa w art. </w:t>
      </w:r>
      <w:r w:rsidR="00C73423">
        <w:t>70</w:t>
      </w:r>
      <w:r w:rsidR="00265A84">
        <w:t xml:space="preserve"> ust. 2 pkt</w:t>
      </w:r>
      <w:r w:rsidR="00B13B37">
        <w:t xml:space="preserve"> </w:t>
      </w:r>
      <w:r w:rsidR="00ED2498">
        <w:t>1</w:t>
      </w:r>
      <w:r w:rsidR="00C73423">
        <w:t>1</w:t>
      </w:r>
      <w:r w:rsidR="00265A84">
        <w:t>;</w:t>
      </w:r>
      <w:r w:rsidR="00AA4593" w:rsidRPr="00AA4593">
        <w:t xml:space="preserve"> </w:t>
      </w:r>
    </w:p>
    <w:p w14:paraId="461A25FD" w14:textId="77777777" w:rsidR="00E03902" w:rsidRDefault="00C279EC" w:rsidP="009948E7">
      <w:pPr>
        <w:pStyle w:val="PKTpunkt"/>
      </w:pPr>
      <w:r>
        <w:t>4</w:t>
      </w:r>
      <w:r w:rsidR="00E03902">
        <w:t xml:space="preserve">) minister właściwy do spraw zagranicznych - w przypadku paszportów dyplomatycznych i służbowych; </w:t>
      </w:r>
    </w:p>
    <w:p w14:paraId="743033C6" w14:textId="50A6BF5C" w:rsidR="00131499" w:rsidRDefault="00C279EC" w:rsidP="009948E7">
      <w:pPr>
        <w:pStyle w:val="PKTpunkt"/>
      </w:pPr>
      <w:r>
        <w:t>5</w:t>
      </w:r>
      <w:r w:rsidR="00265A84">
        <w:t xml:space="preserve">) minister właściwy do spraw informatyzacji - w przypadkach, o których mowa w art. </w:t>
      </w:r>
      <w:r w:rsidR="008D0616">
        <w:t>6</w:t>
      </w:r>
      <w:r w:rsidR="00C73423">
        <w:t>3</w:t>
      </w:r>
      <w:r w:rsidR="00265A84">
        <w:t xml:space="preserve"> ust. </w:t>
      </w:r>
      <w:r w:rsidR="00131499">
        <w:t xml:space="preserve">1 pkt 3 </w:t>
      </w:r>
      <w:r w:rsidR="00265A84">
        <w:t>i</w:t>
      </w:r>
      <w:r w:rsidR="00131499">
        <w:t xml:space="preserve"> ust. </w:t>
      </w:r>
      <w:r w:rsidR="00A633FA">
        <w:t xml:space="preserve">2 </w:t>
      </w:r>
      <w:r w:rsidR="00265A84">
        <w:t xml:space="preserve">oraz w art. </w:t>
      </w:r>
      <w:r w:rsidR="00C73423">
        <w:t>70</w:t>
      </w:r>
      <w:r w:rsidR="00265A84">
        <w:t xml:space="preserve"> ust. 2 pkt 1</w:t>
      </w:r>
      <w:r w:rsidR="00336E92">
        <w:t xml:space="preserve"> i</w:t>
      </w:r>
      <w:r w:rsidR="00265A84">
        <w:t xml:space="preserve"> </w:t>
      </w:r>
      <w:r w:rsidR="00C73423">
        <w:t>7</w:t>
      </w:r>
      <w:r w:rsidR="00263D58">
        <w:t>–</w:t>
      </w:r>
      <w:r w:rsidR="00C73423">
        <w:t>9</w:t>
      </w:r>
      <w:r w:rsidR="00131499">
        <w:t>;</w:t>
      </w:r>
    </w:p>
    <w:p w14:paraId="783F1D1A" w14:textId="25F0EC7F" w:rsidR="00EC284A" w:rsidRDefault="00C279EC" w:rsidP="009948E7">
      <w:pPr>
        <w:pStyle w:val="PKTpunkt"/>
        <w:rPr>
          <w:rStyle w:val="Ppogrubienie"/>
        </w:rPr>
      </w:pPr>
      <w:r>
        <w:t>6</w:t>
      </w:r>
      <w:r w:rsidR="007246CC">
        <w:t>) organ pasz</w:t>
      </w:r>
      <w:r w:rsidR="002E201C">
        <w:t xml:space="preserve">portowy </w:t>
      </w:r>
      <w:r w:rsidR="00A633FA">
        <w:t>lub</w:t>
      </w:r>
      <w:r w:rsidR="00555894" w:rsidRPr="00555894">
        <w:t xml:space="preserve"> minister właściwy do spraw informatyzacji</w:t>
      </w:r>
      <w:r w:rsidR="00555894">
        <w:t xml:space="preserve">, </w:t>
      </w:r>
      <w:r w:rsidR="008035A4">
        <w:t xml:space="preserve">który </w:t>
      </w:r>
      <w:r w:rsidR="00F6538C">
        <w:t xml:space="preserve">jako </w:t>
      </w:r>
      <w:r w:rsidR="008035A4">
        <w:t xml:space="preserve">pierwszy </w:t>
      </w:r>
      <w:r w:rsidR="00555894">
        <w:t>powzi</w:t>
      </w:r>
      <w:r w:rsidR="008035A4">
        <w:t>ął</w:t>
      </w:r>
      <w:r w:rsidR="00555894">
        <w:t xml:space="preserve"> informacj</w:t>
      </w:r>
      <w:r w:rsidR="008035A4">
        <w:t>ę</w:t>
      </w:r>
      <w:r w:rsidR="00555894">
        <w:t xml:space="preserve"> o zaistnieniu przyczyny, </w:t>
      </w:r>
      <w:r w:rsidR="002E201C">
        <w:t>o któr</w:t>
      </w:r>
      <w:r w:rsidR="00555894">
        <w:t>ej</w:t>
      </w:r>
      <w:r w:rsidR="002E201C">
        <w:t xml:space="preserve"> mowa w art. </w:t>
      </w:r>
      <w:r w:rsidR="00C73423">
        <w:t>70</w:t>
      </w:r>
      <w:r w:rsidR="002E201C">
        <w:t xml:space="preserve"> ust. 2 pkt </w:t>
      </w:r>
      <w:r w:rsidR="00C73423">
        <w:t>10</w:t>
      </w:r>
      <w:r w:rsidR="00265A84">
        <w:t>.</w:t>
      </w:r>
    </w:p>
    <w:p w14:paraId="284C571F" w14:textId="26AD9835" w:rsidR="00D74434" w:rsidRDefault="00D74434" w:rsidP="00F90B53">
      <w:pPr>
        <w:pStyle w:val="ARTartustawynprozporzdzenia"/>
      </w:pPr>
      <w:r w:rsidRPr="00F90B53">
        <w:rPr>
          <w:rStyle w:val="Ppogrubienie"/>
        </w:rPr>
        <w:t xml:space="preserve">Art. </w:t>
      </w:r>
      <w:r w:rsidR="001002BA">
        <w:rPr>
          <w:rStyle w:val="Ppogrubienie"/>
        </w:rPr>
        <w:t>7</w:t>
      </w:r>
      <w:r w:rsidR="00C5188E">
        <w:rPr>
          <w:rStyle w:val="Ppogrubienie"/>
        </w:rPr>
        <w:t>4</w:t>
      </w:r>
      <w:r w:rsidRPr="00F90B53">
        <w:rPr>
          <w:rStyle w:val="Ppogrubienie"/>
        </w:rPr>
        <w:t>.</w:t>
      </w:r>
      <w:r>
        <w:t xml:space="preserve"> </w:t>
      </w:r>
      <w:r w:rsidRPr="00F90B53">
        <w:t>Unieważnienie</w:t>
      </w:r>
      <w:r>
        <w:t xml:space="preserve"> dokumentu paszportowego następuje</w:t>
      </w:r>
      <w:r w:rsidR="00F90B53">
        <w:t>:</w:t>
      </w:r>
    </w:p>
    <w:p w14:paraId="13B710AA" w14:textId="6C098CFF" w:rsidR="00D74434" w:rsidRPr="00276D1A" w:rsidRDefault="00D74434" w:rsidP="00D2276F">
      <w:pPr>
        <w:pStyle w:val="PKTpunkt"/>
      </w:pPr>
      <w:r w:rsidRPr="00D2276F">
        <w:t>1)</w:t>
      </w:r>
      <w:r w:rsidR="00D2276F" w:rsidRPr="00D2276F">
        <w:t xml:space="preserve"> </w:t>
      </w:r>
      <w:r w:rsidRPr="00D2276F">
        <w:t>z dniem zgłoszenia utraty</w:t>
      </w:r>
      <w:r w:rsidR="00A833F2" w:rsidRPr="00276D1A">
        <w:t xml:space="preserve">, </w:t>
      </w:r>
      <w:r w:rsidR="00290FF1" w:rsidRPr="00276D1A">
        <w:t>uszkodzenia</w:t>
      </w:r>
      <w:r w:rsidRPr="00276D1A">
        <w:t xml:space="preserve"> </w:t>
      </w:r>
      <w:r w:rsidR="00290FF1" w:rsidRPr="00276D1A">
        <w:t>dokumentu paszportowego</w:t>
      </w:r>
      <w:r w:rsidR="00A833F2" w:rsidRPr="00276D1A">
        <w:t xml:space="preserve"> lub zgłoszenia nieuprawnionego wykorzystania danych osobowych</w:t>
      </w:r>
      <w:r w:rsidR="00073C4E" w:rsidRPr="00276D1A">
        <w:t>;</w:t>
      </w:r>
      <w:r w:rsidR="00BC3DEA">
        <w:t xml:space="preserve"> </w:t>
      </w:r>
    </w:p>
    <w:p w14:paraId="7106F969" w14:textId="2157C9C8" w:rsidR="00613103" w:rsidRDefault="00D74434">
      <w:pPr>
        <w:pStyle w:val="PKTpunkt"/>
      </w:pPr>
      <w:r>
        <w:t xml:space="preserve">2) z dniem przekazania </w:t>
      </w:r>
      <w:r w:rsidR="00D55EB4">
        <w:t xml:space="preserve">przez osobę trzecią odnalezionego dokumentu </w:t>
      </w:r>
      <w:r>
        <w:t xml:space="preserve"> paszportowego innej osoby;</w:t>
      </w:r>
    </w:p>
    <w:p w14:paraId="339B1F11" w14:textId="71E9EC0E" w:rsidR="00613103" w:rsidRDefault="00613103">
      <w:pPr>
        <w:pStyle w:val="PKTpunkt"/>
      </w:pPr>
      <w:r>
        <w:lastRenderedPageBreak/>
        <w:t xml:space="preserve">3) </w:t>
      </w:r>
      <w:r w:rsidR="003D736B" w:rsidRPr="003D736B">
        <w:t>z dniem następującym po upływie 120 dni od dnia dokonania w rejestrze PESEL zmiany danych zawartych w do</w:t>
      </w:r>
      <w:r w:rsidR="003D736B">
        <w:t>kumencie paszportowym</w:t>
      </w:r>
      <w:r w:rsidR="009D3429">
        <w:t>,</w:t>
      </w:r>
      <w:r w:rsidR="009D3429" w:rsidRPr="009D3429">
        <w:t xml:space="preserve"> </w:t>
      </w:r>
      <w:r w:rsidR="009D3429" w:rsidRPr="00565D6D">
        <w:t xml:space="preserve">o </w:t>
      </w:r>
      <w:r w:rsidR="009D3429">
        <w:t>których mowa w art. 1</w:t>
      </w:r>
      <w:r w:rsidR="00C73423">
        <w:t>2</w:t>
      </w:r>
      <w:r w:rsidR="009D3429">
        <w:t xml:space="preserve"> ust. 1 p</w:t>
      </w:r>
      <w:r w:rsidR="009D3429" w:rsidRPr="00565D6D">
        <w:t>k</w:t>
      </w:r>
      <w:r w:rsidR="009D3429">
        <w:t>t</w:t>
      </w:r>
      <w:r w:rsidR="009D3429" w:rsidRPr="00565D6D">
        <w:t xml:space="preserve"> 1 lit. a</w:t>
      </w:r>
      <w:r w:rsidR="00AB0CC3">
        <w:t>–</w:t>
      </w:r>
      <w:r w:rsidR="00BD70AA">
        <w:t>c, f i</w:t>
      </w:r>
      <w:r w:rsidR="009D3429" w:rsidRPr="00565D6D">
        <w:t xml:space="preserve"> g</w:t>
      </w:r>
      <w:r w:rsidR="003D736B">
        <w:t>;</w:t>
      </w:r>
      <w:r w:rsidR="003D736B" w:rsidRPr="003D736B">
        <w:t xml:space="preserve"> </w:t>
      </w:r>
    </w:p>
    <w:p w14:paraId="610394A2" w14:textId="2A7C1BB4" w:rsidR="002017FE" w:rsidRDefault="00CC5A9F">
      <w:pPr>
        <w:pStyle w:val="PKTpunkt"/>
      </w:pPr>
      <w:r>
        <w:t xml:space="preserve">4) </w:t>
      </w:r>
      <w:r w:rsidR="002017FE">
        <w:t>z dniem złożenia wniosku</w:t>
      </w:r>
      <w:r w:rsidR="00AE0264">
        <w:t>,</w:t>
      </w:r>
      <w:r w:rsidR="002017FE">
        <w:t xml:space="preserve"> o którym mowa w art. </w:t>
      </w:r>
      <w:r w:rsidR="00C73423">
        <w:t>70</w:t>
      </w:r>
      <w:r w:rsidR="002017FE">
        <w:t xml:space="preserve"> ust</w:t>
      </w:r>
      <w:r w:rsidR="00336E92">
        <w:t>.</w:t>
      </w:r>
      <w:r w:rsidR="002017FE">
        <w:t xml:space="preserve"> 2 pkt </w:t>
      </w:r>
      <w:r w:rsidR="00C73423">
        <w:t>6</w:t>
      </w:r>
      <w:r w:rsidR="002017FE">
        <w:t>;</w:t>
      </w:r>
    </w:p>
    <w:p w14:paraId="6169F34D" w14:textId="6AEB665E" w:rsidR="00CC5A9F" w:rsidRDefault="002017FE">
      <w:pPr>
        <w:pStyle w:val="PKTpunkt"/>
      </w:pPr>
      <w:r>
        <w:t xml:space="preserve">5) </w:t>
      </w:r>
      <w:r w:rsidR="009C2A97" w:rsidRPr="009C2A97">
        <w:t>z dniem zaistnienia okoliczności, o których</w:t>
      </w:r>
      <w:r w:rsidR="003B1222">
        <w:t xml:space="preserve"> mowa w art. </w:t>
      </w:r>
      <w:r w:rsidR="00C73423">
        <w:t>70</w:t>
      </w:r>
      <w:r w:rsidR="003B1222">
        <w:t xml:space="preserve"> ust. 2 pkt 2</w:t>
      </w:r>
      <w:r w:rsidR="00263D58">
        <w:t>–</w:t>
      </w:r>
      <w:r w:rsidR="003B1222">
        <w:t>3</w:t>
      </w:r>
      <w:r w:rsidR="00D55EB4">
        <w:t xml:space="preserve">, </w:t>
      </w:r>
      <w:r w:rsidR="00CE6656">
        <w:t>7</w:t>
      </w:r>
      <w:r w:rsidR="00263D58">
        <w:t>–</w:t>
      </w:r>
      <w:r w:rsidR="003B1222">
        <w:t>9</w:t>
      </w:r>
      <w:r w:rsidR="009C2A97" w:rsidRPr="009C2A97">
        <w:t xml:space="preserve"> i ust. 3;</w:t>
      </w:r>
    </w:p>
    <w:p w14:paraId="38A7B2C1" w14:textId="5E07F3BB" w:rsidR="0052393A" w:rsidRDefault="002017FE">
      <w:pPr>
        <w:pStyle w:val="PKTpunkt"/>
      </w:pPr>
      <w:r>
        <w:t>6</w:t>
      </w:r>
      <w:r w:rsidR="00D74434">
        <w:t xml:space="preserve">) </w:t>
      </w:r>
      <w:r w:rsidR="00613103">
        <w:t>z dniem wydania decyzji</w:t>
      </w:r>
      <w:r w:rsidR="0052393A">
        <w:t xml:space="preserve">, w przypadku </w:t>
      </w:r>
      <w:r w:rsidR="00613103">
        <w:t>o któr</w:t>
      </w:r>
      <w:r w:rsidR="0052393A">
        <w:t>ym</w:t>
      </w:r>
      <w:r w:rsidR="00613103">
        <w:t xml:space="preserve"> mowa art. </w:t>
      </w:r>
      <w:r w:rsidR="00C73423">
        <w:t>70</w:t>
      </w:r>
      <w:r w:rsidR="0017166C">
        <w:t xml:space="preserve"> </w:t>
      </w:r>
      <w:r w:rsidR="00613103">
        <w:t>ust</w:t>
      </w:r>
      <w:r w:rsidR="003D736B">
        <w:t>.</w:t>
      </w:r>
      <w:r w:rsidR="00C73423">
        <w:t xml:space="preserve"> 2 pkt</w:t>
      </w:r>
      <w:r w:rsidR="003D736B">
        <w:t xml:space="preserve"> </w:t>
      </w:r>
      <w:r w:rsidR="005D4B94">
        <w:t>1</w:t>
      </w:r>
      <w:r w:rsidR="00C73423">
        <w:t>1</w:t>
      </w:r>
      <w:r w:rsidR="003D736B">
        <w:t>;</w:t>
      </w:r>
    </w:p>
    <w:p w14:paraId="14817187" w14:textId="435BE7FD" w:rsidR="00D74434" w:rsidRDefault="002017FE">
      <w:pPr>
        <w:pStyle w:val="PKTpunkt"/>
      </w:pPr>
      <w:r>
        <w:t>7</w:t>
      </w:r>
      <w:r w:rsidR="0052393A">
        <w:t xml:space="preserve">) z dniem powzięcia informacji o zaistnieniu </w:t>
      </w:r>
      <w:r w:rsidR="0052393A" w:rsidRPr="0052393A">
        <w:t xml:space="preserve">przyczyny, o której mowa w art. </w:t>
      </w:r>
      <w:r w:rsidR="00C73423">
        <w:t>70</w:t>
      </w:r>
      <w:r w:rsidR="0052393A" w:rsidRPr="0052393A">
        <w:t xml:space="preserve"> ust. 2 pkt </w:t>
      </w:r>
      <w:r w:rsidR="00C73423">
        <w:t>10</w:t>
      </w:r>
      <w:r w:rsidR="005F7E77">
        <w:t xml:space="preserve">. </w:t>
      </w:r>
    </w:p>
    <w:p w14:paraId="44ED1299" w14:textId="31D4F77D" w:rsidR="002320B3" w:rsidRPr="003E775E" w:rsidRDefault="002320B3" w:rsidP="002320B3">
      <w:pPr>
        <w:pStyle w:val="ARTartustawynprozporzdzenia"/>
      </w:pPr>
      <w:r w:rsidRPr="0052488C">
        <w:rPr>
          <w:rStyle w:val="Ppogrubienie"/>
        </w:rPr>
        <w:t>Art.</w:t>
      </w:r>
      <w:r>
        <w:rPr>
          <w:rStyle w:val="Ppogrubienie"/>
        </w:rPr>
        <w:t xml:space="preserve"> 7</w:t>
      </w:r>
      <w:r w:rsidR="00C5188E">
        <w:rPr>
          <w:rStyle w:val="Ppogrubienie"/>
        </w:rPr>
        <w:t>5</w:t>
      </w:r>
      <w:r w:rsidRPr="0052488C">
        <w:rPr>
          <w:rStyle w:val="Ppogrubienie"/>
        </w:rPr>
        <w:t>.</w:t>
      </w:r>
      <w:r>
        <w:t xml:space="preserve"> 1. Organ paszportowy</w:t>
      </w:r>
      <w:r w:rsidRPr="002320B3">
        <w:rPr>
          <w:rFonts w:eastAsiaTheme="minorEastAsia"/>
        </w:rPr>
        <w:t>, który wydał dokument paszportowy s</w:t>
      </w:r>
      <w:r w:rsidRPr="003E775E">
        <w:t xml:space="preserve">twierdza nieważność </w:t>
      </w:r>
      <w:r>
        <w:t>dokumentu paszportowego</w:t>
      </w:r>
      <w:r w:rsidRPr="003E775E">
        <w:t xml:space="preserve"> </w:t>
      </w:r>
      <w:r w:rsidRPr="005019F3">
        <w:t>jeżeli został wydany z naruszeniem przepisów ustawy</w:t>
      </w:r>
      <w:r w:rsidR="00D55EB4">
        <w:t>.</w:t>
      </w:r>
      <w:r>
        <w:t xml:space="preserve"> </w:t>
      </w:r>
    </w:p>
    <w:p w14:paraId="55EF4728" w14:textId="1B1EDED3" w:rsidR="002320B3" w:rsidRPr="003E775E" w:rsidRDefault="002320B3" w:rsidP="00D24DA8">
      <w:pPr>
        <w:pStyle w:val="USTustnpkodeksu"/>
      </w:pPr>
      <w:r w:rsidRPr="003E775E">
        <w:t>2. Stwierdzenie nieważności do</w:t>
      </w:r>
      <w:r>
        <w:t xml:space="preserve">kumentu paszportowego </w:t>
      </w:r>
      <w:r w:rsidRPr="003E775E">
        <w:t>następuje w drodze decyzji</w:t>
      </w:r>
      <w:r w:rsidR="00756497" w:rsidRPr="00756497">
        <w:t>, od której nie przysługuje odwołanie.</w:t>
      </w:r>
    </w:p>
    <w:p w14:paraId="63A346EE" w14:textId="1BFB2B2B" w:rsidR="00CC5A9F" w:rsidRDefault="00CC5A9F" w:rsidP="00F90B53">
      <w:pPr>
        <w:pStyle w:val="ARTartustawynprozporzdzenia"/>
      </w:pPr>
      <w:r w:rsidRPr="00F90B53">
        <w:rPr>
          <w:rStyle w:val="Ppogrubienie"/>
        </w:rPr>
        <w:t xml:space="preserve">Art. </w:t>
      </w:r>
      <w:r w:rsidR="00EF037F">
        <w:rPr>
          <w:rStyle w:val="Ppogrubienie"/>
        </w:rPr>
        <w:t>7</w:t>
      </w:r>
      <w:r w:rsidR="00C5188E">
        <w:rPr>
          <w:rStyle w:val="Ppogrubienie"/>
        </w:rPr>
        <w:t>6</w:t>
      </w:r>
      <w:r w:rsidR="005F7E77">
        <w:rPr>
          <w:rStyle w:val="Ppogrubienie"/>
        </w:rPr>
        <w:t>.</w:t>
      </w:r>
      <w:r w:rsidR="00537B2F">
        <w:t xml:space="preserve"> </w:t>
      </w:r>
      <w:r w:rsidR="001B6B97">
        <w:t xml:space="preserve">1. </w:t>
      </w:r>
      <w:r w:rsidRPr="00F90B53">
        <w:t>Unieważniony</w:t>
      </w:r>
      <w:r>
        <w:t xml:space="preserve"> dokument paszportowy</w:t>
      </w:r>
      <w:r w:rsidR="00082A0B">
        <w:t>,</w:t>
      </w:r>
      <w:r w:rsidR="006B43CB">
        <w:t xml:space="preserve"> dokument paszportowy, który utracił ważność</w:t>
      </w:r>
      <w:r w:rsidR="00082A0B">
        <w:t xml:space="preserve"> oraz dokument paszportowy, którego </w:t>
      </w:r>
      <w:r w:rsidR="000A27EE">
        <w:t>nieważność</w:t>
      </w:r>
      <w:r w:rsidR="00082A0B">
        <w:t xml:space="preserve"> stwierdzono zgodnie z art. 7</w:t>
      </w:r>
      <w:r w:rsidR="00C5188E">
        <w:t>5</w:t>
      </w:r>
      <w:r w:rsidR="00EF037F">
        <w:t xml:space="preserve"> </w:t>
      </w:r>
      <w:r w:rsidR="00974CFE">
        <w:t>i</w:t>
      </w:r>
      <w:r w:rsidR="002C64C5">
        <w:t xml:space="preserve"> który</w:t>
      </w:r>
      <w:r w:rsidR="00EF037F">
        <w:t xml:space="preserve"> </w:t>
      </w:r>
      <w:r w:rsidR="00F6333D">
        <w:t xml:space="preserve">został przedłożony zgodnie z art. </w:t>
      </w:r>
      <w:r w:rsidR="00C5188E">
        <w:t>60</w:t>
      </w:r>
      <w:r w:rsidR="00EF037F">
        <w:t>,</w:t>
      </w:r>
      <w:r w:rsidR="00F6333D">
        <w:t xml:space="preserve"> </w:t>
      </w:r>
      <w:r>
        <w:t>podlega fizycznemu anulowaniu</w:t>
      </w:r>
      <w:r w:rsidR="009D7ED1">
        <w:t>, które polega na uszkodzeniu książeczki paszportowej wraz z jej warstwą elektroniczną</w:t>
      </w:r>
      <w:r>
        <w:t xml:space="preserve">. </w:t>
      </w:r>
    </w:p>
    <w:p w14:paraId="09E4FA52" w14:textId="10BECCE6" w:rsidR="00C33633" w:rsidRPr="00D24DA8" w:rsidRDefault="00EF037F" w:rsidP="00D24DA8">
      <w:pPr>
        <w:pStyle w:val="USTustnpkodeksu"/>
      </w:pPr>
      <w:r w:rsidRPr="00D24DA8">
        <w:t>2</w:t>
      </w:r>
      <w:r w:rsidR="00537B2F" w:rsidRPr="00D24DA8">
        <w:t xml:space="preserve">. Anulowany </w:t>
      </w:r>
      <w:r w:rsidR="009C2A97" w:rsidRPr="00D24DA8">
        <w:t xml:space="preserve">dokument paszportowy </w:t>
      </w:r>
      <w:r w:rsidR="00537B2F" w:rsidRPr="00D24DA8">
        <w:t>zwraca się dotychczasowemu posiadaczowi tego dokumentu</w:t>
      </w:r>
      <w:r w:rsidR="00F90B53" w:rsidRPr="00D24DA8">
        <w:t>,</w:t>
      </w:r>
      <w:r w:rsidR="00D202C1" w:rsidRPr="00D24DA8">
        <w:t xml:space="preserve"> wył</w:t>
      </w:r>
      <w:r w:rsidR="003E775E" w:rsidRPr="00D24DA8">
        <w:t>ą</w:t>
      </w:r>
      <w:r w:rsidR="00D202C1" w:rsidRPr="00D24DA8">
        <w:t>cznie</w:t>
      </w:r>
      <w:r w:rsidR="00537B2F" w:rsidRPr="00D24DA8">
        <w:t xml:space="preserve"> jeśli osoba ta wyraża wolę zachowania anulowanego dokumentu</w:t>
      </w:r>
      <w:r w:rsidR="00F90B53" w:rsidRPr="00D24DA8">
        <w:t>.</w:t>
      </w:r>
    </w:p>
    <w:p w14:paraId="3063D7CF" w14:textId="3FE30DFC" w:rsidR="00052A0C" w:rsidRPr="00E04305" w:rsidRDefault="00052A0C" w:rsidP="0062113D">
      <w:pPr>
        <w:pStyle w:val="ARTartustawynprozporzdzenia"/>
      </w:pPr>
      <w:r w:rsidRPr="00E04305">
        <w:rPr>
          <w:rStyle w:val="Ppogrubienie"/>
        </w:rPr>
        <w:t xml:space="preserve">Art. </w:t>
      </w:r>
      <w:r w:rsidR="00563C59">
        <w:rPr>
          <w:rStyle w:val="Ppogrubienie"/>
        </w:rPr>
        <w:t>7</w:t>
      </w:r>
      <w:r w:rsidR="00C5188E">
        <w:rPr>
          <w:rStyle w:val="Ppogrubienie"/>
        </w:rPr>
        <w:t>7</w:t>
      </w:r>
      <w:r w:rsidR="00D20C17">
        <w:rPr>
          <w:rStyle w:val="Ppogrubienie"/>
        </w:rPr>
        <w:t>.</w:t>
      </w:r>
      <w:r w:rsidRPr="00E04305">
        <w:t xml:space="preserve"> 1. Minister właściwy do spraw wewnętrznych, w porozumieniu z ministrem właściwym do spraw informatyzacji i ministrem właściwym do spraw zagranicznych, określi, w drodze rozporządzenia:</w:t>
      </w:r>
    </w:p>
    <w:p w14:paraId="015AE6A3" w14:textId="77777777" w:rsidR="00052A0C" w:rsidRDefault="00052A0C" w:rsidP="00D24DA8">
      <w:pPr>
        <w:pStyle w:val="PKTpunkt"/>
      </w:pPr>
      <w:r w:rsidRPr="00E04305">
        <w:t>1) wzory dokumentów paszportowych</w:t>
      </w:r>
      <w:r w:rsidR="008D0519">
        <w:t xml:space="preserve"> i </w:t>
      </w:r>
      <w:r w:rsidR="00D8608F">
        <w:t xml:space="preserve">wzór </w:t>
      </w:r>
      <w:r w:rsidR="005B72DF">
        <w:t xml:space="preserve">naklejki </w:t>
      </w:r>
      <w:proofErr w:type="spellStart"/>
      <w:r w:rsidR="008D0519">
        <w:t>p</w:t>
      </w:r>
      <w:r w:rsidR="009D1145">
        <w:t>ersonalizacyjnej</w:t>
      </w:r>
      <w:proofErr w:type="spellEnd"/>
      <w:r w:rsidRPr="00E04305">
        <w:t>;</w:t>
      </w:r>
    </w:p>
    <w:p w14:paraId="174EA4CE" w14:textId="77777777" w:rsidR="00477021" w:rsidRPr="00E04305" w:rsidRDefault="00477021">
      <w:pPr>
        <w:pStyle w:val="PKTpunkt"/>
      </w:pPr>
      <w:r>
        <w:t>2) sposób oznaczania</w:t>
      </w:r>
      <w:r w:rsidR="00F77301">
        <w:t xml:space="preserve"> w dokumencie paszportowym</w:t>
      </w:r>
      <w:r>
        <w:t xml:space="preserve"> informacji o braku podpisów</w:t>
      </w:r>
      <w:r w:rsidR="00B61322">
        <w:t>;</w:t>
      </w:r>
    </w:p>
    <w:p w14:paraId="3F151F0C" w14:textId="3D7000BB" w:rsidR="00052A0C" w:rsidRPr="00E04305" w:rsidRDefault="009E6533">
      <w:pPr>
        <w:pStyle w:val="PKTpunkt"/>
      </w:pPr>
      <w:r>
        <w:t>3</w:t>
      </w:r>
      <w:r w:rsidR="00052A0C" w:rsidRPr="00E04305">
        <w:t>) sposób pobierania danych biometrycznych</w:t>
      </w:r>
      <w:r w:rsidR="00634784">
        <w:t>;</w:t>
      </w:r>
      <w:r w:rsidR="00052A0C" w:rsidRPr="00E04305">
        <w:t xml:space="preserve"> </w:t>
      </w:r>
    </w:p>
    <w:p w14:paraId="1EFBECE1" w14:textId="3F538D50" w:rsidR="0085790C" w:rsidRPr="00224C8B" w:rsidRDefault="009E6533" w:rsidP="00C5188E">
      <w:pPr>
        <w:pStyle w:val="PKTpunkt"/>
        <w:ind w:left="0" w:firstLine="0"/>
      </w:pPr>
      <w:r>
        <w:t>4</w:t>
      </w:r>
      <w:r w:rsidR="00052A0C" w:rsidRPr="00E04305">
        <w:t>) sposób fizycznego anul</w:t>
      </w:r>
      <w:r w:rsidR="005F7E77">
        <w:t>owania dokumentów paszportowych</w:t>
      </w:r>
      <w:r w:rsidR="00F93593">
        <w:t xml:space="preserve">. </w:t>
      </w:r>
    </w:p>
    <w:p w14:paraId="4AC505A5" w14:textId="5F40CCDE" w:rsidR="00052A0C" w:rsidRPr="00E04305" w:rsidRDefault="00052A0C" w:rsidP="00C5188E">
      <w:pPr>
        <w:pStyle w:val="ARTartustawynprozporzdzenia"/>
      </w:pPr>
      <w:r w:rsidRPr="00E04305">
        <w:t xml:space="preserve">2. Wydając rozporządzenie, o którym mowa w ust. 1, uwzględnia się w szczególności konieczność </w:t>
      </w:r>
      <w:r w:rsidR="00B20799" w:rsidRPr="00B20799">
        <w:t>zapewnienia sprawności, prawidłowo</w:t>
      </w:r>
      <w:r w:rsidR="00B20799">
        <w:t xml:space="preserve">ści i bezpieczeństwa wydawania dokumentów paszportowych </w:t>
      </w:r>
      <w:r w:rsidR="00B20799" w:rsidRPr="00B20799">
        <w:t>przy wykorzystaniu danych, o których mowa w ustawie</w:t>
      </w:r>
      <w:r w:rsidR="00B20799">
        <w:t xml:space="preserve">, oraz </w:t>
      </w:r>
      <w:r w:rsidR="00B20799" w:rsidRPr="00B20799">
        <w:t>i</w:t>
      </w:r>
      <w:r w:rsidR="00B20799">
        <w:t xml:space="preserve">ch fizycznego anulowania, </w:t>
      </w:r>
      <w:r w:rsidR="00B20799" w:rsidRPr="00B20799">
        <w:t xml:space="preserve"> </w:t>
      </w:r>
      <w:r w:rsidR="00B20799">
        <w:t xml:space="preserve">a także </w:t>
      </w:r>
      <w:r w:rsidRPr="00E04305">
        <w:t>określenia wzorów odrębnie dla każdego</w:t>
      </w:r>
      <w:r w:rsidR="00890BD6">
        <w:t xml:space="preserve"> rodzaju</w:t>
      </w:r>
      <w:r w:rsidRPr="00E04305">
        <w:t xml:space="preserve"> dokumentu paszportowego</w:t>
      </w:r>
      <w:r w:rsidR="00752830" w:rsidRPr="00752830">
        <w:t xml:space="preserve"> mając na uwadze zapewnienie szerokiej dostępności wzorów dokumentów przy zachowaniu odpowiedniego poziomu bezpieczeństwa</w:t>
      </w:r>
      <w:r w:rsidR="00B20799">
        <w:t>.</w:t>
      </w:r>
      <w:r w:rsidR="00752830" w:rsidRPr="00752830">
        <w:t xml:space="preserve"> </w:t>
      </w:r>
    </w:p>
    <w:p w14:paraId="72CB1E62" w14:textId="30F5353F" w:rsidR="00651927" w:rsidRPr="00651927" w:rsidRDefault="00651927" w:rsidP="00651927">
      <w:pPr>
        <w:pStyle w:val="ROZDZODDZOZNoznaczenierozdziauluboddziau"/>
      </w:pPr>
      <w:r w:rsidRPr="00651927">
        <w:lastRenderedPageBreak/>
        <w:t>R</w:t>
      </w:r>
      <w:r w:rsidR="007F1A75">
        <w:t>ozdział</w:t>
      </w:r>
      <w:r w:rsidRPr="00651927">
        <w:t xml:space="preserve"> </w:t>
      </w:r>
      <w:r>
        <w:t>7</w:t>
      </w:r>
    </w:p>
    <w:p w14:paraId="755980E5" w14:textId="77777777" w:rsidR="00651927" w:rsidRDefault="00651927" w:rsidP="00651927">
      <w:pPr>
        <w:pStyle w:val="ROZDZODDZPRZEDMprzedmiotregulacjirozdziauluboddziau"/>
      </w:pPr>
      <w:r>
        <w:t>Rejestr Dokumentów Paszportowych</w:t>
      </w:r>
    </w:p>
    <w:p w14:paraId="05B2D598" w14:textId="264EB0F3" w:rsidR="00EF6BB9" w:rsidRDefault="00EF6BB9" w:rsidP="00EF6BB9">
      <w:pPr>
        <w:pStyle w:val="ARTartustawynprozporzdzenia"/>
      </w:pPr>
      <w:r w:rsidRPr="00F90B53">
        <w:rPr>
          <w:rStyle w:val="Ppogrubienie"/>
        </w:rPr>
        <w:t xml:space="preserve">Art. </w:t>
      </w:r>
      <w:r w:rsidR="00CF5F31">
        <w:rPr>
          <w:rStyle w:val="Ppogrubienie"/>
        </w:rPr>
        <w:t>7</w:t>
      </w:r>
      <w:r w:rsidR="00C5188E">
        <w:rPr>
          <w:rStyle w:val="Ppogrubienie"/>
        </w:rPr>
        <w:t>8</w:t>
      </w:r>
      <w:r w:rsidR="00F90B53" w:rsidRPr="00F90B53">
        <w:rPr>
          <w:rStyle w:val="Ppogrubienie"/>
        </w:rPr>
        <w:t xml:space="preserve">. </w:t>
      </w:r>
      <w:r w:rsidRPr="00DE6690">
        <w:t>1.</w:t>
      </w:r>
      <w:r w:rsidRPr="00EF6BB9">
        <w:t xml:space="preserve"> Tworzy się </w:t>
      </w:r>
      <w:r>
        <w:t>Rejestr Dokumentów P</w:t>
      </w:r>
      <w:r w:rsidR="003F76B7">
        <w:t>aszportowych.</w:t>
      </w:r>
    </w:p>
    <w:p w14:paraId="38B8DA32" w14:textId="77777777" w:rsidR="003F76B7" w:rsidRPr="003F76B7" w:rsidRDefault="003F76B7" w:rsidP="00F90B53">
      <w:pPr>
        <w:pStyle w:val="USTustnpkodeksu"/>
      </w:pPr>
      <w:r>
        <w:t>2</w:t>
      </w:r>
      <w:r w:rsidRPr="003F76B7">
        <w:t>.</w:t>
      </w:r>
      <w:r>
        <w:t xml:space="preserve"> Rejestr </w:t>
      </w:r>
      <w:r w:rsidRPr="003F76B7">
        <w:t>Dokumentów Paszportowych jest rejestrem centralnym prowadzonym w systemie teleinformatycznym.</w:t>
      </w:r>
    </w:p>
    <w:p w14:paraId="59B45A51" w14:textId="77777777" w:rsidR="00D2276F" w:rsidRDefault="003F76B7" w:rsidP="00D2276F">
      <w:pPr>
        <w:pStyle w:val="USTustnpkodeksu"/>
      </w:pPr>
      <w:r>
        <w:t>3</w:t>
      </w:r>
      <w:r w:rsidRPr="003F76B7">
        <w:t>. Utrzymanie i rozwój Rejestru Dokumentów P</w:t>
      </w:r>
      <w:r>
        <w:t>aszportowych</w:t>
      </w:r>
      <w:r w:rsidRPr="003F76B7">
        <w:t>, w celu realizacji zadań określonych w ustawie, zapewnia minister właściwy do spraw informatyzacji, w tym:</w:t>
      </w:r>
    </w:p>
    <w:p w14:paraId="1F792FD2" w14:textId="21DF0B76" w:rsidR="003F76B7" w:rsidRPr="003F76B7" w:rsidRDefault="00D2276F" w:rsidP="00276D1A">
      <w:pPr>
        <w:pStyle w:val="PKTpunkt"/>
      </w:pPr>
      <w:r>
        <w:t xml:space="preserve">1) </w:t>
      </w:r>
      <w:r w:rsidR="003F76B7" w:rsidRPr="003F76B7">
        <w:t>zapewnia ochronę przed nieuprawnionym dostępem do Rejestru Do</w:t>
      </w:r>
      <w:r w:rsidR="003F76B7">
        <w:t>kumentów Paszportowych</w:t>
      </w:r>
      <w:r w:rsidR="003F76B7" w:rsidRPr="003F76B7">
        <w:t>;</w:t>
      </w:r>
    </w:p>
    <w:p w14:paraId="072C5206" w14:textId="04C76EFC" w:rsidR="003F76B7" w:rsidRPr="003F76B7" w:rsidRDefault="003F76B7" w:rsidP="00276D1A">
      <w:pPr>
        <w:pStyle w:val="PKTpunkt"/>
      </w:pPr>
      <w:r w:rsidRPr="003F76B7">
        <w:t>2) zapewnia integralność danych w Rejestrze Do</w:t>
      </w:r>
      <w:r>
        <w:t>kumentów Paszportowych</w:t>
      </w:r>
      <w:r w:rsidRPr="003F76B7">
        <w:t>;</w:t>
      </w:r>
    </w:p>
    <w:p w14:paraId="4A5375A3" w14:textId="1CC3463D" w:rsidR="003F76B7" w:rsidRPr="003F76B7" w:rsidRDefault="003F76B7" w:rsidP="00276D1A">
      <w:pPr>
        <w:pStyle w:val="PKTpunkt"/>
      </w:pPr>
      <w:r w:rsidRPr="003F76B7">
        <w:t>3) zapewnia dostępność systemu teleinformatycznego, w którym Rejestr Do</w:t>
      </w:r>
      <w:r>
        <w:t>kumentów Paszportowych</w:t>
      </w:r>
      <w:r w:rsidRPr="003F76B7">
        <w:t xml:space="preserve"> jest prowadzony, dla podmiotów przetwarzających dane w tym rejestrze;</w:t>
      </w:r>
    </w:p>
    <w:p w14:paraId="7ED4D6A9" w14:textId="71F9671A" w:rsidR="003F76B7" w:rsidRPr="003F76B7" w:rsidRDefault="003F76B7" w:rsidP="00276D1A">
      <w:pPr>
        <w:pStyle w:val="PKTpunkt"/>
      </w:pPr>
      <w:r w:rsidRPr="003F76B7">
        <w:t>4) przeciwdziała uszkodzeniom systemu teleinformatycznego, w którym Rejestr Do</w:t>
      </w:r>
      <w:r>
        <w:t xml:space="preserve">kumentów Paszportowych </w:t>
      </w:r>
      <w:r w:rsidRPr="003F76B7">
        <w:t>jest prowadzony;</w:t>
      </w:r>
    </w:p>
    <w:p w14:paraId="463C198A" w14:textId="439ADEE1" w:rsidR="003F76B7" w:rsidRPr="003F76B7" w:rsidRDefault="003F76B7" w:rsidP="00276D1A">
      <w:pPr>
        <w:pStyle w:val="PKTpunkt"/>
      </w:pPr>
      <w:r w:rsidRPr="003F76B7">
        <w:t>5) określa zasady bezpieczeństwa przetwarzanych danych, w tym danych osobowych;</w:t>
      </w:r>
    </w:p>
    <w:p w14:paraId="0AAC9EA0" w14:textId="07F53B12" w:rsidR="003F76B7" w:rsidRPr="003F76B7" w:rsidRDefault="003F76B7" w:rsidP="00276D1A">
      <w:pPr>
        <w:pStyle w:val="PKTpunkt"/>
      </w:pPr>
      <w:r w:rsidRPr="003F76B7">
        <w:t>6) określa zasady zgłaszania naruszenia ochrony danych osobowych;</w:t>
      </w:r>
    </w:p>
    <w:p w14:paraId="1B4E0B49" w14:textId="0766F597" w:rsidR="003F76B7" w:rsidRPr="003F76B7" w:rsidRDefault="003F76B7" w:rsidP="00276D1A">
      <w:pPr>
        <w:pStyle w:val="PKTpunkt"/>
      </w:pPr>
      <w:r w:rsidRPr="003F76B7">
        <w:t>7) zapewnia rozliczalność działań dokonywanych na danych Rejestru Do</w:t>
      </w:r>
      <w:r>
        <w:t>kumentów Paszportowych</w:t>
      </w:r>
      <w:r w:rsidRPr="003F76B7">
        <w:t>;</w:t>
      </w:r>
    </w:p>
    <w:p w14:paraId="1C13BAFA" w14:textId="65E7E74C" w:rsidR="003F76B7" w:rsidRPr="003F76B7" w:rsidRDefault="003F76B7" w:rsidP="00276D1A">
      <w:pPr>
        <w:pStyle w:val="PKTpunkt"/>
      </w:pPr>
      <w:r w:rsidRPr="003F76B7">
        <w:t>8) zapewnia poprawność danych przetwarzanych w Rejestrze Do</w:t>
      </w:r>
      <w:r>
        <w:t>kumentów Paszportowych</w:t>
      </w:r>
      <w:r w:rsidRPr="003F76B7">
        <w:t>.</w:t>
      </w:r>
    </w:p>
    <w:p w14:paraId="3BF8B8ED" w14:textId="535F373F" w:rsidR="003F76B7" w:rsidRPr="00D24DA8" w:rsidRDefault="00F277C6" w:rsidP="00D24DA8">
      <w:pPr>
        <w:pStyle w:val="USTustnpkodeksu"/>
      </w:pPr>
      <w:r w:rsidRPr="00D24DA8">
        <w:t>4</w:t>
      </w:r>
      <w:r w:rsidR="003F76B7" w:rsidRPr="00D24DA8">
        <w:t xml:space="preserve">. </w:t>
      </w:r>
      <w:r w:rsidR="00CA1124" w:rsidRPr="00D24DA8">
        <w:t>Minister właściwy do spraw wewnętrznych oraz minister właściwy do spraw zagranicznych uczestniczą w realizacji zadań związanych z rozwojem Rejestru Dokumentów Paszportowych, z wyłączeniem zadań pozostających w wyłącznej właściwości ministra właściwego do spraw informatyzacji.</w:t>
      </w:r>
    </w:p>
    <w:p w14:paraId="4FDB271A" w14:textId="3C46B757" w:rsidR="003F76B7" w:rsidRPr="003F76B7" w:rsidRDefault="00F277C6" w:rsidP="00F90B53">
      <w:pPr>
        <w:pStyle w:val="USTustnpkodeksu"/>
      </w:pPr>
      <w:r>
        <w:t>5</w:t>
      </w:r>
      <w:r w:rsidR="003F76B7" w:rsidRPr="003F76B7">
        <w:t xml:space="preserve">. Minister właściwy do spraw wewnętrznych zapewnia funkcjonowanie wydzielonej sieci umożliwiającej </w:t>
      </w:r>
      <w:r w:rsidR="007F392B">
        <w:t>wojewod</w:t>
      </w:r>
      <w:r w:rsidR="0072771E">
        <w:t>om</w:t>
      </w:r>
      <w:r w:rsidR="007F392B">
        <w:t>, ministr</w:t>
      </w:r>
      <w:r w:rsidR="0072771E">
        <w:t>owi</w:t>
      </w:r>
      <w:r w:rsidR="007F392B">
        <w:t xml:space="preserve"> wła</w:t>
      </w:r>
      <w:r w:rsidR="00EE2EEE">
        <w:t>ściwe</w:t>
      </w:r>
      <w:r w:rsidR="0072771E">
        <w:t>mu</w:t>
      </w:r>
      <w:r w:rsidR="00EE2EEE">
        <w:t xml:space="preserve"> do spraw wewnętrznych, ministr</w:t>
      </w:r>
      <w:r w:rsidR="0072771E">
        <w:t>owi</w:t>
      </w:r>
      <w:r w:rsidR="00EE2EEE">
        <w:t xml:space="preserve"> właściwe</w:t>
      </w:r>
      <w:r w:rsidR="0072771E">
        <w:t>mu</w:t>
      </w:r>
      <w:r w:rsidR="00EE2EEE">
        <w:t xml:space="preserve"> do spraw zagranicznych</w:t>
      </w:r>
      <w:r w:rsidR="003F76B7" w:rsidRPr="003F76B7">
        <w:t xml:space="preserve"> </w:t>
      </w:r>
      <w:r w:rsidR="0072771E">
        <w:t xml:space="preserve">dostęp </w:t>
      </w:r>
      <w:r w:rsidR="003F76B7" w:rsidRPr="003F76B7">
        <w:t>do Rejestru Do</w:t>
      </w:r>
      <w:r w:rsidR="003F76B7">
        <w:t>kumentów Paszportowych</w:t>
      </w:r>
      <w:r w:rsidR="003F76B7" w:rsidRPr="003F76B7">
        <w:t>.</w:t>
      </w:r>
    </w:p>
    <w:p w14:paraId="5715D73D" w14:textId="7FF458D2" w:rsidR="00CD59C7" w:rsidRDefault="00F277C6" w:rsidP="009948E7">
      <w:pPr>
        <w:pStyle w:val="USTustnpkodeksu"/>
      </w:pPr>
      <w:r>
        <w:t>6</w:t>
      </w:r>
      <w:r w:rsidR="003F76B7" w:rsidRPr="003F76B7">
        <w:t xml:space="preserve">. </w:t>
      </w:r>
      <w:r w:rsidR="00CD59C7" w:rsidRPr="00CD59C7">
        <w:t>Minister właściwy do spraw zagranicznych zapewnia funkcjonowanie wydzielonej sieci umożliwiającej konsulom dostęp do Rejestru Dokumentów Paszportowych.</w:t>
      </w:r>
    </w:p>
    <w:p w14:paraId="477595D5" w14:textId="55C360F0" w:rsidR="00AF11C9" w:rsidRPr="003F76B7" w:rsidRDefault="00AF11C9" w:rsidP="00AF11C9">
      <w:pPr>
        <w:pStyle w:val="ARTartustawynprozporzdzenia"/>
      </w:pPr>
      <w:r>
        <w:t xml:space="preserve">7. </w:t>
      </w:r>
      <w:r w:rsidRPr="008B24F6">
        <w:t xml:space="preserve">Rejestr </w:t>
      </w:r>
      <w:r>
        <w:t xml:space="preserve">Dokumentów Paszportowych </w:t>
      </w:r>
      <w:r w:rsidRPr="008B24F6">
        <w:t>jest prowadzony w sposób umożliwiający</w:t>
      </w:r>
      <w:r>
        <w:t xml:space="preserve"> </w:t>
      </w:r>
      <w:r w:rsidRPr="008B24F6">
        <w:t>Agencji Bezpieczeństwa Wewnętrznego przetwarzanie danych niezbędnych do sporządzania i wydawania dokumentów, o których mowa w</w:t>
      </w:r>
      <w:r>
        <w:t> art. </w:t>
      </w:r>
      <w:r w:rsidRPr="008B24F6">
        <w:t>35</w:t>
      </w:r>
      <w:r>
        <w:t xml:space="preserve"> ust. </w:t>
      </w:r>
      <w:r w:rsidRPr="008B24F6">
        <w:t xml:space="preserve">4 ustawy z dnia 24 maja 2002 r. </w:t>
      </w:r>
      <w:r w:rsidRPr="008B24F6">
        <w:lastRenderedPageBreak/>
        <w:t>o Agencji Bezpieczeństwa Wewnętrznego oraz Agencji Wywiadu (</w:t>
      </w:r>
      <w:r>
        <w:t>Dz. U.</w:t>
      </w:r>
      <w:r w:rsidRPr="008B24F6">
        <w:t xml:space="preserve"> z 2020 r.</w:t>
      </w:r>
      <w:r>
        <w:t xml:space="preserve"> poz. </w:t>
      </w:r>
      <w:r w:rsidRPr="008B24F6">
        <w:t>27</w:t>
      </w:r>
      <w:r>
        <w:t xml:space="preserve"> i </w:t>
      </w:r>
      <w:r w:rsidRPr="008B24F6">
        <w:t>2320), zapewniają</w:t>
      </w:r>
      <w:r>
        <w:t>c ochronę informacji niejawnych.</w:t>
      </w:r>
    </w:p>
    <w:p w14:paraId="035E2FF7" w14:textId="1638AB62" w:rsidR="0071383E" w:rsidRDefault="00E55D96" w:rsidP="009506CE">
      <w:pPr>
        <w:pStyle w:val="ARTartustawynprozporzdzenia"/>
      </w:pPr>
      <w:r w:rsidRPr="00F90B53">
        <w:rPr>
          <w:rStyle w:val="Ppogrubienie"/>
        </w:rPr>
        <w:t xml:space="preserve">Art. </w:t>
      </w:r>
      <w:r>
        <w:rPr>
          <w:rStyle w:val="Ppogrubienie"/>
        </w:rPr>
        <w:t>7</w:t>
      </w:r>
      <w:r w:rsidR="00E44350">
        <w:rPr>
          <w:rStyle w:val="Ppogrubienie"/>
        </w:rPr>
        <w:t>9</w:t>
      </w:r>
      <w:r w:rsidRPr="00F90B53">
        <w:rPr>
          <w:rStyle w:val="Ppogrubienie"/>
        </w:rPr>
        <w:t>.</w:t>
      </w:r>
      <w:r w:rsidR="00E44350">
        <w:rPr>
          <w:rStyle w:val="Ppogrubienie"/>
        </w:rPr>
        <w:t xml:space="preserve"> </w:t>
      </w:r>
      <w:r w:rsidR="00E44350" w:rsidRPr="009506CE">
        <w:rPr>
          <w:rStyle w:val="Ppogrubienie"/>
          <w:b w:val="0"/>
        </w:rPr>
        <w:t>1</w:t>
      </w:r>
      <w:r w:rsidR="00E44350">
        <w:rPr>
          <w:rStyle w:val="Ppogrubienie"/>
        </w:rPr>
        <w:t>.</w:t>
      </w:r>
      <w:r w:rsidRPr="00F90B53">
        <w:rPr>
          <w:rStyle w:val="Ppogrubienie"/>
        </w:rPr>
        <w:t xml:space="preserve"> </w:t>
      </w:r>
      <w:r w:rsidR="003F76B7" w:rsidRPr="003F76B7">
        <w:t>Dane do Rejestru Dokumentów Paszportowych wprowadzają bezpośrednio w czasie rzeczywistym</w:t>
      </w:r>
      <w:r w:rsidR="00470721">
        <w:t>, w ramach realizacji zadań wynikających z ustawy</w:t>
      </w:r>
      <w:r w:rsidR="000D409B">
        <w:t xml:space="preserve">, </w:t>
      </w:r>
      <w:r w:rsidR="003F76B7" w:rsidRPr="003F76B7">
        <w:t>organ</w:t>
      </w:r>
      <w:r w:rsidR="003F76B7">
        <w:t xml:space="preserve">y paszportowe </w:t>
      </w:r>
      <w:r w:rsidR="0071383E">
        <w:t>i m</w:t>
      </w:r>
      <w:r w:rsidR="0071383E" w:rsidRPr="0071383E">
        <w:t xml:space="preserve">inister właściwy do spraw </w:t>
      </w:r>
      <w:r w:rsidR="00B63842">
        <w:t xml:space="preserve">informatyzacji </w:t>
      </w:r>
      <w:r w:rsidR="0071383E">
        <w:t>oraz</w:t>
      </w:r>
      <w:r w:rsidR="003F76B7" w:rsidRPr="003F76B7">
        <w:t xml:space="preserve"> minister właściwy do spraw wewnętrznych</w:t>
      </w:r>
      <w:r w:rsidR="003F76B7">
        <w:t xml:space="preserve"> </w:t>
      </w:r>
      <w:r w:rsidR="006E3D3A">
        <w:t xml:space="preserve">w zakresie </w:t>
      </w:r>
      <w:r w:rsidR="003622FA">
        <w:t>d</w:t>
      </w:r>
      <w:r w:rsidR="00140CCE">
        <w:t>a</w:t>
      </w:r>
      <w:r w:rsidR="003622FA">
        <w:t xml:space="preserve">nych </w:t>
      </w:r>
      <w:r w:rsidR="00140CCE">
        <w:t>dotyczących</w:t>
      </w:r>
      <w:r w:rsidR="003622FA">
        <w:t xml:space="preserve"> serii i numeru dokumentu paszportowego, </w:t>
      </w:r>
      <w:r w:rsidR="007C5032">
        <w:t xml:space="preserve">statusów wniosku i dokumentu paszportowego na </w:t>
      </w:r>
      <w:r w:rsidR="003622FA">
        <w:t>etap</w:t>
      </w:r>
      <w:r w:rsidR="007C5032">
        <w:t>ie</w:t>
      </w:r>
      <w:r w:rsidR="003622FA">
        <w:t xml:space="preserve"> </w:t>
      </w:r>
      <w:r w:rsidR="00140CCE">
        <w:t>personalizacji</w:t>
      </w:r>
      <w:r w:rsidR="003622FA">
        <w:t xml:space="preserve"> i </w:t>
      </w:r>
      <w:r w:rsidR="006E3D3A">
        <w:t xml:space="preserve"> wysyłki</w:t>
      </w:r>
      <w:r w:rsidR="00140CCE">
        <w:t xml:space="preserve"> do</w:t>
      </w:r>
      <w:r w:rsidR="007C5032">
        <w:t xml:space="preserve"> organu paszportowego,</w:t>
      </w:r>
      <w:r w:rsidR="006E3D3A">
        <w:t xml:space="preserve"> </w:t>
      </w:r>
      <w:r w:rsidR="00821776">
        <w:t xml:space="preserve">serii i numerów </w:t>
      </w:r>
      <w:r w:rsidR="006E3D3A">
        <w:t>blankiet</w:t>
      </w:r>
      <w:r w:rsidR="00821776">
        <w:t>ów</w:t>
      </w:r>
      <w:r w:rsidR="006E3D3A">
        <w:t xml:space="preserve"> książeczek dokumentów paszportowych oraz </w:t>
      </w:r>
      <w:r w:rsidR="00821776">
        <w:t xml:space="preserve">blankietów </w:t>
      </w:r>
      <w:r w:rsidR="00272DDE">
        <w:t xml:space="preserve">naklejek </w:t>
      </w:r>
      <w:proofErr w:type="spellStart"/>
      <w:r w:rsidR="00272DDE">
        <w:t>personalizacyjnych</w:t>
      </w:r>
      <w:proofErr w:type="spellEnd"/>
      <w:r w:rsidR="00272DDE">
        <w:t xml:space="preserve"> do</w:t>
      </w:r>
      <w:r w:rsidR="006E3D3A">
        <w:t xml:space="preserve"> paszportów tymczasowych</w:t>
      </w:r>
      <w:r w:rsidR="0071383E">
        <w:t xml:space="preserve">. </w:t>
      </w:r>
    </w:p>
    <w:p w14:paraId="7AF569FB" w14:textId="59265A7D" w:rsidR="00F63C77" w:rsidRDefault="00F63C77" w:rsidP="00D24DA8">
      <w:pPr>
        <w:pStyle w:val="USTustnpkodeksu"/>
        <w:rPr>
          <w:rFonts w:eastAsia="Calibri"/>
        </w:rPr>
      </w:pPr>
      <w:r w:rsidRPr="00F63C77">
        <w:rPr>
          <w:rFonts w:eastAsia="Calibri"/>
          <w:lang w:eastAsia="en-US"/>
        </w:rPr>
        <w:t>2. W przypadku braku bezpośredniego dostępu do R</w:t>
      </w:r>
      <w:r w:rsidR="0039551A">
        <w:rPr>
          <w:rFonts w:eastAsia="Calibri"/>
        </w:rPr>
        <w:t xml:space="preserve">ejestru </w:t>
      </w:r>
      <w:r w:rsidRPr="00F63C77">
        <w:rPr>
          <w:rFonts w:eastAsia="Calibri"/>
          <w:lang w:eastAsia="en-US"/>
        </w:rPr>
        <w:t>D</w:t>
      </w:r>
      <w:r w:rsidR="0039551A">
        <w:rPr>
          <w:rFonts w:eastAsia="Calibri"/>
        </w:rPr>
        <w:t xml:space="preserve">okumentów </w:t>
      </w:r>
      <w:r w:rsidRPr="00F63C77">
        <w:rPr>
          <w:rFonts w:eastAsia="Calibri"/>
          <w:lang w:eastAsia="en-US"/>
        </w:rPr>
        <w:t>P</w:t>
      </w:r>
      <w:r w:rsidR="0039551A">
        <w:rPr>
          <w:rFonts w:eastAsia="Calibri"/>
        </w:rPr>
        <w:t>aszportowych</w:t>
      </w:r>
      <w:r w:rsidR="00A61775">
        <w:rPr>
          <w:rFonts w:eastAsia="Calibri"/>
        </w:rPr>
        <w:t xml:space="preserve">, organ paszportowy wprowadza wniosek o wydanie dokumentu paszportowego do aplikacji udostępnionej w tym celu przez ministra właściwego do spraw informatyzacji. </w:t>
      </w:r>
      <w:r w:rsidRPr="00F63C77">
        <w:rPr>
          <w:rFonts w:eastAsia="Calibri"/>
          <w:lang w:eastAsia="en-US"/>
        </w:rPr>
        <w:t xml:space="preserve"> </w:t>
      </w:r>
    </w:p>
    <w:p w14:paraId="66A80EB3" w14:textId="02880F77" w:rsidR="00F63C77" w:rsidRPr="00D24DA8" w:rsidRDefault="00F14972" w:rsidP="00D24DA8">
      <w:pPr>
        <w:pStyle w:val="USTustnpkodeksu"/>
        <w:rPr>
          <w:rFonts w:eastAsia="Calibri"/>
        </w:rPr>
      </w:pPr>
      <w:r>
        <w:rPr>
          <w:rFonts w:eastAsia="Calibri"/>
        </w:rPr>
        <w:t xml:space="preserve">3. </w:t>
      </w:r>
      <w:r w:rsidR="00D24DA8">
        <w:rPr>
          <w:rFonts w:eastAsia="Calibri"/>
        </w:rPr>
        <w:t>Wniosek, o którym</w:t>
      </w:r>
      <w:r w:rsidR="0039551A">
        <w:rPr>
          <w:rFonts w:eastAsia="Calibri"/>
        </w:rPr>
        <w:t xml:space="preserve"> mowa w ust. 2</w:t>
      </w:r>
      <w:r w:rsidR="00263D58">
        <w:rPr>
          <w:rFonts w:eastAsia="Calibri"/>
        </w:rPr>
        <w:t>,</w:t>
      </w:r>
      <w:r w:rsidR="0039551A">
        <w:rPr>
          <w:rFonts w:eastAsia="Calibri"/>
        </w:rPr>
        <w:t xml:space="preserve"> wprowadza się do Rejes</w:t>
      </w:r>
      <w:r w:rsidR="00D24DA8">
        <w:rPr>
          <w:rFonts w:eastAsia="Calibri"/>
        </w:rPr>
        <w:t>tru Dokumentów Paszportowych nie</w:t>
      </w:r>
      <w:r w:rsidR="0039551A">
        <w:rPr>
          <w:rFonts w:eastAsia="Calibri"/>
        </w:rPr>
        <w:t xml:space="preserve">zwłocznie po uzyskaniu bezpośredniego dostępu do tego rejestru. </w:t>
      </w:r>
    </w:p>
    <w:p w14:paraId="400EF664" w14:textId="77777777" w:rsidR="00276D1A" w:rsidRDefault="00E55D96" w:rsidP="00276D1A">
      <w:pPr>
        <w:pStyle w:val="ARTartustawynprozporzdzenia"/>
      </w:pPr>
      <w:r w:rsidRPr="00F90B53">
        <w:rPr>
          <w:rStyle w:val="Ppogrubienie"/>
        </w:rPr>
        <w:t xml:space="preserve">Art. </w:t>
      </w:r>
      <w:r w:rsidR="00E44350">
        <w:rPr>
          <w:rStyle w:val="Ppogrubienie"/>
        </w:rPr>
        <w:t>80</w:t>
      </w:r>
      <w:r w:rsidRPr="00F90B53">
        <w:rPr>
          <w:rStyle w:val="Ppogrubienie"/>
        </w:rPr>
        <w:t xml:space="preserve">. </w:t>
      </w:r>
      <w:r w:rsidR="003F76B7" w:rsidRPr="003F76B7">
        <w:t xml:space="preserve">W celu realizacji </w:t>
      </w:r>
      <w:r w:rsidR="00331140">
        <w:t>ustawowych</w:t>
      </w:r>
      <w:r w:rsidR="00331140" w:rsidRPr="003F76B7">
        <w:t xml:space="preserve"> </w:t>
      </w:r>
      <w:r w:rsidR="003F76B7" w:rsidRPr="003F76B7">
        <w:t>zadań</w:t>
      </w:r>
      <w:r w:rsidR="00331140">
        <w:t>,</w:t>
      </w:r>
      <w:r w:rsidR="003F76B7" w:rsidRPr="003F76B7">
        <w:t xml:space="preserve"> dostęp do Rejestru Do</w:t>
      </w:r>
      <w:r w:rsidR="003F76B7">
        <w:t xml:space="preserve">kumentów Paszportowych </w:t>
      </w:r>
      <w:r w:rsidR="003F76B7" w:rsidRPr="003F76B7">
        <w:t>posiadają: wojewoda, konsul, minister właściwy do spraw wewnętrznych</w:t>
      </w:r>
      <w:r w:rsidR="0015564B">
        <w:t xml:space="preserve">, minister właściwy do spraw </w:t>
      </w:r>
      <w:r w:rsidR="00331140">
        <w:t>zagranicznych</w:t>
      </w:r>
      <w:r w:rsidR="00331140" w:rsidRPr="003F76B7">
        <w:t xml:space="preserve"> oraz</w:t>
      </w:r>
      <w:r w:rsidR="003F76B7" w:rsidRPr="003F76B7">
        <w:t xml:space="preserve"> minister właściwy do spraw informatyzacji. </w:t>
      </w:r>
    </w:p>
    <w:p w14:paraId="1A985494" w14:textId="2AFF694A" w:rsidR="00F20EF2" w:rsidRDefault="00E55D96" w:rsidP="00276D1A">
      <w:pPr>
        <w:pStyle w:val="ARTartustawynprozporzdzenia"/>
      </w:pPr>
      <w:r w:rsidRPr="00276D1A">
        <w:rPr>
          <w:rStyle w:val="Ppogrubienie"/>
        </w:rPr>
        <w:t xml:space="preserve">Art. </w:t>
      </w:r>
      <w:r w:rsidR="00E44350" w:rsidRPr="00276D1A">
        <w:rPr>
          <w:rStyle w:val="Ppogrubienie"/>
        </w:rPr>
        <w:t>81</w:t>
      </w:r>
      <w:r w:rsidRPr="00276D1A">
        <w:rPr>
          <w:rStyle w:val="Ppogrubienie"/>
        </w:rPr>
        <w:t>.</w:t>
      </w:r>
      <w:r w:rsidR="00AB3271" w:rsidRPr="00276D1A">
        <w:t xml:space="preserve"> </w:t>
      </w:r>
      <w:r w:rsidR="003F76B7" w:rsidRPr="00276D1A">
        <w:t xml:space="preserve">Minister właściwy do spraw informatyzacji wykonuje obowiązki, o których mowa w art. </w:t>
      </w:r>
      <w:r w:rsidR="00F90B53" w:rsidRPr="00276D1A">
        <w:t>1</w:t>
      </w:r>
      <w:r w:rsidR="003F76B7" w:rsidRPr="00276D1A">
        <w:t>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464F99" w:rsidRPr="00276D1A">
        <w:t xml:space="preserve"> </w:t>
      </w:r>
      <w:r w:rsidR="003F76B7" w:rsidRPr="00276D1A">
        <w:t xml:space="preserve">Urz. UE L 119 z 04.05.2016, str. 1, z </w:t>
      </w:r>
      <w:proofErr w:type="spellStart"/>
      <w:r w:rsidR="003F76B7" w:rsidRPr="00276D1A">
        <w:t>późn</w:t>
      </w:r>
      <w:proofErr w:type="spellEnd"/>
      <w:r w:rsidR="003F76B7" w:rsidRPr="00276D1A">
        <w:t>. zm.).</w:t>
      </w:r>
      <w:r w:rsidR="00072248">
        <w:t xml:space="preserve"> </w:t>
      </w:r>
    </w:p>
    <w:p w14:paraId="60F164B7" w14:textId="68120D79" w:rsidR="00EF6BB9" w:rsidRDefault="00E23CEA" w:rsidP="000862D7">
      <w:pPr>
        <w:pStyle w:val="USTustnpkodeksu"/>
      </w:pPr>
      <w:r w:rsidRPr="000862D7">
        <w:rPr>
          <w:rStyle w:val="Ppogrubienie"/>
        </w:rPr>
        <w:t>Art</w:t>
      </w:r>
      <w:r w:rsidR="00F90B53" w:rsidRPr="000862D7">
        <w:rPr>
          <w:rStyle w:val="Ppogrubienie"/>
        </w:rPr>
        <w:t>.</w:t>
      </w:r>
      <w:r w:rsidR="008B7FE5">
        <w:rPr>
          <w:rStyle w:val="Ppogrubienie"/>
        </w:rPr>
        <w:t xml:space="preserve"> </w:t>
      </w:r>
      <w:r w:rsidR="00E44350">
        <w:rPr>
          <w:rStyle w:val="Ppogrubienie"/>
        </w:rPr>
        <w:t>82</w:t>
      </w:r>
      <w:r w:rsidR="00F90B53" w:rsidRPr="000862D7">
        <w:rPr>
          <w:rStyle w:val="Ppogrubienie"/>
        </w:rPr>
        <w:t>.</w:t>
      </w:r>
      <w:r w:rsidR="00F90B53" w:rsidRPr="00EF6BB9">
        <w:t xml:space="preserve"> </w:t>
      </w:r>
      <w:r w:rsidR="00F90B53">
        <w:t>1.</w:t>
      </w:r>
      <w:r w:rsidR="00464F99">
        <w:t xml:space="preserve"> </w:t>
      </w:r>
      <w:r w:rsidR="00EF6BB9" w:rsidRPr="00EF6BB9">
        <w:t>W</w:t>
      </w:r>
      <w:r>
        <w:t xml:space="preserve"> Rejestrze Dokumentów P</w:t>
      </w:r>
      <w:r w:rsidR="00EF6BB9">
        <w:t xml:space="preserve">aszportowych </w:t>
      </w:r>
      <w:r w:rsidR="00EF6BB9" w:rsidRPr="00EF6BB9">
        <w:t>przetwarza się:</w:t>
      </w:r>
    </w:p>
    <w:p w14:paraId="27B1AE1A" w14:textId="4F002779" w:rsidR="00EF6BB9" w:rsidRDefault="00EF6BB9" w:rsidP="000862D7">
      <w:pPr>
        <w:pStyle w:val="PKTpunkt"/>
      </w:pPr>
      <w:r w:rsidRPr="00EF6BB9">
        <w:t>1) dane</w:t>
      </w:r>
      <w:r w:rsidR="007F6207">
        <w:t xml:space="preserve"> zawarte we wniosku o wydanie dokumentu paszportowego</w:t>
      </w:r>
      <w:r w:rsidRPr="00EF6BB9">
        <w:t xml:space="preserve">, o których mowa w art. </w:t>
      </w:r>
      <w:r w:rsidR="00D16673">
        <w:t>3</w:t>
      </w:r>
      <w:r w:rsidR="007F6207">
        <w:t>3</w:t>
      </w:r>
      <w:r w:rsidR="009729F9">
        <w:t xml:space="preserve"> oraz dane, o których mowa w art. 3</w:t>
      </w:r>
      <w:r w:rsidR="00D23A44">
        <w:t>8</w:t>
      </w:r>
      <w:r w:rsidR="009729F9">
        <w:t xml:space="preserve"> ust. </w:t>
      </w:r>
      <w:r w:rsidR="00D23A44">
        <w:t>5</w:t>
      </w:r>
      <w:r w:rsidRPr="00EF6BB9">
        <w:t>;</w:t>
      </w:r>
    </w:p>
    <w:p w14:paraId="6670EB51" w14:textId="77777777" w:rsidR="00EF6BB9" w:rsidRDefault="003834AC" w:rsidP="00930554">
      <w:pPr>
        <w:pStyle w:val="PKTpunkt"/>
      </w:pPr>
      <w:r>
        <w:t>2</w:t>
      </w:r>
      <w:r w:rsidR="00EF6BB9" w:rsidRPr="00EF6BB9">
        <w:t>) dane biometryczne;</w:t>
      </w:r>
    </w:p>
    <w:p w14:paraId="15007465" w14:textId="77777777" w:rsidR="005D5E6F" w:rsidRDefault="00930554" w:rsidP="00617D90">
      <w:pPr>
        <w:pStyle w:val="PKTpunkt"/>
      </w:pPr>
      <w:r>
        <w:t>3</w:t>
      </w:r>
      <w:r w:rsidR="00617D90">
        <w:t xml:space="preserve">) </w:t>
      </w:r>
      <w:r w:rsidR="00617D90">
        <w:rPr>
          <w:rFonts w:eastAsia="Calibri"/>
        </w:rPr>
        <w:t>i</w:t>
      </w:r>
      <w:r w:rsidR="00617D90" w:rsidRPr="00617D90">
        <w:rPr>
          <w:rFonts w:eastAsia="Calibri"/>
        </w:rPr>
        <w:t>nformacje o</w:t>
      </w:r>
      <w:r w:rsidR="00617D90" w:rsidRPr="00617D90">
        <w:t xml:space="preserve"> </w:t>
      </w:r>
      <w:r w:rsidR="005D5E6F">
        <w:rPr>
          <w:rFonts w:eastAsia="Calibri"/>
        </w:rPr>
        <w:t>stopniu</w:t>
      </w:r>
      <w:r w:rsidR="005D5E6F" w:rsidRPr="005D5E6F">
        <w:rPr>
          <w:rFonts w:eastAsia="Calibri"/>
        </w:rPr>
        <w:t xml:space="preserve"> dyplomatyczny</w:t>
      </w:r>
      <w:r w:rsidR="005D5E6F">
        <w:rPr>
          <w:rFonts w:eastAsia="Calibri"/>
        </w:rPr>
        <w:t>m, funkcji, stanowisku lub tytule</w:t>
      </w:r>
      <w:r w:rsidR="005D5E6F" w:rsidRPr="005D5E6F">
        <w:rPr>
          <w:rFonts w:eastAsia="Calibri"/>
        </w:rPr>
        <w:t xml:space="preserve"> posiadacza </w:t>
      </w:r>
      <w:r w:rsidR="005D5E6F" w:rsidRPr="00FB672E">
        <w:t>paszportu dyp</w:t>
      </w:r>
      <w:r w:rsidR="005D5E6F">
        <w:t>lomatycznego</w:t>
      </w:r>
      <w:r w:rsidR="00617D90">
        <w:t>;</w:t>
      </w:r>
    </w:p>
    <w:p w14:paraId="4D7E04BB" w14:textId="77777777" w:rsidR="00EF6BB9" w:rsidRDefault="00930554" w:rsidP="000862D7">
      <w:pPr>
        <w:pStyle w:val="PKTpunkt"/>
      </w:pPr>
      <w:r>
        <w:t>4</w:t>
      </w:r>
      <w:r w:rsidR="00C364D2">
        <w:t>)</w:t>
      </w:r>
      <w:r w:rsidR="00EF6BB9" w:rsidRPr="00EF6BB9">
        <w:t xml:space="preserve"> dane dotyczące wniosku o wydanie dokumentu paszportowego:</w:t>
      </w:r>
    </w:p>
    <w:p w14:paraId="7688630E" w14:textId="77777777" w:rsidR="00EF6BB9" w:rsidRDefault="00EF6BB9" w:rsidP="00DE6690">
      <w:pPr>
        <w:pStyle w:val="LITlitera"/>
      </w:pPr>
      <w:r w:rsidRPr="00EF6BB9">
        <w:t xml:space="preserve"> a) numer wniosku,</w:t>
      </w:r>
    </w:p>
    <w:p w14:paraId="694D0A38" w14:textId="77777777" w:rsidR="00EF6BB9" w:rsidRDefault="00EF6BB9" w:rsidP="00DE6690">
      <w:pPr>
        <w:pStyle w:val="LITlitera"/>
      </w:pPr>
      <w:r w:rsidRPr="00EF6BB9">
        <w:t xml:space="preserve"> b) nazwę organu realizującego wniosek,</w:t>
      </w:r>
    </w:p>
    <w:p w14:paraId="4B8DE32E" w14:textId="77777777" w:rsidR="00EF6BB9" w:rsidRDefault="00EF6BB9" w:rsidP="00DE6690">
      <w:pPr>
        <w:pStyle w:val="LITlitera"/>
      </w:pPr>
      <w:r w:rsidRPr="00EF6BB9">
        <w:lastRenderedPageBreak/>
        <w:t xml:space="preserve"> c) status wniosku oraz datę jego aktualizacji; </w:t>
      </w:r>
    </w:p>
    <w:p w14:paraId="1D513793" w14:textId="77777777" w:rsidR="00EF6BB9" w:rsidRDefault="0063066B" w:rsidP="000862D7">
      <w:pPr>
        <w:pStyle w:val="PKTpunkt"/>
      </w:pPr>
      <w:r>
        <w:t>5</w:t>
      </w:r>
      <w:r w:rsidR="00EF6BB9" w:rsidRPr="00EF6BB9">
        <w:t>) dane dotyczące dokumentu paszportowego</w:t>
      </w:r>
      <w:r w:rsidR="00930554" w:rsidRPr="00930554">
        <w:t xml:space="preserve"> </w:t>
      </w:r>
      <w:r w:rsidR="00930554">
        <w:t>w tym nieważnego, spersonalizowanego wadliwie i uszkodzonego w procesie personalizacji</w:t>
      </w:r>
      <w:r w:rsidR="00EF6BB9" w:rsidRPr="00EF6BB9">
        <w:t xml:space="preserve">: </w:t>
      </w:r>
    </w:p>
    <w:p w14:paraId="7CFB042B" w14:textId="30978792" w:rsidR="005A45D0" w:rsidRDefault="00EF6BB9" w:rsidP="000A289F">
      <w:pPr>
        <w:pStyle w:val="LITlitera"/>
      </w:pPr>
      <w:r w:rsidRPr="00EF6BB9">
        <w:t xml:space="preserve">a) </w:t>
      </w:r>
      <w:r w:rsidR="00C364D2">
        <w:t>datę wydania i datę upływu ważności</w:t>
      </w:r>
      <w:r w:rsidR="00DF75C5">
        <w:t>,</w:t>
      </w:r>
    </w:p>
    <w:p w14:paraId="25C0DCA1" w14:textId="77777777" w:rsidR="00C364D2" w:rsidRDefault="00DF75C5" w:rsidP="006E2D25">
      <w:pPr>
        <w:pStyle w:val="LITlitera"/>
      </w:pPr>
      <w:r>
        <w:t>b) serię</w:t>
      </w:r>
      <w:r w:rsidR="00C364D2">
        <w:t xml:space="preserve"> i numer</w:t>
      </w:r>
      <w:r>
        <w:t>,</w:t>
      </w:r>
    </w:p>
    <w:p w14:paraId="72DCE4D3" w14:textId="77777777" w:rsidR="00C364D2" w:rsidRDefault="00C364D2" w:rsidP="006E2D25">
      <w:pPr>
        <w:pStyle w:val="LITlitera"/>
      </w:pPr>
      <w:r>
        <w:t xml:space="preserve">c) nazwę organu </w:t>
      </w:r>
      <w:r w:rsidR="004612F2">
        <w:t>wydającego</w:t>
      </w:r>
      <w:r w:rsidR="00DF75C5">
        <w:t>,</w:t>
      </w:r>
    </w:p>
    <w:p w14:paraId="1F4378C7" w14:textId="77777777" w:rsidR="0063066B" w:rsidRDefault="00775564" w:rsidP="00C855E6">
      <w:pPr>
        <w:pStyle w:val="LITlitera"/>
        <w:ind w:left="510" w:firstLine="0"/>
      </w:pPr>
      <w:r>
        <w:t>d</w:t>
      </w:r>
      <w:r w:rsidR="00EF6BB9" w:rsidRPr="00EF6BB9">
        <w:t xml:space="preserve">) status </w:t>
      </w:r>
      <w:r w:rsidR="004612F2">
        <w:t xml:space="preserve">dokumentu </w:t>
      </w:r>
      <w:r w:rsidR="00DF75C5">
        <w:t xml:space="preserve"> oraz datę jego aktualizacji</w:t>
      </w:r>
      <w:r w:rsidR="00EE7165">
        <w:t>;</w:t>
      </w:r>
    </w:p>
    <w:p w14:paraId="7A7D2329" w14:textId="0BCA4229" w:rsidR="004612F2" w:rsidRPr="00D24DA8" w:rsidRDefault="000A289F" w:rsidP="00D24DA8">
      <w:pPr>
        <w:pStyle w:val="PKTpunkt"/>
      </w:pPr>
      <w:r w:rsidRPr="00D24DA8">
        <w:t>6</w:t>
      </w:r>
      <w:r w:rsidR="0026028F" w:rsidRPr="00D24DA8">
        <w:t>)</w:t>
      </w:r>
      <w:r w:rsidR="00EF6BB9" w:rsidRPr="00D24DA8">
        <w:t xml:space="preserve"> dane dotyczące wniosku o </w:t>
      </w:r>
      <w:r w:rsidR="007A73C3" w:rsidRPr="00D24DA8">
        <w:t>odmowę wydania i unieważnienie dokumentu paszportowego:</w:t>
      </w:r>
    </w:p>
    <w:p w14:paraId="2DBAD6EE" w14:textId="79653CC3" w:rsidR="004612F2" w:rsidRPr="009948E7" w:rsidRDefault="000A289F" w:rsidP="00D24DA8">
      <w:pPr>
        <w:pStyle w:val="LITlitera"/>
      </w:pPr>
      <w:r w:rsidRPr="009948E7">
        <w:t>a)</w:t>
      </w:r>
      <w:r w:rsidR="00F93593">
        <w:t xml:space="preserve"> </w:t>
      </w:r>
      <w:r w:rsidR="00EF6BB9" w:rsidRPr="009948E7">
        <w:t xml:space="preserve">dane dotyczące tożsamości osoby, której wniosek dotyczy, </w:t>
      </w:r>
    </w:p>
    <w:p w14:paraId="73D425D3" w14:textId="3BD907F7" w:rsidR="004612F2" w:rsidRPr="00D24DA8" w:rsidRDefault="000A289F">
      <w:pPr>
        <w:pStyle w:val="LITlitera"/>
      </w:pPr>
      <w:r w:rsidRPr="00D24DA8">
        <w:t>b)</w:t>
      </w:r>
      <w:r w:rsidR="00F93593">
        <w:t xml:space="preserve"> </w:t>
      </w:r>
      <w:r w:rsidR="00EF6BB9" w:rsidRPr="00D24DA8">
        <w:t xml:space="preserve">dane dotyczące organu, który wniosek złożył, </w:t>
      </w:r>
    </w:p>
    <w:p w14:paraId="2CBC06CA" w14:textId="101363C7" w:rsidR="004612F2" w:rsidRPr="00D24DA8" w:rsidRDefault="000A289F">
      <w:pPr>
        <w:pStyle w:val="LITlitera"/>
      </w:pPr>
      <w:r w:rsidRPr="00D24DA8">
        <w:t>c)</w:t>
      </w:r>
      <w:r w:rsidR="00F93593">
        <w:t xml:space="preserve"> </w:t>
      </w:r>
      <w:r w:rsidR="00EF6BB9" w:rsidRPr="00D24DA8">
        <w:t>sygnaturę i podstawę prawną wniosku,</w:t>
      </w:r>
    </w:p>
    <w:p w14:paraId="445D4607" w14:textId="52E782FD" w:rsidR="004612F2" w:rsidRPr="00D24DA8" w:rsidRDefault="000A289F">
      <w:pPr>
        <w:pStyle w:val="LITlitera"/>
      </w:pPr>
      <w:r w:rsidRPr="00D24DA8">
        <w:t>d)</w:t>
      </w:r>
      <w:r w:rsidR="00F93593">
        <w:t xml:space="preserve"> </w:t>
      </w:r>
      <w:r w:rsidR="00EF6BB9" w:rsidRPr="00D24DA8">
        <w:t xml:space="preserve">datę wpływu wniosku, </w:t>
      </w:r>
    </w:p>
    <w:p w14:paraId="495461CB" w14:textId="72499446" w:rsidR="00EF6BB9" w:rsidRPr="00D24DA8" w:rsidRDefault="000A289F">
      <w:pPr>
        <w:pStyle w:val="LITlitera"/>
      </w:pPr>
      <w:r w:rsidRPr="00D24DA8">
        <w:t>e)</w:t>
      </w:r>
      <w:r w:rsidR="00F93593">
        <w:t xml:space="preserve"> </w:t>
      </w:r>
      <w:r w:rsidR="00EF6BB9" w:rsidRPr="00D24DA8">
        <w:t>datę wycofania wniosku przez uprawniony organ</w:t>
      </w:r>
      <w:r w:rsidRPr="00D24DA8">
        <w:t>;</w:t>
      </w:r>
    </w:p>
    <w:p w14:paraId="45388E20" w14:textId="0582497B" w:rsidR="00300194" w:rsidRPr="00D24DA8" w:rsidRDefault="00EF6BB9">
      <w:pPr>
        <w:pStyle w:val="PKTpunkt"/>
      </w:pPr>
      <w:r w:rsidRPr="00D24DA8">
        <w:t xml:space="preserve"> </w:t>
      </w:r>
      <w:r w:rsidR="000A289F" w:rsidRPr="00D24DA8">
        <w:t>7</w:t>
      </w:r>
      <w:r w:rsidRPr="00D24DA8">
        <w:t xml:space="preserve">) informacje o zastosowaniu oraz uchyleniu lub zmianie przez uprawniony organ </w:t>
      </w:r>
      <w:r w:rsidR="003F2442">
        <w:t xml:space="preserve">prawomocnego </w:t>
      </w:r>
      <w:r w:rsidRPr="00D24DA8">
        <w:t xml:space="preserve">środka zapobiegawczego w postaci zakazu opuszczania kraju połączonego z zatrzymaniem dokumentu paszportowego lub o tymczasowym zatrzymaniu dokumentu paszportowego przez uprawniony organ: </w:t>
      </w:r>
    </w:p>
    <w:p w14:paraId="25B13240" w14:textId="6958D4C4" w:rsidR="00300194" w:rsidRPr="00D24DA8" w:rsidRDefault="000A289F">
      <w:pPr>
        <w:pStyle w:val="LITlitera"/>
      </w:pPr>
      <w:r w:rsidRPr="00D24DA8">
        <w:t>a)</w:t>
      </w:r>
      <w:r w:rsidR="00F93593">
        <w:t xml:space="preserve"> </w:t>
      </w:r>
      <w:r w:rsidR="00EF6BB9" w:rsidRPr="00D24DA8">
        <w:t xml:space="preserve">dane dotyczące tożsamości osoby, wobec której zastosowano środek zapobiegawczy lub tymczasowe zatrzymanie dokumentu paszportowego, </w:t>
      </w:r>
    </w:p>
    <w:p w14:paraId="19E185D0" w14:textId="0FE7540C" w:rsidR="00300194" w:rsidRPr="00D24DA8" w:rsidRDefault="000A289F">
      <w:pPr>
        <w:pStyle w:val="LITlitera"/>
      </w:pPr>
      <w:r w:rsidRPr="00D24DA8">
        <w:t>b)</w:t>
      </w:r>
      <w:r w:rsidR="00F93593">
        <w:t xml:space="preserve"> </w:t>
      </w:r>
      <w:r w:rsidR="00EF6BB9" w:rsidRPr="00D24DA8">
        <w:t xml:space="preserve">dane dotyczące organu, który zastosował środek zapobiegawczy lub zawiadomił o tymczasowym zatrzymaniu dokumentu paszportowego, </w:t>
      </w:r>
    </w:p>
    <w:p w14:paraId="7BD737C1" w14:textId="389018F7" w:rsidR="00F96825" w:rsidRPr="00D24DA8" w:rsidRDefault="000A289F">
      <w:pPr>
        <w:pStyle w:val="LITlitera"/>
      </w:pPr>
      <w:r w:rsidRPr="00D24DA8">
        <w:t>c)</w:t>
      </w:r>
      <w:r w:rsidR="00F93593">
        <w:t xml:space="preserve"> </w:t>
      </w:r>
      <w:r w:rsidR="00EF6BB9" w:rsidRPr="00D24DA8">
        <w:t xml:space="preserve">datę wpływu i sygnaturę akt sprawy, </w:t>
      </w:r>
    </w:p>
    <w:p w14:paraId="0A82D3FD" w14:textId="15F73311" w:rsidR="00EF6BB9" w:rsidRPr="00D24DA8" w:rsidRDefault="000A289F">
      <w:pPr>
        <w:pStyle w:val="LITlitera"/>
      </w:pPr>
      <w:r w:rsidRPr="00D24DA8">
        <w:t>d)</w:t>
      </w:r>
      <w:r w:rsidR="00F93593">
        <w:t xml:space="preserve"> </w:t>
      </w:r>
      <w:r w:rsidR="00EF6BB9" w:rsidRPr="00D24DA8">
        <w:t>datę wydania oraz dane dotyczące organu, który uchylił lub zmienił środek zapobiegawczy</w:t>
      </w:r>
      <w:r w:rsidRPr="00D24DA8">
        <w:t>;</w:t>
      </w:r>
    </w:p>
    <w:p w14:paraId="580B418A" w14:textId="28DEF4A1" w:rsidR="004612F2" w:rsidRDefault="00EF6BB9" w:rsidP="00D74C57">
      <w:pPr>
        <w:pStyle w:val="PKTpunkt"/>
      </w:pPr>
      <w:r w:rsidRPr="00EF6BB9">
        <w:t xml:space="preserve"> </w:t>
      </w:r>
      <w:r w:rsidR="000219E7">
        <w:t>8</w:t>
      </w:r>
      <w:r w:rsidRPr="00EF6BB9">
        <w:t>) informacje o decyzji wydanej na podstawie</w:t>
      </w:r>
      <w:r w:rsidR="00C65663">
        <w:t xml:space="preserve"> art. </w:t>
      </w:r>
      <w:r w:rsidR="00B66D5D">
        <w:t>5</w:t>
      </w:r>
      <w:r w:rsidR="0034228D">
        <w:t>4</w:t>
      </w:r>
      <w:r w:rsidR="00C65663">
        <w:t xml:space="preserve"> </w:t>
      </w:r>
      <w:r w:rsidR="0026028F">
        <w:t xml:space="preserve">ust. 2 </w:t>
      </w:r>
      <w:r w:rsidR="00C65663">
        <w:t xml:space="preserve">i art. </w:t>
      </w:r>
      <w:r w:rsidR="0034228D">
        <w:t>72</w:t>
      </w:r>
      <w:r w:rsidR="00B66D5D">
        <w:t xml:space="preserve"> </w:t>
      </w:r>
      <w:r w:rsidR="0026028F">
        <w:t>ust. 2</w:t>
      </w:r>
      <w:r w:rsidRPr="00EF6BB9">
        <w:t xml:space="preserve">: </w:t>
      </w:r>
    </w:p>
    <w:p w14:paraId="42DE208D" w14:textId="500AF3B4" w:rsidR="004612F2" w:rsidRDefault="000219E7" w:rsidP="00D74C57">
      <w:pPr>
        <w:pStyle w:val="LITlitera"/>
      </w:pPr>
      <w:r>
        <w:t>a)</w:t>
      </w:r>
      <w:r w:rsidR="0058107B">
        <w:t xml:space="preserve"> </w:t>
      </w:r>
      <w:r w:rsidR="00EF6BB9" w:rsidRPr="00EF6BB9">
        <w:t xml:space="preserve">datę i przyczynę wydania decyzji, </w:t>
      </w:r>
    </w:p>
    <w:p w14:paraId="5E939DC2" w14:textId="4F341B47" w:rsidR="00E94936" w:rsidRDefault="000219E7" w:rsidP="00D74C57">
      <w:pPr>
        <w:pStyle w:val="LITlitera"/>
      </w:pPr>
      <w:r>
        <w:t>b)</w:t>
      </w:r>
      <w:r w:rsidR="0058107B">
        <w:t xml:space="preserve"> </w:t>
      </w:r>
      <w:r w:rsidR="00EF6BB9" w:rsidRPr="00EF6BB9">
        <w:t>nazwę organu wydającego decyzję, sygnaturę akt;</w:t>
      </w:r>
    </w:p>
    <w:p w14:paraId="601801D4" w14:textId="3DF97EAB" w:rsidR="00EF6BB9" w:rsidRPr="00D24DA8" w:rsidRDefault="000219E7" w:rsidP="00D24DA8">
      <w:pPr>
        <w:pStyle w:val="PKTpunkt"/>
      </w:pPr>
      <w:r w:rsidRPr="00D24DA8">
        <w:t>9</w:t>
      </w:r>
      <w:r w:rsidR="00EF6BB9" w:rsidRPr="00D24DA8">
        <w:t xml:space="preserve">) dane dotyczące książeczek paszportowych paszportów tymczasowych oraz naklejek </w:t>
      </w:r>
      <w:proofErr w:type="spellStart"/>
      <w:r w:rsidR="00EF6BB9" w:rsidRPr="00D24DA8">
        <w:t>personalizacyjnych</w:t>
      </w:r>
      <w:proofErr w:type="spellEnd"/>
      <w:r w:rsidR="00EF6BB9" w:rsidRPr="00D24DA8">
        <w:t xml:space="preserve"> utraconych przed spersonalizowaniem lub wybrakowanych w procesie sporządzania:</w:t>
      </w:r>
    </w:p>
    <w:p w14:paraId="140B0081" w14:textId="77777777" w:rsidR="00EF6BB9" w:rsidRPr="00D24DA8" w:rsidRDefault="00EF6BB9" w:rsidP="00D24DA8">
      <w:pPr>
        <w:pStyle w:val="LITlitera"/>
      </w:pPr>
      <w:r w:rsidRPr="00D24DA8">
        <w:t xml:space="preserve"> a) serię i numer książeczki paszportowej paszportu tymczasowego,</w:t>
      </w:r>
    </w:p>
    <w:p w14:paraId="051F0A37" w14:textId="70D70EC1" w:rsidR="00EF6BB9" w:rsidRPr="00D24DA8" w:rsidRDefault="00EF6BB9">
      <w:pPr>
        <w:pStyle w:val="LITlitera"/>
      </w:pPr>
      <w:r w:rsidRPr="00D24DA8">
        <w:t xml:space="preserve"> b) serię i numer naklejki </w:t>
      </w:r>
      <w:proofErr w:type="spellStart"/>
      <w:r w:rsidRPr="00D24DA8">
        <w:t>personalizacyjnej</w:t>
      </w:r>
      <w:proofErr w:type="spellEnd"/>
      <w:r w:rsidRPr="00D24DA8">
        <w:t xml:space="preserve">, </w:t>
      </w:r>
    </w:p>
    <w:p w14:paraId="12D7A00C" w14:textId="0C5B82C2" w:rsidR="00EF6BB9" w:rsidRPr="00D24DA8" w:rsidRDefault="00017451">
      <w:pPr>
        <w:pStyle w:val="LITlitera"/>
      </w:pPr>
      <w:r>
        <w:lastRenderedPageBreak/>
        <w:t xml:space="preserve"> </w:t>
      </w:r>
      <w:r w:rsidR="00EF6BB9" w:rsidRPr="00D24DA8">
        <w:t xml:space="preserve">c) datę i przyczynę utraty książeczki paszportowej paszportu tymczasowego lub naklejki </w:t>
      </w:r>
      <w:proofErr w:type="spellStart"/>
      <w:r w:rsidR="00EF6BB9" w:rsidRPr="00D24DA8">
        <w:t>personalizacyjnej</w:t>
      </w:r>
      <w:proofErr w:type="spellEnd"/>
      <w:r w:rsidR="00EF6BB9" w:rsidRPr="00D24DA8">
        <w:t xml:space="preserve">, </w:t>
      </w:r>
    </w:p>
    <w:p w14:paraId="7523AB72" w14:textId="0ABC6F4C" w:rsidR="00EF6BB9" w:rsidRPr="00D24DA8" w:rsidRDefault="00EF6BB9">
      <w:pPr>
        <w:pStyle w:val="LITlitera"/>
      </w:pPr>
      <w:r w:rsidRPr="00D24DA8">
        <w:t xml:space="preserve">d) datę i przyczynę wybrakowania książeczki paszportowej paszportu tymczasowego lub naklejki </w:t>
      </w:r>
      <w:proofErr w:type="spellStart"/>
      <w:r w:rsidRPr="00D24DA8">
        <w:t>personalizacyjnej</w:t>
      </w:r>
      <w:proofErr w:type="spellEnd"/>
      <w:r w:rsidRPr="00D24DA8">
        <w:t xml:space="preserve">; </w:t>
      </w:r>
    </w:p>
    <w:p w14:paraId="7475325E" w14:textId="7A0663A3" w:rsidR="00EF6BB9" w:rsidRDefault="000219E7" w:rsidP="00FF42C6">
      <w:pPr>
        <w:pStyle w:val="PKTpunkt"/>
      </w:pPr>
      <w:r>
        <w:t>10</w:t>
      </w:r>
      <w:r w:rsidR="00EF6BB9" w:rsidRPr="00EF6BB9">
        <w:t>) dane dotyczące dokumentów paszportowych utraconych przed odbiorem przez obywatela:</w:t>
      </w:r>
    </w:p>
    <w:p w14:paraId="4F1A2706" w14:textId="77777777" w:rsidR="00EF6BB9" w:rsidRDefault="00EF6BB9" w:rsidP="00FF42C6">
      <w:pPr>
        <w:pStyle w:val="LITlitera"/>
      </w:pPr>
      <w:r w:rsidRPr="00EF6BB9">
        <w:t>a) serię i numer dokumentu paszportowego,</w:t>
      </w:r>
    </w:p>
    <w:p w14:paraId="3957FA28" w14:textId="77777777" w:rsidR="00EF6BB9" w:rsidRDefault="00EF6BB9" w:rsidP="00FF42C6">
      <w:pPr>
        <w:pStyle w:val="LITlitera"/>
      </w:pPr>
      <w:r w:rsidRPr="00EF6BB9">
        <w:t xml:space="preserve">b) datę i przyczynę utraty dokumentu paszportowego; </w:t>
      </w:r>
    </w:p>
    <w:p w14:paraId="7F24965C" w14:textId="62296AC9" w:rsidR="00EF6BB9" w:rsidRDefault="000219E7" w:rsidP="00FF42C6">
      <w:pPr>
        <w:pStyle w:val="PKTpunkt"/>
      </w:pPr>
      <w:r>
        <w:t>11</w:t>
      </w:r>
      <w:r w:rsidR="00EF6BB9" w:rsidRPr="00EF6BB9">
        <w:t xml:space="preserve">) dane dotyczące książeczek paszportowych wybrakowanych w procesie </w:t>
      </w:r>
      <w:r w:rsidR="00345213">
        <w:t>wydawania</w:t>
      </w:r>
      <w:r w:rsidR="00EF6BB9" w:rsidRPr="00EF6BB9">
        <w:t xml:space="preserve">: </w:t>
      </w:r>
    </w:p>
    <w:p w14:paraId="39A952B7" w14:textId="77777777" w:rsidR="00EF6BB9" w:rsidRDefault="00EF6BB9" w:rsidP="00FF42C6">
      <w:pPr>
        <w:pStyle w:val="LITlitera"/>
      </w:pPr>
      <w:r w:rsidRPr="00EF6BB9">
        <w:t xml:space="preserve">a) serię i numer książeczki paszportowej, </w:t>
      </w:r>
    </w:p>
    <w:p w14:paraId="2FD703BC" w14:textId="77777777" w:rsidR="00EF6BB9" w:rsidRDefault="00EF6BB9" w:rsidP="00FF42C6">
      <w:pPr>
        <w:pStyle w:val="LITlitera"/>
      </w:pPr>
      <w:r w:rsidRPr="00EF6BB9">
        <w:t xml:space="preserve">b) datę i przyczynę wybrakowania książeczki paszportowej w czasie </w:t>
      </w:r>
      <w:r w:rsidR="00345213">
        <w:t>wydawania</w:t>
      </w:r>
      <w:r w:rsidRPr="00EF6BB9">
        <w:t xml:space="preserve">; </w:t>
      </w:r>
    </w:p>
    <w:p w14:paraId="66B70130" w14:textId="69F2838C" w:rsidR="00EF6BB9" w:rsidRDefault="000219E7" w:rsidP="00FF42C6">
      <w:pPr>
        <w:pStyle w:val="PKTpunkt"/>
      </w:pPr>
      <w:r>
        <w:t>12</w:t>
      </w:r>
      <w:r w:rsidR="00EF6BB9" w:rsidRPr="00EF6BB9">
        <w:t xml:space="preserve">) dane dotyczące utraconych niespersonalizowanych książeczek paszportowych: </w:t>
      </w:r>
    </w:p>
    <w:p w14:paraId="15B569A1" w14:textId="77777777" w:rsidR="00EF6BB9" w:rsidRDefault="00EF6BB9" w:rsidP="00D24DA8">
      <w:pPr>
        <w:pStyle w:val="LITlitera"/>
      </w:pPr>
      <w:r w:rsidRPr="00EF6BB9">
        <w:t xml:space="preserve">a) serię i numer książeczki paszportowej, </w:t>
      </w:r>
    </w:p>
    <w:p w14:paraId="6BA1FB22" w14:textId="77777777" w:rsidR="008849C8" w:rsidRDefault="00EF6BB9" w:rsidP="00D24DA8">
      <w:pPr>
        <w:pStyle w:val="LITlitera"/>
      </w:pPr>
      <w:r w:rsidRPr="00EF6BB9">
        <w:t>b) datę i przyczynę utraty książeczki paszportowej</w:t>
      </w:r>
      <w:r w:rsidR="008849C8">
        <w:t>;</w:t>
      </w:r>
    </w:p>
    <w:p w14:paraId="07DED603" w14:textId="124269E7" w:rsidR="0065473B" w:rsidRPr="00D24DA8" w:rsidRDefault="000219E7" w:rsidP="00D24DA8">
      <w:pPr>
        <w:pStyle w:val="PKTpunkt"/>
      </w:pPr>
      <w:r w:rsidRPr="00D24DA8">
        <w:t>13</w:t>
      </w:r>
      <w:r w:rsidR="0065473B" w:rsidRPr="00D24DA8">
        <w:t xml:space="preserve">) dane dotyczące przekazania </w:t>
      </w:r>
      <w:r w:rsidR="0065473B" w:rsidRPr="00D24DA8">
        <w:rPr>
          <w:rFonts w:eastAsia="Calibri"/>
        </w:rPr>
        <w:t xml:space="preserve">informacji do </w:t>
      </w:r>
      <w:r w:rsidR="006204D2">
        <w:t>Systemu Informacyjnego</w:t>
      </w:r>
      <w:r w:rsidR="004925FC" w:rsidRPr="00644CF2">
        <w:t xml:space="preserve"> </w:t>
      </w:r>
      <w:proofErr w:type="spellStart"/>
      <w:r w:rsidR="004925FC" w:rsidRPr="00644CF2">
        <w:t>Schengen</w:t>
      </w:r>
      <w:proofErr w:type="spellEnd"/>
      <w:r w:rsidR="004925FC" w:rsidRPr="00644CF2">
        <w:t xml:space="preserve"> i </w:t>
      </w:r>
      <w:r w:rsidR="004925FC">
        <w:t xml:space="preserve">bazy danych </w:t>
      </w:r>
      <w:r w:rsidR="004925FC" w:rsidRPr="00EE7107">
        <w:t>INTERPOL</w:t>
      </w:r>
      <w:r w:rsidR="004925FC">
        <w:t>;</w:t>
      </w:r>
    </w:p>
    <w:p w14:paraId="402C49A7" w14:textId="77F76AEC" w:rsidR="00952F36" w:rsidRPr="00D24DA8" w:rsidRDefault="000219E7" w:rsidP="00D24DA8">
      <w:pPr>
        <w:pStyle w:val="PKTpunkt"/>
      </w:pPr>
      <w:r w:rsidRPr="00D24DA8">
        <w:t>14</w:t>
      </w:r>
      <w:r w:rsidR="008849C8" w:rsidRPr="00D24DA8">
        <w:t>) adnotacje urzędowe</w:t>
      </w:r>
      <w:r w:rsidR="00952F36" w:rsidRPr="00D24DA8">
        <w:t>;</w:t>
      </w:r>
    </w:p>
    <w:p w14:paraId="7E1260B5" w14:textId="0EAFD929" w:rsidR="0041498A" w:rsidRDefault="00952F36" w:rsidP="00310CC5">
      <w:pPr>
        <w:pStyle w:val="PKTpunkt"/>
      </w:pPr>
      <w:r>
        <w:t>1</w:t>
      </w:r>
      <w:r w:rsidR="000219E7">
        <w:t>5</w:t>
      </w:r>
      <w:r>
        <w:t xml:space="preserve">) dane zawarte w centralnej ewidencji wydanych i unieważnionych dokumentów paszportowych, prowadzonej na podstawie ustawy z dnia 13 lipca 2006 r. o dokumentach paszportowych </w:t>
      </w:r>
      <w:hyperlink r:id="rId22" w:history="1">
        <w:r w:rsidRPr="00952F36">
          <w:t>(Dz.</w:t>
        </w:r>
        <w:r w:rsidR="00B828FF">
          <w:t xml:space="preserve"> </w:t>
        </w:r>
        <w:r w:rsidRPr="00952F36">
          <w:t>U. z 20</w:t>
        </w:r>
        <w:r w:rsidR="00B828FF">
          <w:t>20</w:t>
        </w:r>
        <w:r w:rsidRPr="00952F36">
          <w:t xml:space="preserve"> r. poz. </w:t>
        </w:r>
        <w:r w:rsidR="00B828FF">
          <w:t>617</w:t>
        </w:r>
        <w:r w:rsidR="00E5006A">
          <w:t xml:space="preserve"> i 2320 oraz z 2021 r. poz. 464</w:t>
        </w:r>
        <w:r w:rsidRPr="00952F36">
          <w:t>)</w:t>
        </w:r>
      </w:hyperlink>
      <w:r w:rsidR="00EF6BB9" w:rsidRPr="00EF6BB9">
        <w:t xml:space="preserve">. </w:t>
      </w:r>
    </w:p>
    <w:p w14:paraId="30EA890B" w14:textId="15FB861F" w:rsidR="00CD59C7" w:rsidRPr="007C6A7D" w:rsidRDefault="00CD59C7" w:rsidP="00085757">
      <w:pPr>
        <w:pStyle w:val="USTustnpkodeksu"/>
        <w:rPr>
          <w:rStyle w:val="Ppogrubienie"/>
          <w:b w:val="0"/>
        </w:rPr>
      </w:pPr>
      <w:r w:rsidRPr="00CD59C7">
        <w:t>2. W Rejestrze Dokumentów Paszportowych gromadzi się do</w:t>
      </w:r>
      <w:r w:rsidR="00771F71">
        <w:t>kumenty w formie dokumentu utrwalonego w postaci</w:t>
      </w:r>
      <w:r w:rsidRPr="00CD59C7">
        <w:t xml:space="preserve"> elektronicznej, podpisane podpisem zaufanym, podpisem osobistym lub podpisem kwalifikowanym oraz odwzorowani</w:t>
      </w:r>
      <w:r w:rsidR="0058107B">
        <w:t>a</w:t>
      </w:r>
      <w:r w:rsidRPr="00CD59C7">
        <w:t xml:space="preserve"> cyfrowe dokumentów sporządzonych w postaci  papierowej, związane z wnioskami o dokumenty paszportowe oraz dokumentami paszportowymi</w:t>
      </w:r>
      <w:r w:rsidR="0058107B">
        <w:t xml:space="preserve"> lub </w:t>
      </w:r>
      <w:r w:rsidR="0058107B">
        <w:rPr>
          <w:rFonts w:eastAsia="Calibri"/>
        </w:rPr>
        <w:t>ograniczeniami</w:t>
      </w:r>
      <w:r w:rsidR="0058107B" w:rsidRPr="0058107B">
        <w:rPr>
          <w:rFonts w:eastAsia="Calibri"/>
        </w:rPr>
        <w:t xml:space="preserve"> prawa do posiadania dokumentu paszportowego</w:t>
      </w:r>
      <w:r w:rsidR="00085757">
        <w:t xml:space="preserve">, </w:t>
      </w:r>
      <w:r w:rsidR="00085757" w:rsidRPr="00085757">
        <w:t xml:space="preserve">na zasadach i w trybie, określonych </w:t>
      </w:r>
      <w:r w:rsidR="00085757">
        <w:t xml:space="preserve">w </w:t>
      </w:r>
      <w:r w:rsidR="00085757" w:rsidRPr="00085757">
        <w:t>przepisach wykonawczych wydanych na podstawie art. 5 ust. 2a-2c ustawy z dnia 14 lipca 1983 r. o narodowym zasobie archiwalnym i archiwach.</w:t>
      </w:r>
    </w:p>
    <w:p w14:paraId="1B9AC118" w14:textId="1539859D" w:rsidR="00E23CEA" w:rsidRDefault="00EF6BB9" w:rsidP="00EF6BB9">
      <w:pPr>
        <w:pStyle w:val="ARTartustawynprozporzdzenia"/>
      </w:pPr>
      <w:r w:rsidRPr="000862D7">
        <w:rPr>
          <w:rStyle w:val="Ppogrubienie"/>
        </w:rPr>
        <w:t xml:space="preserve">Art. </w:t>
      </w:r>
      <w:r w:rsidR="00A3053B">
        <w:rPr>
          <w:rStyle w:val="Ppogrubienie"/>
        </w:rPr>
        <w:t>8</w:t>
      </w:r>
      <w:r w:rsidR="0034228D">
        <w:rPr>
          <w:rStyle w:val="Ppogrubienie"/>
        </w:rPr>
        <w:t>3</w:t>
      </w:r>
      <w:r w:rsidR="000F64D3">
        <w:rPr>
          <w:rStyle w:val="Ppogrubienie"/>
        </w:rPr>
        <w:t>.</w:t>
      </w:r>
      <w:r w:rsidR="000862D7" w:rsidRPr="00EF6BB9">
        <w:t xml:space="preserve"> </w:t>
      </w:r>
      <w:r w:rsidRPr="00EF6BB9">
        <w:t xml:space="preserve">1. Danych przetwarzanych w </w:t>
      </w:r>
      <w:r w:rsidR="00E23CEA">
        <w:t xml:space="preserve">Rejestrze Dokumentów Paszportowych </w:t>
      </w:r>
      <w:r w:rsidRPr="00EF6BB9">
        <w:t>nie usuwa się, z wyjątkiem danych</w:t>
      </w:r>
      <w:r w:rsidR="00E23CEA">
        <w:t xml:space="preserve"> biometrycznych w po</w:t>
      </w:r>
      <w:r w:rsidR="004C02AB">
        <w:t>st</w:t>
      </w:r>
      <w:r w:rsidR="00E23CEA">
        <w:t xml:space="preserve">aci odcisków </w:t>
      </w:r>
      <w:r w:rsidR="002C23D2">
        <w:t>palców</w:t>
      </w:r>
      <w:r w:rsidR="00E23CEA">
        <w:t xml:space="preserve">. </w:t>
      </w:r>
    </w:p>
    <w:p w14:paraId="1AEE79E8" w14:textId="0D6666CC" w:rsidR="00E23CEA" w:rsidRDefault="00EF6BB9" w:rsidP="000862D7">
      <w:pPr>
        <w:pStyle w:val="USTustnpkodeksu"/>
      </w:pPr>
      <w:r w:rsidRPr="00EF6BB9">
        <w:t xml:space="preserve">2. Dane biometryczne w postaci odcisków </w:t>
      </w:r>
      <w:r w:rsidR="002C23D2">
        <w:t>palców</w:t>
      </w:r>
      <w:r w:rsidR="002C23D2" w:rsidRPr="00E23CEA">
        <w:t xml:space="preserve"> </w:t>
      </w:r>
      <w:r w:rsidRPr="00EF6BB9">
        <w:t xml:space="preserve">przechowuje się w </w:t>
      </w:r>
      <w:r w:rsidR="002C23D2">
        <w:t>Rejestrze Dokumentów Paszportowych d</w:t>
      </w:r>
      <w:r w:rsidRPr="00EF6BB9">
        <w:t xml:space="preserve">o </w:t>
      </w:r>
      <w:r w:rsidR="00121033" w:rsidRPr="00EF6BB9">
        <w:t>czasu</w:t>
      </w:r>
      <w:r w:rsidR="00121033">
        <w:t xml:space="preserve"> przyjęcia</w:t>
      </w:r>
      <w:r w:rsidR="00C04B68">
        <w:t xml:space="preserve"> spersonalizowanego dokumentu </w:t>
      </w:r>
      <w:r w:rsidR="00121033">
        <w:t xml:space="preserve">przez </w:t>
      </w:r>
      <w:r w:rsidR="00C04B68">
        <w:t>organ paszportow</w:t>
      </w:r>
      <w:r w:rsidR="00121033">
        <w:t>y</w:t>
      </w:r>
      <w:r w:rsidR="00E23CEA">
        <w:t>.</w:t>
      </w:r>
    </w:p>
    <w:p w14:paraId="775B2433" w14:textId="1DA2809E" w:rsidR="00C77AD1" w:rsidRDefault="00EF6BB9" w:rsidP="00BA0229">
      <w:pPr>
        <w:pStyle w:val="USTustnpkodeksu"/>
      </w:pPr>
      <w:r w:rsidRPr="00EF6BB9">
        <w:lastRenderedPageBreak/>
        <w:t>3. W przypadku wydania przez organ paszportowy decyzji o odmowie wydania dokumentu paszportowego dane biometryczne w postaci odcisków</w:t>
      </w:r>
      <w:r w:rsidR="009A5345">
        <w:t xml:space="preserve"> </w:t>
      </w:r>
      <w:r w:rsidRPr="00EF6BB9">
        <w:t xml:space="preserve">palców przechowuje się w </w:t>
      </w:r>
      <w:r w:rsidR="000A21FC">
        <w:t xml:space="preserve">Rejestrze Dokumentów Paszportowych </w:t>
      </w:r>
      <w:r w:rsidRPr="00EF6BB9">
        <w:t>do czasu wpisania przez organ informacji o odmowie wydania dokumentu paszportowego</w:t>
      </w:r>
      <w:r w:rsidR="00CF4216">
        <w:t>.</w:t>
      </w:r>
    </w:p>
    <w:p w14:paraId="5A833960" w14:textId="181290D4" w:rsidR="00C77AD1" w:rsidRPr="00584004" w:rsidRDefault="00C77AD1" w:rsidP="00D74C57">
      <w:pPr>
        <w:pStyle w:val="USTustnpkodeksu"/>
      </w:pPr>
      <w:r>
        <w:t>4.</w:t>
      </w:r>
      <w:r w:rsidRPr="00397ABD">
        <w:t xml:space="preserve"> Zapisy w</w:t>
      </w:r>
      <w:r>
        <w:t> </w:t>
      </w:r>
      <w:r w:rsidRPr="00397ABD">
        <w:t>dziennikach systemów (logach) przechowywane są przez 5</w:t>
      </w:r>
      <w:r>
        <w:t> </w:t>
      </w:r>
      <w:r w:rsidRPr="00397ABD">
        <w:t>lat od dnia ich utworzenia.</w:t>
      </w:r>
    </w:p>
    <w:p w14:paraId="04534CC1" w14:textId="52CF56BC" w:rsidR="00B74A56" w:rsidRPr="00B6365E" w:rsidRDefault="00EF6BB9">
      <w:pPr>
        <w:pStyle w:val="ARTartustawynprozporzdzenia"/>
      </w:pPr>
      <w:r w:rsidRPr="00C77AD1">
        <w:rPr>
          <w:rStyle w:val="Ppogrubienie"/>
        </w:rPr>
        <w:t xml:space="preserve">Art. </w:t>
      </w:r>
      <w:r w:rsidR="00A3053B" w:rsidRPr="00C77AD1">
        <w:rPr>
          <w:rStyle w:val="Ppogrubienie"/>
        </w:rPr>
        <w:t>8</w:t>
      </w:r>
      <w:r w:rsidR="0034228D">
        <w:rPr>
          <w:rStyle w:val="Ppogrubienie"/>
        </w:rPr>
        <w:t>4</w:t>
      </w:r>
      <w:r w:rsidRPr="00C77AD1">
        <w:rPr>
          <w:rStyle w:val="Ppogrubienie"/>
        </w:rPr>
        <w:t>.</w:t>
      </w:r>
      <w:r w:rsidRPr="00C77AD1">
        <w:t xml:space="preserve"> Minister właściwy do spraw informatyzacji w porozumieniu z ministrem właściwym do spraw wewnętrznych</w:t>
      </w:r>
      <w:r w:rsidR="00FF7427" w:rsidRPr="007A3913">
        <w:t xml:space="preserve"> oraz ministrem właściwym do spraw zagranicznych </w:t>
      </w:r>
      <w:r w:rsidRPr="007A3913">
        <w:t xml:space="preserve"> określi, w drodze rozporządzenia:</w:t>
      </w:r>
    </w:p>
    <w:p w14:paraId="0AB436CC" w14:textId="43CE509A" w:rsidR="00CF4216" w:rsidRPr="00644CF2" w:rsidRDefault="00EF6BB9" w:rsidP="00644CF2">
      <w:pPr>
        <w:pStyle w:val="PKTpunkt"/>
      </w:pPr>
      <w:r w:rsidRPr="00644CF2">
        <w:t xml:space="preserve">1) </w:t>
      </w:r>
      <w:r w:rsidR="007A3300">
        <w:t>sposób</w:t>
      </w:r>
      <w:r w:rsidRPr="00644CF2">
        <w:t xml:space="preserve"> prowadzenia </w:t>
      </w:r>
      <w:r w:rsidR="00B74A56" w:rsidRPr="00644CF2">
        <w:t>Rejestru Dokumentó</w:t>
      </w:r>
      <w:r w:rsidR="00E04305" w:rsidRPr="00644CF2">
        <w:t>w</w:t>
      </w:r>
      <w:r w:rsidR="00B74A56" w:rsidRPr="00644CF2">
        <w:t xml:space="preserve"> Paszportowych</w:t>
      </w:r>
      <w:r w:rsidR="0034228D">
        <w:t>;</w:t>
      </w:r>
    </w:p>
    <w:p w14:paraId="2464586F" w14:textId="39BD6D6D" w:rsidR="00CF4216" w:rsidRPr="00644CF2" w:rsidRDefault="004D1FAC" w:rsidP="00644CF2">
      <w:pPr>
        <w:pStyle w:val="PKTpunkt"/>
      </w:pPr>
      <w:r>
        <w:t>2</w:t>
      </w:r>
      <w:r w:rsidR="00501547" w:rsidRPr="00644CF2">
        <w:t xml:space="preserve">) </w:t>
      </w:r>
      <w:r w:rsidR="00667A3D" w:rsidRPr="00667A3D">
        <w:rPr>
          <w:rFonts w:eastAsia="Calibri"/>
        </w:rPr>
        <w:t>sposób przetwarzania danych biometrycznych, w zakresie odcisków palców, gromadzonych w Rejestrze Dokumentów Paszportowych</w:t>
      </w:r>
      <w:r w:rsidR="0034228D">
        <w:rPr>
          <w:rFonts w:eastAsia="Calibri"/>
        </w:rPr>
        <w:t>;</w:t>
      </w:r>
    </w:p>
    <w:p w14:paraId="38A15093" w14:textId="70C10727" w:rsidR="00F20EF2" w:rsidRDefault="004D1FAC" w:rsidP="00644CF2">
      <w:pPr>
        <w:pStyle w:val="PKTpunkt"/>
      </w:pPr>
      <w:r>
        <w:t>3</w:t>
      </w:r>
      <w:r w:rsidR="00F20EF2" w:rsidRPr="00644CF2">
        <w:t xml:space="preserve">) </w:t>
      </w:r>
      <w:r w:rsidR="004232A8">
        <w:t xml:space="preserve">rodzaj i </w:t>
      </w:r>
      <w:r w:rsidR="00F20EF2" w:rsidRPr="00644CF2">
        <w:t>sposób</w:t>
      </w:r>
      <w:r w:rsidR="00F12C29">
        <w:t xml:space="preserve"> </w:t>
      </w:r>
      <w:r w:rsidR="00F12C29" w:rsidRPr="00644CF2">
        <w:t>przekazywa</w:t>
      </w:r>
      <w:r w:rsidR="00C90AF3">
        <w:t>nia danych</w:t>
      </w:r>
      <w:r w:rsidR="00F12C29">
        <w:t xml:space="preserve"> </w:t>
      </w:r>
      <w:r w:rsidR="00F20EF2" w:rsidRPr="00644CF2">
        <w:t>z R</w:t>
      </w:r>
      <w:r w:rsidR="00DD61B6" w:rsidRPr="00644CF2">
        <w:t xml:space="preserve">ejestru Dokumentów Paszportowych </w:t>
      </w:r>
      <w:r w:rsidR="00F20EF2" w:rsidRPr="00644CF2">
        <w:t xml:space="preserve">do </w:t>
      </w:r>
      <w:r w:rsidR="004232A8">
        <w:t xml:space="preserve">rejestru PESEL, </w:t>
      </w:r>
      <w:r w:rsidR="0017568C" w:rsidRPr="00644CF2">
        <w:t xml:space="preserve">Systemu </w:t>
      </w:r>
      <w:r w:rsidR="00644CF2" w:rsidRPr="00644CF2">
        <w:t>I</w:t>
      </w:r>
      <w:r w:rsidR="0017568C" w:rsidRPr="00644CF2">
        <w:t>nformac</w:t>
      </w:r>
      <w:r w:rsidR="000E0312">
        <w:t>yjnego</w:t>
      </w:r>
      <w:r w:rsidR="0017568C" w:rsidRPr="00644CF2">
        <w:t xml:space="preserve"> </w:t>
      </w:r>
      <w:proofErr w:type="spellStart"/>
      <w:r w:rsidR="0017568C" w:rsidRPr="00644CF2">
        <w:t>Schengen</w:t>
      </w:r>
      <w:proofErr w:type="spellEnd"/>
      <w:r w:rsidR="0017568C" w:rsidRPr="00644CF2">
        <w:t xml:space="preserve"> </w:t>
      </w:r>
      <w:r w:rsidR="00D865F6" w:rsidRPr="00644CF2">
        <w:t xml:space="preserve">i </w:t>
      </w:r>
      <w:r w:rsidR="00A15946">
        <w:t xml:space="preserve">bazy danych </w:t>
      </w:r>
      <w:r w:rsidR="00EE7107" w:rsidRPr="00EE7107">
        <w:t>INTERPOL</w:t>
      </w:r>
      <w:r w:rsidR="0034228D">
        <w:t>;</w:t>
      </w:r>
      <w:r w:rsidR="00D865F6" w:rsidRPr="00644CF2">
        <w:t xml:space="preserve"> </w:t>
      </w:r>
    </w:p>
    <w:p w14:paraId="1F9CDE5D" w14:textId="42415ABB" w:rsidR="00D76920" w:rsidRPr="00644CF2" w:rsidRDefault="004D1FAC" w:rsidP="00644CF2">
      <w:pPr>
        <w:pStyle w:val="PKTpunkt"/>
      </w:pPr>
      <w:r>
        <w:t>4</w:t>
      </w:r>
      <w:r w:rsidR="00D76920">
        <w:t>) rodzaj i sposób przekazywania danych do Rejestru Dokumentów Paszportowych przez Stra</w:t>
      </w:r>
      <w:r w:rsidR="007A3300">
        <w:t>ż</w:t>
      </w:r>
      <w:r w:rsidR="00D76920">
        <w:t xml:space="preserve"> Graniczn</w:t>
      </w:r>
      <w:r w:rsidR="007A3300">
        <w:t>ą</w:t>
      </w:r>
      <w:r w:rsidR="00D76920">
        <w:t xml:space="preserve"> i Policję</w:t>
      </w:r>
      <w:r w:rsidR="0034228D">
        <w:t>;</w:t>
      </w:r>
      <w:r w:rsidR="00D76920">
        <w:t xml:space="preserve"> </w:t>
      </w:r>
    </w:p>
    <w:p w14:paraId="600B49C9" w14:textId="724CE837" w:rsidR="0059581A" w:rsidRPr="00644CF2" w:rsidRDefault="004D1FAC" w:rsidP="00644CF2">
      <w:pPr>
        <w:pStyle w:val="PKTpunkt"/>
      </w:pPr>
      <w:r>
        <w:t>5</w:t>
      </w:r>
      <w:r w:rsidR="0059581A" w:rsidRPr="00644CF2">
        <w:t>) rodzaje statusó</w:t>
      </w:r>
      <w:r w:rsidR="00D865F6" w:rsidRPr="00644CF2">
        <w:t>w</w:t>
      </w:r>
      <w:r w:rsidR="00DD61B6" w:rsidRPr="00644CF2">
        <w:t xml:space="preserve"> </w:t>
      </w:r>
    </w:p>
    <w:p w14:paraId="2C1A801C" w14:textId="34CECAFF" w:rsidR="00D865F6" w:rsidRDefault="00D865F6" w:rsidP="00644CF2">
      <w:pPr>
        <w:pStyle w:val="PKTpunkt"/>
      </w:pPr>
      <w:r w:rsidRPr="00644CF2">
        <w:t>-</w:t>
      </w:r>
      <w:r>
        <w:t xml:space="preserve"> </w:t>
      </w:r>
      <w:r w:rsidR="003D046E" w:rsidRPr="003D046E">
        <w:t>uwzględniając konieczność zapewnienia bezpieczeństwa danych wprowadzanych do rejestrów za pomocą obsługujących je systemów teleinformatycznych i ich ochrony przed nieuprawnionym ujawnieniem i dostępem, weryfikację przekazywanych danych i zapewnienie właściwego poziomu technicznego systemów służących do przesyłania tych danych, konieczność zachowania danych archiwalnych, a także potrzebę zapewnienia Agencji Bezpieczeństwa Wewnętrznego możliwości realizacji zadań wynikających z </w:t>
      </w:r>
      <w:hyperlink r:id="rId23" w:history="1">
        <w:r w:rsidR="003D046E" w:rsidRPr="003D046E">
          <w:t>art. 35 ust. 4</w:t>
        </w:r>
      </w:hyperlink>
      <w:r w:rsidR="003D046E" w:rsidRPr="003D046E">
        <w:t> </w:t>
      </w:r>
      <w:bookmarkStart w:id="220" w:name="highlightHit_259"/>
      <w:bookmarkEnd w:id="220"/>
      <w:r w:rsidR="003D046E" w:rsidRPr="003D046E">
        <w:t>ustawy z dnia 24 maja 2002 r. </w:t>
      </w:r>
      <w:bookmarkStart w:id="221" w:name="highlightHit_260"/>
      <w:bookmarkEnd w:id="221"/>
      <w:r w:rsidR="003D046E" w:rsidRPr="003D046E">
        <w:t>o Agencji Bezpieczeństwa Wewnętrznego oraz Agencji Wywiadu.</w:t>
      </w:r>
    </w:p>
    <w:p w14:paraId="0FB16EB8" w14:textId="413FBBCA" w:rsidR="000B5E92" w:rsidRPr="000B5E92" w:rsidRDefault="000B5E92" w:rsidP="000B5E92">
      <w:pPr>
        <w:pStyle w:val="ROZDZODDZOZNoznaczenierozdziauluboddziau"/>
      </w:pPr>
      <w:r w:rsidRPr="000B5E92">
        <w:t>R</w:t>
      </w:r>
      <w:r w:rsidR="007F1A75">
        <w:t>ozdział</w:t>
      </w:r>
      <w:r w:rsidRPr="000B5E92">
        <w:t xml:space="preserve"> 8</w:t>
      </w:r>
    </w:p>
    <w:p w14:paraId="24F13354" w14:textId="77777777" w:rsidR="000B5E92" w:rsidRPr="000B5E92" w:rsidRDefault="000B5E92" w:rsidP="000B5E92">
      <w:pPr>
        <w:pStyle w:val="ROZDZODDZPRZEDMprzedmiotregulacjirozdziauluboddziau"/>
      </w:pPr>
      <w:r w:rsidRPr="000B5E92">
        <w:t xml:space="preserve">Udostępnianie danych </w:t>
      </w:r>
    </w:p>
    <w:p w14:paraId="544AF6FB" w14:textId="56ECBA68" w:rsidR="000B5E92" w:rsidRPr="000B5E92" w:rsidRDefault="000B5E92" w:rsidP="000B5E92">
      <w:pPr>
        <w:pStyle w:val="ARTartustawynprozporzdzenia"/>
      </w:pPr>
      <w:r w:rsidRPr="000B5E92">
        <w:rPr>
          <w:rStyle w:val="Ppogrubienie"/>
        </w:rPr>
        <w:t xml:space="preserve">Art. </w:t>
      </w:r>
      <w:r>
        <w:rPr>
          <w:rStyle w:val="Ppogrubienie"/>
        </w:rPr>
        <w:t>8</w:t>
      </w:r>
      <w:r w:rsidR="0034228D">
        <w:rPr>
          <w:rStyle w:val="Ppogrubienie"/>
        </w:rPr>
        <w:t>5</w:t>
      </w:r>
      <w:r w:rsidRPr="000B5E92">
        <w:rPr>
          <w:rStyle w:val="Ppogrubienie"/>
        </w:rPr>
        <w:t>.</w:t>
      </w:r>
      <w:r w:rsidRPr="000B5E92">
        <w:t xml:space="preserve"> Minister właściwy do spraw informatyzacji udostępnia dane zgromadzone w Rejestrze Dokumentów Paszportowych, z wyłączeniem danych biometrycznych w postaci odcisków palców:</w:t>
      </w:r>
    </w:p>
    <w:p w14:paraId="5AF1D060" w14:textId="571F82BD" w:rsidR="000B5E92" w:rsidRPr="00911311" w:rsidRDefault="000B5E92" w:rsidP="00911311">
      <w:pPr>
        <w:pStyle w:val="PKTpunkt"/>
      </w:pPr>
      <w:r w:rsidRPr="00911311">
        <w:t>1) Policji</w:t>
      </w:r>
      <w:r w:rsidR="00CB59B5" w:rsidRPr="00911311">
        <w:t>,</w:t>
      </w:r>
    </w:p>
    <w:p w14:paraId="09D3E0E0" w14:textId="205F37EB" w:rsidR="000B5E92" w:rsidRPr="00911311" w:rsidRDefault="000B5E92" w:rsidP="00911311">
      <w:pPr>
        <w:pStyle w:val="PKTpunkt"/>
      </w:pPr>
      <w:r w:rsidRPr="00911311">
        <w:t>2) Straży Granicznej</w:t>
      </w:r>
      <w:r w:rsidR="00CB59B5" w:rsidRPr="00911311">
        <w:t>,</w:t>
      </w:r>
      <w:r w:rsidRPr="00911311">
        <w:t xml:space="preserve"> </w:t>
      </w:r>
    </w:p>
    <w:p w14:paraId="2066975E" w14:textId="430A7E61" w:rsidR="000B5E92" w:rsidRPr="00911311" w:rsidRDefault="000B5E92" w:rsidP="00D875EF">
      <w:pPr>
        <w:pStyle w:val="PKTpunkt"/>
      </w:pPr>
      <w:r w:rsidRPr="00D875EF">
        <w:lastRenderedPageBreak/>
        <w:t>3) Biuru Nadzoru Wewnętrznego</w:t>
      </w:r>
      <w:r w:rsidR="00CB59B5" w:rsidRPr="00D875EF">
        <w:t>,</w:t>
      </w:r>
    </w:p>
    <w:p w14:paraId="1AC9A826" w14:textId="049F191F" w:rsidR="000B5E92" w:rsidRPr="00911311" w:rsidRDefault="000B5E92">
      <w:pPr>
        <w:pStyle w:val="PKTpunkt"/>
      </w:pPr>
      <w:r w:rsidRPr="00911311">
        <w:t>4) Agencji Bezpieczeństwa Wewnętrznego</w:t>
      </w:r>
      <w:r w:rsidR="00CB59B5" w:rsidRPr="00911311">
        <w:t>,</w:t>
      </w:r>
    </w:p>
    <w:p w14:paraId="454479B8" w14:textId="3E2BCFFC" w:rsidR="000B5E92" w:rsidRPr="00911311" w:rsidRDefault="000B5E92" w:rsidP="00911311">
      <w:pPr>
        <w:pStyle w:val="PKTpunkt"/>
      </w:pPr>
      <w:r w:rsidRPr="00911311">
        <w:t>5) Agencji Wywiadu</w:t>
      </w:r>
      <w:r w:rsidR="00CB59B5" w:rsidRPr="00911311">
        <w:t>,</w:t>
      </w:r>
      <w:r w:rsidRPr="00911311">
        <w:t xml:space="preserve"> </w:t>
      </w:r>
    </w:p>
    <w:p w14:paraId="6EFE5F5C" w14:textId="525DEDCD" w:rsidR="000B5E92" w:rsidRPr="00911311" w:rsidRDefault="000B5E92" w:rsidP="00D875EF">
      <w:pPr>
        <w:pStyle w:val="PKTpunkt"/>
      </w:pPr>
      <w:r w:rsidRPr="00D875EF">
        <w:t>6) Centralnemu Biuru Antykorupcyjnemu</w:t>
      </w:r>
      <w:r w:rsidR="00CB59B5" w:rsidRPr="00D875EF">
        <w:t>,</w:t>
      </w:r>
      <w:r w:rsidRPr="00911311">
        <w:t xml:space="preserve"> </w:t>
      </w:r>
    </w:p>
    <w:p w14:paraId="2F9D2C42" w14:textId="2BE98F1D" w:rsidR="000B5E92" w:rsidRPr="00911311" w:rsidRDefault="000B5E92">
      <w:pPr>
        <w:pStyle w:val="PKTpunkt"/>
      </w:pPr>
      <w:r w:rsidRPr="00911311">
        <w:t xml:space="preserve">7) </w:t>
      </w:r>
      <w:r w:rsidR="004B2A5E" w:rsidRPr="00911311">
        <w:t xml:space="preserve">organom </w:t>
      </w:r>
      <w:r w:rsidRPr="00911311">
        <w:t>Krajowej Administracji Skarbowej</w:t>
      </w:r>
      <w:r w:rsidR="00CB59B5" w:rsidRPr="00911311">
        <w:t>,</w:t>
      </w:r>
      <w:r w:rsidRPr="00911311">
        <w:t xml:space="preserve"> </w:t>
      </w:r>
    </w:p>
    <w:p w14:paraId="3BB79FBE" w14:textId="11047F40" w:rsidR="000B5E92" w:rsidRPr="00911311" w:rsidRDefault="000B5E92">
      <w:pPr>
        <w:pStyle w:val="PKTpunkt"/>
      </w:pPr>
      <w:r w:rsidRPr="00911311">
        <w:t>8) prokura</w:t>
      </w:r>
      <w:r w:rsidR="001C7EFD" w:rsidRPr="00911311">
        <w:t>turze</w:t>
      </w:r>
      <w:r w:rsidR="00CB59B5" w:rsidRPr="00911311">
        <w:t>,</w:t>
      </w:r>
      <w:r w:rsidRPr="00911311">
        <w:t xml:space="preserve"> </w:t>
      </w:r>
    </w:p>
    <w:p w14:paraId="0E78059B" w14:textId="7878B26D" w:rsidR="000B5E92" w:rsidRPr="00911311" w:rsidRDefault="000B5E92">
      <w:pPr>
        <w:pStyle w:val="PKTpunkt"/>
      </w:pPr>
      <w:r w:rsidRPr="00911311">
        <w:t>9) sądom</w:t>
      </w:r>
      <w:r w:rsidR="00CB59B5" w:rsidRPr="00911311">
        <w:t>,</w:t>
      </w:r>
      <w:r w:rsidRPr="00911311">
        <w:t xml:space="preserve"> </w:t>
      </w:r>
    </w:p>
    <w:p w14:paraId="2D7BCD06" w14:textId="22A3B74C" w:rsidR="000B5E92" w:rsidRPr="00911311" w:rsidRDefault="000B5E92">
      <w:pPr>
        <w:pStyle w:val="PKTpunkt"/>
      </w:pPr>
      <w:r w:rsidRPr="00911311">
        <w:t>10) Służbie Więziennej</w:t>
      </w:r>
      <w:r w:rsidR="00CB59B5" w:rsidRPr="00911311">
        <w:t>,</w:t>
      </w:r>
      <w:r w:rsidRPr="00911311">
        <w:t xml:space="preserve"> </w:t>
      </w:r>
    </w:p>
    <w:p w14:paraId="01751E20" w14:textId="4FDE6A60" w:rsidR="000B5E92" w:rsidRPr="00911311" w:rsidRDefault="000B5E92">
      <w:pPr>
        <w:pStyle w:val="PKTpunkt"/>
      </w:pPr>
      <w:r w:rsidRPr="00911311">
        <w:t>11) Służbie Kontrwywiadu Wojskowego</w:t>
      </w:r>
      <w:r w:rsidR="00CB59B5" w:rsidRPr="00911311">
        <w:t>,</w:t>
      </w:r>
    </w:p>
    <w:p w14:paraId="051154EC" w14:textId="31D6BCE8" w:rsidR="000B5E92" w:rsidRPr="00D875EF" w:rsidRDefault="000B5E92" w:rsidP="00911311">
      <w:pPr>
        <w:pStyle w:val="PKTpunkt"/>
      </w:pPr>
      <w:r w:rsidRPr="00911311">
        <w:t>12) Służbie Wywiadu Wojskowego</w:t>
      </w:r>
      <w:r w:rsidR="00CB59B5" w:rsidRPr="00911311">
        <w:t>,</w:t>
      </w:r>
      <w:r w:rsidRPr="00D875EF">
        <w:t xml:space="preserve"> </w:t>
      </w:r>
    </w:p>
    <w:p w14:paraId="04F3840E" w14:textId="7DBBB0F4" w:rsidR="000B5E92" w:rsidRPr="00911311" w:rsidRDefault="000B5E92" w:rsidP="00D875EF">
      <w:pPr>
        <w:pStyle w:val="PKTpunkt"/>
      </w:pPr>
      <w:r w:rsidRPr="00D875EF">
        <w:t>13) Żandarmerii Wojskowej</w:t>
      </w:r>
      <w:r w:rsidR="00CB59B5" w:rsidRPr="00911311">
        <w:t>,</w:t>
      </w:r>
      <w:r w:rsidRPr="00911311">
        <w:t xml:space="preserve"> </w:t>
      </w:r>
    </w:p>
    <w:p w14:paraId="0D1DD368" w14:textId="6EB0E93F" w:rsidR="000B5E92" w:rsidRPr="00911311" w:rsidRDefault="000B5E92">
      <w:pPr>
        <w:pStyle w:val="PKTpunkt"/>
      </w:pPr>
      <w:r w:rsidRPr="00911311">
        <w:t>14) Szefowi Krajowego Centrum Informacji Kryminalnych</w:t>
      </w:r>
      <w:r w:rsidR="00CB59B5" w:rsidRPr="00911311">
        <w:t>,</w:t>
      </w:r>
      <w:r w:rsidRPr="00911311">
        <w:t xml:space="preserve"> </w:t>
      </w:r>
    </w:p>
    <w:p w14:paraId="4C43E777" w14:textId="13F11950" w:rsidR="000B5E92" w:rsidRPr="00911311" w:rsidRDefault="000B5E92">
      <w:pPr>
        <w:pStyle w:val="PKTpunkt"/>
      </w:pPr>
      <w:r w:rsidRPr="00911311">
        <w:t>15) Służbie Ochrony Państwa</w:t>
      </w:r>
      <w:r w:rsidR="00CB59B5" w:rsidRPr="00911311">
        <w:t>,</w:t>
      </w:r>
      <w:r w:rsidRPr="00911311">
        <w:t xml:space="preserve"> </w:t>
      </w:r>
    </w:p>
    <w:p w14:paraId="0396210F" w14:textId="77777777" w:rsidR="00AB4FDD" w:rsidRDefault="000B5E92">
      <w:pPr>
        <w:pStyle w:val="PKTpunkt"/>
      </w:pPr>
      <w:r w:rsidRPr="00911311">
        <w:t xml:space="preserve">16) dyrektorowi urzędu </w:t>
      </w:r>
      <w:r w:rsidR="00C9297F" w:rsidRPr="00911311">
        <w:t>m</w:t>
      </w:r>
      <w:r w:rsidRPr="00911311">
        <w:t>orskiego</w:t>
      </w:r>
      <w:r w:rsidR="00AB4FDD">
        <w:t>,</w:t>
      </w:r>
    </w:p>
    <w:p w14:paraId="392C9655" w14:textId="77777777" w:rsidR="00C41628" w:rsidRDefault="00AB4FDD">
      <w:pPr>
        <w:pStyle w:val="PKTpunkt"/>
      </w:pPr>
      <w:r>
        <w:t>17) Generalnemu Inspektorowi Informacji Finansowej</w:t>
      </w:r>
      <w:r w:rsidR="00C41628">
        <w:t>,</w:t>
      </w:r>
    </w:p>
    <w:p w14:paraId="6413AED3" w14:textId="0D120085" w:rsidR="000B5E92" w:rsidRPr="00911311" w:rsidRDefault="00C41628">
      <w:pPr>
        <w:pStyle w:val="PKTpunkt"/>
      </w:pPr>
      <w:r>
        <w:t>18) Zakładowi Ubezpieczeń Społecznych</w:t>
      </w:r>
      <w:r w:rsidR="00AB4FDD">
        <w:t xml:space="preserve"> </w:t>
      </w:r>
      <w:r w:rsidR="000B5E92" w:rsidRPr="00911311">
        <w:t xml:space="preserve"> </w:t>
      </w:r>
    </w:p>
    <w:p w14:paraId="613F5CCE" w14:textId="77777777" w:rsidR="00AF11C9" w:rsidRDefault="000B5E92" w:rsidP="000B5E92">
      <w:pPr>
        <w:pStyle w:val="CZWSPPKTczwsplnapunktw"/>
      </w:pPr>
      <w:r w:rsidRPr="000B5E92">
        <w:t>–</w:t>
      </w:r>
      <w:r w:rsidR="000A7524">
        <w:t xml:space="preserve"> </w:t>
      </w:r>
      <w:r w:rsidRPr="000B5E92">
        <w:t>w zakresie niezbędnym do realizacji ich ustawowych zadań.</w:t>
      </w:r>
    </w:p>
    <w:p w14:paraId="6226B263" w14:textId="20212476" w:rsidR="000B5E92" w:rsidRPr="000B5E92" w:rsidRDefault="00AF11C9" w:rsidP="00F12C29">
      <w:pPr>
        <w:pStyle w:val="ARTartustawynprozporzdzenia"/>
      </w:pPr>
      <w:r w:rsidRPr="00AF11C9">
        <w:rPr>
          <w:rStyle w:val="Ppogrubienie"/>
        </w:rPr>
        <w:t>Art.</w:t>
      </w:r>
      <w:r w:rsidR="0034228D">
        <w:rPr>
          <w:rStyle w:val="Ppogrubienie"/>
        </w:rPr>
        <w:t xml:space="preserve"> 86</w:t>
      </w:r>
      <w:r w:rsidRPr="00AF11C9">
        <w:rPr>
          <w:rStyle w:val="Ppogrubienie"/>
        </w:rPr>
        <w:t>.</w:t>
      </w:r>
      <w:r>
        <w:t xml:space="preserve"> </w:t>
      </w:r>
      <w:r w:rsidR="00F12C29">
        <w:t xml:space="preserve">Dane </w:t>
      </w:r>
      <w:r w:rsidRPr="008B24F6">
        <w:t>z</w:t>
      </w:r>
      <w:r>
        <w:t> Rejestru Dokumentów Paszportowych</w:t>
      </w:r>
      <w:r w:rsidRPr="008B24F6">
        <w:t xml:space="preserve"> </w:t>
      </w:r>
      <w:r w:rsidR="00F12C29">
        <w:t xml:space="preserve">o zagubionych i </w:t>
      </w:r>
      <w:r w:rsidR="00F12C29" w:rsidRPr="00F12C29">
        <w:t xml:space="preserve">skradzionych dokumentach podróży </w:t>
      </w:r>
      <w:r w:rsidRPr="008B24F6">
        <w:t xml:space="preserve">przekazywane są do rejestru PESEL, Systemu Informacyjnego </w:t>
      </w:r>
      <w:proofErr w:type="spellStart"/>
      <w:r w:rsidRPr="008B24F6">
        <w:t>Sc</w:t>
      </w:r>
      <w:r>
        <w:t>hengen</w:t>
      </w:r>
      <w:proofErr w:type="spellEnd"/>
      <w:r>
        <w:t xml:space="preserve"> oraz bazy danych </w:t>
      </w:r>
      <w:r w:rsidRPr="00EE7107">
        <w:t>INTERPOL</w:t>
      </w:r>
      <w:r>
        <w:t>.</w:t>
      </w:r>
    </w:p>
    <w:p w14:paraId="019662B9" w14:textId="655AD081" w:rsidR="000B5E92" w:rsidRPr="000B5E92" w:rsidRDefault="000B5E92" w:rsidP="000B5E92">
      <w:pPr>
        <w:pStyle w:val="ARTartustawynprozporzdzenia"/>
      </w:pPr>
      <w:r w:rsidRPr="000B5E92">
        <w:rPr>
          <w:rStyle w:val="Ppogrubienie"/>
        </w:rPr>
        <w:t xml:space="preserve">Art. </w:t>
      </w:r>
      <w:r>
        <w:rPr>
          <w:rStyle w:val="Ppogrubienie"/>
        </w:rPr>
        <w:t>8</w:t>
      </w:r>
      <w:r w:rsidR="0034228D">
        <w:rPr>
          <w:rStyle w:val="Ppogrubienie"/>
        </w:rPr>
        <w:t>7</w:t>
      </w:r>
      <w:r w:rsidRPr="000B5E92">
        <w:rPr>
          <w:rStyle w:val="Ppogrubienie"/>
        </w:rPr>
        <w:t>.</w:t>
      </w:r>
      <w:r w:rsidR="005342E1">
        <w:rPr>
          <w:rStyle w:val="Ppogrubienie"/>
        </w:rPr>
        <w:t xml:space="preserve"> </w:t>
      </w:r>
      <w:r w:rsidRPr="000B5E92">
        <w:t xml:space="preserve">1. Podmiotom, o których mowa w art. </w:t>
      </w:r>
      <w:r>
        <w:t>8</w:t>
      </w:r>
      <w:r w:rsidR="0034228D">
        <w:t>5</w:t>
      </w:r>
      <w:r w:rsidR="00384B3E">
        <w:t>,</w:t>
      </w:r>
      <w:r w:rsidRPr="000B5E92">
        <w:t xml:space="preserve"> minister właściwy do spraw informatyzacji zapewnia dostęp do danych zgromadzonych w Rejestrze Dokumentów Paszportowych, w trybie teletransmisji danych za pomocą urządzeń teletransmisji danych, po złożeniu jednorazowego wniosku oraz oświadczenia o łącznym spełnieniu przez te podmioty następujących warunków:</w:t>
      </w:r>
    </w:p>
    <w:p w14:paraId="47C15ECA" w14:textId="3D630F7E" w:rsidR="0073346B" w:rsidRPr="00D875EF" w:rsidRDefault="00D875EF" w:rsidP="00D875EF">
      <w:pPr>
        <w:pStyle w:val="PKTpunkt"/>
      </w:pPr>
      <w:r w:rsidRPr="00D875EF">
        <w:t xml:space="preserve">1) </w:t>
      </w:r>
      <w:r w:rsidR="000B5E92" w:rsidRPr="00D875EF">
        <w:t>posiadaniu urządzeń umożliwiających odnotowanie w systemie, kto, kiedy, w jakim celu oraz</w:t>
      </w:r>
      <w:r w:rsidR="0073346B" w:rsidRPr="00D875EF">
        <w:t xml:space="preserve"> </w:t>
      </w:r>
      <w:r w:rsidR="000B5E92" w:rsidRPr="00D875EF">
        <w:t>jakie dane uzyskał;</w:t>
      </w:r>
    </w:p>
    <w:p w14:paraId="5E9B5E9B" w14:textId="67FDC452" w:rsidR="000B5E92" w:rsidRPr="00D875EF" w:rsidRDefault="00D875EF" w:rsidP="00D875EF">
      <w:pPr>
        <w:pStyle w:val="PKTpunkt"/>
      </w:pPr>
      <w:r w:rsidRPr="00D875EF">
        <w:t>2)</w:t>
      </w:r>
      <w:r w:rsidR="00384B3E">
        <w:t xml:space="preserve"> </w:t>
      </w:r>
      <w:r w:rsidR="000B5E92" w:rsidRPr="00D875EF">
        <w:t xml:space="preserve">posiadaniu zabezpieczeń technicznych i organizacyjnych uniemożliwiających wykorzystanie danych niezgodnie z celem ich uzyskania; </w:t>
      </w:r>
    </w:p>
    <w:p w14:paraId="09894041" w14:textId="7035B747" w:rsidR="000B5E92" w:rsidRPr="00D875EF" w:rsidRDefault="00D875EF" w:rsidP="00D875EF">
      <w:pPr>
        <w:pStyle w:val="PKTpunkt"/>
      </w:pPr>
      <w:r w:rsidRPr="00D875EF">
        <w:t xml:space="preserve">3) </w:t>
      </w:r>
      <w:r w:rsidR="000B5E92" w:rsidRPr="00D875EF">
        <w:t xml:space="preserve">wykazaniu, że dostęp w tym trybie jest uzasadniony specyfiką lub zakresem ustawowo określonych zadań. </w:t>
      </w:r>
    </w:p>
    <w:p w14:paraId="5A06D7E8" w14:textId="0D61675E" w:rsidR="00BE7DED" w:rsidRPr="004C5B44" w:rsidRDefault="0034228D">
      <w:pPr>
        <w:pStyle w:val="USTustnpkodeksu"/>
      </w:pPr>
      <w:r>
        <w:t>2</w:t>
      </w:r>
      <w:r w:rsidR="00BE7DED" w:rsidRPr="004C5B44">
        <w:t>. Wniosek</w:t>
      </w:r>
      <w:r w:rsidR="00384B3E">
        <w:t>, o</w:t>
      </w:r>
      <w:r w:rsidR="00BE7DED" w:rsidRPr="004C5B44">
        <w:t xml:space="preserve"> którym mowa w ust. 1, zawiera: </w:t>
      </w:r>
    </w:p>
    <w:p w14:paraId="5395C316" w14:textId="77777777" w:rsidR="00BE7DED" w:rsidRPr="00BE7DED" w:rsidRDefault="00BE7DED" w:rsidP="00BE7DED">
      <w:pPr>
        <w:pStyle w:val="PKTpunkt"/>
      </w:pPr>
      <w:r w:rsidRPr="00BE7DED">
        <w:lastRenderedPageBreak/>
        <w:t>1) dane wnioskodawcy:</w:t>
      </w:r>
    </w:p>
    <w:p w14:paraId="3369FABC" w14:textId="77777777" w:rsidR="00BE7DED" w:rsidRPr="00BE7DED" w:rsidRDefault="00BE7DED" w:rsidP="00BE7DED">
      <w:pPr>
        <w:pStyle w:val="LITlitera"/>
      </w:pPr>
      <w:r w:rsidRPr="00BE7DED">
        <w:t xml:space="preserve">a) nazwę podmiotu, </w:t>
      </w:r>
    </w:p>
    <w:p w14:paraId="03C4CCAD" w14:textId="32CF5B42" w:rsidR="00BE7DED" w:rsidRPr="00BE7DED" w:rsidRDefault="00BE7DED" w:rsidP="00BE7DED">
      <w:pPr>
        <w:pStyle w:val="LITlitera"/>
      </w:pPr>
      <w:r w:rsidRPr="00BE7DED">
        <w:t>b) adres siedziby podmiotu</w:t>
      </w:r>
      <w:r w:rsidR="00D875EF">
        <w:t>,</w:t>
      </w:r>
      <w:r w:rsidRPr="00BE7DED">
        <w:t xml:space="preserve"> </w:t>
      </w:r>
    </w:p>
    <w:p w14:paraId="2FECBC2D" w14:textId="77777777" w:rsidR="00BE7DED" w:rsidRPr="00BE7DED" w:rsidRDefault="00BE7DED" w:rsidP="00BE7DED">
      <w:pPr>
        <w:pStyle w:val="LITlitera"/>
      </w:pPr>
      <w:r w:rsidRPr="00BE7DED">
        <w:t xml:space="preserve">c) opcjonalnie adres skrytki </w:t>
      </w:r>
      <w:proofErr w:type="spellStart"/>
      <w:r w:rsidRPr="00BE7DED">
        <w:t>ePUAP</w:t>
      </w:r>
      <w:proofErr w:type="spellEnd"/>
      <w:r w:rsidRPr="00BE7DED">
        <w:t xml:space="preserve">; </w:t>
      </w:r>
    </w:p>
    <w:p w14:paraId="27FBCE16" w14:textId="77777777" w:rsidR="00BE7DED" w:rsidRPr="00BE7DED" w:rsidRDefault="00BE7DED" w:rsidP="00BE7DED">
      <w:pPr>
        <w:pStyle w:val="PKTpunkt"/>
      </w:pPr>
      <w:r w:rsidRPr="00BE7DED">
        <w:t>2) dane osoby reprezentującej wnioskodawcę:</w:t>
      </w:r>
    </w:p>
    <w:p w14:paraId="021DDD44" w14:textId="57ECC1CD" w:rsidR="00BE7DED" w:rsidRPr="00BE7DED" w:rsidRDefault="00BE7DED" w:rsidP="00BE7DED">
      <w:pPr>
        <w:pStyle w:val="LITlitera"/>
      </w:pPr>
      <w:r w:rsidRPr="00BE7DED">
        <w:t>a) imię</w:t>
      </w:r>
      <w:r w:rsidR="00D875EF">
        <w:t>,</w:t>
      </w:r>
      <w:r w:rsidRPr="00BE7DED">
        <w:t xml:space="preserve"> </w:t>
      </w:r>
    </w:p>
    <w:p w14:paraId="4EBE20D1" w14:textId="30D3B29C" w:rsidR="00BE7DED" w:rsidRPr="00BE7DED" w:rsidRDefault="00BE7DED" w:rsidP="00BE7DED">
      <w:pPr>
        <w:pStyle w:val="LITlitera"/>
      </w:pPr>
      <w:r w:rsidRPr="00BE7DED">
        <w:t>b) nazwisko</w:t>
      </w:r>
      <w:r w:rsidR="00D875EF">
        <w:t>,</w:t>
      </w:r>
      <w:r w:rsidRPr="00BE7DED">
        <w:t xml:space="preserve"> </w:t>
      </w:r>
    </w:p>
    <w:p w14:paraId="6EFDC4B9" w14:textId="4477DC0B" w:rsidR="00BE7DED" w:rsidRPr="00BE7DED" w:rsidRDefault="00BE7DED" w:rsidP="00BE7DED">
      <w:pPr>
        <w:pStyle w:val="LITlitera"/>
      </w:pPr>
      <w:r w:rsidRPr="00BE7DED">
        <w:t>c) stanowisko</w:t>
      </w:r>
      <w:r w:rsidR="00D875EF">
        <w:t>,</w:t>
      </w:r>
      <w:r w:rsidRPr="00BE7DED">
        <w:t xml:space="preserve"> </w:t>
      </w:r>
    </w:p>
    <w:p w14:paraId="1870D30A" w14:textId="454175E0" w:rsidR="00BE7DED" w:rsidRPr="00BE7DED" w:rsidRDefault="00BE7DED" w:rsidP="00BE7DED">
      <w:pPr>
        <w:pStyle w:val="LITlitera"/>
      </w:pPr>
      <w:r w:rsidRPr="00BE7DED">
        <w:t>d) numer telefonu</w:t>
      </w:r>
      <w:r w:rsidR="00D875EF">
        <w:t>,</w:t>
      </w:r>
      <w:r w:rsidRPr="00BE7DED">
        <w:t xml:space="preserve"> </w:t>
      </w:r>
    </w:p>
    <w:p w14:paraId="3B5CD46A" w14:textId="77777777" w:rsidR="00BE7DED" w:rsidRPr="00BE7DED" w:rsidRDefault="00BE7DED" w:rsidP="00BE7DED">
      <w:pPr>
        <w:pStyle w:val="LITlitera"/>
      </w:pPr>
      <w:r w:rsidRPr="00BE7DED">
        <w:t xml:space="preserve">e) adres email; </w:t>
      </w:r>
    </w:p>
    <w:p w14:paraId="734DBFAB" w14:textId="127DDA4F" w:rsidR="00BE7DED" w:rsidRPr="00BE7DED" w:rsidRDefault="00BE7DED" w:rsidP="00BE7DED">
      <w:pPr>
        <w:pStyle w:val="PKTpunkt"/>
      </w:pPr>
      <w:r w:rsidRPr="00BE7DED">
        <w:t>3) dane osoby uprawnionej do kontaktów w sprawach technicznych</w:t>
      </w:r>
      <w:r>
        <w:t>:</w:t>
      </w:r>
    </w:p>
    <w:p w14:paraId="08BF092C" w14:textId="012CBB81" w:rsidR="00BE7DED" w:rsidRPr="00BE7DED" w:rsidRDefault="00BE7DED" w:rsidP="00BE7DED">
      <w:pPr>
        <w:pStyle w:val="LITlitera"/>
      </w:pPr>
      <w:r w:rsidRPr="00BE7DED">
        <w:t>a) imię</w:t>
      </w:r>
      <w:r>
        <w:t>,</w:t>
      </w:r>
      <w:r w:rsidRPr="00BE7DED">
        <w:t xml:space="preserve"> </w:t>
      </w:r>
    </w:p>
    <w:p w14:paraId="23CF8ED0" w14:textId="2C21FD2F" w:rsidR="00BE7DED" w:rsidRPr="00BE7DED" w:rsidRDefault="00BE7DED" w:rsidP="00BE7DED">
      <w:pPr>
        <w:pStyle w:val="LITlitera"/>
      </w:pPr>
      <w:r w:rsidRPr="00BE7DED">
        <w:t>b) nazwisko</w:t>
      </w:r>
      <w:r>
        <w:t>,</w:t>
      </w:r>
      <w:r w:rsidRPr="00BE7DED">
        <w:t xml:space="preserve"> </w:t>
      </w:r>
    </w:p>
    <w:p w14:paraId="6CA69362" w14:textId="2EFACC31" w:rsidR="00BE7DED" w:rsidRPr="00BE7DED" w:rsidRDefault="00BE7DED" w:rsidP="00BE7DED">
      <w:pPr>
        <w:pStyle w:val="LITlitera"/>
      </w:pPr>
      <w:r w:rsidRPr="00BE7DED">
        <w:t>c) stanowisko</w:t>
      </w:r>
      <w:r>
        <w:t>,</w:t>
      </w:r>
      <w:r w:rsidRPr="00BE7DED">
        <w:t xml:space="preserve"> </w:t>
      </w:r>
    </w:p>
    <w:p w14:paraId="4D70FDED" w14:textId="66784A27" w:rsidR="00BE7DED" w:rsidRPr="004C5B44" w:rsidRDefault="00BE7DED" w:rsidP="00BE7DED">
      <w:pPr>
        <w:pStyle w:val="LITlitera"/>
        <w:rPr>
          <w:lang w:val="en-GB"/>
        </w:rPr>
      </w:pPr>
      <w:r w:rsidRPr="004C5B44">
        <w:rPr>
          <w:lang w:val="en-GB"/>
        </w:rPr>
        <w:t xml:space="preserve">d) </w:t>
      </w:r>
      <w:proofErr w:type="spellStart"/>
      <w:r w:rsidRPr="004C5B44">
        <w:rPr>
          <w:lang w:val="en-GB"/>
        </w:rPr>
        <w:t>numer</w:t>
      </w:r>
      <w:proofErr w:type="spellEnd"/>
      <w:r w:rsidRPr="004C5B44">
        <w:rPr>
          <w:lang w:val="en-GB"/>
        </w:rPr>
        <w:t xml:space="preserve"> </w:t>
      </w:r>
      <w:proofErr w:type="spellStart"/>
      <w:r w:rsidRPr="004C5B44">
        <w:rPr>
          <w:lang w:val="en-GB"/>
        </w:rPr>
        <w:t>telefonu</w:t>
      </w:r>
      <w:proofErr w:type="spellEnd"/>
      <w:r w:rsidRPr="00631649">
        <w:rPr>
          <w:lang w:val="en-GB"/>
        </w:rPr>
        <w:t>,</w:t>
      </w:r>
      <w:r w:rsidRPr="004C5B44">
        <w:rPr>
          <w:lang w:val="en-GB"/>
        </w:rPr>
        <w:t xml:space="preserve"> </w:t>
      </w:r>
    </w:p>
    <w:p w14:paraId="02CA5986" w14:textId="77777777" w:rsidR="00BE7DED" w:rsidRPr="004C5B44" w:rsidRDefault="00BE7DED" w:rsidP="00BE7DED">
      <w:pPr>
        <w:pStyle w:val="LITlitera"/>
        <w:rPr>
          <w:lang w:val="en-GB"/>
        </w:rPr>
      </w:pPr>
      <w:r w:rsidRPr="004C5B44">
        <w:rPr>
          <w:lang w:val="en-GB"/>
        </w:rPr>
        <w:t xml:space="preserve">e) </w:t>
      </w:r>
      <w:proofErr w:type="spellStart"/>
      <w:r w:rsidRPr="004C5B44">
        <w:rPr>
          <w:lang w:val="en-GB"/>
        </w:rPr>
        <w:t>adres</w:t>
      </w:r>
      <w:proofErr w:type="spellEnd"/>
      <w:r w:rsidRPr="004C5B44">
        <w:rPr>
          <w:lang w:val="en-GB"/>
        </w:rPr>
        <w:t xml:space="preserve"> email; </w:t>
      </w:r>
    </w:p>
    <w:p w14:paraId="27D916CA" w14:textId="65AF7378" w:rsidR="00BE7DED" w:rsidRPr="00BE7DED" w:rsidRDefault="00BE7DED" w:rsidP="00BE7DED">
      <w:pPr>
        <w:pStyle w:val="PKTpunkt"/>
      </w:pPr>
      <w:r w:rsidRPr="00BE7DED">
        <w:t xml:space="preserve">4) </w:t>
      </w:r>
      <w:r>
        <w:t>opis s</w:t>
      </w:r>
      <w:r w:rsidRPr="00BE7DED">
        <w:t>pecyfik</w:t>
      </w:r>
      <w:r>
        <w:t>i</w:t>
      </w:r>
      <w:r w:rsidRPr="00BE7DED">
        <w:t xml:space="preserve"> lub zakres</w:t>
      </w:r>
      <w:r>
        <w:t>u</w:t>
      </w:r>
      <w:r w:rsidRPr="00BE7DED">
        <w:t xml:space="preserve"> ustawowo określonych zadań </w:t>
      </w:r>
      <w:r>
        <w:t>uzasadniających dostęp do Rejestru Dokumentów Paszportowych</w:t>
      </w:r>
      <w:r w:rsidRPr="00BE7DED">
        <w:t xml:space="preserve">; </w:t>
      </w:r>
    </w:p>
    <w:p w14:paraId="4E4C0433" w14:textId="2FDE7132" w:rsidR="00BE7DED" w:rsidRPr="00BE7DED" w:rsidRDefault="00BE7DED" w:rsidP="00BE7DED">
      <w:pPr>
        <w:pStyle w:val="PKTpunkt"/>
      </w:pPr>
      <w:r w:rsidRPr="00BE7DED">
        <w:t xml:space="preserve">5) oświadczenie o spełnieniu warunków, o których mowa w ust. 1;  </w:t>
      </w:r>
    </w:p>
    <w:p w14:paraId="493500B2" w14:textId="5549E793" w:rsidR="00BE7DED" w:rsidRPr="000B5E92" w:rsidRDefault="00BE7DED" w:rsidP="004C5B44">
      <w:pPr>
        <w:pStyle w:val="PKTpunkt"/>
      </w:pPr>
      <w:r w:rsidRPr="00BE7DED">
        <w:t>6) datę i podpis osoby reprezentującej wnioskodawcę.</w:t>
      </w:r>
    </w:p>
    <w:p w14:paraId="7172C3F8" w14:textId="4CC5D017" w:rsidR="000B5E92" w:rsidRPr="000B5E92" w:rsidRDefault="0034228D" w:rsidP="00EE7107">
      <w:pPr>
        <w:pStyle w:val="USTustnpkodeksu"/>
      </w:pPr>
      <w:r>
        <w:t>3</w:t>
      </w:r>
      <w:r w:rsidR="000B5E92" w:rsidRPr="000B5E92">
        <w:t>. Udostępnianie danych w trybie, o którym mowa w ust.</w:t>
      </w:r>
      <w:r w:rsidR="006E6203">
        <w:t xml:space="preserve"> </w:t>
      </w:r>
      <w:r w:rsidR="000B5E92" w:rsidRPr="000B5E92">
        <w:t>1</w:t>
      </w:r>
      <w:r w:rsidR="006E6203">
        <w:t>,</w:t>
      </w:r>
      <w:r w:rsidR="000B5E92" w:rsidRPr="000B5E92">
        <w:t xml:space="preserve"> nie wymaga wydania decyzji administracyjnej. </w:t>
      </w:r>
    </w:p>
    <w:p w14:paraId="5AD4F070" w14:textId="5BCCD2FA" w:rsidR="000B5E92" w:rsidRPr="000B5E92" w:rsidRDefault="0034228D" w:rsidP="000B5E92">
      <w:pPr>
        <w:pStyle w:val="USTustnpkodeksu"/>
      </w:pPr>
      <w:r>
        <w:t>4</w:t>
      </w:r>
      <w:r w:rsidR="000B5E92" w:rsidRPr="000B5E92">
        <w:t>. Minister właściwy do spraw informatyzacji, w drodze decyzji administracyjnej, odmawia udostępniania danych w trybie teletransmisji danych lub cofa dostęp w tym trybie, jeżeli podmioty uprawnione nie spełniają wymogów określonych w ust. 1.</w:t>
      </w:r>
    </w:p>
    <w:p w14:paraId="3618CF88" w14:textId="5921B793" w:rsidR="000B5E92" w:rsidRPr="004C5B44" w:rsidRDefault="000B5E92" w:rsidP="004C5B44">
      <w:pPr>
        <w:pStyle w:val="USTustnpkodeksu"/>
      </w:pPr>
      <w:r w:rsidRPr="000B5E92">
        <w:rPr>
          <w:rStyle w:val="Ppogrubienie"/>
        </w:rPr>
        <w:t xml:space="preserve">Art. </w:t>
      </w:r>
      <w:r>
        <w:rPr>
          <w:rStyle w:val="Ppogrubienie"/>
        </w:rPr>
        <w:t>8</w:t>
      </w:r>
      <w:r w:rsidR="009355BE">
        <w:rPr>
          <w:rStyle w:val="Ppogrubienie"/>
        </w:rPr>
        <w:t>8</w:t>
      </w:r>
      <w:r w:rsidRPr="000B5E92">
        <w:rPr>
          <w:rStyle w:val="Ppogrubienie"/>
        </w:rPr>
        <w:t xml:space="preserve">. </w:t>
      </w:r>
      <w:r w:rsidRPr="000B5E92">
        <w:t>1</w:t>
      </w:r>
      <w:r w:rsidRPr="004C5B44">
        <w:t xml:space="preserve">. </w:t>
      </w:r>
      <w:r w:rsidR="00310763" w:rsidRPr="004C5B44">
        <w:rPr>
          <w:rFonts w:eastAsia="Calibri"/>
        </w:rPr>
        <w:t xml:space="preserve">Podmiotom </w:t>
      </w:r>
      <w:r w:rsidR="00DE06A0">
        <w:rPr>
          <w:rFonts w:eastAsia="Calibri"/>
        </w:rPr>
        <w:t>wskazanym</w:t>
      </w:r>
      <w:r w:rsidR="00310763" w:rsidRPr="004C5B44">
        <w:rPr>
          <w:rFonts w:eastAsia="Calibri"/>
        </w:rPr>
        <w:t xml:space="preserve"> w art. 8</w:t>
      </w:r>
      <w:r w:rsidR="009355BE">
        <w:rPr>
          <w:rFonts w:eastAsia="Calibri"/>
        </w:rPr>
        <w:t>5</w:t>
      </w:r>
      <w:r w:rsidR="00310763" w:rsidRPr="004C5B44">
        <w:rPr>
          <w:rFonts w:eastAsia="Calibri"/>
        </w:rPr>
        <w:t>, po spełnieniu warunków, o k</w:t>
      </w:r>
      <w:r w:rsidR="00CC5284">
        <w:rPr>
          <w:rFonts w:eastAsia="Calibri"/>
        </w:rPr>
        <w:t>tó</w:t>
      </w:r>
      <w:r w:rsidR="005C7C91">
        <w:rPr>
          <w:rFonts w:eastAsia="Calibri"/>
        </w:rPr>
        <w:t>rych mowa w art. 8</w:t>
      </w:r>
      <w:r w:rsidR="009355BE">
        <w:rPr>
          <w:rFonts w:eastAsia="Calibri"/>
        </w:rPr>
        <w:t>7</w:t>
      </w:r>
      <w:r w:rsidR="005C7C91">
        <w:rPr>
          <w:rFonts w:eastAsia="Calibri"/>
        </w:rPr>
        <w:t xml:space="preserve"> ust. 1, </w:t>
      </w:r>
      <w:r w:rsidR="00310763" w:rsidRPr="004C5B44">
        <w:rPr>
          <w:rFonts w:eastAsia="Calibri"/>
        </w:rPr>
        <w:t>minister właściwy do spraw informatyzacji</w:t>
      </w:r>
      <w:r w:rsidR="00CF31BE">
        <w:rPr>
          <w:rFonts w:eastAsia="Calibri"/>
        </w:rPr>
        <w:t xml:space="preserve">, </w:t>
      </w:r>
      <w:r w:rsidR="00CF31BE" w:rsidRPr="000B5E92">
        <w:t xml:space="preserve">po złożeniu jednorazowego wniosku </w:t>
      </w:r>
      <w:r w:rsidR="00CF31BE">
        <w:rPr>
          <w:rFonts w:eastAsia="Calibri"/>
        </w:rPr>
        <w:t xml:space="preserve">oraz </w:t>
      </w:r>
      <w:r w:rsidR="00CF31BE" w:rsidRPr="004C5B44">
        <w:t>wykazaniu, że dostęp w tym trybie jest uzasadniony specyfiką lub zakresem ustawowo określonych zadań</w:t>
      </w:r>
      <w:r w:rsidR="00CF31BE">
        <w:rPr>
          <w:rFonts w:eastAsia="Calibri"/>
        </w:rPr>
        <w:t xml:space="preserve">, </w:t>
      </w:r>
      <w:r w:rsidR="00310763" w:rsidRPr="004C5B44">
        <w:rPr>
          <w:rFonts w:eastAsia="Calibri"/>
        </w:rPr>
        <w:t>udostępnia usługę umożliwiającą potwierdzenie istnienia albo nieistnienia ważnego dokumentu paszportowego, zawierającego określony zakres danych, która polega na porównaniu określonego zakresu danych wpisanych przez podmiot korzystający z usługi.</w:t>
      </w:r>
    </w:p>
    <w:p w14:paraId="70DE5BE3" w14:textId="74D8352E" w:rsidR="000B5E92" w:rsidRPr="000B5E92" w:rsidRDefault="000B5E92" w:rsidP="000B5E92">
      <w:pPr>
        <w:pStyle w:val="USTustnpkodeksu"/>
      </w:pPr>
      <w:r w:rsidRPr="000B5E92">
        <w:t xml:space="preserve">2. </w:t>
      </w:r>
      <w:r w:rsidR="00E10019">
        <w:t>P</w:t>
      </w:r>
      <w:r w:rsidRPr="000B5E92">
        <w:t>orównaniu podlegają:</w:t>
      </w:r>
    </w:p>
    <w:p w14:paraId="1D77F83F" w14:textId="77777777" w:rsidR="000B5E92" w:rsidRPr="000B5E92" w:rsidRDefault="000B5E92" w:rsidP="000B5E92">
      <w:pPr>
        <w:pStyle w:val="PKTpunkt"/>
      </w:pPr>
      <w:r w:rsidRPr="000B5E92">
        <w:lastRenderedPageBreak/>
        <w:t>1) imię (imiona);</w:t>
      </w:r>
    </w:p>
    <w:p w14:paraId="1E7B4834" w14:textId="77777777" w:rsidR="000B5E92" w:rsidRPr="000B5E92" w:rsidRDefault="000B5E92" w:rsidP="000B5E92">
      <w:pPr>
        <w:pStyle w:val="PKTpunkt"/>
      </w:pPr>
      <w:r w:rsidRPr="000B5E92">
        <w:t>2) nazwisko;</w:t>
      </w:r>
    </w:p>
    <w:p w14:paraId="7A8DB905" w14:textId="77777777" w:rsidR="000B5E92" w:rsidRPr="000B5E92" w:rsidRDefault="000B5E92" w:rsidP="000B5E92">
      <w:pPr>
        <w:pStyle w:val="PKTpunkt"/>
      </w:pPr>
      <w:r w:rsidRPr="000B5E92">
        <w:t>3) numer PESEL;</w:t>
      </w:r>
    </w:p>
    <w:p w14:paraId="29FFF59F" w14:textId="77777777" w:rsidR="000B5E92" w:rsidRPr="000B5E92" w:rsidRDefault="000B5E92" w:rsidP="000B5E92">
      <w:pPr>
        <w:pStyle w:val="PKTpunkt"/>
      </w:pPr>
      <w:r w:rsidRPr="000B5E92">
        <w:t>4) seria i numer dokumentu paszportowego;</w:t>
      </w:r>
    </w:p>
    <w:p w14:paraId="5B7E9187" w14:textId="77777777" w:rsidR="000B5E92" w:rsidRPr="000B5E92" w:rsidRDefault="000B5E92" w:rsidP="000B5E92">
      <w:pPr>
        <w:pStyle w:val="PKTpunkt"/>
      </w:pPr>
      <w:r w:rsidRPr="000B5E92">
        <w:t>5) data wydania dokumentu paszportowego;</w:t>
      </w:r>
    </w:p>
    <w:p w14:paraId="21A1CDCC" w14:textId="77777777" w:rsidR="000B5E92" w:rsidRPr="000B5E92" w:rsidRDefault="000B5E92" w:rsidP="000B5E92">
      <w:pPr>
        <w:pStyle w:val="PKTpunkt"/>
      </w:pPr>
      <w:r w:rsidRPr="000B5E92">
        <w:t>6) termin ważności dokumentu paszportowego.</w:t>
      </w:r>
    </w:p>
    <w:p w14:paraId="5760D836" w14:textId="77777777" w:rsidR="000B5E92" w:rsidRPr="000B5E92" w:rsidRDefault="000B5E92" w:rsidP="00890F77">
      <w:pPr>
        <w:pStyle w:val="USTustnpkodeksu"/>
      </w:pPr>
      <w:r w:rsidRPr="000B5E92">
        <w:t>3. Wynikiem porównania danych, o których mowa w ust.</w:t>
      </w:r>
      <w:r w:rsidR="00890F77">
        <w:t xml:space="preserve"> </w:t>
      </w:r>
      <w:r w:rsidRPr="000B5E92">
        <w:t>2</w:t>
      </w:r>
      <w:r w:rsidR="00B26B99">
        <w:t>,</w:t>
      </w:r>
      <w:r w:rsidRPr="000B5E92">
        <w:t xml:space="preserve"> jest potwierdzenie zgodności przekazanych danych albo raport niezgodności danych</w:t>
      </w:r>
      <w:r w:rsidR="00DE512C">
        <w:t>.</w:t>
      </w:r>
    </w:p>
    <w:p w14:paraId="395365EF" w14:textId="3FCBE192" w:rsidR="000B5E92" w:rsidRDefault="000B5E92" w:rsidP="000B5E92">
      <w:pPr>
        <w:pStyle w:val="USTustnpkodeksu"/>
      </w:pPr>
      <w:r w:rsidRPr="000B5E92">
        <w:t>4. Dostęp do usługi, o której mowa w ust. 1</w:t>
      </w:r>
      <w:r w:rsidR="00384B3E">
        <w:t>,</w:t>
      </w:r>
      <w:r w:rsidR="00CF31BE" w:rsidRPr="00CF31BE">
        <w:t xml:space="preserve"> </w:t>
      </w:r>
      <w:r w:rsidR="00CF31BE" w:rsidRPr="000B5E92">
        <w:t>nie wymaga wydania decyzji administracyjnej</w:t>
      </w:r>
      <w:r w:rsidRPr="000B5E92">
        <w:t xml:space="preserve">. </w:t>
      </w:r>
    </w:p>
    <w:p w14:paraId="4F7A6541" w14:textId="2EF608D3" w:rsidR="00EF5F33" w:rsidRPr="00EF5F33" w:rsidRDefault="00EF5F33" w:rsidP="00EF5F33">
      <w:pPr>
        <w:pStyle w:val="USTustnpkodeksu"/>
      </w:pPr>
      <w:r>
        <w:t xml:space="preserve">5. </w:t>
      </w:r>
      <w:r w:rsidRPr="00EF5F33">
        <w:t xml:space="preserve">Wniosek o dostęp do usługi, o której mowa w ust. 1, zawiera: </w:t>
      </w:r>
    </w:p>
    <w:p w14:paraId="02CFAD76" w14:textId="77777777" w:rsidR="00BE7DED" w:rsidRDefault="00EF5F33" w:rsidP="00E96E34">
      <w:pPr>
        <w:pStyle w:val="PKTpunkt"/>
      </w:pPr>
      <w:r>
        <w:t>1) d</w:t>
      </w:r>
      <w:r w:rsidRPr="00EF5F33">
        <w:t>ane wnioskodawcy</w:t>
      </w:r>
      <w:r w:rsidR="00BE7DED">
        <w:t>:</w:t>
      </w:r>
    </w:p>
    <w:p w14:paraId="6E8E8CBF" w14:textId="183E2007" w:rsidR="00BE7DED" w:rsidRPr="00BE7DED" w:rsidRDefault="00BE7DED" w:rsidP="0039551A">
      <w:pPr>
        <w:pStyle w:val="LITlitera"/>
      </w:pPr>
      <w:r>
        <w:t>a) n</w:t>
      </w:r>
      <w:r w:rsidRPr="00BE7DED">
        <w:t>azw</w:t>
      </w:r>
      <w:r>
        <w:t>ę</w:t>
      </w:r>
      <w:r w:rsidRPr="00BE7DED">
        <w:t xml:space="preserve"> podmiotu</w:t>
      </w:r>
      <w:r>
        <w:t>,</w:t>
      </w:r>
      <w:r w:rsidRPr="00BE7DED">
        <w:t xml:space="preserve"> </w:t>
      </w:r>
    </w:p>
    <w:p w14:paraId="6DBA5BE4" w14:textId="257D22D8" w:rsidR="00BE7DED" w:rsidRPr="00BE7DED" w:rsidRDefault="00BE7DED" w:rsidP="0039551A">
      <w:pPr>
        <w:pStyle w:val="LITlitera"/>
      </w:pPr>
      <w:r>
        <w:t>b) a</w:t>
      </w:r>
      <w:r w:rsidRPr="00BE7DED">
        <w:t>dres siedziby podmiotu</w:t>
      </w:r>
      <w:r w:rsidR="009948E7">
        <w:t>,</w:t>
      </w:r>
      <w:r w:rsidRPr="00BE7DED">
        <w:t xml:space="preserve"> </w:t>
      </w:r>
    </w:p>
    <w:p w14:paraId="258B49E1" w14:textId="039C61F9" w:rsidR="00EF5F33" w:rsidRPr="00EF5F33" w:rsidRDefault="00BE7DED" w:rsidP="0039551A">
      <w:pPr>
        <w:pStyle w:val="LITlitera"/>
      </w:pPr>
      <w:r>
        <w:t>c) opcjonalnie a</w:t>
      </w:r>
      <w:r w:rsidRPr="00BE7DED">
        <w:t xml:space="preserve">dres skrytki </w:t>
      </w:r>
      <w:proofErr w:type="spellStart"/>
      <w:r w:rsidRPr="00BE7DED">
        <w:t>ePUAP</w:t>
      </w:r>
      <w:proofErr w:type="spellEnd"/>
      <w:r w:rsidR="00EF5F33">
        <w:t>;</w:t>
      </w:r>
      <w:r w:rsidR="00EF5F33" w:rsidRPr="00EF5F33">
        <w:t xml:space="preserve"> </w:t>
      </w:r>
    </w:p>
    <w:p w14:paraId="21674FEC" w14:textId="2C0E8E59" w:rsidR="00BE7DED" w:rsidRDefault="00EF5F33" w:rsidP="00E96E34">
      <w:pPr>
        <w:pStyle w:val="PKTpunkt"/>
      </w:pPr>
      <w:r>
        <w:t>2) d</w:t>
      </w:r>
      <w:r w:rsidRPr="00EF5F33">
        <w:t>ane osoby reprezentującej wnioskodawcę</w:t>
      </w:r>
      <w:r w:rsidR="00BE7DED">
        <w:t>:</w:t>
      </w:r>
    </w:p>
    <w:p w14:paraId="56709A75" w14:textId="04EB5978" w:rsidR="00BE7DED" w:rsidRPr="00BE7DED" w:rsidRDefault="00BE7DED" w:rsidP="004C5B44">
      <w:pPr>
        <w:pStyle w:val="LITlitera"/>
      </w:pPr>
      <w:r>
        <w:t>a) i</w:t>
      </w:r>
      <w:r w:rsidRPr="00BE7DED">
        <w:t>mię</w:t>
      </w:r>
      <w:r w:rsidR="009948E7">
        <w:t>,</w:t>
      </w:r>
      <w:r w:rsidRPr="00BE7DED">
        <w:t xml:space="preserve"> </w:t>
      </w:r>
    </w:p>
    <w:p w14:paraId="38E254F1" w14:textId="53D40ABD" w:rsidR="00BE7DED" w:rsidRPr="00BE7DED" w:rsidRDefault="00BE7DED" w:rsidP="004C5B44">
      <w:pPr>
        <w:pStyle w:val="LITlitera"/>
      </w:pPr>
      <w:r>
        <w:t>b) n</w:t>
      </w:r>
      <w:r w:rsidRPr="00BE7DED">
        <w:t>azwisko</w:t>
      </w:r>
      <w:r w:rsidR="009948E7">
        <w:t>,</w:t>
      </w:r>
      <w:r w:rsidRPr="00BE7DED">
        <w:t xml:space="preserve"> </w:t>
      </w:r>
    </w:p>
    <w:p w14:paraId="5DE1849B" w14:textId="08ACCCB4" w:rsidR="00BE7DED" w:rsidRPr="00BE7DED" w:rsidRDefault="00BE7DED" w:rsidP="004C5B44">
      <w:pPr>
        <w:pStyle w:val="LITlitera"/>
      </w:pPr>
      <w:r>
        <w:t>c) s</w:t>
      </w:r>
      <w:r w:rsidRPr="00BE7DED">
        <w:t>tanowisko</w:t>
      </w:r>
      <w:r w:rsidR="009948E7">
        <w:t>,</w:t>
      </w:r>
      <w:r w:rsidRPr="00BE7DED">
        <w:t xml:space="preserve"> </w:t>
      </w:r>
    </w:p>
    <w:p w14:paraId="2FA90D18" w14:textId="6835D946" w:rsidR="00BE7DED" w:rsidRPr="00631649" w:rsidRDefault="00BE7DED" w:rsidP="004C5B44">
      <w:pPr>
        <w:pStyle w:val="LITlitera"/>
      </w:pPr>
      <w:r w:rsidRPr="00631649">
        <w:t>d) numer telefonu</w:t>
      </w:r>
      <w:r w:rsidR="009948E7">
        <w:t>,</w:t>
      </w:r>
      <w:r w:rsidRPr="00631649">
        <w:t xml:space="preserve"> </w:t>
      </w:r>
    </w:p>
    <w:p w14:paraId="6B9DF95A" w14:textId="477A0F5D" w:rsidR="00EF5F33" w:rsidRPr="00631649" w:rsidRDefault="00BE7DED" w:rsidP="004C5B44">
      <w:pPr>
        <w:pStyle w:val="LITlitera"/>
      </w:pPr>
      <w:r w:rsidRPr="00631649">
        <w:t>e) adres email</w:t>
      </w:r>
      <w:r w:rsidR="00EF5F33" w:rsidRPr="00631649">
        <w:t xml:space="preserve">; </w:t>
      </w:r>
    </w:p>
    <w:p w14:paraId="6AFF3896" w14:textId="2D9ABC11" w:rsidR="00BE7DED" w:rsidRDefault="00EF5F33" w:rsidP="00E96E34">
      <w:pPr>
        <w:pStyle w:val="PKTpunkt"/>
      </w:pPr>
      <w:r>
        <w:t>3) d</w:t>
      </w:r>
      <w:r w:rsidRPr="00EF5F33">
        <w:t>ane osoby uprawnionej do kontaktów w sprawach technicznych</w:t>
      </w:r>
      <w:r w:rsidR="009948E7">
        <w:t>:</w:t>
      </w:r>
    </w:p>
    <w:p w14:paraId="720A0699" w14:textId="74DD41FF" w:rsidR="00BE7DED" w:rsidRPr="00BE7DED" w:rsidRDefault="00BE7DED" w:rsidP="004C5B44">
      <w:pPr>
        <w:pStyle w:val="LITlitera"/>
      </w:pPr>
      <w:r w:rsidRPr="00BE7DED">
        <w:t>a) imię</w:t>
      </w:r>
      <w:r w:rsidR="009948E7">
        <w:t>,</w:t>
      </w:r>
      <w:r w:rsidRPr="00BE7DED">
        <w:t xml:space="preserve"> </w:t>
      </w:r>
    </w:p>
    <w:p w14:paraId="05AC0EFA" w14:textId="6739BF3B" w:rsidR="00BE7DED" w:rsidRPr="00BE7DED" w:rsidRDefault="00BE7DED" w:rsidP="004C5B44">
      <w:pPr>
        <w:pStyle w:val="LITlitera"/>
      </w:pPr>
      <w:r w:rsidRPr="00BE7DED">
        <w:t>b) nazwisko</w:t>
      </w:r>
      <w:r w:rsidR="009948E7">
        <w:t>,</w:t>
      </w:r>
      <w:r w:rsidRPr="00BE7DED">
        <w:t xml:space="preserve"> </w:t>
      </w:r>
    </w:p>
    <w:p w14:paraId="34C735CF" w14:textId="2D6A3458" w:rsidR="00BE7DED" w:rsidRPr="00BE7DED" w:rsidRDefault="00BE7DED" w:rsidP="004C5B44">
      <w:pPr>
        <w:pStyle w:val="LITlitera"/>
      </w:pPr>
      <w:r w:rsidRPr="00BE7DED">
        <w:t>c) stanowisko</w:t>
      </w:r>
      <w:r w:rsidR="009948E7">
        <w:t>,</w:t>
      </w:r>
      <w:r w:rsidRPr="00BE7DED">
        <w:t xml:space="preserve"> </w:t>
      </w:r>
    </w:p>
    <w:p w14:paraId="59680763" w14:textId="5E66DBC0" w:rsidR="00BE7DED" w:rsidRPr="00631649" w:rsidRDefault="00BE7DED" w:rsidP="004C5B44">
      <w:pPr>
        <w:pStyle w:val="LITlitera"/>
        <w:rPr>
          <w:lang w:val="en-GB"/>
        </w:rPr>
      </w:pPr>
      <w:r w:rsidRPr="00631649">
        <w:rPr>
          <w:lang w:val="en-GB"/>
        </w:rPr>
        <w:t xml:space="preserve">d) </w:t>
      </w:r>
      <w:proofErr w:type="spellStart"/>
      <w:r w:rsidRPr="00631649">
        <w:rPr>
          <w:lang w:val="en-GB"/>
        </w:rPr>
        <w:t>numer</w:t>
      </w:r>
      <w:proofErr w:type="spellEnd"/>
      <w:r w:rsidRPr="00631649">
        <w:rPr>
          <w:lang w:val="en-GB"/>
        </w:rPr>
        <w:t xml:space="preserve"> </w:t>
      </w:r>
      <w:proofErr w:type="spellStart"/>
      <w:r w:rsidRPr="00631649">
        <w:rPr>
          <w:lang w:val="en-GB"/>
        </w:rPr>
        <w:t>telefonu</w:t>
      </w:r>
      <w:proofErr w:type="spellEnd"/>
      <w:r w:rsidR="009948E7" w:rsidRPr="00631649">
        <w:rPr>
          <w:lang w:val="en-GB"/>
        </w:rPr>
        <w:t>,</w:t>
      </w:r>
      <w:r w:rsidRPr="00631649">
        <w:rPr>
          <w:lang w:val="en-GB"/>
        </w:rPr>
        <w:t xml:space="preserve"> </w:t>
      </w:r>
    </w:p>
    <w:p w14:paraId="2673EFE0" w14:textId="06F03BDB" w:rsidR="00EF5F33" w:rsidRPr="00631649" w:rsidRDefault="00BE7DED" w:rsidP="004C5B44">
      <w:pPr>
        <w:pStyle w:val="LITlitera"/>
        <w:rPr>
          <w:lang w:val="en-GB"/>
        </w:rPr>
      </w:pPr>
      <w:r w:rsidRPr="00631649">
        <w:rPr>
          <w:lang w:val="en-GB"/>
        </w:rPr>
        <w:t xml:space="preserve">e) </w:t>
      </w:r>
      <w:proofErr w:type="spellStart"/>
      <w:r w:rsidRPr="00631649">
        <w:rPr>
          <w:lang w:val="en-GB"/>
        </w:rPr>
        <w:t>adres</w:t>
      </w:r>
      <w:proofErr w:type="spellEnd"/>
      <w:r w:rsidRPr="00631649">
        <w:rPr>
          <w:lang w:val="en-GB"/>
        </w:rPr>
        <w:t xml:space="preserve"> email</w:t>
      </w:r>
      <w:r w:rsidR="00EF5F33" w:rsidRPr="00631649">
        <w:rPr>
          <w:lang w:val="en-GB"/>
        </w:rPr>
        <w:t xml:space="preserve">; </w:t>
      </w:r>
    </w:p>
    <w:p w14:paraId="48C639B8" w14:textId="7B53F115" w:rsidR="00EF5F33" w:rsidRPr="00EF5F33" w:rsidRDefault="00EF5F33" w:rsidP="00E96E34">
      <w:pPr>
        <w:pStyle w:val="PKTpunkt"/>
      </w:pPr>
      <w:r>
        <w:t xml:space="preserve">4) </w:t>
      </w:r>
      <w:r w:rsidR="00CF31BE">
        <w:t>opis s</w:t>
      </w:r>
      <w:r w:rsidR="00CF31BE" w:rsidRPr="00BE7DED">
        <w:t>pecyfik</w:t>
      </w:r>
      <w:r w:rsidR="00CF31BE">
        <w:t>i</w:t>
      </w:r>
      <w:r w:rsidR="00CF31BE" w:rsidRPr="00BE7DED">
        <w:t xml:space="preserve"> lub zakres</w:t>
      </w:r>
      <w:r w:rsidR="00CF31BE">
        <w:t>u</w:t>
      </w:r>
      <w:r w:rsidR="00CF31BE" w:rsidRPr="00BE7DED">
        <w:t xml:space="preserve"> ustawowo określonych zadań </w:t>
      </w:r>
      <w:r w:rsidR="00CF31BE">
        <w:t>uzasadniających dostęp do usługi</w:t>
      </w:r>
      <w:r>
        <w:t>;</w:t>
      </w:r>
      <w:r w:rsidRPr="00EF5F33">
        <w:t xml:space="preserve"> </w:t>
      </w:r>
    </w:p>
    <w:p w14:paraId="77A11D69" w14:textId="36BB19DE" w:rsidR="00EF5F33" w:rsidRPr="00EF5F33" w:rsidRDefault="00EF5F33" w:rsidP="00E96E34">
      <w:pPr>
        <w:pStyle w:val="PKTpunkt"/>
      </w:pPr>
      <w:r>
        <w:t>5) o</w:t>
      </w:r>
      <w:r w:rsidRPr="00EF5F33">
        <w:t>świadczenie o spełnieniu warunków, o których mowa w art. 8</w:t>
      </w:r>
      <w:r w:rsidR="009355BE">
        <w:t>7</w:t>
      </w:r>
      <w:r w:rsidR="003504F2">
        <w:t xml:space="preserve"> </w:t>
      </w:r>
      <w:r w:rsidRPr="00EF5F33">
        <w:t>ust. 1</w:t>
      </w:r>
      <w:r>
        <w:t>;</w:t>
      </w:r>
      <w:r w:rsidRPr="00EF5F33">
        <w:t xml:space="preserve">  </w:t>
      </w:r>
    </w:p>
    <w:p w14:paraId="7AF22F9D" w14:textId="77777777" w:rsidR="00EF5F33" w:rsidRPr="000B5E92" w:rsidRDefault="00EF5F33" w:rsidP="00B26B99">
      <w:pPr>
        <w:pStyle w:val="PKTpunkt"/>
      </w:pPr>
      <w:r>
        <w:t>6) d</w:t>
      </w:r>
      <w:r w:rsidRPr="00EF5F33">
        <w:t>atę i podpis oso</w:t>
      </w:r>
      <w:r>
        <w:t xml:space="preserve">by reprezentującej wnioskodawcę. </w:t>
      </w:r>
    </w:p>
    <w:p w14:paraId="38199E96" w14:textId="1F3B0853" w:rsidR="000B5E92" w:rsidRDefault="00EF5F33" w:rsidP="00457FAB">
      <w:pPr>
        <w:pStyle w:val="USTustnpkodeksu"/>
      </w:pPr>
      <w:r>
        <w:t>6</w:t>
      </w:r>
      <w:r w:rsidR="000B5E92" w:rsidRPr="000B5E92">
        <w:t>. Minister właściwy do spraw informatyzacji, w drodze decyzji administracyjnej, odmawia dostępu do usługi, o której mowa w ust.</w:t>
      </w:r>
      <w:r w:rsidR="003504F2">
        <w:t xml:space="preserve"> </w:t>
      </w:r>
      <w:r w:rsidR="000B5E92" w:rsidRPr="000B5E92">
        <w:t>1</w:t>
      </w:r>
      <w:r w:rsidR="007E240E">
        <w:t>,</w:t>
      </w:r>
      <w:r w:rsidR="000B5E92" w:rsidRPr="000B5E92">
        <w:t xml:space="preserve"> lub cofa dostęp</w:t>
      </w:r>
      <w:r w:rsidR="007E240E">
        <w:t xml:space="preserve"> do usługi</w:t>
      </w:r>
      <w:r w:rsidR="000B5E92" w:rsidRPr="000B5E92">
        <w:t xml:space="preserve"> jeżeli podmioty nie spełniają wymogów określonych w art. </w:t>
      </w:r>
      <w:r w:rsidR="000B5E92">
        <w:t>8</w:t>
      </w:r>
      <w:r w:rsidR="009355BE">
        <w:t>7</w:t>
      </w:r>
      <w:r w:rsidR="000B5E92" w:rsidRPr="000B5E92">
        <w:t xml:space="preserve"> ust. 1.</w:t>
      </w:r>
    </w:p>
    <w:p w14:paraId="49E5A068" w14:textId="5C69DDD3" w:rsidR="00222FCC" w:rsidRDefault="00EF5F33" w:rsidP="000B5E92">
      <w:pPr>
        <w:pStyle w:val="USTustnpkodeksu"/>
      </w:pPr>
      <w:r>
        <w:lastRenderedPageBreak/>
        <w:t>7</w:t>
      </w:r>
      <w:r w:rsidR="00222FCC">
        <w:t>.</w:t>
      </w:r>
      <w:r w:rsidR="00222FCC" w:rsidRPr="00222FCC">
        <w:t xml:space="preserve"> </w:t>
      </w:r>
      <w:r w:rsidR="00222FCC" w:rsidRPr="000B5E92">
        <w:t>Dostęp do usługi, o której mowa w ust. 1</w:t>
      </w:r>
      <w:r w:rsidR="00222FCC">
        <w:t>,</w:t>
      </w:r>
      <w:r w:rsidR="00222FCC" w:rsidRPr="000B5E92">
        <w:t xml:space="preserve"> </w:t>
      </w:r>
      <w:r w:rsidR="00222FCC">
        <w:t xml:space="preserve">jest </w:t>
      </w:r>
      <w:r w:rsidR="005C7C91">
        <w:t>nieod</w:t>
      </w:r>
      <w:r w:rsidR="00222FCC">
        <w:t>płatny.</w:t>
      </w:r>
    </w:p>
    <w:p w14:paraId="7A116E41" w14:textId="25275C9E" w:rsidR="00DE06A0" w:rsidRPr="004C5B44" w:rsidRDefault="00DE06A0" w:rsidP="00BC3DEA">
      <w:pPr>
        <w:pStyle w:val="ARTartustawynprozporzdzenia"/>
      </w:pPr>
      <w:r>
        <w:rPr>
          <w:rStyle w:val="Ppogrubienie"/>
        </w:rPr>
        <w:t>Art. 8</w:t>
      </w:r>
      <w:r w:rsidR="009355BE">
        <w:rPr>
          <w:rStyle w:val="Ppogrubienie"/>
        </w:rPr>
        <w:t>9</w:t>
      </w:r>
      <w:r>
        <w:rPr>
          <w:rStyle w:val="Ppogrubienie"/>
        </w:rPr>
        <w:t>.</w:t>
      </w:r>
      <w:r w:rsidR="009355BE">
        <w:rPr>
          <w:rStyle w:val="Ppogrubienie"/>
        </w:rPr>
        <w:t xml:space="preserve"> </w:t>
      </w:r>
      <w:r w:rsidR="009355BE" w:rsidRPr="00BC3DEA">
        <w:rPr>
          <w:rStyle w:val="Ppogrubienie"/>
          <w:b w:val="0"/>
        </w:rPr>
        <w:t>1.</w:t>
      </w:r>
      <w:r>
        <w:rPr>
          <w:rStyle w:val="Ppogrubienie"/>
        </w:rPr>
        <w:t xml:space="preserve"> </w:t>
      </w:r>
      <w:r w:rsidRPr="00DE06A0">
        <w:rPr>
          <w:rFonts w:eastAsia="Calibri"/>
        </w:rPr>
        <w:t>Podmiotom innym niż wskazane w art. 8</w:t>
      </w:r>
      <w:r w:rsidR="009355BE">
        <w:rPr>
          <w:rFonts w:eastAsia="Calibri"/>
        </w:rPr>
        <w:t>5</w:t>
      </w:r>
      <w:r w:rsidRPr="00DE06A0">
        <w:rPr>
          <w:rFonts w:eastAsia="Calibri"/>
        </w:rPr>
        <w:t>, po wykazaniu interesu faktycznego oraz spełnieniu warunków, o k</w:t>
      </w:r>
      <w:r w:rsidR="005C7C91">
        <w:rPr>
          <w:rFonts w:eastAsia="Calibri"/>
        </w:rPr>
        <w:t>tórych mowa w art. 8</w:t>
      </w:r>
      <w:r w:rsidR="009355BE">
        <w:rPr>
          <w:rFonts w:eastAsia="Calibri"/>
        </w:rPr>
        <w:t>7</w:t>
      </w:r>
      <w:r w:rsidR="005C7C91">
        <w:rPr>
          <w:rFonts w:eastAsia="Calibri"/>
        </w:rPr>
        <w:t xml:space="preserve"> ust. 1</w:t>
      </w:r>
      <w:r w:rsidRPr="00DE06A0">
        <w:rPr>
          <w:rFonts w:eastAsia="Calibri"/>
        </w:rPr>
        <w:t>, minister właściwy do spraw informatyzacji udostępnia usługę umożliwiającą potwierdzenie istnienia albo nieistnienia ważnego dokumentu paszportowego, zawierającego określony zakres danych, która polega na porównaniu określonego zakresu danych wpisanych przez podmiot korzystający z usługi.</w:t>
      </w:r>
    </w:p>
    <w:p w14:paraId="09BFAD27" w14:textId="77777777" w:rsidR="00DE06A0" w:rsidRPr="000B5E92" w:rsidRDefault="00DE06A0" w:rsidP="00DE06A0">
      <w:pPr>
        <w:pStyle w:val="USTustnpkodeksu"/>
      </w:pPr>
      <w:r w:rsidRPr="000B5E92">
        <w:t xml:space="preserve">2. </w:t>
      </w:r>
      <w:r>
        <w:t>P</w:t>
      </w:r>
      <w:r w:rsidRPr="000B5E92">
        <w:t>orównaniu podlegają:</w:t>
      </w:r>
    </w:p>
    <w:p w14:paraId="19625643" w14:textId="77777777" w:rsidR="00DE06A0" w:rsidRPr="000B5E92" w:rsidRDefault="00DE06A0" w:rsidP="00DE06A0">
      <w:pPr>
        <w:pStyle w:val="PKTpunkt"/>
      </w:pPr>
      <w:r w:rsidRPr="000B5E92">
        <w:t>1) imię (imiona);</w:t>
      </w:r>
    </w:p>
    <w:p w14:paraId="6C93F871" w14:textId="77777777" w:rsidR="00DE06A0" w:rsidRPr="000B5E92" w:rsidRDefault="00DE06A0" w:rsidP="00DE06A0">
      <w:pPr>
        <w:pStyle w:val="PKTpunkt"/>
      </w:pPr>
      <w:r w:rsidRPr="000B5E92">
        <w:t>2) nazwisko;</w:t>
      </w:r>
    </w:p>
    <w:p w14:paraId="03AEF86C" w14:textId="77777777" w:rsidR="00DE06A0" w:rsidRPr="000B5E92" w:rsidRDefault="00DE06A0" w:rsidP="00DE06A0">
      <w:pPr>
        <w:pStyle w:val="PKTpunkt"/>
      </w:pPr>
      <w:r w:rsidRPr="000B5E92">
        <w:t>3) numer PESEL;</w:t>
      </w:r>
    </w:p>
    <w:p w14:paraId="6A7CF3F7" w14:textId="77777777" w:rsidR="00DE06A0" w:rsidRPr="000B5E92" w:rsidRDefault="00DE06A0" w:rsidP="00DE06A0">
      <w:pPr>
        <w:pStyle w:val="PKTpunkt"/>
      </w:pPr>
      <w:r w:rsidRPr="000B5E92">
        <w:t>4) seria i numer dokumentu paszportowego;</w:t>
      </w:r>
    </w:p>
    <w:p w14:paraId="56A8356D" w14:textId="77777777" w:rsidR="00DE06A0" w:rsidRPr="000B5E92" w:rsidRDefault="00DE06A0" w:rsidP="00DE06A0">
      <w:pPr>
        <w:pStyle w:val="PKTpunkt"/>
      </w:pPr>
      <w:r w:rsidRPr="000B5E92">
        <w:t>5) data wydania dokumentu paszportowego;</w:t>
      </w:r>
    </w:p>
    <w:p w14:paraId="0E16899E" w14:textId="77777777" w:rsidR="00DE06A0" w:rsidRPr="000B5E92" w:rsidRDefault="00DE06A0" w:rsidP="00DE06A0">
      <w:pPr>
        <w:pStyle w:val="PKTpunkt"/>
      </w:pPr>
      <w:r w:rsidRPr="000B5E92">
        <w:t>6) termin ważności dokumentu paszportowego.</w:t>
      </w:r>
    </w:p>
    <w:p w14:paraId="11AA1EE9" w14:textId="77777777" w:rsidR="00DE06A0" w:rsidRPr="000B5E92" w:rsidRDefault="00DE06A0" w:rsidP="00DE06A0">
      <w:pPr>
        <w:pStyle w:val="USTustnpkodeksu"/>
      </w:pPr>
      <w:r w:rsidRPr="000B5E92">
        <w:t>3. Wynikiem porównania danych, o których mowa w ust.</w:t>
      </w:r>
      <w:r>
        <w:t xml:space="preserve"> </w:t>
      </w:r>
      <w:r w:rsidRPr="000B5E92">
        <w:t>2</w:t>
      </w:r>
      <w:r>
        <w:t>,</w:t>
      </w:r>
      <w:r w:rsidRPr="000B5E92">
        <w:t xml:space="preserve"> jest potwierdzenie zgodności przekazanych danych albo raport niezgodności danych</w:t>
      </w:r>
      <w:r>
        <w:t>.</w:t>
      </w:r>
    </w:p>
    <w:p w14:paraId="46708013" w14:textId="77777777" w:rsidR="00DE06A0" w:rsidRDefault="00DE06A0" w:rsidP="00DE06A0">
      <w:pPr>
        <w:pStyle w:val="USTustnpkodeksu"/>
      </w:pPr>
      <w:r w:rsidRPr="000B5E92">
        <w:t>4. Dostęp do usługi, o której mowa w ust. 1</w:t>
      </w:r>
      <w:r>
        <w:t>,</w:t>
      </w:r>
      <w:r w:rsidRPr="000B5E92">
        <w:t xml:space="preserve"> odbywa się na podstawie decyzji ministra właściwego do spraw informatyzacji wydanej na jednorazowy wniosek. </w:t>
      </w:r>
    </w:p>
    <w:p w14:paraId="64EE31EA" w14:textId="4CF95111" w:rsidR="00DE06A0" w:rsidRPr="00EF5F33" w:rsidRDefault="00DE06A0" w:rsidP="00DE06A0">
      <w:pPr>
        <w:pStyle w:val="USTustnpkodeksu"/>
      </w:pPr>
      <w:r>
        <w:t xml:space="preserve">5. </w:t>
      </w:r>
      <w:r w:rsidRPr="00EF5F33">
        <w:t xml:space="preserve">Wniosek o dostęp do usługi, o której mowa w ust. 1, zawiera: </w:t>
      </w:r>
    </w:p>
    <w:p w14:paraId="20FDD61F" w14:textId="77777777" w:rsidR="00DE06A0" w:rsidRDefault="00DE06A0" w:rsidP="00DE06A0">
      <w:pPr>
        <w:pStyle w:val="PKTpunkt"/>
      </w:pPr>
      <w:r>
        <w:t>1) d</w:t>
      </w:r>
      <w:r w:rsidRPr="00EF5F33">
        <w:t>ane wnioskodawcy</w:t>
      </w:r>
      <w:r>
        <w:t>:</w:t>
      </w:r>
    </w:p>
    <w:p w14:paraId="450C1D42" w14:textId="77777777" w:rsidR="00DE06A0" w:rsidRPr="00BE7DED" w:rsidRDefault="00DE06A0" w:rsidP="00DE06A0">
      <w:pPr>
        <w:pStyle w:val="LITlitera"/>
      </w:pPr>
      <w:r>
        <w:t>a) n</w:t>
      </w:r>
      <w:r w:rsidRPr="00BE7DED">
        <w:t>azw</w:t>
      </w:r>
      <w:r>
        <w:t>ę</w:t>
      </w:r>
      <w:r w:rsidRPr="00BE7DED">
        <w:t xml:space="preserve"> podmiotu</w:t>
      </w:r>
      <w:r>
        <w:t>,</w:t>
      </w:r>
      <w:r w:rsidRPr="00BE7DED">
        <w:t xml:space="preserve"> </w:t>
      </w:r>
    </w:p>
    <w:p w14:paraId="7CCB3714" w14:textId="77777777" w:rsidR="00DE06A0" w:rsidRPr="00BE7DED" w:rsidRDefault="00DE06A0" w:rsidP="00DE06A0">
      <w:pPr>
        <w:pStyle w:val="LITlitera"/>
      </w:pPr>
      <w:r>
        <w:t>b) a</w:t>
      </w:r>
      <w:r w:rsidRPr="00BE7DED">
        <w:t>dres siedziby podmiotu</w:t>
      </w:r>
      <w:r>
        <w:t>,</w:t>
      </w:r>
      <w:r w:rsidRPr="00BE7DED">
        <w:t xml:space="preserve"> </w:t>
      </w:r>
    </w:p>
    <w:p w14:paraId="1B0CECC2" w14:textId="77777777" w:rsidR="00DE06A0" w:rsidRPr="00EF5F33" w:rsidRDefault="00DE06A0" w:rsidP="00DE06A0">
      <w:pPr>
        <w:pStyle w:val="LITlitera"/>
      </w:pPr>
      <w:r>
        <w:t>c) opcjonalnie a</w:t>
      </w:r>
      <w:r w:rsidRPr="00BE7DED">
        <w:t xml:space="preserve">dres skrytki </w:t>
      </w:r>
      <w:proofErr w:type="spellStart"/>
      <w:r w:rsidRPr="00BE7DED">
        <w:t>ePUAP</w:t>
      </w:r>
      <w:proofErr w:type="spellEnd"/>
      <w:r>
        <w:t>;</w:t>
      </w:r>
      <w:r w:rsidRPr="00EF5F33">
        <w:t xml:space="preserve"> </w:t>
      </w:r>
    </w:p>
    <w:p w14:paraId="59E396EE" w14:textId="77777777" w:rsidR="00DE06A0" w:rsidRDefault="00DE06A0" w:rsidP="00DE06A0">
      <w:pPr>
        <w:pStyle w:val="PKTpunkt"/>
      </w:pPr>
      <w:r>
        <w:t>2) d</w:t>
      </w:r>
      <w:r w:rsidRPr="00EF5F33">
        <w:t>ane osoby reprezentującej wnioskodawcę</w:t>
      </w:r>
      <w:r>
        <w:t>:</w:t>
      </w:r>
    </w:p>
    <w:p w14:paraId="0B221B1B" w14:textId="77777777" w:rsidR="00DE06A0" w:rsidRPr="00BE7DED" w:rsidRDefault="00DE06A0" w:rsidP="00DE06A0">
      <w:pPr>
        <w:pStyle w:val="LITlitera"/>
      </w:pPr>
      <w:r>
        <w:t>a) i</w:t>
      </w:r>
      <w:r w:rsidRPr="00BE7DED">
        <w:t>mię</w:t>
      </w:r>
      <w:r>
        <w:t>,</w:t>
      </w:r>
      <w:r w:rsidRPr="00BE7DED">
        <w:t xml:space="preserve"> </w:t>
      </w:r>
    </w:p>
    <w:p w14:paraId="36768AD7" w14:textId="77777777" w:rsidR="00DE06A0" w:rsidRPr="00BE7DED" w:rsidRDefault="00DE06A0" w:rsidP="00DE06A0">
      <w:pPr>
        <w:pStyle w:val="LITlitera"/>
      </w:pPr>
      <w:r>
        <w:t>b) n</w:t>
      </w:r>
      <w:r w:rsidRPr="00BE7DED">
        <w:t>azwisko</w:t>
      </w:r>
      <w:r>
        <w:t>,</w:t>
      </w:r>
      <w:r w:rsidRPr="00BE7DED">
        <w:t xml:space="preserve"> </w:t>
      </w:r>
    </w:p>
    <w:p w14:paraId="7CB91E23" w14:textId="77777777" w:rsidR="00DE06A0" w:rsidRPr="00BE7DED" w:rsidRDefault="00DE06A0" w:rsidP="00DE06A0">
      <w:pPr>
        <w:pStyle w:val="LITlitera"/>
      </w:pPr>
      <w:r>
        <w:t>c) s</w:t>
      </w:r>
      <w:r w:rsidRPr="00BE7DED">
        <w:t>tanowisko</w:t>
      </w:r>
      <w:r>
        <w:t>,</w:t>
      </w:r>
      <w:r w:rsidRPr="00BE7DED">
        <w:t xml:space="preserve"> </w:t>
      </w:r>
    </w:p>
    <w:p w14:paraId="64C62238" w14:textId="77777777" w:rsidR="00DE06A0" w:rsidRPr="00DE06A0" w:rsidRDefault="00DE06A0" w:rsidP="00DE06A0">
      <w:pPr>
        <w:pStyle w:val="LITlitera"/>
      </w:pPr>
      <w:r w:rsidRPr="00DE06A0">
        <w:t>d) numer telefonu</w:t>
      </w:r>
      <w:r>
        <w:t>,</w:t>
      </w:r>
      <w:r w:rsidRPr="00DE06A0">
        <w:t xml:space="preserve"> </w:t>
      </w:r>
    </w:p>
    <w:p w14:paraId="201BA1C7" w14:textId="77777777" w:rsidR="00DE06A0" w:rsidRPr="00DE06A0" w:rsidRDefault="00DE06A0" w:rsidP="00DE06A0">
      <w:pPr>
        <w:pStyle w:val="LITlitera"/>
      </w:pPr>
      <w:r w:rsidRPr="00DE06A0">
        <w:t xml:space="preserve">e) adres email; </w:t>
      </w:r>
    </w:p>
    <w:p w14:paraId="5F1A0431" w14:textId="77777777" w:rsidR="00DE06A0" w:rsidRDefault="00DE06A0" w:rsidP="00DE06A0">
      <w:pPr>
        <w:pStyle w:val="PKTpunkt"/>
      </w:pPr>
      <w:r>
        <w:t>3) d</w:t>
      </w:r>
      <w:r w:rsidRPr="00EF5F33">
        <w:t>ane osoby uprawnionej do kontaktów w sprawach technicznych</w:t>
      </w:r>
      <w:r>
        <w:t>:</w:t>
      </w:r>
    </w:p>
    <w:p w14:paraId="041FAEC9" w14:textId="77777777" w:rsidR="00DE06A0" w:rsidRPr="00BE7DED" w:rsidRDefault="00DE06A0" w:rsidP="00DE06A0">
      <w:pPr>
        <w:pStyle w:val="LITlitera"/>
      </w:pPr>
      <w:r w:rsidRPr="00BE7DED">
        <w:t>a) imię</w:t>
      </w:r>
      <w:r>
        <w:t>,</w:t>
      </w:r>
      <w:r w:rsidRPr="00BE7DED">
        <w:t xml:space="preserve"> </w:t>
      </w:r>
    </w:p>
    <w:p w14:paraId="4E810679" w14:textId="77777777" w:rsidR="00DE06A0" w:rsidRPr="00BE7DED" w:rsidRDefault="00DE06A0" w:rsidP="00DE06A0">
      <w:pPr>
        <w:pStyle w:val="LITlitera"/>
      </w:pPr>
      <w:r w:rsidRPr="00BE7DED">
        <w:t>b) nazwisko</w:t>
      </w:r>
      <w:r>
        <w:t>,</w:t>
      </w:r>
      <w:r w:rsidRPr="00BE7DED">
        <w:t xml:space="preserve"> </w:t>
      </w:r>
    </w:p>
    <w:p w14:paraId="46E2254D" w14:textId="77777777" w:rsidR="00DE06A0" w:rsidRPr="00BE7DED" w:rsidRDefault="00DE06A0" w:rsidP="00DE06A0">
      <w:pPr>
        <w:pStyle w:val="LITlitera"/>
      </w:pPr>
      <w:r w:rsidRPr="00BE7DED">
        <w:t>c) stanowisko</w:t>
      </w:r>
      <w:r>
        <w:t>,</w:t>
      </w:r>
      <w:r w:rsidRPr="00BE7DED">
        <w:t xml:space="preserve"> </w:t>
      </w:r>
    </w:p>
    <w:p w14:paraId="6CBDD08A" w14:textId="77777777" w:rsidR="00DE06A0" w:rsidRPr="00631649" w:rsidRDefault="00DE06A0" w:rsidP="00DE06A0">
      <w:pPr>
        <w:pStyle w:val="LITlitera"/>
        <w:rPr>
          <w:lang w:val="en-GB"/>
        </w:rPr>
      </w:pPr>
      <w:r w:rsidRPr="00631649">
        <w:rPr>
          <w:lang w:val="en-GB"/>
        </w:rPr>
        <w:t xml:space="preserve">d) </w:t>
      </w:r>
      <w:proofErr w:type="spellStart"/>
      <w:r w:rsidRPr="00631649">
        <w:rPr>
          <w:lang w:val="en-GB"/>
        </w:rPr>
        <w:t>numer</w:t>
      </w:r>
      <w:proofErr w:type="spellEnd"/>
      <w:r w:rsidRPr="00631649">
        <w:rPr>
          <w:lang w:val="en-GB"/>
        </w:rPr>
        <w:t xml:space="preserve"> </w:t>
      </w:r>
      <w:proofErr w:type="spellStart"/>
      <w:r w:rsidRPr="00631649">
        <w:rPr>
          <w:lang w:val="en-GB"/>
        </w:rPr>
        <w:t>telefonu</w:t>
      </w:r>
      <w:proofErr w:type="spellEnd"/>
      <w:r w:rsidRPr="00631649">
        <w:rPr>
          <w:lang w:val="en-GB"/>
        </w:rPr>
        <w:t xml:space="preserve">, </w:t>
      </w:r>
    </w:p>
    <w:p w14:paraId="48F6289B" w14:textId="77777777" w:rsidR="00DE06A0" w:rsidRPr="00631649" w:rsidRDefault="00DE06A0" w:rsidP="00DE06A0">
      <w:pPr>
        <w:pStyle w:val="LITlitera"/>
        <w:rPr>
          <w:lang w:val="en-GB"/>
        </w:rPr>
      </w:pPr>
      <w:r w:rsidRPr="00631649">
        <w:rPr>
          <w:lang w:val="en-GB"/>
        </w:rPr>
        <w:lastRenderedPageBreak/>
        <w:t xml:space="preserve">e) </w:t>
      </w:r>
      <w:proofErr w:type="spellStart"/>
      <w:r w:rsidRPr="00631649">
        <w:rPr>
          <w:lang w:val="en-GB"/>
        </w:rPr>
        <w:t>adres</w:t>
      </w:r>
      <w:proofErr w:type="spellEnd"/>
      <w:r w:rsidRPr="00631649">
        <w:rPr>
          <w:lang w:val="en-GB"/>
        </w:rPr>
        <w:t xml:space="preserve"> email; </w:t>
      </w:r>
    </w:p>
    <w:p w14:paraId="2680A07F" w14:textId="77777777" w:rsidR="00DE06A0" w:rsidRPr="00EF5F33" w:rsidRDefault="00DE06A0" w:rsidP="00DE06A0">
      <w:pPr>
        <w:pStyle w:val="PKTpunkt"/>
      </w:pPr>
      <w:r>
        <w:t>4) u</w:t>
      </w:r>
      <w:r w:rsidRPr="00EF5F33">
        <w:t xml:space="preserve">zasadnienie istnienia interesu </w:t>
      </w:r>
      <w:r>
        <w:t xml:space="preserve">faktycznego </w:t>
      </w:r>
      <w:r w:rsidRPr="00EF5F33">
        <w:t>w dostępie do usługi</w:t>
      </w:r>
      <w:r>
        <w:t>;</w:t>
      </w:r>
      <w:r w:rsidRPr="00EF5F33">
        <w:t xml:space="preserve"> </w:t>
      </w:r>
    </w:p>
    <w:p w14:paraId="2F99E7FA" w14:textId="1E1BF2AC" w:rsidR="00DE06A0" w:rsidRPr="00EF5F33" w:rsidRDefault="00DE06A0" w:rsidP="00DE06A0">
      <w:pPr>
        <w:pStyle w:val="PKTpunkt"/>
      </w:pPr>
      <w:r>
        <w:t>5) o</w:t>
      </w:r>
      <w:r w:rsidRPr="00EF5F33">
        <w:t>świadczenie o spełnieniu warunków, o których mowa w art. 8</w:t>
      </w:r>
      <w:r w:rsidR="009355BE">
        <w:t>7</w:t>
      </w:r>
      <w:r>
        <w:t xml:space="preserve"> </w:t>
      </w:r>
      <w:r w:rsidRPr="00EF5F33">
        <w:t>ust. 1</w:t>
      </w:r>
      <w:r>
        <w:t>;</w:t>
      </w:r>
      <w:r w:rsidRPr="00EF5F33">
        <w:t xml:space="preserve">  </w:t>
      </w:r>
    </w:p>
    <w:p w14:paraId="3E65325E" w14:textId="77777777" w:rsidR="00DE06A0" w:rsidRPr="000B5E92" w:rsidRDefault="00DE06A0" w:rsidP="00DE06A0">
      <w:pPr>
        <w:pStyle w:val="PKTpunkt"/>
      </w:pPr>
      <w:r>
        <w:t>6) d</w:t>
      </w:r>
      <w:r w:rsidRPr="00EF5F33">
        <w:t>atę i podpis oso</w:t>
      </w:r>
      <w:r>
        <w:t xml:space="preserve">by reprezentującej wnioskodawcę. </w:t>
      </w:r>
    </w:p>
    <w:p w14:paraId="4B4A241A" w14:textId="609F9CA1" w:rsidR="00DE06A0" w:rsidRDefault="00DE06A0" w:rsidP="00DE06A0">
      <w:pPr>
        <w:pStyle w:val="USTustnpkodeksu"/>
      </w:pPr>
      <w:r>
        <w:t>6</w:t>
      </w:r>
      <w:r w:rsidRPr="000B5E92">
        <w:t>. Minister właściwy do spraw informatyzacji, w drodze decyzji administracyjnej, odmawia dostępu do usługi, o której mowa w ust.</w:t>
      </w:r>
      <w:r>
        <w:t xml:space="preserve"> </w:t>
      </w:r>
      <w:r w:rsidRPr="000B5E92">
        <w:t>1</w:t>
      </w:r>
      <w:r>
        <w:t>,</w:t>
      </w:r>
      <w:r w:rsidRPr="000B5E92">
        <w:t xml:space="preserve"> </w:t>
      </w:r>
      <w:r w:rsidR="00A61775">
        <w:t xml:space="preserve">albo </w:t>
      </w:r>
      <w:r w:rsidRPr="000B5E92">
        <w:t>cofa dostęp</w:t>
      </w:r>
      <w:r>
        <w:t xml:space="preserve"> do usługi</w:t>
      </w:r>
      <w:r w:rsidR="00384B3E">
        <w:t>,</w:t>
      </w:r>
      <w:r w:rsidRPr="000B5E92">
        <w:t xml:space="preserve"> jeżeli podmioty nie spełniają wymogów określonych w art. </w:t>
      </w:r>
      <w:r>
        <w:t>8</w:t>
      </w:r>
      <w:r w:rsidR="009355BE">
        <w:t>7</w:t>
      </w:r>
      <w:r w:rsidRPr="000B5E92">
        <w:t xml:space="preserve"> ust. 1 </w:t>
      </w:r>
      <w:r w:rsidR="00A61775">
        <w:t>lub</w:t>
      </w:r>
      <w:r w:rsidR="006F445F">
        <w:t xml:space="preserve"> </w:t>
      </w:r>
      <w:r w:rsidRPr="000B5E92">
        <w:t>nie wykażą interesu</w:t>
      </w:r>
      <w:r>
        <w:t xml:space="preserve"> faktycznego</w:t>
      </w:r>
      <w:r w:rsidRPr="000B5E92">
        <w:t xml:space="preserve"> w dostępie do tej usługi.</w:t>
      </w:r>
    </w:p>
    <w:p w14:paraId="357E5CDE" w14:textId="6E2039F2" w:rsidR="00DE06A0" w:rsidRPr="005C7C91" w:rsidRDefault="00DE06A0" w:rsidP="005C7C91">
      <w:pPr>
        <w:pStyle w:val="USTustnpkodeksu"/>
        <w:rPr>
          <w:rStyle w:val="Ppogrubienie"/>
          <w:b w:val="0"/>
        </w:rPr>
      </w:pPr>
      <w:r>
        <w:t>7.</w:t>
      </w:r>
      <w:r w:rsidRPr="00222FCC">
        <w:t xml:space="preserve"> </w:t>
      </w:r>
      <w:r w:rsidRPr="000B5E92">
        <w:t>Dostęp do usługi, o której mowa w ust. 1</w:t>
      </w:r>
      <w:r>
        <w:t>,</w:t>
      </w:r>
      <w:r w:rsidRPr="000B5E92">
        <w:t xml:space="preserve"> </w:t>
      </w:r>
      <w:r>
        <w:t>jest odpłatny.</w:t>
      </w:r>
    </w:p>
    <w:p w14:paraId="09478D4D" w14:textId="75742EB0" w:rsidR="00671C5A" w:rsidRPr="00671C5A" w:rsidRDefault="00671C5A" w:rsidP="00671C5A">
      <w:pPr>
        <w:pStyle w:val="ARTartustawynprozporzdzenia"/>
      </w:pPr>
      <w:r w:rsidRPr="00671C5A">
        <w:rPr>
          <w:rStyle w:val="Ppogrubienie"/>
        </w:rPr>
        <w:t xml:space="preserve">Art. </w:t>
      </w:r>
      <w:r w:rsidR="009355BE">
        <w:rPr>
          <w:rStyle w:val="Ppogrubienie"/>
        </w:rPr>
        <w:t>90</w:t>
      </w:r>
      <w:r w:rsidRPr="00671C5A">
        <w:rPr>
          <w:rStyle w:val="Ppogrubienie"/>
        </w:rPr>
        <w:t>.</w:t>
      </w:r>
      <w:r w:rsidRPr="00671C5A">
        <w:t xml:space="preserve"> 1. Rada Ministrów określi, w drodze rozporządzenia, wysokość oraz sposób i terminy wnoszenia opłaty za dostęp do usługi</w:t>
      </w:r>
      <w:r w:rsidR="009355BE">
        <w:t>,</w:t>
      </w:r>
      <w:r w:rsidRPr="00671C5A">
        <w:t xml:space="preserve"> o której mowa w art. 8</w:t>
      </w:r>
      <w:r w:rsidR="009355BE">
        <w:t>9</w:t>
      </w:r>
      <w:r w:rsidRPr="00671C5A">
        <w:t xml:space="preserve"> ust</w:t>
      </w:r>
      <w:r w:rsidR="003504F2">
        <w:t>.</w:t>
      </w:r>
      <w:r w:rsidRPr="00671C5A">
        <w:t xml:space="preserve"> 1.</w:t>
      </w:r>
    </w:p>
    <w:p w14:paraId="19047C72" w14:textId="2C9DCF6B" w:rsidR="00671C5A" w:rsidRPr="00671C5A" w:rsidRDefault="002C53B3" w:rsidP="00A15946">
      <w:pPr>
        <w:pStyle w:val="USTustnpkodeksu"/>
        <w:rPr>
          <w:rStyle w:val="Ppogrubienie"/>
        </w:rPr>
      </w:pPr>
      <w:r>
        <w:t>2</w:t>
      </w:r>
      <w:r w:rsidR="007105C8">
        <w:t>. O</w:t>
      </w:r>
      <w:r w:rsidR="00671C5A" w:rsidRPr="00671C5A">
        <w:t>płata za każdorazowe skorzystanie z usługi nie może być wyższa niż 0,5% przeciętnego wynagrodzenia w gospodarce narodowej, o którym mowa w </w:t>
      </w:r>
      <w:hyperlink r:id="rId24" w:history="1">
        <w:r w:rsidR="00671C5A" w:rsidRPr="00671C5A">
          <w:t>art. 20 pkt 1 lit. a</w:t>
        </w:r>
      </w:hyperlink>
      <w:r w:rsidR="00671C5A" w:rsidRPr="00671C5A">
        <w:t> ustawy z dnia 17 grudnia 1998 r. o emeryturach i rentach z Funduszu Ubezpieczeń Społecznych.</w:t>
      </w:r>
    </w:p>
    <w:p w14:paraId="5C26E11A" w14:textId="2FFC7AF5" w:rsidR="000B5E92" w:rsidRPr="00093BA4" w:rsidRDefault="00222FCC" w:rsidP="000B5E92">
      <w:pPr>
        <w:pStyle w:val="USTustnpkodeksu"/>
      </w:pPr>
      <w:r w:rsidRPr="00222FCC">
        <w:rPr>
          <w:rStyle w:val="Ppogrubienie"/>
        </w:rPr>
        <w:t>A</w:t>
      </w:r>
      <w:r w:rsidR="000B5E92" w:rsidRPr="000B5E92">
        <w:rPr>
          <w:rStyle w:val="Ppogrubienie"/>
        </w:rPr>
        <w:t xml:space="preserve">rt. </w:t>
      </w:r>
      <w:r w:rsidR="009355BE">
        <w:rPr>
          <w:rStyle w:val="Ppogrubienie"/>
        </w:rPr>
        <w:t>91</w:t>
      </w:r>
      <w:r w:rsidR="000B5E92" w:rsidRPr="000B5E92">
        <w:rPr>
          <w:rStyle w:val="Ppogrubienie"/>
        </w:rPr>
        <w:t>.</w:t>
      </w:r>
      <w:r w:rsidR="000B5E92" w:rsidRPr="000B5E92">
        <w:t xml:space="preserve"> 1. Minister właściwy do spraw informatyzacji może przeprowadzać kontrole podmiotów wymienionych w </w:t>
      </w:r>
      <w:hyperlink r:id="rId25" w:history="1">
        <w:r w:rsidR="000B5E92" w:rsidRPr="00093BA4">
          <w:t>art. 8</w:t>
        </w:r>
        <w:r w:rsidR="009355BE">
          <w:t>5</w:t>
        </w:r>
        <w:r w:rsidR="00E10D1D">
          <w:t xml:space="preserve"> </w:t>
        </w:r>
      </w:hyperlink>
      <w:r w:rsidR="005F3B21">
        <w:t xml:space="preserve">i </w:t>
      </w:r>
      <w:r w:rsidR="009355BE">
        <w:t>89</w:t>
      </w:r>
      <w:r w:rsidR="005F3B21">
        <w:t xml:space="preserve"> ust. 1 </w:t>
      </w:r>
      <w:r w:rsidR="000B5E92" w:rsidRPr="00093BA4">
        <w:t>w zakresie spełniania przez te podmioty wymogów określonych w </w:t>
      </w:r>
      <w:hyperlink r:id="rId26" w:history="1">
        <w:r w:rsidR="000B5E92" w:rsidRPr="00093BA4">
          <w:t>art. 8</w:t>
        </w:r>
        <w:r w:rsidR="009355BE">
          <w:t>7</w:t>
        </w:r>
        <w:r w:rsidR="000B5E92" w:rsidRPr="00093BA4">
          <w:t xml:space="preserve"> ust. </w:t>
        </w:r>
      </w:hyperlink>
      <w:r w:rsidR="000B5E92" w:rsidRPr="00093BA4">
        <w:t>1</w:t>
      </w:r>
      <w:r w:rsidR="00372752">
        <w:t>.</w:t>
      </w:r>
      <w:r w:rsidR="005D29B4">
        <w:t xml:space="preserve"> </w:t>
      </w:r>
    </w:p>
    <w:p w14:paraId="5A968B6B" w14:textId="5F2779E6" w:rsidR="000B5E92" w:rsidRPr="000B5E92" w:rsidRDefault="000B5E92" w:rsidP="000B5E92">
      <w:pPr>
        <w:pStyle w:val="USTustnpkodeksu"/>
      </w:pPr>
      <w:r w:rsidRPr="000B5E92">
        <w:t xml:space="preserve">2. Kontrola jest przeprowadzana w siedzibie podmiotu kontrolowanego oraz w miejscach i czasie wykonywania jego zadań, a jeżeli wymaga tego dobro kontroli </w:t>
      </w:r>
      <w:r w:rsidR="003504F2">
        <w:t>–</w:t>
      </w:r>
      <w:r w:rsidRPr="000B5E92">
        <w:t xml:space="preserve"> również w dniach wolnych od pracy i poza godzinami pracy.</w:t>
      </w:r>
      <w:r w:rsidR="00E21886">
        <w:t xml:space="preserve"> </w:t>
      </w:r>
    </w:p>
    <w:p w14:paraId="5C6F7411" w14:textId="51634D83" w:rsidR="000B5E92" w:rsidRPr="000B5E92" w:rsidRDefault="000B5E92" w:rsidP="000B5E92">
      <w:pPr>
        <w:pStyle w:val="USTustnpkodeksu"/>
      </w:pPr>
      <w:r w:rsidRPr="000B5E92">
        <w:t>3. Kontrolę przeprowadza upoważniony przez ministra właściwego do spraw informatyzacji pracownik urzędu obsługującego tego ministra,</w:t>
      </w:r>
      <w:r w:rsidR="000D3E72">
        <w:t xml:space="preserve"> lub</w:t>
      </w:r>
      <w:r w:rsidR="00E21886">
        <w:t xml:space="preserve"> </w:t>
      </w:r>
      <w:r w:rsidR="000D3E72">
        <w:t xml:space="preserve">pracownik podmiotu podległego lub nadzorowanego przez ministra </w:t>
      </w:r>
      <w:r w:rsidRPr="000B5E92">
        <w:t>na podstawie imiennego upoważnienia oraz legitymacji służbowej lub dowodu osobistego.</w:t>
      </w:r>
    </w:p>
    <w:p w14:paraId="3AC4951B" w14:textId="77777777" w:rsidR="000B5E92" w:rsidRPr="000B5E92" w:rsidRDefault="000B5E92" w:rsidP="000B5E92">
      <w:pPr>
        <w:pStyle w:val="USTustnpkodeksu"/>
      </w:pPr>
      <w:r w:rsidRPr="000B5E92">
        <w:t>4. Kontrolujący może żądać od podmiotu kontrolowanego:</w:t>
      </w:r>
    </w:p>
    <w:p w14:paraId="2298F9FD" w14:textId="77777777" w:rsidR="000B5E92" w:rsidRPr="000B5E92" w:rsidRDefault="000B5E92" w:rsidP="000B5E92">
      <w:pPr>
        <w:pStyle w:val="PKTpunkt"/>
      </w:pPr>
      <w:r w:rsidRPr="000B5E92">
        <w:t>1) okazania dokumentów potwierdzających uprawnienie do przetwarzania danych, które przekazał w celu weryfikacji;</w:t>
      </w:r>
    </w:p>
    <w:p w14:paraId="61BB15D5" w14:textId="77777777" w:rsidR="000B5E92" w:rsidRPr="000B5E92" w:rsidRDefault="000B5E92" w:rsidP="000B5E92">
      <w:pPr>
        <w:pStyle w:val="PKTpunkt"/>
      </w:pPr>
      <w:r w:rsidRPr="000B5E92">
        <w:t>2) okazania urządzeń służących do teletransmisji danych;</w:t>
      </w:r>
    </w:p>
    <w:p w14:paraId="61416BB0" w14:textId="77777777" w:rsidR="000B5E92" w:rsidRPr="000B5E92" w:rsidRDefault="000B5E92" w:rsidP="000B5E92">
      <w:pPr>
        <w:pStyle w:val="PKTpunkt"/>
      </w:pPr>
      <w:r w:rsidRPr="000B5E92">
        <w:t>3) zapewnienia warunków i środków niezbędnych do przeprowadzenia kontroli, w tym swobodnego dostępu do pomieszczeń.</w:t>
      </w:r>
    </w:p>
    <w:p w14:paraId="25CD1A94" w14:textId="6C16A11A" w:rsidR="000B5E92" w:rsidRPr="000B5E92" w:rsidRDefault="000B5E92" w:rsidP="000B5E92">
      <w:pPr>
        <w:pStyle w:val="USTustnpkodeksu"/>
      </w:pPr>
      <w:r w:rsidRPr="000B5E92">
        <w:t>5. Podmiot kontrolowany w zakresie spełnienia warunków, o których mowa w </w:t>
      </w:r>
      <w:r w:rsidRPr="00426416">
        <w:t>art. 8</w:t>
      </w:r>
      <w:r w:rsidR="009355BE">
        <w:t>7</w:t>
      </w:r>
      <w:r w:rsidRPr="00426416">
        <w:t xml:space="preserve"> ust.</w:t>
      </w:r>
      <w:r w:rsidRPr="009355BE">
        <w:t xml:space="preserve"> </w:t>
      </w:r>
      <w:r w:rsidRPr="000B5E92">
        <w:t xml:space="preserve">1, jest obowiązany udostępnić dokumenty i urządzenia, o których mowa w ust. 4, oraz zapewnić </w:t>
      </w:r>
      <w:r w:rsidRPr="000B5E92">
        <w:lastRenderedPageBreak/>
        <w:t>warunki i środki niezbędne do przeprowadzenia kontroli, w tym swobodny dostęp do pomieszczeń.</w:t>
      </w:r>
    </w:p>
    <w:p w14:paraId="488158DC" w14:textId="70D9E7E6" w:rsidR="000B5E92" w:rsidRPr="00F868F9" w:rsidRDefault="000B5E92" w:rsidP="00106FC0">
      <w:pPr>
        <w:pStyle w:val="ARTartustawynprozporzdzenia"/>
        <w:rPr>
          <w:rStyle w:val="Ppogrubienie"/>
          <w:b w:val="0"/>
        </w:rPr>
      </w:pPr>
      <w:r w:rsidRPr="00F868F9">
        <w:rPr>
          <w:rStyle w:val="Ppogrubienie"/>
        </w:rPr>
        <w:t xml:space="preserve">Art. </w:t>
      </w:r>
      <w:r w:rsidR="009355BE">
        <w:rPr>
          <w:rStyle w:val="Ppogrubienie"/>
        </w:rPr>
        <w:t>92</w:t>
      </w:r>
      <w:r w:rsidRPr="00F868F9">
        <w:rPr>
          <w:rStyle w:val="Ppogrubienie"/>
        </w:rPr>
        <w:t>.</w:t>
      </w:r>
      <w:r w:rsidRPr="00F868F9">
        <w:t xml:space="preserve"> Minister właściwy do spraw informatyzacji określi, w drodze rozporządzenia, tryb przeprowadzania kontroli, o której mowa w art.</w:t>
      </w:r>
      <w:r w:rsidR="003026C4" w:rsidRPr="00F868F9">
        <w:t xml:space="preserve"> </w:t>
      </w:r>
      <w:r w:rsidR="009355BE">
        <w:t>91</w:t>
      </w:r>
      <w:r w:rsidRPr="00F868F9">
        <w:t>, wzór upoważnienia do przeprowadzania kontroli oraz wzór protokołu kontroli, mając na względzie konieczność wykazania przez podmioty</w:t>
      </w:r>
      <w:r w:rsidR="00426416" w:rsidRPr="00F868F9">
        <w:t xml:space="preserve"> uprawnione do udostępniania danych,</w:t>
      </w:r>
      <w:r w:rsidRPr="00F868F9">
        <w:t xml:space="preserve"> odpowiedniego poziomu zabezpieczeń technicznych i organizacyjnych oraz sprawność przeprowadzania kontroli.</w:t>
      </w:r>
    </w:p>
    <w:p w14:paraId="253AD97F" w14:textId="1EADAB11" w:rsidR="00FD1D4C" w:rsidRPr="00F868F9" w:rsidRDefault="00B74A56" w:rsidP="0062113D">
      <w:pPr>
        <w:pStyle w:val="ARTartustawynprozporzdzenia"/>
      </w:pPr>
      <w:bookmarkStart w:id="222" w:name="mip48370114"/>
      <w:bookmarkStart w:id="223" w:name="mip48370116"/>
      <w:bookmarkStart w:id="224" w:name="mip48370117"/>
      <w:bookmarkStart w:id="225" w:name="mip48370118"/>
      <w:bookmarkStart w:id="226" w:name="mip48370119"/>
      <w:bookmarkStart w:id="227" w:name="mip48370120"/>
      <w:bookmarkStart w:id="228" w:name="mip48370121"/>
      <w:bookmarkStart w:id="229" w:name="mip48370122"/>
      <w:bookmarkStart w:id="230" w:name="mip48370124"/>
      <w:bookmarkStart w:id="231" w:name="mip48370125"/>
      <w:bookmarkStart w:id="232" w:name="mip48370126"/>
      <w:bookmarkStart w:id="233" w:name="mip48370128"/>
      <w:bookmarkStart w:id="234" w:name="mip48370129"/>
      <w:bookmarkStart w:id="235" w:name="mip48370130"/>
      <w:bookmarkStart w:id="236" w:name="mip48370131"/>
      <w:bookmarkStart w:id="237" w:name="mip48370132"/>
      <w:bookmarkStart w:id="238" w:name="highlightHit_334"/>
      <w:bookmarkStart w:id="239" w:name="highlightHit_335"/>
      <w:bookmarkStart w:id="240" w:name="mip48370168"/>
      <w:bookmarkStart w:id="241" w:name="mip48370169"/>
      <w:bookmarkStart w:id="242" w:name="highlightHit_336"/>
      <w:bookmarkStart w:id="243" w:name="highlightHit_337"/>
      <w:bookmarkStart w:id="244" w:name="mip48370170"/>
      <w:bookmarkStart w:id="245" w:name="highlightHit_338"/>
      <w:bookmarkStart w:id="246" w:name="highlightHit_339"/>
      <w:bookmarkStart w:id="247" w:name="highlightHit_340"/>
      <w:bookmarkStart w:id="248" w:name="highlightHit_341"/>
      <w:bookmarkStart w:id="249" w:name="highlightHit_342"/>
      <w:bookmarkStart w:id="250" w:name="highlightHit_343"/>
      <w:bookmarkStart w:id="251" w:name="mip48370133"/>
      <w:bookmarkStart w:id="252" w:name="mip48370134"/>
      <w:bookmarkStart w:id="253" w:name="mip48370135"/>
      <w:bookmarkStart w:id="254" w:name="mip48370136"/>
      <w:bookmarkStart w:id="255" w:name="mip48370138"/>
      <w:bookmarkStart w:id="256" w:name="mip48370139"/>
      <w:bookmarkStart w:id="257" w:name="mip48370140"/>
      <w:bookmarkStart w:id="258" w:name="mip48370141"/>
      <w:bookmarkStart w:id="259" w:name="mip48370142"/>
      <w:bookmarkStart w:id="260" w:name="mip48370143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r w:rsidRPr="00F868F9">
        <w:rPr>
          <w:rStyle w:val="Ppogrubienie"/>
        </w:rPr>
        <w:t xml:space="preserve">Art. </w:t>
      </w:r>
      <w:r w:rsidR="009355BE">
        <w:rPr>
          <w:rStyle w:val="Ppogrubienie"/>
        </w:rPr>
        <w:t>93</w:t>
      </w:r>
      <w:r w:rsidR="000862D7" w:rsidRPr="00F868F9">
        <w:rPr>
          <w:rStyle w:val="Ppogrubienie"/>
        </w:rPr>
        <w:t>.</w:t>
      </w:r>
      <w:r w:rsidR="000862D7" w:rsidRPr="00F868F9">
        <w:t xml:space="preserve"> </w:t>
      </w:r>
      <w:r w:rsidR="00966E52" w:rsidRPr="00F868F9">
        <w:t xml:space="preserve">1. </w:t>
      </w:r>
      <w:r w:rsidR="00610E96" w:rsidRPr="00F868F9">
        <w:t>Dane jednostkowe dotyczące dokumentu lub jego posiadacza</w:t>
      </w:r>
      <w:r w:rsidR="00CB59B5">
        <w:t>,</w:t>
      </w:r>
      <w:r w:rsidR="00610E96" w:rsidRPr="00F868F9">
        <w:t xml:space="preserve"> z wyłączeniem danych biometrycznych w postaci odcisków palców, organ paszportowy udostępnia</w:t>
      </w:r>
      <w:r w:rsidRPr="00F868F9">
        <w:t xml:space="preserve"> na jednorazowy wniosek podmiotów, o których mowa w art. </w:t>
      </w:r>
      <w:r w:rsidR="00966E52" w:rsidRPr="00F868F9">
        <w:t>8</w:t>
      </w:r>
      <w:r w:rsidR="009355BE">
        <w:t>5</w:t>
      </w:r>
      <w:r w:rsidRPr="00F868F9">
        <w:t xml:space="preserve">, złożony </w:t>
      </w:r>
      <w:r w:rsidR="00FD1D4C" w:rsidRPr="00F868F9">
        <w:t xml:space="preserve">na piśmie utrwalonym w postaci papierowej, opatrzonym podpisem własnoręcznym, lub złożony na piśmie utrwalonym w postaci elektronicznej, opatrzonym kwalifikowanym podpisem elektronicznym, podpisem zaufanym lub podpisem osobistym. </w:t>
      </w:r>
      <w:r w:rsidR="00CA203B" w:rsidRPr="00F868F9">
        <w:t xml:space="preserve">   </w:t>
      </w:r>
    </w:p>
    <w:p w14:paraId="5DB6B45A" w14:textId="0660DBC7" w:rsidR="00CA203B" w:rsidRPr="00F868F9" w:rsidRDefault="005E2BE4" w:rsidP="00106FC0">
      <w:pPr>
        <w:pStyle w:val="USTustnpkodeksu"/>
        <w:rPr>
          <w:b/>
        </w:rPr>
      </w:pPr>
      <w:r w:rsidRPr="00F868F9">
        <w:t>2</w:t>
      </w:r>
      <w:r w:rsidR="004067B1" w:rsidRPr="00F868F9">
        <w:t xml:space="preserve">. Przez dane jednostkowe rozumie się dane </w:t>
      </w:r>
      <w:r w:rsidR="00A47B97" w:rsidRPr="00A47B97">
        <w:t xml:space="preserve">dotyczące jednego dokumentu </w:t>
      </w:r>
      <w:r w:rsidR="00A47B97">
        <w:t>paszportowego lub dane dotyczące jednej osoby.</w:t>
      </w:r>
      <w:r w:rsidR="00A47B97" w:rsidRPr="00A47B97">
        <w:t xml:space="preserve"> </w:t>
      </w:r>
    </w:p>
    <w:p w14:paraId="4531CB05" w14:textId="7542BB0E" w:rsidR="00FD1D4C" w:rsidRPr="0050243B" w:rsidRDefault="00FD1D4C" w:rsidP="000862D7">
      <w:pPr>
        <w:pStyle w:val="ARTartustawynprozporzdzenia"/>
      </w:pPr>
      <w:r w:rsidRPr="0050243B">
        <w:rPr>
          <w:rStyle w:val="Ppogrubienie"/>
        </w:rPr>
        <w:t>Art</w:t>
      </w:r>
      <w:r w:rsidR="000862D7" w:rsidRPr="0050243B">
        <w:rPr>
          <w:rStyle w:val="Ppogrubienie"/>
        </w:rPr>
        <w:t>.</w:t>
      </w:r>
      <w:r w:rsidR="00FB7C69" w:rsidRPr="0050243B">
        <w:rPr>
          <w:rStyle w:val="Ppogrubienie"/>
        </w:rPr>
        <w:t xml:space="preserve"> </w:t>
      </w:r>
      <w:r w:rsidR="009355BE">
        <w:rPr>
          <w:rStyle w:val="Ppogrubienie"/>
        </w:rPr>
        <w:t>94</w:t>
      </w:r>
      <w:r w:rsidR="000862D7" w:rsidRPr="0050243B">
        <w:rPr>
          <w:rStyle w:val="Ppogrubienie"/>
        </w:rPr>
        <w:t>.</w:t>
      </w:r>
      <w:r w:rsidR="000862D7" w:rsidRPr="0050243B">
        <w:t xml:space="preserve"> </w:t>
      </w:r>
      <w:r w:rsidR="00B74A56" w:rsidRPr="0050243B">
        <w:t>1. Organy paszportowe udostępniają dokumentację</w:t>
      </w:r>
      <w:r w:rsidR="000C687A" w:rsidRPr="0050243B">
        <w:t xml:space="preserve"> związaną z wydawaniem dokumentów paszportowych</w:t>
      </w:r>
      <w:r w:rsidR="00B74A56" w:rsidRPr="0050243B">
        <w:t xml:space="preserve">. </w:t>
      </w:r>
    </w:p>
    <w:p w14:paraId="22464EFE" w14:textId="0612F1F1" w:rsidR="00FD1D4C" w:rsidRPr="0050243B" w:rsidRDefault="00B74A56" w:rsidP="000862D7">
      <w:pPr>
        <w:pStyle w:val="USTustnpkodeksu"/>
      </w:pPr>
      <w:r w:rsidRPr="0050243B">
        <w:t>2. Dokumentację udostępnia się na uzasadniony wniosek złożony przez osobę, której ta dokumentacja dotyczy albo przez podmiot, o którym mowa w art.</w:t>
      </w:r>
      <w:r w:rsidR="007E2767" w:rsidRPr="0050243B">
        <w:t xml:space="preserve"> </w:t>
      </w:r>
      <w:r w:rsidR="000C687A" w:rsidRPr="0050243B">
        <w:t>8</w:t>
      </w:r>
      <w:r w:rsidR="009355BE">
        <w:t>5</w:t>
      </w:r>
      <w:r w:rsidRPr="0050243B">
        <w:t xml:space="preserve">, jeżeli uzyskanie </w:t>
      </w:r>
      <w:r w:rsidR="008E69DB" w:rsidRPr="0050243B">
        <w:t xml:space="preserve">tej dokumentacji </w:t>
      </w:r>
      <w:r w:rsidR="00CB59B5" w:rsidRPr="0050243B">
        <w:t>jest</w:t>
      </w:r>
      <w:r w:rsidR="008E69DB" w:rsidRPr="0050243B">
        <w:t xml:space="preserve"> </w:t>
      </w:r>
      <w:r w:rsidRPr="0050243B">
        <w:t xml:space="preserve">uzasadnione zakresem wykonywanych zadań określonych w ustawach szczególnych. </w:t>
      </w:r>
    </w:p>
    <w:p w14:paraId="7E512762" w14:textId="5DB09EE9" w:rsidR="008E69DB" w:rsidRPr="0050243B" w:rsidRDefault="008E69DB" w:rsidP="000862D7">
      <w:pPr>
        <w:pStyle w:val="USTustnpkodeksu"/>
      </w:pPr>
      <w:r w:rsidRPr="0050243B">
        <w:t xml:space="preserve">3. Dokumentację udostępnia się w </w:t>
      </w:r>
      <w:r w:rsidR="005E2BE4" w:rsidRPr="0050243B">
        <w:t>formie kopii</w:t>
      </w:r>
      <w:r w:rsidR="007E240E">
        <w:t xml:space="preserve"> dokumentu w postaci papierowej</w:t>
      </w:r>
      <w:r w:rsidR="005E2BE4" w:rsidRPr="0050243B">
        <w:t xml:space="preserve"> lub </w:t>
      </w:r>
      <w:r w:rsidRPr="0050243B">
        <w:t xml:space="preserve">wydruku odwzorowania cyfrowego z Rejestru </w:t>
      </w:r>
      <w:r w:rsidR="000862D7" w:rsidRPr="0050243B">
        <w:t>Dokumentów</w:t>
      </w:r>
      <w:r w:rsidRPr="0050243B">
        <w:t xml:space="preserve"> Paszportowych</w:t>
      </w:r>
      <w:r w:rsidR="00161923" w:rsidRPr="0050243B">
        <w:t xml:space="preserve"> lub kopii dokumentu </w:t>
      </w:r>
      <w:r w:rsidR="00771F71">
        <w:t xml:space="preserve">utrwalonego w postaci </w:t>
      </w:r>
      <w:r w:rsidR="00161923" w:rsidRPr="0050243B">
        <w:t>elektroniczne</w:t>
      </w:r>
      <w:r w:rsidR="00771F71">
        <w:t>j</w:t>
      </w:r>
      <w:r w:rsidR="000D31F0" w:rsidRPr="0050243B">
        <w:t>.</w:t>
      </w:r>
    </w:p>
    <w:p w14:paraId="0A60D4E3" w14:textId="77777777" w:rsidR="00FD1D4C" w:rsidRPr="0050243B" w:rsidRDefault="005E2BE4" w:rsidP="000862D7">
      <w:pPr>
        <w:pStyle w:val="USTustnpkodeksu"/>
      </w:pPr>
      <w:r w:rsidRPr="0050243B">
        <w:t>4</w:t>
      </w:r>
      <w:r w:rsidR="00B74A56" w:rsidRPr="0050243B">
        <w:t xml:space="preserve">. Dokumentację paszportową udostępnia się nieodpłatnie. </w:t>
      </w:r>
    </w:p>
    <w:p w14:paraId="3FD3CCBA" w14:textId="2861AF03" w:rsidR="00FD1D4C" w:rsidRDefault="00B74A56" w:rsidP="000862D7">
      <w:pPr>
        <w:pStyle w:val="ARTartustawynprozporzdzenia"/>
      </w:pPr>
      <w:r w:rsidRPr="0050243B">
        <w:rPr>
          <w:rStyle w:val="Ppogrubienie"/>
        </w:rPr>
        <w:t xml:space="preserve">Art. </w:t>
      </w:r>
      <w:r w:rsidR="009355BE">
        <w:rPr>
          <w:rStyle w:val="Ppogrubienie"/>
        </w:rPr>
        <w:t>95</w:t>
      </w:r>
      <w:r w:rsidR="000862D7" w:rsidRPr="0050243B">
        <w:rPr>
          <w:rStyle w:val="Ppogrubienie"/>
        </w:rPr>
        <w:t>.</w:t>
      </w:r>
      <w:r w:rsidR="00FB7C69" w:rsidRPr="0050243B">
        <w:rPr>
          <w:rStyle w:val="Ppogrubienie"/>
        </w:rPr>
        <w:t xml:space="preserve"> </w:t>
      </w:r>
      <w:r w:rsidRPr="0050243B">
        <w:t xml:space="preserve">1. Organy </w:t>
      </w:r>
      <w:r w:rsidRPr="00B74A56">
        <w:t xml:space="preserve">paszportowe na wniosek osoby, której dane dotyczą, złożony </w:t>
      </w:r>
      <w:r w:rsidR="00D44CED">
        <w:t>osobiści</w:t>
      </w:r>
      <w:r w:rsidR="00BB6EE7">
        <w:t>e przed organem paszportowym,</w:t>
      </w:r>
      <w:r w:rsidR="00D44CED">
        <w:t xml:space="preserve"> </w:t>
      </w:r>
      <w:r w:rsidR="00FD1D4C" w:rsidRPr="00FD1D4C">
        <w:t>na piśmie utrwalonym w postaci papierowej, opatrzonym podpisem własnoręcznym, lub złożony na piśmie utrwalonym w postaci elektronicznej, opatrzonym kwalifikowanym podpisem elektronicznym, podpisem zaufanym lub podpisem osobistym</w:t>
      </w:r>
      <w:r w:rsidRPr="00B74A56">
        <w:t xml:space="preserve">, wydają </w:t>
      </w:r>
      <w:r w:rsidR="0068799D">
        <w:t xml:space="preserve">informację zawierającą </w:t>
      </w:r>
      <w:r w:rsidRPr="00B74A56">
        <w:t xml:space="preserve">pełny odpis danych dotyczących tej osoby przetwarzanych w </w:t>
      </w:r>
      <w:r w:rsidR="00FD1D4C">
        <w:t>Rejestrze Dokumentów Paszportowych</w:t>
      </w:r>
      <w:r w:rsidRPr="00B74A56">
        <w:t>, z wyłączeniem danych biometrycznych w postaci odcisków</w:t>
      </w:r>
      <w:r w:rsidR="00FD1D4C">
        <w:t xml:space="preserve"> </w:t>
      </w:r>
      <w:r w:rsidRPr="00B74A56">
        <w:t>palców.</w:t>
      </w:r>
    </w:p>
    <w:p w14:paraId="3B61C141" w14:textId="60D370DF" w:rsidR="00A3461A" w:rsidRDefault="00B74A56" w:rsidP="000862D7">
      <w:pPr>
        <w:pStyle w:val="USTustnpkodeksu"/>
      </w:pPr>
      <w:r w:rsidRPr="00B74A56">
        <w:lastRenderedPageBreak/>
        <w:t xml:space="preserve"> 2. </w:t>
      </w:r>
      <w:r w:rsidR="00AA0BB0">
        <w:t>Informację</w:t>
      </w:r>
      <w:r w:rsidR="00EC64DF">
        <w:t>, o której mowa w ust.</w:t>
      </w:r>
      <w:r w:rsidR="0006553E">
        <w:t xml:space="preserve"> 1</w:t>
      </w:r>
      <w:r w:rsidR="00EC64DF">
        <w:t>,</w:t>
      </w:r>
      <w:r w:rsidRPr="00B74A56">
        <w:t xml:space="preserve"> sporządza się, w zależności od żądania wnioskodawcy, </w:t>
      </w:r>
      <w:r w:rsidR="00A3461A" w:rsidRPr="00A3461A">
        <w:t>na piśmie utrwalonym w postaci papierowej, opatrzonym podpisem własnoręcznym, lub na piśmie utrwalonym w postaci elektronicznej, opatrzonym kwalifikowanym podpisem elektronicznym, podpisem zaufanym lub podpisem osobistym</w:t>
      </w:r>
      <w:r w:rsidRPr="00B74A56">
        <w:t>.</w:t>
      </w:r>
    </w:p>
    <w:p w14:paraId="303FB19B" w14:textId="77777777" w:rsidR="00EC64DF" w:rsidRDefault="00EC64DF" w:rsidP="000862D7">
      <w:pPr>
        <w:pStyle w:val="USTustnpkodeksu"/>
      </w:pPr>
      <w:r>
        <w:t>3. Informacja, o której mowa w ust. 1</w:t>
      </w:r>
      <w:r w:rsidR="005E2BE4">
        <w:t>,</w:t>
      </w:r>
      <w:r>
        <w:t xml:space="preserve"> może mieć formę wydruku z Rejestru Dokumentów Paszportowych. </w:t>
      </w:r>
    </w:p>
    <w:p w14:paraId="168D5CBB" w14:textId="444D3159" w:rsidR="00713CF9" w:rsidRDefault="00B51CB4" w:rsidP="00DF2B2B">
      <w:pPr>
        <w:pStyle w:val="USTustnpkodeksu"/>
      </w:pPr>
      <w:r>
        <w:t xml:space="preserve">4. </w:t>
      </w:r>
      <w:r w:rsidR="0006553E">
        <w:t>Osobie</w:t>
      </w:r>
      <w:r>
        <w:t>,</w:t>
      </w:r>
      <w:r w:rsidR="00EC64DF">
        <w:t xml:space="preserve"> której dane </w:t>
      </w:r>
      <w:r w:rsidR="00CB59B5">
        <w:t>są</w:t>
      </w:r>
      <w:r w:rsidR="00EC64DF">
        <w:t xml:space="preserve"> </w:t>
      </w:r>
      <w:r>
        <w:t xml:space="preserve">przetwarzane w Rejestrze Dokumentów Paszportowych, umożliwia się wgląd do rejestru przy użyciu usługi udostępnionej przez ministra właściwego do spraw informatyzacji, po </w:t>
      </w:r>
      <w:r w:rsidR="007552DF">
        <w:t xml:space="preserve">jej </w:t>
      </w:r>
      <w:r>
        <w:t>uwierzytelnieniu jej na zasadach określonych w ustawie z dnia 17 lutego 200</w:t>
      </w:r>
      <w:r w:rsidR="007B4BC1">
        <w:t>5</w:t>
      </w:r>
      <w:r>
        <w:t xml:space="preserve"> r. o informatyzacji działalności podmiotów realizujących zadania publiczne. </w:t>
      </w:r>
    </w:p>
    <w:p w14:paraId="482B281B" w14:textId="07522594" w:rsidR="00EC64DF" w:rsidRPr="00EB3819" w:rsidRDefault="00713CF9" w:rsidP="00866355">
      <w:pPr>
        <w:pStyle w:val="USTustnpkodeksu"/>
      </w:pPr>
      <w:r>
        <w:rPr>
          <w:rStyle w:val="Ppogrubienie"/>
        </w:rPr>
        <w:t xml:space="preserve">Art. </w:t>
      </w:r>
      <w:r w:rsidR="002F6F94">
        <w:rPr>
          <w:rStyle w:val="Ppogrubienie"/>
        </w:rPr>
        <w:t>9</w:t>
      </w:r>
      <w:r w:rsidR="009355BE">
        <w:rPr>
          <w:rStyle w:val="Ppogrubienie"/>
        </w:rPr>
        <w:t>6</w:t>
      </w:r>
      <w:r>
        <w:rPr>
          <w:rStyle w:val="Ppogrubienie"/>
        </w:rPr>
        <w:t xml:space="preserve">. </w:t>
      </w:r>
      <w:r>
        <w:t xml:space="preserve"> </w:t>
      </w:r>
      <w:r w:rsidR="00B818A6">
        <w:t xml:space="preserve">1. </w:t>
      </w:r>
      <w:r w:rsidR="00EC64DF" w:rsidRPr="005F1FC0">
        <w:t>K</w:t>
      </w:r>
      <w:r w:rsidR="00EC64DF" w:rsidRPr="00EB3819">
        <w:t xml:space="preserve">ażdy może uzyskać </w:t>
      </w:r>
      <w:r w:rsidR="003B2EA4">
        <w:t>informację o ważności dokumentu paszportowego</w:t>
      </w:r>
      <w:r w:rsidR="00EC64DF" w:rsidRPr="00EB3819">
        <w:t xml:space="preserve">, </w:t>
      </w:r>
      <w:r w:rsidR="003B2EA4">
        <w:t>przy użyciu usługi udostępnionej przez ministra właściwego do spraw informatyzacji,</w:t>
      </w:r>
      <w:r w:rsidR="003B2EA4" w:rsidRPr="00EB3819">
        <w:t xml:space="preserve"> </w:t>
      </w:r>
      <w:r w:rsidR="0006553E">
        <w:t xml:space="preserve">po uwierzytelnieniu </w:t>
      </w:r>
      <w:r w:rsidR="003B2EA4">
        <w:t>na zasadach określonych w ustawie z dnia 17 lutego 200</w:t>
      </w:r>
      <w:r w:rsidR="007B4BC1">
        <w:t>5</w:t>
      </w:r>
      <w:r w:rsidR="003B2EA4">
        <w:t xml:space="preserve"> r. o informatyzacji działalności podmiotów realizujących zadania publiczne</w:t>
      </w:r>
      <w:r w:rsidR="00EC64DF" w:rsidRPr="00EB3819">
        <w:t>, pod warunkiem wskazania serii i numeru sprawdzanego do</w:t>
      </w:r>
      <w:r w:rsidR="00EC64DF">
        <w:t>kumentu paszportowego</w:t>
      </w:r>
      <w:r w:rsidR="00EC64DF" w:rsidRPr="00EB3819">
        <w:t>.</w:t>
      </w:r>
      <w:r w:rsidR="00EC64DF">
        <w:t xml:space="preserve"> </w:t>
      </w:r>
    </w:p>
    <w:p w14:paraId="3AAE7A29" w14:textId="77777777" w:rsidR="00713CF9" w:rsidRDefault="00EC64DF" w:rsidP="0006553E">
      <w:pPr>
        <w:pStyle w:val="USTustnpkodeksu"/>
      </w:pPr>
      <w:r w:rsidRPr="00EB3819">
        <w:t xml:space="preserve">2. Dostęp do </w:t>
      </w:r>
      <w:r w:rsidR="0006553E">
        <w:t>usługi</w:t>
      </w:r>
      <w:r w:rsidRPr="00EB3819">
        <w:t>, o któr</w:t>
      </w:r>
      <w:r w:rsidR="0006553E">
        <w:t>ej</w:t>
      </w:r>
      <w:r w:rsidRPr="00EB3819">
        <w:t xml:space="preserve"> mowa w ust. 1, jest rejestrowany i nieodpłatny.</w:t>
      </w:r>
    </w:p>
    <w:p w14:paraId="52915561" w14:textId="3A1EEC9B" w:rsidR="00651927" w:rsidRPr="00651927" w:rsidRDefault="00651927" w:rsidP="00EE7107">
      <w:pPr>
        <w:pStyle w:val="ROZDZODDZOZNoznaczenierozdziauluboddziau"/>
      </w:pPr>
      <w:r w:rsidRPr="00EE7107">
        <w:t>R</w:t>
      </w:r>
      <w:r w:rsidR="007F1A75" w:rsidRPr="00EE7107">
        <w:t>ozdział</w:t>
      </w:r>
      <w:r w:rsidRPr="00651927">
        <w:t xml:space="preserve"> </w:t>
      </w:r>
      <w:r>
        <w:t>9</w:t>
      </w:r>
    </w:p>
    <w:p w14:paraId="2C8545F4" w14:textId="77777777" w:rsidR="005D5CB4" w:rsidRPr="005D5CB4" w:rsidRDefault="005D5CB4" w:rsidP="00E05525">
      <w:pPr>
        <w:pStyle w:val="ROZDZODDZPRZEDMprzedmiotregulacjirozdziauluboddziau"/>
      </w:pPr>
      <w:r>
        <w:t xml:space="preserve">Zmiany w przepisach obowiązujących </w:t>
      </w:r>
    </w:p>
    <w:p w14:paraId="0FD961B5" w14:textId="07D88B2D" w:rsidR="007B6622" w:rsidRPr="007B6622" w:rsidRDefault="00996D15" w:rsidP="007B6622">
      <w:pPr>
        <w:pStyle w:val="ARTartustawynprozporzdzenia"/>
      </w:pPr>
      <w:r w:rsidRPr="00996D15">
        <w:rPr>
          <w:rStyle w:val="Ppogrubienie"/>
        </w:rPr>
        <w:t>Art. </w:t>
      </w:r>
      <w:r w:rsidRPr="00996D15" w:rsidDel="002F6F94">
        <w:rPr>
          <w:rStyle w:val="Ppogrubienie"/>
        </w:rPr>
        <w:t xml:space="preserve"> </w:t>
      </w:r>
      <w:r w:rsidRPr="00996D15">
        <w:rPr>
          <w:rStyle w:val="Ppogrubienie"/>
        </w:rPr>
        <w:t>9</w:t>
      </w:r>
      <w:r w:rsidR="009355BE">
        <w:rPr>
          <w:rStyle w:val="Ppogrubienie"/>
        </w:rPr>
        <w:t>7</w:t>
      </w:r>
      <w:r w:rsidRPr="00996D15">
        <w:rPr>
          <w:rStyle w:val="Ppogrubienie"/>
        </w:rPr>
        <w:t>. </w:t>
      </w:r>
      <w:r w:rsidR="007B6622" w:rsidRPr="007B6622">
        <w:t>W ustawie z dnia 4 września 1997 r. o dział</w:t>
      </w:r>
      <w:r w:rsidR="007B6622">
        <w:t>ach administracji rządowej (</w:t>
      </w:r>
      <w:r w:rsidR="00BB6BA7">
        <w:t>Dz.</w:t>
      </w:r>
      <w:r w:rsidR="00B828FF">
        <w:t xml:space="preserve"> </w:t>
      </w:r>
      <w:r w:rsidR="00BB6BA7">
        <w:t>U. z 20</w:t>
      </w:r>
      <w:r w:rsidR="00B828FF">
        <w:t>20</w:t>
      </w:r>
      <w:r w:rsidR="00BB6BA7">
        <w:t xml:space="preserve"> r. poz. </w:t>
      </w:r>
      <w:r w:rsidR="00B828FF">
        <w:t>1220</w:t>
      </w:r>
      <w:r w:rsidR="009432CE">
        <w:t xml:space="preserve"> i 2327 oraz z 2021 r. poz. 255 i 464</w:t>
      </w:r>
      <w:r w:rsidR="007B6622" w:rsidRPr="007B6622">
        <w:t>)</w:t>
      </w:r>
      <w:r w:rsidR="007B6622">
        <w:t>,</w:t>
      </w:r>
      <w:r w:rsidR="007B6622" w:rsidRPr="007B6622">
        <w:t xml:space="preserve"> w art. 12a w ust. 1 pkt 11 otrzymuje brzmienie:</w:t>
      </w:r>
    </w:p>
    <w:p w14:paraId="21861BD9" w14:textId="77777777" w:rsidR="007B6622" w:rsidRDefault="007B6622" w:rsidP="00FA4223">
      <w:pPr>
        <w:pStyle w:val="CYTcytatnpprzysigi"/>
      </w:pPr>
      <w:r w:rsidRPr="007B6622">
        <w:rPr>
          <w:lang w:eastAsia="en-US"/>
        </w:rPr>
        <w:t>„</w:t>
      </w:r>
      <w:r w:rsidRPr="00FA4223">
        <w:t>11) rejestru PESEL, Rejestru Dowodów Osobistych, Rejestru Stanu Cywilnego ora</w:t>
      </w:r>
      <w:bookmarkStart w:id="261" w:name="highlightHit_3"/>
      <w:bookmarkEnd w:id="261"/>
      <w:r w:rsidRPr="00FA4223">
        <w:t>z Reje</w:t>
      </w:r>
      <w:r w:rsidR="00BB6BA7" w:rsidRPr="00FA4223">
        <w:t>stru Dokumentów Paszportowych;”.</w:t>
      </w:r>
    </w:p>
    <w:p w14:paraId="714FC3F0" w14:textId="642F362B" w:rsidR="000A154D" w:rsidRDefault="000A154D" w:rsidP="00A54379">
      <w:pPr>
        <w:pStyle w:val="USTustnpkodeksu"/>
      </w:pPr>
      <w:r w:rsidRPr="00D36448">
        <w:rPr>
          <w:rStyle w:val="Ppogrubienie"/>
        </w:rPr>
        <w:t>Art. 9</w:t>
      </w:r>
      <w:r w:rsidR="009355BE" w:rsidRPr="00D36448">
        <w:rPr>
          <w:rStyle w:val="Ppogrubienie"/>
        </w:rPr>
        <w:t>8</w:t>
      </w:r>
      <w:r w:rsidRPr="00D36448">
        <w:rPr>
          <w:rStyle w:val="Ppogrubienie"/>
        </w:rPr>
        <w:t>.</w:t>
      </w:r>
      <w:r>
        <w:t xml:space="preserve"> W ustawie z dnia 24 września 2010</w:t>
      </w:r>
      <w:r w:rsidR="00A54379">
        <w:t xml:space="preserve"> r. o ewidencji </w:t>
      </w:r>
      <w:r w:rsidR="00A54379" w:rsidRPr="00A54379">
        <w:t xml:space="preserve">ludności (Dz. U. z </w:t>
      </w:r>
      <w:r w:rsidR="00E5006A" w:rsidRPr="00A54379">
        <w:t>20</w:t>
      </w:r>
      <w:r w:rsidR="00E5006A">
        <w:t>21</w:t>
      </w:r>
      <w:r w:rsidR="00E5006A" w:rsidRPr="00A54379">
        <w:t xml:space="preserve"> </w:t>
      </w:r>
      <w:r w:rsidR="00A54379" w:rsidRPr="00A54379">
        <w:t xml:space="preserve">r. poz. </w:t>
      </w:r>
      <w:r w:rsidR="00E5006A">
        <w:t>510</w:t>
      </w:r>
      <w:r w:rsidR="00A54379" w:rsidRPr="00A54379">
        <w:t>)</w:t>
      </w:r>
      <w:r w:rsidR="00372752">
        <w:t xml:space="preserve"> </w:t>
      </w:r>
      <w:r>
        <w:t>w art. 17 po ust</w:t>
      </w:r>
      <w:r w:rsidR="00A54379">
        <w:t>.</w:t>
      </w:r>
      <w:r>
        <w:t xml:space="preserve"> 2 dodaje się ust. 3 w brzmieniu: </w:t>
      </w:r>
    </w:p>
    <w:p w14:paraId="09F0A8EA" w14:textId="200EF90E" w:rsidR="000A154D" w:rsidRPr="00D94B77" w:rsidRDefault="00D36448" w:rsidP="00D36448">
      <w:pPr>
        <w:pStyle w:val="USTustnpkodeksu"/>
      </w:pPr>
      <w:r w:rsidRPr="00D36448">
        <w:t>„</w:t>
      </w:r>
      <w:r w:rsidR="000A154D">
        <w:t xml:space="preserve">3. Organy paszportowe </w:t>
      </w:r>
      <w:r w:rsidR="00FF23E7">
        <w:t>mogą weryfikować</w:t>
      </w:r>
      <w:r w:rsidR="000A154D">
        <w:t xml:space="preserve"> dane</w:t>
      </w:r>
      <w:r>
        <w:t>,</w:t>
      </w:r>
      <w:r w:rsidR="000A154D">
        <w:t xml:space="preserve"> o których mowa w art. 8 pkt 1-</w:t>
      </w:r>
      <w:r w:rsidR="00B355C7">
        <w:t>9 i 12-</w:t>
      </w:r>
      <w:r w:rsidR="000A154D">
        <w:t>13 w rejestrze stanu cywilnego</w:t>
      </w:r>
      <w:r w:rsidR="00A54379">
        <w:t>,</w:t>
      </w:r>
      <w:r w:rsidR="000A154D">
        <w:t xml:space="preserve"> o którym mowa w art. 5 ustawy z dnia </w:t>
      </w:r>
      <w:r w:rsidR="000A154D" w:rsidRPr="00996D15">
        <w:t xml:space="preserve">28 listopada 2014 r. </w:t>
      </w:r>
      <w:r w:rsidR="000A154D" w:rsidRPr="000A154D">
        <w:t>– Prawo o aktach stanu cywilnego (Dz. U. z 2020 r. poz. 463</w:t>
      </w:r>
      <w:r w:rsidR="009432CE">
        <w:t>,</w:t>
      </w:r>
      <w:r w:rsidR="000A154D" w:rsidRPr="000A154D">
        <w:t xml:space="preserve"> 695</w:t>
      </w:r>
      <w:r w:rsidR="009432CE">
        <w:t xml:space="preserve"> i 2320</w:t>
      </w:r>
      <w:r w:rsidR="000A154D" w:rsidRPr="000A154D">
        <w:t>)</w:t>
      </w:r>
      <w:r w:rsidR="000A154D">
        <w:t>.</w:t>
      </w:r>
      <w:r w:rsidR="009432CE" w:rsidRPr="009432CE">
        <w:t>”</w:t>
      </w:r>
      <w:r>
        <w:t>.</w:t>
      </w:r>
    </w:p>
    <w:p w14:paraId="30E70510" w14:textId="5334321D" w:rsidR="007B6622" w:rsidRPr="007B6622" w:rsidRDefault="007B6622" w:rsidP="007B6622">
      <w:pPr>
        <w:pStyle w:val="ARTartustawynprozporzdzenia"/>
      </w:pPr>
      <w:r w:rsidRPr="007B6622">
        <w:rPr>
          <w:rStyle w:val="Ppogrubienie"/>
        </w:rPr>
        <w:t>Art. 9</w:t>
      </w:r>
      <w:r w:rsidR="00D36448">
        <w:rPr>
          <w:rStyle w:val="Ppogrubienie"/>
        </w:rPr>
        <w:t>9</w:t>
      </w:r>
      <w:r w:rsidRPr="007B6622">
        <w:rPr>
          <w:rStyle w:val="Ppogrubienie"/>
        </w:rPr>
        <w:t>.</w:t>
      </w:r>
      <w:r w:rsidRPr="007B6622">
        <w:rPr>
          <w:rFonts w:eastAsiaTheme="minorHAnsi"/>
        </w:rPr>
        <w:t xml:space="preserve"> </w:t>
      </w:r>
      <w:r w:rsidRPr="007B6622">
        <w:t>W ustawie z dnia 16 września 2011 r. o wymianie informacji z organami ścigania państw członkowskich Unii Europejskiej, państw trzecich, agencji Unii Europejskiej oraz organ</w:t>
      </w:r>
      <w:r>
        <w:t>izacjami międzynarodowymi (</w:t>
      </w:r>
      <w:r w:rsidRPr="007B6622">
        <w:t>Dz.</w:t>
      </w:r>
      <w:r w:rsidR="00B828FF">
        <w:t xml:space="preserve"> </w:t>
      </w:r>
      <w:r w:rsidRPr="007B6622">
        <w:t>U. z 2020 r. poz. 158), w art. 6 w ust. 1 pkt 10 otrzymuje brzmienie:</w:t>
      </w:r>
    </w:p>
    <w:p w14:paraId="29B9F741" w14:textId="77777777" w:rsidR="007B6622" w:rsidRDefault="007B6622" w:rsidP="00FA4223">
      <w:pPr>
        <w:pStyle w:val="CYTcytatnpprzysigi"/>
      </w:pPr>
      <w:r w:rsidRPr="007B6622">
        <w:lastRenderedPageBreak/>
        <w:t>„10) Reje</w:t>
      </w:r>
      <w:r w:rsidR="00FA4223">
        <w:t>stru Dokumentów Paszportowych;”.</w:t>
      </w:r>
    </w:p>
    <w:p w14:paraId="46AB8A3F" w14:textId="797542E9" w:rsidR="00022543" w:rsidRPr="00C810B2" w:rsidRDefault="007B6622" w:rsidP="00C810B2">
      <w:pPr>
        <w:pStyle w:val="ARTartustawynprozporzdzenia"/>
      </w:pPr>
      <w:r w:rsidRPr="00C810B2">
        <w:rPr>
          <w:rStyle w:val="Ppogrubienie"/>
        </w:rPr>
        <w:t xml:space="preserve">Art. </w:t>
      </w:r>
      <w:r w:rsidR="00D36448" w:rsidRPr="00C810B2">
        <w:rPr>
          <w:rStyle w:val="Ppogrubienie"/>
        </w:rPr>
        <w:t>100</w:t>
      </w:r>
      <w:r w:rsidRPr="00C810B2">
        <w:rPr>
          <w:rStyle w:val="Ppogrubienie"/>
        </w:rPr>
        <w:t>.</w:t>
      </w:r>
      <w:r w:rsidRPr="00C810B2">
        <w:t xml:space="preserve"> </w:t>
      </w:r>
      <w:r w:rsidR="00996D15" w:rsidRPr="00C810B2">
        <w:t xml:space="preserve">W ustawie z dnia 28 listopada 2014 r. </w:t>
      </w:r>
      <w:r w:rsidR="003504F2" w:rsidRPr="00C810B2">
        <w:t>–</w:t>
      </w:r>
      <w:r w:rsidR="00996D15" w:rsidRPr="00C810B2">
        <w:t xml:space="preserve"> Prawo o aktach stanu cywilnego </w:t>
      </w:r>
      <w:r w:rsidR="00F43C3A" w:rsidRPr="00C810B2">
        <w:t>(Dz. U. z 2020 r. poz. 463</w:t>
      </w:r>
      <w:r w:rsidR="009432CE">
        <w:t>,</w:t>
      </w:r>
      <w:r w:rsidR="00F43C3A" w:rsidRPr="00C810B2">
        <w:t xml:space="preserve"> 695</w:t>
      </w:r>
      <w:r w:rsidR="009432CE">
        <w:t xml:space="preserve"> i 2320</w:t>
      </w:r>
      <w:r w:rsidR="00F43C3A" w:rsidRPr="00C810B2">
        <w:t>)</w:t>
      </w:r>
      <w:r w:rsidR="00996D15" w:rsidRPr="00C810B2">
        <w:t xml:space="preserve"> wprowadza się następujące zmiany:</w:t>
      </w:r>
    </w:p>
    <w:p w14:paraId="1F91B210" w14:textId="77777777" w:rsidR="00996D15" w:rsidRPr="00996D15" w:rsidRDefault="00996D15" w:rsidP="00022543">
      <w:pPr>
        <w:pStyle w:val="PKTpunkt"/>
      </w:pPr>
      <w:r w:rsidRPr="00996D15">
        <w:t>1) w art. 5:</w:t>
      </w:r>
    </w:p>
    <w:p w14:paraId="3368D220" w14:textId="77777777" w:rsidR="00996D15" w:rsidRPr="00996D15" w:rsidRDefault="00996D15" w:rsidP="00996D15">
      <w:pPr>
        <w:pStyle w:val="LITlitera"/>
      </w:pPr>
      <w:r w:rsidRPr="00996D15">
        <w:t>a) ust. 6 otrzymuje brzmienie:</w:t>
      </w:r>
    </w:p>
    <w:p w14:paraId="5751E5F2" w14:textId="77777777" w:rsidR="00996D15" w:rsidRPr="00996D15" w:rsidRDefault="00996D15" w:rsidP="004F4973">
      <w:pPr>
        <w:pStyle w:val="ZUSTzmustartykuempunktem"/>
      </w:pPr>
      <w:r w:rsidRPr="00996D15">
        <w:t xml:space="preserve">„6. W celu realizacji zadań określonych w ustawie kierownik urzędu stanu cywilnego, zastępca kierownika urzędu stanu cywilnego, </w:t>
      </w:r>
      <w:r w:rsidRPr="005A7AEB">
        <w:t>konsul,</w:t>
      </w:r>
      <w:r w:rsidRPr="00996D15">
        <w:t xml:space="preserve"> wojewoda, minister właściwy do spraw wewnętrznych oraz minister właściwy do spraw informatyzacji posiadają dostęp do rejestru stanu cywilnego.”,</w:t>
      </w:r>
    </w:p>
    <w:p w14:paraId="7BEF6A53" w14:textId="77777777" w:rsidR="00996D15" w:rsidRPr="00996D15" w:rsidRDefault="00996D15" w:rsidP="00996D15">
      <w:pPr>
        <w:pStyle w:val="LITlitera"/>
      </w:pPr>
      <w:r w:rsidRPr="00996D15">
        <w:t>b) po ust. 6 dodaje się ust. 6a w brzmieniu:</w:t>
      </w:r>
    </w:p>
    <w:p w14:paraId="2ACEE432" w14:textId="1431835F" w:rsidR="00996D15" w:rsidRPr="00996D15" w:rsidRDefault="00996D15" w:rsidP="004F4973">
      <w:pPr>
        <w:pStyle w:val="ZUSTzmustartykuempunktem"/>
      </w:pPr>
      <w:r w:rsidRPr="00996D15">
        <w:t>„6a. W celu realizacji zadań określonych w</w:t>
      </w:r>
      <w:r w:rsidR="00F50203">
        <w:t xml:space="preserve"> ustawie z dnia</w:t>
      </w:r>
      <w:r w:rsidR="000A154D">
        <w:t xml:space="preserve"> 24 </w:t>
      </w:r>
      <w:r w:rsidR="00FF23E7">
        <w:t>września</w:t>
      </w:r>
      <w:r w:rsidR="000A154D">
        <w:t xml:space="preserve"> 2010 r</w:t>
      </w:r>
      <w:r w:rsidR="00A54379">
        <w:t xml:space="preserve">. </w:t>
      </w:r>
      <w:r w:rsidR="000A154D">
        <w:t xml:space="preserve"> o ewidencji </w:t>
      </w:r>
      <w:r w:rsidR="00FF23E7">
        <w:t>ludności</w:t>
      </w:r>
      <w:r w:rsidR="000A154D">
        <w:t xml:space="preserve"> </w:t>
      </w:r>
      <w:r w:rsidR="00A54379" w:rsidRPr="00A54379">
        <w:t>(Dz. U. z 20</w:t>
      </w:r>
      <w:r w:rsidR="00E5006A">
        <w:t>21</w:t>
      </w:r>
      <w:r w:rsidR="00A54379" w:rsidRPr="00A54379">
        <w:t xml:space="preserve"> r. poz. </w:t>
      </w:r>
      <w:r w:rsidR="00E5006A">
        <w:t>510</w:t>
      </w:r>
      <w:r w:rsidR="00A54379" w:rsidRPr="00A54379">
        <w:t>)</w:t>
      </w:r>
      <w:r w:rsidR="00D36448">
        <w:t xml:space="preserve"> </w:t>
      </w:r>
      <w:r w:rsidR="000A154D">
        <w:t xml:space="preserve">oraz </w:t>
      </w:r>
      <w:r w:rsidR="00FF23E7">
        <w:t xml:space="preserve"> w</w:t>
      </w:r>
      <w:r w:rsidR="00F50203">
        <w:t xml:space="preserve"> </w:t>
      </w:r>
      <w:r w:rsidRPr="00996D15">
        <w:t xml:space="preserve">ustawie </w:t>
      </w:r>
      <w:r w:rsidR="00CB59B5">
        <w:t>z dnia ………...</w:t>
      </w:r>
      <w:r w:rsidRPr="00996D15">
        <w:t xml:space="preserve"> o dokumentach paszportowych</w:t>
      </w:r>
      <w:r w:rsidR="00D36448">
        <w:t xml:space="preserve"> (Dz. U. poz.    )</w:t>
      </w:r>
      <w:r w:rsidRPr="00996D15">
        <w:t xml:space="preserve"> konsul, wojewoda</w:t>
      </w:r>
      <w:r w:rsidR="00B64CC4">
        <w:t>,</w:t>
      </w:r>
      <w:r w:rsidR="00FF2F88">
        <w:t xml:space="preserve"> </w:t>
      </w:r>
      <w:r w:rsidRPr="00996D15">
        <w:t>minister właściwy do spraw</w:t>
      </w:r>
      <w:r w:rsidR="00B64CC4">
        <w:t xml:space="preserve"> </w:t>
      </w:r>
      <w:r w:rsidRPr="00996D15">
        <w:t>wewnętrznych</w:t>
      </w:r>
      <w:r w:rsidR="00B64CC4">
        <w:t xml:space="preserve"> oraz</w:t>
      </w:r>
      <w:r w:rsidR="00B64CC4" w:rsidRPr="00B64CC4">
        <w:t xml:space="preserve"> minister właściwy do spraw zagranicznych</w:t>
      </w:r>
      <w:r w:rsidRPr="00996D15">
        <w:t xml:space="preserve"> posiadają dostęp do rejestru stanu cywilnego.</w:t>
      </w:r>
      <w:r w:rsidR="00B828FF" w:rsidRPr="00996D15">
        <w:t>”;</w:t>
      </w:r>
    </w:p>
    <w:p w14:paraId="5E151752" w14:textId="77777777" w:rsidR="00996D15" w:rsidRPr="00996D15" w:rsidRDefault="00996D15" w:rsidP="00996D15">
      <w:pPr>
        <w:pStyle w:val="PKTpunkt"/>
      </w:pPr>
      <w:r w:rsidRPr="00996D15">
        <w:t>2) w art. 76 skreśla się ust. 2;</w:t>
      </w:r>
    </w:p>
    <w:p w14:paraId="6A2C97BA" w14:textId="77777777" w:rsidR="00996D15" w:rsidRPr="00996D15" w:rsidRDefault="00996D15" w:rsidP="00996D15">
      <w:pPr>
        <w:pStyle w:val="PKTpunkt"/>
      </w:pPr>
      <w:r w:rsidRPr="00996D15">
        <w:t>3) w art. 83 ust. 3 otrzymuje brzmienie:</w:t>
      </w:r>
    </w:p>
    <w:p w14:paraId="4BC5ACD6" w14:textId="77777777" w:rsidR="00996D15" w:rsidRPr="00996D15" w:rsidRDefault="00996D15" w:rsidP="00996D15">
      <w:pPr>
        <w:pStyle w:val="ZUSTzmustartykuempunktem"/>
      </w:pPr>
      <w:r w:rsidRPr="00996D15">
        <w:t>„3. O wydanie przez konsula zaświadczenia, o którym mowa w ust. 1, może wystąpić obywatel polski, który przedkłada dokumenty wymienione w ust. 2.”;</w:t>
      </w:r>
    </w:p>
    <w:p w14:paraId="7E014EC0" w14:textId="0FCBA13C" w:rsidR="008838A6" w:rsidRDefault="00B64CC4" w:rsidP="00D94B77">
      <w:pPr>
        <w:pStyle w:val="PKTpunkt"/>
        <w:ind w:left="0" w:firstLine="0"/>
      </w:pPr>
      <w:r>
        <w:t>4) w art. 125</w:t>
      </w:r>
      <w:r w:rsidR="004C5B44">
        <w:t>:</w:t>
      </w:r>
      <w:r>
        <w:t xml:space="preserve"> </w:t>
      </w:r>
    </w:p>
    <w:p w14:paraId="54B7776F" w14:textId="4C6452F4" w:rsidR="00B64CC4" w:rsidRDefault="008838A6" w:rsidP="004C5B44">
      <w:pPr>
        <w:pStyle w:val="LITlitera"/>
      </w:pPr>
      <w:r>
        <w:t xml:space="preserve">a) </w:t>
      </w:r>
      <w:r w:rsidR="00B64CC4">
        <w:t xml:space="preserve">ust. </w:t>
      </w:r>
      <w:r>
        <w:t>2</w:t>
      </w:r>
      <w:r w:rsidR="00B64CC4">
        <w:t xml:space="preserve"> otrzymuje brzmienie:</w:t>
      </w:r>
    </w:p>
    <w:p w14:paraId="3CF8A8D3" w14:textId="0BC20B95" w:rsidR="008838A6" w:rsidRDefault="00D36448" w:rsidP="00D36448">
      <w:pPr>
        <w:pStyle w:val="ZUSTzmustartykuempunktem"/>
      </w:pPr>
      <w:r w:rsidRPr="00996D15">
        <w:t>„</w:t>
      </w:r>
      <w:r w:rsidR="008838A6" w:rsidRPr="008838A6">
        <w:t>2. Kierownik urzędu stanu cywilnego, który przechowuje księgę stanu cywilnego prowadzoną na podstawie przepisów dotychczasowych, dokonuje przeniesienia aktu stanu cywilnego do rejestru stanu cywilnego w przypadku złożenia wniosku o wydanie odpisu aktu stanu cywilnego lub o wydanie zaświadczeń, o których mowa w niniejszej ustawie, albo w przypadku dokonywania czynności z zakresu rejestracji stanu cywilnego, dla której akt stanu cywilnego jest niezbędny</w:t>
      </w:r>
      <w:r>
        <w:t xml:space="preserve"> albo w przypadku, gdy akt stanu cywilnego jest niezbędny dla dokonania czynności przez organ paszportowy.</w:t>
      </w:r>
      <w:r w:rsidR="009432CE" w:rsidRPr="009432CE">
        <w:t>”</w:t>
      </w:r>
      <w:r w:rsidR="009432CE">
        <w:t>.</w:t>
      </w:r>
      <w:r w:rsidR="008838A6">
        <w:t xml:space="preserve"> </w:t>
      </w:r>
    </w:p>
    <w:p w14:paraId="0056E8EC" w14:textId="362BE3F2" w:rsidR="008838A6" w:rsidRDefault="008838A6" w:rsidP="004C5B44">
      <w:pPr>
        <w:pStyle w:val="LITlitera"/>
      </w:pPr>
      <w:r>
        <w:t>b) ust. 5 otrzymuje brzmienie:</w:t>
      </w:r>
    </w:p>
    <w:p w14:paraId="561FEC26" w14:textId="184EB21F" w:rsidR="00022543" w:rsidRPr="00996D15" w:rsidRDefault="009432CE" w:rsidP="00D36448">
      <w:pPr>
        <w:pStyle w:val="ZUSTzmustartykuempunktem"/>
      </w:pPr>
      <w:r w:rsidRPr="009432CE">
        <w:t>„</w:t>
      </w:r>
      <w:r w:rsidR="008838A6">
        <w:t xml:space="preserve">5. </w:t>
      </w:r>
      <w:r w:rsidR="008838A6" w:rsidRPr="008838A6">
        <w:t>W przypadku dokonywania czynności z zakresu rejestracji stanu cywilnego, do której jest niezbędny akt stanu cywilnego</w:t>
      </w:r>
      <w:r w:rsidR="008838A6">
        <w:t xml:space="preserve"> </w:t>
      </w:r>
      <w:r w:rsidR="00D36448">
        <w:t xml:space="preserve">albo w przypadku, gdy akt stanu cywilnego jest niezbędny dla dokonania czynności przez organ paszportowy </w:t>
      </w:r>
      <w:r w:rsidR="008838A6" w:rsidRPr="008838A6">
        <w:t>przeniesienia aktu stanu cywilnego do rejestru stanu cywilnego dokonuje się niezwłocznie.</w:t>
      </w:r>
      <w:r w:rsidRPr="009432CE">
        <w:t>”</w:t>
      </w:r>
      <w:r w:rsidR="00683D8B">
        <w:t>.</w:t>
      </w:r>
    </w:p>
    <w:p w14:paraId="496A29C2" w14:textId="1E1405BD" w:rsidR="000E18F7" w:rsidRDefault="00996D15" w:rsidP="00D94B77">
      <w:pPr>
        <w:pStyle w:val="USTustnpkodeksu"/>
      </w:pPr>
      <w:r w:rsidRPr="00847CB5">
        <w:rPr>
          <w:rStyle w:val="Ppogrubienie"/>
        </w:rPr>
        <w:lastRenderedPageBreak/>
        <w:t xml:space="preserve">Art. </w:t>
      </w:r>
      <w:r w:rsidR="00D36448">
        <w:rPr>
          <w:rStyle w:val="Ppogrubienie"/>
        </w:rPr>
        <w:t>101</w:t>
      </w:r>
      <w:r w:rsidRPr="00847CB5">
        <w:rPr>
          <w:rStyle w:val="Ppogrubienie"/>
        </w:rPr>
        <w:t>.</w:t>
      </w:r>
      <w:r>
        <w:t xml:space="preserve"> W us</w:t>
      </w:r>
      <w:r w:rsidRPr="00996D15">
        <w:t xml:space="preserve">tawie z dnia 25 czerwca 2015 r. </w:t>
      </w:r>
      <w:r w:rsidR="003504F2">
        <w:t>–</w:t>
      </w:r>
      <w:r w:rsidR="0075135C" w:rsidRPr="0075135C">
        <w:t xml:space="preserve"> Prawo konsularne </w:t>
      </w:r>
      <w:r w:rsidR="00F43C3A" w:rsidRPr="00612BE7">
        <w:t>(</w:t>
      </w:r>
      <w:hyperlink r:id="rId27" w:history="1">
        <w:r w:rsidR="00F43C3A" w:rsidRPr="00233F9E">
          <w:t>Dz.</w:t>
        </w:r>
        <w:r w:rsidR="00F43C3A">
          <w:t xml:space="preserve"> </w:t>
        </w:r>
        <w:r w:rsidR="00F43C3A" w:rsidRPr="00233F9E">
          <w:t>U. z 2020 r. poz. 195</w:t>
        </w:r>
        <w:r w:rsidR="0048516D">
          <w:t>,</w:t>
        </w:r>
        <w:r w:rsidR="00F43C3A">
          <w:t xml:space="preserve"> 1086</w:t>
        </w:r>
        <w:r w:rsidR="0048516D">
          <w:t xml:space="preserve"> i 2320 oraz z 2021 r. poz. 464</w:t>
        </w:r>
        <w:r w:rsidR="00F43C3A" w:rsidRPr="00233F9E">
          <w:t>)</w:t>
        </w:r>
      </w:hyperlink>
      <w:r w:rsidRPr="00996D15">
        <w:t xml:space="preserve"> art. 116</w:t>
      </w:r>
      <w:r w:rsidR="000E18F7">
        <w:t xml:space="preserve"> otrzymuje brzmienie:</w:t>
      </w:r>
    </w:p>
    <w:p w14:paraId="4521139A" w14:textId="012CD92A" w:rsidR="00996D15" w:rsidRPr="00996D15" w:rsidRDefault="000E18F7" w:rsidP="00847CB5">
      <w:pPr>
        <w:pStyle w:val="ARTartustawynprozporzdzenia"/>
      </w:pPr>
      <w:r w:rsidRPr="00996D15">
        <w:t>„</w:t>
      </w:r>
      <w:r>
        <w:t>Art. 116</w:t>
      </w:r>
      <w:r w:rsidR="00996D15" w:rsidRPr="00996D15">
        <w:t xml:space="preserve">. </w:t>
      </w:r>
      <w:r w:rsidRPr="00CD59C7">
        <w:t>Do pobierania obniżonych opłat konsularnych za wydanie paszportu lub paszportu tymczasowego oraz zwolnień z opłaty stosuje się odpowiednio przepisy ustawy z dnia … r. o dokumentach paszportowych (Dz. U. poz. ...).</w:t>
      </w:r>
      <w:r w:rsidRPr="00996D15">
        <w:t>”</w:t>
      </w:r>
      <w:r w:rsidR="009432CE">
        <w:t>.</w:t>
      </w:r>
    </w:p>
    <w:p w14:paraId="20F9D90F" w14:textId="5F471D51" w:rsidR="00651927" w:rsidRPr="00651927" w:rsidRDefault="00651927" w:rsidP="00651927">
      <w:pPr>
        <w:pStyle w:val="ROZDZODDZOZNoznaczenierozdziauluboddziau"/>
      </w:pPr>
      <w:r w:rsidRPr="00651927">
        <w:t>R</w:t>
      </w:r>
      <w:r w:rsidR="007F1A75">
        <w:t>ozdział</w:t>
      </w:r>
      <w:r w:rsidRPr="00651927">
        <w:t xml:space="preserve"> </w:t>
      </w:r>
      <w:r>
        <w:t>10</w:t>
      </w:r>
    </w:p>
    <w:p w14:paraId="2C08CD52" w14:textId="77777777" w:rsidR="00D86587" w:rsidRPr="00E52A84" w:rsidRDefault="00651927" w:rsidP="00E52A84">
      <w:pPr>
        <w:pStyle w:val="ROZDZODDZPRZEDMprzedmiotregulacjirozdziauluboddziau"/>
        <w:rPr>
          <w:rStyle w:val="Ppogrubienie"/>
          <w:b/>
        </w:rPr>
      </w:pPr>
      <w:r w:rsidRPr="00651927">
        <w:t xml:space="preserve">Przepisy </w:t>
      </w:r>
      <w:r>
        <w:t>przejściowe</w:t>
      </w:r>
      <w:r w:rsidR="00FB08CF">
        <w:t xml:space="preserve"> </w:t>
      </w:r>
      <w:r>
        <w:t>i końcowe</w:t>
      </w:r>
      <w:r w:rsidRPr="00651927">
        <w:t xml:space="preserve">  </w:t>
      </w:r>
    </w:p>
    <w:p w14:paraId="68B99775" w14:textId="46310478" w:rsidR="00AB1EA6" w:rsidRPr="000912E3" w:rsidRDefault="00AB1EA6" w:rsidP="000912E3">
      <w:pPr>
        <w:pStyle w:val="ARTartustawynprozporzdzenia"/>
      </w:pPr>
      <w:r w:rsidRPr="000912E3">
        <w:rPr>
          <w:rStyle w:val="Ppogrubienie"/>
        </w:rPr>
        <w:t xml:space="preserve">Art. </w:t>
      </w:r>
      <w:r w:rsidR="00D36448">
        <w:rPr>
          <w:rStyle w:val="Ppogrubienie"/>
        </w:rPr>
        <w:t>102</w:t>
      </w:r>
      <w:r w:rsidR="00EE09DA" w:rsidRPr="000912E3">
        <w:rPr>
          <w:rStyle w:val="Ppogrubienie"/>
        </w:rPr>
        <w:t>.</w:t>
      </w:r>
      <w:r w:rsidRPr="000912E3">
        <w:t xml:space="preserve"> </w:t>
      </w:r>
      <w:r w:rsidR="003E4BCD">
        <w:t xml:space="preserve">1. </w:t>
      </w:r>
      <w:r w:rsidRPr="000912E3">
        <w:t xml:space="preserve">Z dniem </w:t>
      </w:r>
      <w:r w:rsidR="0034763A">
        <w:t>18</w:t>
      </w:r>
      <w:r w:rsidR="004644B5">
        <w:t xml:space="preserve"> października</w:t>
      </w:r>
      <w:r w:rsidR="00131EE0">
        <w:t xml:space="preserve"> 2021 </w:t>
      </w:r>
      <w:r w:rsidRPr="000912E3">
        <w:t>r</w:t>
      </w:r>
      <w:r w:rsidR="004F4973">
        <w:t>.</w:t>
      </w:r>
      <w:r w:rsidRPr="000912E3">
        <w:t xml:space="preserve"> likwiduje się prowadzone na podstawie ustawy z dnia </w:t>
      </w:r>
      <w:r w:rsidR="005A7AEB">
        <w:t xml:space="preserve">13 lipca 2006 r. </w:t>
      </w:r>
      <w:r w:rsidR="00FD7799">
        <w:t>o</w:t>
      </w:r>
      <w:r w:rsidRPr="000912E3">
        <w:t xml:space="preserve"> dokumentach paszportowych</w:t>
      </w:r>
      <w:r w:rsidR="005A7AEB">
        <w:t>,</w:t>
      </w:r>
      <w:r w:rsidRPr="000912E3">
        <w:t xml:space="preserve"> ewidencje </w:t>
      </w:r>
      <w:r w:rsidR="00336CB0">
        <w:t xml:space="preserve">wydanych i unieważnionych </w:t>
      </w:r>
      <w:r w:rsidRPr="000912E3">
        <w:t>dokumentów paszportowych oraz centraln</w:t>
      </w:r>
      <w:r w:rsidR="0008028C">
        <w:t>ą</w:t>
      </w:r>
      <w:r w:rsidRPr="000912E3">
        <w:t xml:space="preserve"> ewidencję wydanych i unieważnionych dokumentów paszportowych</w:t>
      </w:r>
      <w:r w:rsidR="004A655D">
        <w:t>, na zasadach i w trybie, określonych w ustawie z dnia 14 lipca 1983 r. o narodowym zasobie archiwalnym i archiwach</w:t>
      </w:r>
      <w:r w:rsidRPr="000912E3">
        <w:t>.</w:t>
      </w:r>
    </w:p>
    <w:p w14:paraId="32F44716" w14:textId="77777777" w:rsidR="00FB75BC" w:rsidRDefault="00AB1EA6" w:rsidP="000912E3">
      <w:pPr>
        <w:pStyle w:val="USTustnpkodeksu"/>
      </w:pPr>
      <w:r w:rsidRPr="000912E3">
        <w:t>2. Dane zgromadzone w centralnej ewidencji wydanych i unieważnionych dokumentów paszportowych przekazuje się do Rejestru Dokumentów Paszportowych.</w:t>
      </w:r>
    </w:p>
    <w:p w14:paraId="6057D9D4" w14:textId="12172ABD" w:rsidR="00FB08CF" w:rsidRDefault="0008028C" w:rsidP="005A7AEB">
      <w:pPr>
        <w:pStyle w:val="ARTartustawynprozporzdzenia"/>
      </w:pPr>
      <w:r>
        <w:t>3. Za</w:t>
      </w:r>
      <w:r w:rsidRPr="0008028C">
        <w:t xml:space="preserve">pisy w dziennikach </w:t>
      </w:r>
      <w:r>
        <w:t xml:space="preserve">ewidencji, o których mowa w ust. 1, </w:t>
      </w:r>
      <w:r w:rsidR="00CB59B5" w:rsidRPr="0008028C">
        <w:t>są</w:t>
      </w:r>
      <w:r>
        <w:t xml:space="preserve"> </w:t>
      </w:r>
      <w:r w:rsidRPr="0008028C">
        <w:t xml:space="preserve">przechowywane przez </w:t>
      </w:r>
      <w:r>
        <w:t>2</w:t>
      </w:r>
      <w:r w:rsidRPr="0008028C">
        <w:t xml:space="preserve"> lat</w:t>
      </w:r>
      <w:r>
        <w:t>a</w:t>
      </w:r>
      <w:r w:rsidRPr="0008028C">
        <w:t xml:space="preserve"> od dnia </w:t>
      </w:r>
      <w:r>
        <w:t xml:space="preserve">wejścia w życie ustawy. </w:t>
      </w:r>
    </w:p>
    <w:p w14:paraId="254C74C1" w14:textId="15DCE550" w:rsidR="00591C9F" w:rsidRPr="000912E3" w:rsidRDefault="00FB08CF" w:rsidP="005A7AEB">
      <w:pPr>
        <w:pStyle w:val="ARTartustawynprozporzdzenia"/>
      </w:pPr>
      <w:r>
        <w:rPr>
          <w:rStyle w:val="Ppogrubienie"/>
        </w:rPr>
        <w:t xml:space="preserve">Art. </w:t>
      </w:r>
      <w:r w:rsidR="004F4973">
        <w:rPr>
          <w:rStyle w:val="Ppogrubienie"/>
        </w:rPr>
        <w:t>103</w:t>
      </w:r>
      <w:r>
        <w:rPr>
          <w:rStyle w:val="Ppogrubienie"/>
        </w:rPr>
        <w:t xml:space="preserve">. </w:t>
      </w:r>
      <w:r w:rsidRPr="007F1F9B">
        <w:t>Do</w:t>
      </w:r>
      <w:r w:rsidR="00591C9F" w:rsidRPr="000912E3">
        <w:t>kumenty</w:t>
      </w:r>
      <w:r w:rsidR="004644B5">
        <w:t xml:space="preserve"> </w:t>
      </w:r>
      <w:r w:rsidR="0034763A">
        <w:t>paszportowe wydane przed dniem 18</w:t>
      </w:r>
      <w:r w:rsidR="004644B5">
        <w:t xml:space="preserve"> października 2021</w:t>
      </w:r>
      <w:r w:rsidR="00591C9F" w:rsidRPr="000912E3">
        <w:t xml:space="preserve"> r</w:t>
      </w:r>
      <w:r w:rsidR="004F4973">
        <w:t>.</w:t>
      </w:r>
      <w:r w:rsidR="00591C9F" w:rsidRPr="000912E3">
        <w:t xml:space="preserve"> zachowują ważność do upływu terminów w nich określonych.</w:t>
      </w:r>
    </w:p>
    <w:p w14:paraId="0127E8AF" w14:textId="38BFD109" w:rsidR="005A7AEB" w:rsidRDefault="008E5269" w:rsidP="00B767C2">
      <w:pPr>
        <w:pStyle w:val="ARTartustawynprozporzdzenia"/>
      </w:pPr>
      <w:r w:rsidRPr="000912E3">
        <w:rPr>
          <w:rStyle w:val="Ppogrubienie"/>
        </w:rPr>
        <w:t xml:space="preserve">Art. </w:t>
      </w:r>
      <w:r w:rsidR="004F4973">
        <w:rPr>
          <w:rStyle w:val="Ppogrubienie"/>
        </w:rPr>
        <w:t>104</w:t>
      </w:r>
      <w:r w:rsidR="00EE09DA" w:rsidRPr="000912E3">
        <w:rPr>
          <w:rStyle w:val="Ppogrubienie"/>
        </w:rPr>
        <w:t>.</w:t>
      </w:r>
      <w:r w:rsidR="001024AC" w:rsidRPr="000912E3">
        <w:rPr>
          <w:rStyle w:val="Ppogrubienie"/>
          <w:b w:val="0"/>
        </w:rPr>
        <w:t xml:space="preserve"> </w:t>
      </w:r>
      <w:r w:rsidR="00810EED" w:rsidRPr="00B767C2">
        <w:rPr>
          <w:rStyle w:val="Ppogrubienie"/>
          <w:b w:val="0"/>
        </w:rPr>
        <w:t xml:space="preserve">1. </w:t>
      </w:r>
      <w:r w:rsidRPr="00B767C2">
        <w:t>Do spraw związanych z udostępnianiem dokumentacji papierowej związanej z dokumentami paszportowymi,</w:t>
      </w:r>
      <w:r w:rsidRPr="000912E3">
        <w:t xml:space="preserve"> zgromadzonej w organach paszportowych przed dniem wejścia w życie niniejszej ustawy, stosuje się przepisy</w:t>
      </w:r>
      <w:r w:rsidR="00285E13">
        <w:t xml:space="preserve"> dotychczasowe.</w:t>
      </w:r>
    </w:p>
    <w:p w14:paraId="32FE01C1" w14:textId="5A8A8DC4" w:rsidR="00810EED" w:rsidRPr="00810EED" w:rsidRDefault="00810EED" w:rsidP="00810EED">
      <w:pPr>
        <w:pStyle w:val="ARTartustawynprozporzdzenia"/>
      </w:pPr>
      <w:r>
        <w:t>2. Dokumentację o której mowa w ust. 1</w:t>
      </w:r>
      <w:r w:rsidR="00B767C2">
        <w:t>,</w:t>
      </w:r>
      <w:r>
        <w:t xml:space="preserve"> udostępnia się także, </w:t>
      </w:r>
      <w:r w:rsidRPr="00810EED">
        <w:t>na wniosek</w:t>
      </w:r>
      <w:r>
        <w:t>,</w:t>
      </w:r>
      <w:r w:rsidRPr="00810EED">
        <w:t xml:space="preserve"> ministr</w:t>
      </w:r>
      <w:r>
        <w:t>owi</w:t>
      </w:r>
      <w:r w:rsidRPr="00810EED">
        <w:t xml:space="preserve"> właściwe</w:t>
      </w:r>
      <w:r>
        <w:t>mu</w:t>
      </w:r>
      <w:r w:rsidRPr="00810EED">
        <w:t xml:space="preserve"> do spraw wewnętrznych, </w:t>
      </w:r>
      <w:r>
        <w:t xml:space="preserve">ministrowi właściwemu do spraw zagranicznych, </w:t>
      </w:r>
      <w:r w:rsidRPr="00810EED">
        <w:t>wojewod</w:t>
      </w:r>
      <w:r>
        <w:t>zie</w:t>
      </w:r>
      <w:r w:rsidRPr="00810EED">
        <w:t>, kon</w:t>
      </w:r>
      <w:r>
        <w:t>sulowi</w:t>
      </w:r>
      <w:r w:rsidR="00003FB0">
        <w:t>,</w:t>
      </w:r>
      <w:r>
        <w:t xml:space="preserve"> </w:t>
      </w:r>
      <w:r w:rsidRPr="00810EED">
        <w:t xml:space="preserve">jeżeli </w:t>
      </w:r>
      <w:r w:rsidR="00003FB0">
        <w:t xml:space="preserve">dostęp do danych w niej zawartych </w:t>
      </w:r>
      <w:r w:rsidR="00B767C2" w:rsidRPr="00B767C2">
        <w:t xml:space="preserve">jest </w:t>
      </w:r>
      <w:r w:rsidRPr="00810EED">
        <w:t>uzasadnion</w:t>
      </w:r>
      <w:r w:rsidR="00003FB0">
        <w:t>y</w:t>
      </w:r>
      <w:r w:rsidRPr="00810EED">
        <w:t xml:space="preserve"> zakresem wykonywanych zadań określonych w ustawach szczególnych. </w:t>
      </w:r>
    </w:p>
    <w:p w14:paraId="73162982" w14:textId="16D80A61" w:rsidR="001024AC" w:rsidRPr="007F1F9B" w:rsidRDefault="00EE09DA" w:rsidP="00B767C2">
      <w:pPr>
        <w:pStyle w:val="ARTartustawynprozporzdzenia"/>
      </w:pPr>
      <w:r w:rsidRPr="000912E3">
        <w:rPr>
          <w:rStyle w:val="Ppogrubienie"/>
        </w:rPr>
        <w:t xml:space="preserve">Art. </w:t>
      </w:r>
      <w:r w:rsidR="004F4973">
        <w:rPr>
          <w:rStyle w:val="Ppogrubienie"/>
        </w:rPr>
        <w:t>105</w:t>
      </w:r>
      <w:r w:rsidR="003E6DC0" w:rsidRPr="000912E3">
        <w:rPr>
          <w:rStyle w:val="Ppogrubienie"/>
        </w:rPr>
        <w:t>.</w:t>
      </w:r>
      <w:r w:rsidR="001024AC" w:rsidRPr="000912E3">
        <w:rPr>
          <w:rStyle w:val="Ppogrubienie"/>
          <w:b w:val="0"/>
        </w:rPr>
        <w:t xml:space="preserve"> </w:t>
      </w:r>
      <w:r w:rsidR="00151448" w:rsidRPr="00B767C2">
        <w:rPr>
          <w:rStyle w:val="Ppogrubienie"/>
          <w:b w:val="0"/>
        </w:rPr>
        <w:t>O</w:t>
      </w:r>
      <w:r w:rsidR="001024AC" w:rsidRPr="00B767C2">
        <w:rPr>
          <w:rStyle w:val="Ppogrubienie"/>
          <w:b w:val="0"/>
        </w:rPr>
        <w:t>rzecze</w:t>
      </w:r>
      <w:r w:rsidR="00151448" w:rsidRPr="00B767C2">
        <w:rPr>
          <w:rStyle w:val="Ppogrubienie"/>
          <w:b w:val="0"/>
        </w:rPr>
        <w:t>n</w:t>
      </w:r>
      <w:r w:rsidR="00151448">
        <w:t>ia</w:t>
      </w:r>
      <w:r w:rsidR="001024AC" w:rsidRPr="000912E3">
        <w:t xml:space="preserve"> </w:t>
      </w:r>
      <w:r w:rsidR="00151448">
        <w:t xml:space="preserve">w sprawie zawieszenia lub ograniczenia władzy rodzicielskiej, </w:t>
      </w:r>
      <w:r w:rsidR="001024AC" w:rsidRPr="000912E3">
        <w:t>wydan</w:t>
      </w:r>
      <w:r w:rsidR="00151448">
        <w:t>e</w:t>
      </w:r>
      <w:r w:rsidR="001024AC" w:rsidRPr="000912E3">
        <w:t xml:space="preserve"> przed dniem wejścia w życie ustawy</w:t>
      </w:r>
      <w:r w:rsidR="00151448">
        <w:t>,</w:t>
      </w:r>
      <w:r w:rsidR="00794153">
        <w:t xml:space="preserve"> które nie zawierają postanowienia w</w:t>
      </w:r>
      <w:r w:rsidR="00151448">
        <w:t xml:space="preserve"> zakresie</w:t>
      </w:r>
      <w:r w:rsidR="004F4973">
        <w:t>,</w:t>
      </w:r>
      <w:r w:rsidR="00151448">
        <w:t xml:space="preserve"> o którym mowa</w:t>
      </w:r>
      <w:r w:rsidR="00151448" w:rsidRPr="00151448">
        <w:t xml:space="preserve"> w art. 4</w:t>
      </w:r>
      <w:r w:rsidR="004F4973">
        <w:t>3</w:t>
      </w:r>
      <w:r w:rsidR="00151448" w:rsidRPr="00151448">
        <w:t xml:space="preserve"> ust. 2 pkt 1</w:t>
      </w:r>
      <w:r w:rsidR="00794153">
        <w:t>,</w:t>
      </w:r>
      <w:r w:rsidR="00151448">
        <w:t xml:space="preserve"> mogą być </w:t>
      </w:r>
      <w:r w:rsidR="00794153">
        <w:t>przedkładane</w:t>
      </w:r>
      <w:r w:rsidR="00151448">
        <w:t xml:space="preserve"> w związku z ubieganiem się o wydanie dokumentu paszportowego </w:t>
      </w:r>
      <w:r w:rsidR="00151448" w:rsidRPr="00151448">
        <w:t xml:space="preserve">osobie nieposiadającej zdolności do czynności prawnych </w:t>
      </w:r>
      <w:r w:rsidR="00151448" w:rsidRPr="00151448">
        <w:lastRenderedPageBreak/>
        <w:t>lub posiadającej ograniczoną zdolność do czynności prawnych, która nie ukończyła 18. roku życia</w:t>
      </w:r>
      <w:r w:rsidR="001024AC" w:rsidRPr="007F1F9B">
        <w:t xml:space="preserve">. </w:t>
      </w:r>
    </w:p>
    <w:p w14:paraId="34435950" w14:textId="7912E993" w:rsidR="008A377A" w:rsidRDefault="00591C9F" w:rsidP="00E654C7">
      <w:pPr>
        <w:pStyle w:val="ARTartustawynprozporzdzenia"/>
      </w:pPr>
      <w:r w:rsidRPr="00E654C7">
        <w:rPr>
          <w:rStyle w:val="Ppogrubienie"/>
        </w:rPr>
        <w:t>Art.</w:t>
      </w:r>
      <w:r w:rsidRPr="000912E3">
        <w:rPr>
          <w:rStyle w:val="Ppogrubienie"/>
        </w:rPr>
        <w:t xml:space="preserve"> </w:t>
      </w:r>
      <w:r w:rsidR="007B6622">
        <w:rPr>
          <w:rStyle w:val="Ppogrubienie"/>
        </w:rPr>
        <w:t>10</w:t>
      </w:r>
      <w:r w:rsidR="004F4973">
        <w:rPr>
          <w:rStyle w:val="Ppogrubienie"/>
        </w:rPr>
        <w:t>6</w:t>
      </w:r>
      <w:r w:rsidR="00EE09DA" w:rsidRPr="000912E3">
        <w:rPr>
          <w:rStyle w:val="Ppogrubienie"/>
          <w:b w:val="0"/>
        </w:rPr>
        <w:t xml:space="preserve">. </w:t>
      </w:r>
      <w:r w:rsidRPr="000912E3">
        <w:t>Sprawy wszczęte i niezakończone przed dniem wejścia w życie niniejszej ustawy prowadzi się</w:t>
      </w:r>
      <w:r w:rsidRPr="00591C9F">
        <w:t xml:space="preserve"> na podstawie przepisów </w:t>
      </w:r>
      <w:r w:rsidR="00285E13">
        <w:t>niniejszej ustawy</w:t>
      </w:r>
      <w:r w:rsidR="00CF1E0A">
        <w:t xml:space="preserve">, z wyjątkiem spraw, o których mowa w </w:t>
      </w:r>
      <w:r w:rsidR="00BD714E">
        <w:t xml:space="preserve">art. </w:t>
      </w:r>
      <w:r w:rsidR="004F4973">
        <w:t>70 ust. 2 pkt 11</w:t>
      </w:r>
      <w:r w:rsidR="004C5B44">
        <w:t>,</w:t>
      </w:r>
      <w:r w:rsidR="00CF1E0A">
        <w:t xml:space="preserve"> kt</w:t>
      </w:r>
      <w:r w:rsidR="004C5B44">
        <w:t>óre prowadzi się na podstawie</w:t>
      </w:r>
      <w:r w:rsidR="00CF1E0A">
        <w:t xml:space="preserve"> </w:t>
      </w:r>
      <w:r w:rsidR="004C5B44">
        <w:t>przepisów dotychczasowych</w:t>
      </w:r>
      <w:r w:rsidR="00CF1E0A">
        <w:t>.</w:t>
      </w:r>
    </w:p>
    <w:p w14:paraId="56D88F71" w14:textId="1FC0AAFE" w:rsidR="003200A3" w:rsidRDefault="004F4973" w:rsidP="004C5B44">
      <w:pPr>
        <w:pStyle w:val="ARTartustawynprozporzdzenia"/>
      </w:pPr>
      <w:r>
        <w:rPr>
          <w:rStyle w:val="Ppogrubienie"/>
        </w:rPr>
        <w:t>Art. 107</w:t>
      </w:r>
      <w:r w:rsidR="003200A3" w:rsidRPr="004C5B44">
        <w:t xml:space="preserve">. W dniach od 11 do 17 października 2021 r., </w:t>
      </w:r>
      <w:r w:rsidR="003200A3" w:rsidRPr="004C5B44">
        <w:rPr>
          <w:rFonts w:eastAsia="Calibri"/>
        </w:rPr>
        <w:t xml:space="preserve">w </w:t>
      </w:r>
      <w:r w:rsidR="003200A3" w:rsidRPr="004C5B44">
        <w:t xml:space="preserve">szczególnie uzasadnionych </w:t>
      </w:r>
      <w:r w:rsidR="003200A3" w:rsidRPr="004C5B44">
        <w:rPr>
          <w:rFonts w:eastAsia="Calibri"/>
        </w:rPr>
        <w:t>przypadkach</w:t>
      </w:r>
      <w:r w:rsidR="006A5192">
        <w:rPr>
          <w:rFonts w:eastAsia="Calibri"/>
        </w:rPr>
        <w:t>,</w:t>
      </w:r>
      <w:r w:rsidR="0016508A" w:rsidRPr="004C5B44">
        <w:rPr>
          <w:rFonts w:eastAsia="Calibri"/>
        </w:rPr>
        <w:t xml:space="preserve"> innych niż wymienionych w art. 23 ust. 1 ustawy z dnia </w:t>
      </w:r>
      <w:r w:rsidR="0016508A" w:rsidRPr="004C5B44">
        <w:t>13 lipca 2006 r. o dokume</w:t>
      </w:r>
      <w:r w:rsidR="0016508A" w:rsidRPr="009948E7">
        <w:t xml:space="preserve">ntach paszportowych </w:t>
      </w:r>
      <w:r w:rsidR="00D1158C" w:rsidRPr="004C5B44">
        <w:t>(Dz. U. z 2020 r. poz. 617</w:t>
      </w:r>
      <w:r w:rsidR="00E5006A">
        <w:t xml:space="preserve"> i 2320 oraz z 2021 r. poz. 464</w:t>
      </w:r>
      <w:r w:rsidR="00D1158C" w:rsidRPr="004C5B44">
        <w:t>)</w:t>
      </w:r>
      <w:r w:rsidR="003200A3" w:rsidRPr="004C5B44">
        <w:rPr>
          <w:rFonts w:eastAsia="Calibri"/>
        </w:rPr>
        <w:t xml:space="preserve">, wojewoda i konsul mogą wydać paszport tymczasowy. </w:t>
      </w:r>
    </w:p>
    <w:p w14:paraId="462A6118" w14:textId="007BA07C" w:rsidR="00FD3A3B" w:rsidRPr="00FD3A3B" w:rsidRDefault="00FD3A3B" w:rsidP="00AE7380">
      <w:pPr>
        <w:pStyle w:val="ARTartustawynprozporzdzenia"/>
      </w:pPr>
      <w:bookmarkStart w:id="262" w:name="mip46784570"/>
      <w:bookmarkStart w:id="263" w:name="mip46784572"/>
      <w:bookmarkStart w:id="264" w:name="mip46784582"/>
      <w:bookmarkStart w:id="265" w:name="mip46784583"/>
      <w:bookmarkStart w:id="266" w:name="mip46784584"/>
      <w:bookmarkStart w:id="267" w:name="mip46784585"/>
      <w:bookmarkStart w:id="268" w:name="mip46784586"/>
      <w:bookmarkStart w:id="269" w:name="mip46784588"/>
      <w:bookmarkStart w:id="270" w:name="mip46784598"/>
      <w:bookmarkStart w:id="271" w:name="mip46784599"/>
      <w:bookmarkStart w:id="272" w:name="mip46784600"/>
      <w:bookmarkStart w:id="273" w:name="mip4678460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0912E3">
        <w:rPr>
          <w:rStyle w:val="Ppogrubienie"/>
        </w:rPr>
        <w:t xml:space="preserve">Art. </w:t>
      </w:r>
      <w:bookmarkStart w:id="274" w:name="mip46784602"/>
      <w:bookmarkEnd w:id="274"/>
      <w:r w:rsidR="002F021D" w:rsidRPr="000912E3">
        <w:rPr>
          <w:rStyle w:val="Ppogrubienie"/>
        </w:rPr>
        <w:t>10</w:t>
      </w:r>
      <w:r w:rsidR="008D7371">
        <w:rPr>
          <w:rStyle w:val="Ppogrubienie"/>
        </w:rPr>
        <w:t>8</w:t>
      </w:r>
      <w:r w:rsidR="00A7039B" w:rsidRPr="000912E3">
        <w:rPr>
          <w:rStyle w:val="Ppogrubienie"/>
        </w:rPr>
        <w:t>.</w:t>
      </w:r>
      <w:r w:rsidR="00A7039B">
        <w:t xml:space="preserve"> </w:t>
      </w:r>
      <w:r w:rsidRPr="00FD3A3B">
        <w:t>1. Maksymalny limit wydatków z budżetu państwa w części ministra właściwego do spraw informatyzacji w zakresie zwiększonych kosztów utrzymania systemu teleinformatycznego obsługującego prowadzenia Rejestru Dokumentów P</w:t>
      </w:r>
      <w:r>
        <w:t xml:space="preserve">aszportowych </w:t>
      </w:r>
      <w:r w:rsidRPr="00FD3A3B">
        <w:t xml:space="preserve">i oprogramowania współpracującego, będących skutkiem finansowym niniejszej ustawy, wynosi </w:t>
      </w:r>
      <w:r w:rsidR="00C90E87">
        <w:t>5</w:t>
      </w:r>
      <w:r w:rsidR="005E0928">
        <w:t>5</w:t>
      </w:r>
      <w:r w:rsidR="00C90E87">
        <w:t>,</w:t>
      </w:r>
      <w:r w:rsidR="005E0928">
        <w:t>789</w:t>
      </w:r>
      <w:r w:rsidR="006C5066">
        <w:t xml:space="preserve"> </w:t>
      </w:r>
      <w:r w:rsidRPr="00FD3A3B">
        <w:t>mln zł, z tego:</w:t>
      </w:r>
    </w:p>
    <w:p w14:paraId="1B41A054" w14:textId="7AF693E5" w:rsidR="006C5066" w:rsidRPr="00FD3A3B" w:rsidRDefault="00FD3A3B" w:rsidP="006C5066">
      <w:pPr>
        <w:pStyle w:val="PKTpunkt"/>
      </w:pPr>
      <w:bookmarkStart w:id="275" w:name="mip46784604"/>
      <w:bookmarkStart w:id="276" w:name="mip46784605"/>
      <w:bookmarkEnd w:id="275"/>
      <w:bookmarkEnd w:id="276"/>
      <w:r>
        <w:t>1)</w:t>
      </w:r>
      <w:r w:rsidRPr="00FD3A3B">
        <w:t> </w:t>
      </w:r>
      <w:r w:rsidR="006C5066" w:rsidRPr="00FD3A3B">
        <w:t xml:space="preserve">w 2021 r. </w:t>
      </w:r>
      <w:r w:rsidR="003504F2">
        <w:t>–</w:t>
      </w:r>
      <w:r w:rsidR="006C5066" w:rsidRPr="00FD3A3B">
        <w:t xml:space="preserve"> </w:t>
      </w:r>
      <w:r w:rsidR="005E0928">
        <w:t>6,253</w:t>
      </w:r>
      <w:r w:rsidR="006C5066">
        <w:t xml:space="preserve"> </w:t>
      </w:r>
      <w:r w:rsidR="006C5066" w:rsidRPr="00FD3A3B">
        <w:t>mln zł;</w:t>
      </w:r>
    </w:p>
    <w:p w14:paraId="3FB06BCA" w14:textId="161C3B6A" w:rsidR="006C5066" w:rsidRPr="00FD3A3B" w:rsidRDefault="006C5066" w:rsidP="006C5066">
      <w:pPr>
        <w:pStyle w:val="PKTpunkt"/>
      </w:pPr>
      <w:bookmarkStart w:id="277" w:name="mip46784607"/>
      <w:bookmarkEnd w:id="277"/>
      <w:r>
        <w:t>2</w:t>
      </w:r>
      <w:r w:rsidRPr="00FD3A3B">
        <w:t xml:space="preserve">) w 2022 r. </w:t>
      </w:r>
      <w:r w:rsidR="003504F2">
        <w:t>–</w:t>
      </w:r>
      <w:r>
        <w:t xml:space="preserve"> 5,504</w:t>
      </w:r>
      <w:r w:rsidRPr="00FD3A3B">
        <w:t xml:space="preserve"> mln zł;</w:t>
      </w:r>
    </w:p>
    <w:p w14:paraId="6E2403D7" w14:textId="542000F0" w:rsidR="006C5066" w:rsidRPr="00FD3A3B" w:rsidRDefault="006C5066" w:rsidP="006C5066">
      <w:pPr>
        <w:pStyle w:val="PKTpunkt"/>
      </w:pPr>
      <w:bookmarkStart w:id="278" w:name="mip46784608"/>
      <w:bookmarkEnd w:id="278"/>
      <w:r>
        <w:t>3</w:t>
      </w:r>
      <w:r w:rsidRPr="00FD3A3B">
        <w:t xml:space="preserve">) w 2023 r. </w:t>
      </w:r>
      <w:r w:rsidR="003504F2">
        <w:t>–</w:t>
      </w:r>
      <w:r w:rsidRPr="00FD3A3B">
        <w:t xml:space="preserve"> </w:t>
      </w:r>
      <w:r w:rsidRPr="006C5066">
        <w:t>5,504</w:t>
      </w:r>
      <w:r w:rsidRPr="00FD3A3B">
        <w:t>mln zł;</w:t>
      </w:r>
    </w:p>
    <w:p w14:paraId="76B438AD" w14:textId="67D02CA3" w:rsidR="006C5066" w:rsidRPr="00FD3A3B" w:rsidRDefault="006C5066" w:rsidP="006C5066">
      <w:pPr>
        <w:pStyle w:val="PKTpunkt"/>
      </w:pPr>
      <w:bookmarkStart w:id="279" w:name="mip46784609"/>
      <w:bookmarkEnd w:id="279"/>
      <w:r>
        <w:t>4</w:t>
      </w:r>
      <w:r w:rsidRPr="00FD3A3B">
        <w:t xml:space="preserve">) w 2024 r. </w:t>
      </w:r>
      <w:r w:rsidR="003504F2">
        <w:t xml:space="preserve">– </w:t>
      </w:r>
      <w:r w:rsidRPr="006C5066">
        <w:t>5,504</w:t>
      </w:r>
      <w:r w:rsidRPr="00FD3A3B">
        <w:t xml:space="preserve"> mln zł;</w:t>
      </w:r>
    </w:p>
    <w:p w14:paraId="7AEF4280" w14:textId="384D49A6" w:rsidR="006C5066" w:rsidRPr="00FD3A3B" w:rsidRDefault="006C5066" w:rsidP="006C5066">
      <w:pPr>
        <w:pStyle w:val="PKTpunkt"/>
      </w:pPr>
      <w:bookmarkStart w:id="280" w:name="mip46784610"/>
      <w:bookmarkEnd w:id="280"/>
      <w:r>
        <w:t>5</w:t>
      </w:r>
      <w:r w:rsidRPr="00FD3A3B">
        <w:t xml:space="preserve">) w 2025 r. </w:t>
      </w:r>
      <w:r w:rsidR="003504F2">
        <w:t>–</w:t>
      </w:r>
      <w:r w:rsidRPr="00FD3A3B">
        <w:t xml:space="preserve"> </w:t>
      </w:r>
      <w:r w:rsidRPr="006C5066">
        <w:t>5,504</w:t>
      </w:r>
      <w:r w:rsidRPr="00FD3A3B">
        <w:t xml:space="preserve"> mln zł;</w:t>
      </w:r>
    </w:p>
    <w:p w14:paraId="47D719DE" w14:textId="09D7D073" w:rsidR="006C5066" w:rsidRPr="00FD3A3B" w:rsidRDefault="006C5066" w:rsidP="006C5066">
      <w:pPr>
        <w:pStyle w:val="PKTpunkt"/>
      </w:pPr>
      <w:bookmarkStart w:id="281" w:name="mip46784611"/>
      <w:bookmarkEnd w:id="281"/>
      <w:r>
        <w:t>6</w:t>
      </w:r>
      <w:r w:rsidRPr="00FD3A3B">
        <w:t xml:space="preserve">) w 2026 r. </w:t>
      </w:r>
      <w:r w:rsidR="003504F2">
        <w:t>–</w:t>
      </w:r>
      <w:r w:rsidRPr="00FD3A3B">
        <w:t xml:space="preserve"> </w:t>
      </w:r>
      <w:r w:rsidRPr="006C5066">
        <w:t>5,504</w:t>
      </w:r>
      <w:r>
        <w:t xml:space="preserve"> </w:t>
      </w:r>
      <w:r w:rsidRPr="00FD3A3B">
        <w:t>mln zł;</w:t>
      </w:r>
      <w:r w:rsidR="00561B26" w:rsidRPr="00561B26" w:rsidDel="002F021D">
        <w:t xml:space="preserve"> </w:t>
      </w:r>
    </w:p>
    <w:p w14:paraId="22082CBF" w14:textId="4AA5EF3E" w:rsidR="006C5066" w:rsidRPr="00FD3A3B" w:rsidRDefault="006C5066" w:rsidP="006C5066">
      <w:pPr>
        <w:pStyle w:val="PKTpunkt"/>
      </w:pPr>
      <w:bookmarkStart w:id="282" w:name="mip46784612"/>
      <w:bookmarkEnd w:id="282"/>
      <w:r>
        <w:t>7</w:t>
      </w:r>
      <w:r w:rsidRPr="00FD3A3B">
        <w:t xml:space="preserve">) w 2027 r. </w:t>
      </w:r>
      <w:r w:rsidR="003504F2">
        <w:t>–</w:t>
      </w:r>
      <w:r w:rsidRPr="00FD3A3B">
        <w:t xml:space="preserve"> </w:t>
      </w:r>
      <w:r w:rsidRPr="006C5066">
        <w:t>5,504</w:t>
      </w:r>
      <w:r>
        <w:t xml:space="preserve"> </w:t>
      </w:r>
      <w:r w:rsidRPr="00FD3A3B">
        <w:t>mln zł;</w:t>
      </w:r>
    </w:p>
    <w:p w14:paraId="2EA95FB9" w14:textId="5AD80CB7" w:rsidR="006C5066" w:rsidRDefault="006C5066" w:rsidP="006C5066">
      <w:pPr>
        <w:pStyle w:val="PKTpunkt"/>
      </w:pPr>
      <w:bookmarkStart w:id="283" w:name="mip46784613"/>
      <w:bookmarkEnd w:id="283"/>
      <w:r>
        <w:t>8</w:t>
      </w:r>
      <w:r w:rsidRPr="00FD3A3B">
        <w:t>)</w:t>
      </w:r>
      <w:r>
        <w:t xml:space="preserve"> w 2028 r. </w:t>
      </w:r>
      <w:r w:rsidR="003504F2">
        <w:t>–</w:t>
      </w:r>
      <w:r>
        <w:t xml:space="preserve"> </w:t>
      </w:r>
      <w:r w:rsidRPr="006C5066">
        <w:t>5,504</w:t>
      </w:r>
      <w:r>
        <w:t xml:space="preserve"> mln zł;</w:t>
      </w:r>
    </w:p>
    <w:p w14:paraId="62DBC233" w14:textId="2D6CB79A" w:rsidR="00FD3A3B" w:rsidRPr="00FD3A3B" w:rsidRDefault="006C5066" w:rsidP="006C5066">
      <w:pPr>
        <w:pStyle w:val="PKTpunkt"/>
      </w:pPr>
      <w:r>
        <w:t>9) w 2029</w:t>
      </w:r>
      <w:r w:rsidR="003504F2">
        <w:t xml:space="preserve"> </w:t>
      </w:r>
      <w:r>
        <w:t xml:space="preserve">r. – </w:t>
      </w:r>
      <w:r w:rsidRPr="006C5066">
        <w:t>5,504</w:t>
      </w:r>
      <w:r>
        <w:t xml:space="preserve"> mln zł;</w:t>
      </w:r>
    </w:p>
    <w:p w14:paraId="23B613F1" w14:textId="0BE71232" w:rsidR="006C5066" w:rsidRDefault="006C5066" w:rsidP="006C5066">
      <w:pPr>
        <w:pStyle w:val="PKTpunkt"/>
      </w:pPr>
      <w:bookmarkStart w:id="284" w:name="mip46784606"/>
      <w:bookmarkEnd w:id="284"/>
      <w:r>
        <w:t>10</w:t>
      </w:r>
      <w:r w:rsidR="00FD3A3B">
        <w:t>)</w:t>
      </w:r>
      <w:r w:rsidR="00FD3A3B" w:rsidRPr="00FD3A3B">
        <w:t> </w:t>
      </w:r>
      <w:r>
        <w:t xml:space="preserve">w 2030 r. </w:t>
      </w:r>
      <w:r w:rsidR="003504F2">
        <w:t>–</w:t>
      </w:r>
      <w:r>
        <w:t xml:space="preserve"> </w:t>
      </w:r>
      <w:r w:rsidRPr="006C5066">
        <w:t>5,504</w:t>
      </w:r>
      <w:r>
        <w:t xml:space="preserve"> mln zł.</w:t>
      </w:r>
    </w:p>
    <w:p w14:paraId="15F05987" w14:textId="3F420235" w:rsidR="00FD3A3B" w:rsidRPr="00FD3A3B" w:rsidRDefault="00FD3A3B" w:rsidP="00AE7380">
      <w:pPr>
        <w:pStyle w:val="USTustnpkodeksu"/>
      </w:pPr>
      <w:bookmarkStart w:id="285" w:name="mip46784614"/>
      <w:bookmarkEnd w:id="285"/>
      <w:r w:rsidRPr="00FD3A3B">
        <w:t xml:space="preserve">2. Minister właściwy do spraw informatyzacji monitoruje wykorzystanie limitu wydatków, o których mowa w ust. 1, i dokonuje oceny wykorzystania tego limitu według stanu na koniec każdego kwartału, a w przypadku IV kwartału </w:t>
      </w:r>
      <w:r w:rsidR="002273B1">
        <w:t>–</w:t>
      </w:r>
      <w:r w:rsidRPr="00FD3A3B">
        <w:t xml:space="preserve"> według stanu na dzień 20 listopada danego roku.</w:t>
      </w:r>
    </w:p>
    <w:p w14:paraId="2950AC59" w14:textId="77777777" w:rsidR="002F021D" w:rsidRDefault="00FD3A3B" w:rsidP="002F021D">
      <w:pPr>
        <w:pStyle w:val="USTustnpkodeksu"/>
      </w:pPr>
      <w:bookmarkStart w:id="286" w:name="mip46784615"/>
      <w:bookmarkEnd w:id="286"/>
      <w:r w:rsidRPr="00FD3A3B">
        <w:t>3. W przypadku gdy wielkość wydatków, o których mowa w ust. 1, po trzech kwartałach wyniesie łącznie więcej niż 75% limitu przewidzianego na ten rok, wielkość wydatków w IV kwartale obniża się o kwotę przekroczenia, określając zakres ograniczeń dla poszczególnych zadań realizowanych na podstawie niniejszej ustawy.</w:t>
      </w:r>
    </w:p>
    <w:p w14:paraId="40A755A7" w14:textId="42677104" w:rsidR="00FD3A3B" w:rsidRDefault="002F021D" w:rsidP="002F021D">
      <w:pPr>
        <w:pStyle w:val="USTustnpkodeksu"/>
        <w:rPr>
          <w:rStyle w:val="Ppogrubienie"/>
        </w:rPr>
      </w:pPr>
      <w:r>
        <w:lastRenderedPageBreak/>
        <w:t xml:space="preserve">4. </w:t>
      </w:r>
      <w:r w:rsidRPr="007D7000">
        <w:t>Organem właściwym do wdrożenia mechanizmu korygującego, o którym mowa w ust. 3, jest minister właściwy do spraw informatyzacji.</w:t>
      </w:r>
    </w:p>
    <w:p w14:paraId="6E8DB7B0" w14:textId="3D96554A" w:rsidR="00591C9F" w:rsidRPr="00591C9F" w:rsidRDefault="00591C9F" w:rsidP="00591C9F">
      <w:pPr>
        <w:pStyle w:val="ARTartustawynprozporzdzenia"/>
      </w:pPr>
      <w:r w:rsidRPr="000862D7">
        <w:rPr>
          <w:rStyle w:val="Ppogrubienie"/>
        </w:rPr>
        <w:t xml:space="preserve">Art. </w:t>
      </w:r>
      <w:r w:rsidR="002F021D">
        <w:rPr>
          <w:rStyle w:val="Ppogrubienie"/>
        </w:rPr>
        <w:t>1</w:t>
      </w:r>
      <w:r w:rsidR="008D7371">
        <w:rPr>
          <w:rStyle w:val="Ppogrubienie"/>
        </w:rPr>
        <w:t>09</w:t>
      </w:r>
      <w:r w:rsidR="00EE09DA">
        <w:rPr>
          <w:rStyle w:val="Ppogrubienie"/>
        </w:rPr>
        <w:t xml:space="preserve">. </w:t>
      </w:r>
      <w:r w:rsidRPr="00591C9F">
        <w:t xml:space="preserve">Traci moc ustawa z dnia </w:t>
      </w:r>
      <w:r w:rsidR="009A2DAF">
        <w:t xml:space="preserve">13 lipca 2006 </w:t>
      </w:r>
      <w:r>
        <w:t>r. o dokumentach paszportowych</w:t>
      </w:r>
      <w:r w:rsidR="009A2DAF">
        <w:t xml:space="preserve"> </w:t>
      </w:r>
      <w:hyperlink r:id="rId28" w:history="1">
        <w:r w:rsidR="00F43C3A" w:rsidRPr="00952F36">
          <w:t>(Dz.</w:t>
        </w:r>
        <w:r w:rsidR="00F43C3A">
          <w:t xml:space="preserve"> </w:t>
        </w:r>
        <w:r w:rsidR="00F43C3A" w:rsidRPr="00952F36">
          <w:t>U. z 20</w:t>
        </w:r>
        <w:r w:rsidR="00F43C3A">
          <w:t>20</w:t>
        </w:r>
        <w:r w:rsidR="00F43C3A" w:rsidRPr="00952F36">
          <w:t xml:space="preserve"> r. poz. </w:t>
        </w:r>
        <w:r w:rsidR="00F43C3A">
          <w:t>617</w:t>
        </w:r>
        <w:r w:rsidR="00E5006A">
          <w:t xml:space="preserve"> i 2320 oraz z 2021 r. poz. 464</w:t>
        </w:r>
        <w:r w:rsidR="00F43C3A" w:rsidRPr="00952F36">
          <w:t>)</w:t>
        </w:r>
      </w:hyperlink>
      <w:r w:rsidRPr="00591C9F">
        <w:t>.</w:t>
      </w:r>
    </w:p>
    <w:p w14:paraId="0B014C8B" w14:textId="1A4EA004" w:rsidR="0016508A" w:rsidRDefault="00591C9F" w:rsidP="003B0C7F">
      <w:pPr>
        <w:pStyle w:val="ARTartustawynprozporzdzenia"/>
      </w:pPr>
      <w:r w:rsidRPr="000862D7">
        <w:rPr>
          <w:rStyle w:val="Ppogrubienie"/>
        </w:rPr>
        <w:t xml:space="preserve">Art. </w:t>
      </w:r>
      <w:r w:rsidR="002F021D">
        <w:rPr>
          <w:rStyle w:val="Ppogrubienie"/>
        </w:rPr>
        <w:t>1</w:t>
      </w:r>
      <w:r w:rsidR="004F4973">
        <w:rPr>
          <w:rStyle w:val="Ppogrubienie"/>
        </w:rPr>
        <w:t>1</w:t>
      </w:r>
      <w:r w:rsidR="008D7371">
        <w:rPr>
          <w:rStyle w:val="Ppogrubienie"/>
        </w:rPr>
        <w:t>0</w:t>
      </w:r>
      <w:r w:rsidR="00EE09DA">
        <w:rPr>
          <w:rStyle w:val="Ppogrubienie"/>
        </w:rPr>
        <w:t>.</w:t>
      </w:r>
      <w:r w:rsidR="00F171E6">
        <w:rPr>
          <w:rStyle w:val="Ppogrubienie"/>
        </w:rPr>
        <w:t xml:space="preserve"> </w:t>
      </w:r>
      <w:r w:rsidR="00D3066F" w:rsidRPr="003F44B3">
        <w:t>Ustawa wcho</w:t>
      </w:r>
      <w:smartTag w:uri="urn:schemas-microsoft-com:office:smarttags" w:element="PersonName">
        <w:r w:rsidR="00D3066F" w:rsidRPr="003F44B3">
          <w:t>dz</w:t>
        </w:r>
      </w:smartTag>
      <w:r w:rsidR="00D3066F" w:rsidRPr="003F44B3">
        <w:t>i w</w:t>
      </w:r>
      <w:r w:rsidR="00D3066F">
        <w:t> </w:t>
      </w:r>
      <w:r w:rsidR="00D3066F" w:rsidRPr="003F44B3">
        <w:t>życie</w:t>
      </w:r>
      <w:r w:rsidR="005A7AEB">
        <w:t xml:space="preserve"> z dniem</w:t>
      </w:r>
      <w:r w:rsidR="00582032">
        <w:t xml:space="preserve"> </w:t>
      </w:r>
      <w:r w:rsidR="0034763A">
        <w:t>18</w:t>
      </w:r>
      <w:r w:rsidR="004644B5">
        <w:t xml:space="preserve"> października</w:t>
      </w:r>
      <w:r w:rsidR="00441C51">
        <w:t xml:space="preserve"> 2021</w:t>
      </w:r>
      <w:r w:rsidR="002273B1">
        <w:t xml:space="preserve"> </w:t>
      </w:r>
      <w:r w:rsidR="005A7AEB">
        <w:t>r.</w:t>
      </w:r>
      <w:r w:rsidR="0048516D">
        <w:t>,</w:t>
      </w:r>
      <w:r w:rsidR="0016508A">
        <w:t xml:space="preserve"> z wyjątkiem:</w:t>
      </w:r>
    </w:p>
    <w:p w14:paraId="6ECDBB54" w14:textId="50229449" w:rsidR="0016508A" w:rsidRDefault="0016508A" w:rsidP="004C5B44">
      <w:pPr>
        <w:pStyle w:val="PKTpunkt"/>
      </w:pPr>
      <w:r>
        <w:t xml:space="preserve">1) </w:t>
      </w:r>
      <w:r w:rsidR="001E6C0B">
        <w:t>art.</w:t>
      </w:r>
      <w:r w:rsidR="009C464F">
        <w:t xml:space="preserve"> </w:t>
      </w:r>
      <w:r w:rsidR="00683D8B">
        <w:t>30 ust. 2</w:t>
      </w:r>
      <w:r w:rsidR="009C464F">
        <w:t xml:space="preserve"> i art. 31</w:t>
      </w:r>
      <w:r w:rsidR="00683D8B">
        <w:t xml:space="preserve"> ust. 2</w:t>
      </w:r>
      <w:r w:rsidR="001E6C0B">
        <w:t>, któ</w:t>
      </w:r>
      <w:r w:rsidR="009C464F">
        <w:t>re wchodzą</w:t>
      </w:r>
      <w:r w:rsidR="009E28DD">
        <w:t xml:space="preserve"> w życie z dniem 25</w:t>
      </w:r>
      <w:r w:rsidR="00E84C6B">
        <w:t xml:space="preserve"> marca 2022 r.</w:t>
      </w:r>
      <w:r>
        <w:t>;</w:t>
      </w:r>
    </w:p>
    <w:p w14:paraId="4DCCDAD7" w14:textId="53D0083B" w:rsidR="00183627" w:rsidRPr="00737F6A" w:rsidRDefault="005358D5" w:rsidP="004C5B44">
      <w:pPr>
        <w:pStyle w:val="PKTpunkt"/>
      </w:pPr>
      <w:r>
        <w:t>2) art. 107</w:t>
      </w:r>
      <w:r w:rsidR="0016508A">
        <w:t>, który wchodzi w życie z dniem 11 października 2021 r.</w:t>
      </w:r>
    </w:p>
    <w:sectPr w:rsidR="00183627" w:rsidRPr="00737F6A" w:rsidSect="001A7F15">
      <w:headerReference w:type="default" r:id="rId2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C236F" w14:textId="77777777" w:rsidR="001E227B" w:rsidRDefault="001E227B">
      <w:r>
        <w:separator/>
      </w:r>
    </w:p>
  </w:endnote>
  <w:endnote w:type="continuationSeparator" w:id="0">
    <w:p w14:paraId="4FB4AD21" w14:textId="77777777" w:rsidR="001E227B" w:rsidRDefault="001E227B">
      <w:r>
        <w:continuationSeparator/>
      </w:r>
    </w:p>
  </w:endnote>
  <w:endnote w:type="continuationNotice" w:id="1">
    <w:p w14:paraId="20DCF4D8" w14:textId="77777777" w:rsidR="001E227B" w:rsidRDefault="001E22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9E52F" w14:textId="77777777" w:rsidR="001E227B" w:rsidRDefault="001E227B">
      <w:r>
        <w:separator/>
      </w:r>
    </w:p>
  </w:footnote>
  <w:footnote w:type="continuationSeparator" w:id="0">
    <w:p w14:paraId="53F23C11" w14:textId="77777777" w:rsidR="001E227B" w:rsidRDefault="001E227B">
      <w:r>
        <w:continuationSeparator/>
      </w:r>
    </w:p>
  </w:footnote>
  <w:footnote w:type="continuationNotice" w:id="1">
    <w:p w14:paraId="3B43E0C4" w14:textId="77777777" w:rsidR="001E227B" w:rsidRDefault="001E227B">
      <w:pPr>
        <w:spacing w:line="240" w:lineRule="auto"/>
      </w:pPr>
    </w:p>
  </w:footnote>
  <w:footnote w:id="2">
    <w:p w14:paraId="4C1003B9" w14:textId="63BC921F" w:rsidR="0074105A" w:rsidRPr="00B72254" w:rsidRDefault="0074105A" w:rsidP="00B72254">
      <w:pPr>
        <w:pStyle w:val="ODNONIKtreodnonika"/>
        <w:rPr>
          <w:rStyle w:val="IDKindeksdolnyikursywa"/>
          <w:i w:val="0"/>
          <w:vertAlign w:val="baseline"/>
        </w:rPr>
      </w:pPr>
      <w:r w:rsidRPr="00B72254">
        <w:rPr>
          <w:rStyle w:val="IDKindeksdolnyikursywa"/>
          <w:i w:val="0"/>
          <w:vertAlign w:val="baseline"/>
        </w:rPr>
        <w:t>1) Niniejszą ustawą zmienia się ustawy: ustawę z dnia 4 września 1997 r. o działach administracji rządowej, ustawę z dnia 24 września 2010 r. o ewidencji ludności, ustawę z dnia 16 września 2011 r. o wymianie informacji z organami ścigania państw członkowskich Unii Europejskiej, państw trzecich, agencji Unii Europejskiej oraz organizacjami międzynarodowymi, ustawę z dnia 28 listopada 2014 r. – Prawo o aktach stanu cywilnego i ustawę z dnia 25 czerwca 2015 r. – Prawo konsularne</w:t>
      </w:r>
      <w:r>
        <w:rPr>
          <w:rStyle w:val="IDKindeksdolnyikursyw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15CD8" w14:textId="77777777" w:rsidR="0074105A" w:rsidRPr="00B371CC" w:rsidRDefault="0074105A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83874">
      <w:rPr>
        <w:noProof/>
      </w:rPr>
      <w:t>20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61EF"/>
    <w:multiLevelType w:val="hybridMultilevel"/>
    <w:tmpl w:val="51E2D6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978B0"/>
    <w:multiLevelType w:val="hybridMultilevel"/>
    <w:tmpl w:val="F9AE2CF6"/>
    <w:lvl w:ilvl="0" w:tplc="0415000F">
      <w:start w:val="6"/>
      <w:numFmt w:val="decimal"/>
      <w:lvlText w:val="%1."/>
      <w:lvlJc w:val="left"/>
      <w:pPr>
        <w:ind w:left="2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2" w:hanging="360"/>
      </w:pPr>
    </w:lvl>
    <w:lvl w:ilvl="2" w:tplc="0415001B" w:tentative="1">
      <w:start w:val="1"/>
      <w:numFmt w:val="lowerRoman"/>
      <w:lvlText w:val="%3."/>
      <w:lvlJc w:val="right"/>
      <w:pPr>
        <w:ind w:left="3882" w:hanging="180"/>
      </w:pPr>
    </w:lvl>
    <w:lvl w:ilvl="3" w:tplc="0415000F" w:tentative="1">
      <w:start w:val="1"/>
      <w:numFmt w:val="decimal"/>
      <w:lvlText w:val="%4."/>
      <w:lvlJc w:val="left"/>
      <w:pPr>
        <w:ind w:left="4602" w:hanging="360"/>
      </w:pPr>
    </w:lvl>
    <w:lvl w:ilvl="4" w:tplc="04150019" w:tentative="1">
      <w:start w:val="1"/>
      <w:numFmt w:val="lowerLetter"/>
      <w:lvlText w:val="%5."/>
      <w:lvlJc w:val="left"/>
      <w:pPr>
        <w:ind w:left="5322" w:hanging="360"/>
      </w:pPr>
    </w:lvl>
    <w:lvl w:ilvl="5" w:tplc="0415001B" w:tentative="1">
      <w:start w:val="1"/>
      <w:numFmt w:val="lowerRoman"/>
      <w:lvlText w:val="%6."/>
      <w:lvlJc w:val="right"/>
      <w:pPr>
        <w:ind w:left="6042" w:hanging="180"/>
      </w:pPr>
    </w:lvl>
    <w:lvl w:ilvl="6" w:tplc="0415000F" w:tentative="1">
      <w:start w:val="1"/>
      <w:numFmt w:val="decimal"/>
      <w:lvlText w:val="%7."/>
      <w:lvlJc w:val="left"/>
      <w:pPr>
        <w:ind w:left="6762" w:hanging="360"/>
      </w:pPr>
    </w:lvl>
    <w:lvl w:ilvl="7" w:tplc="04150019" w:tentative="1">
      <w:start w:val="1"/>
      <w:numFmt w:val="lowerLetter"/>
      <w:lvlText w:val="%8."/>
      <w:lvlJc w:val="left"/>
      <w:pPr>
        <w:ind w:left="7482" w:hanging="360"/>
      </w:pPr>
    </w:lvl>
    <w:lvl w:ilvl="8" w:tplc="0415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2" w15:restartNumberingAfterBreak="0">
    <w:nsid w:val="22EE2F5A"/>
    <w:multiLevelType w:val="multilevel"/>
    <w:tmpl w:val="BA2A64D6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797172"/>
    <w:multiLevelType w:val="hybridMultilevel"/>
    <w:tmpl w:val="D2E660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85CCA"/>
    <w:multiLevelType w:val="hybridMultilevel"/>
    <w:tmpl w:val="DD545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F749E"/>
    <w:multiLevelType w:val="hybridMultilevel"/>
    <w:tmpl w:val="CC64A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52C7F"/>
    <w:multiLevelType w:val="hybridMultilevel"/>
    <w:tmpl w:val="ED927E54"/>
    <w:lvl w:ilvl="0" w:tplc="DC6E2266">
      <w:start w:val="2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02B7061"/>
    <w:multiLevelType w:val="hybridMultilevel"/>
    <w:tmpl w:val="F6E2040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60C7D23"/>
    <w:multiLevelType w:val="hybridMultilevel"/>
    <w:tmpl w:val="1816528A"/>
    <w:lvl w:ilvl="0" w:tplc="C20E3D1A">
      <w:start w:val="5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27"/>
    <w:rsid w:val="00000094"/>
    <w:rsid w:val="0000048E"/>
    <w:rsid w:val="00000BB8"/>
    <w:rsid w:val="00000CBC"/>
    <w:rsid w:val="000012DA"/>
    <w:rsid w:val="00002380"/>
    <w:rsid w:val="0000246E"/>
    <w:rsid w:val="00002AC8"/>
    <w:rsid w:val="00003498"/>
    <w:rsid w:val="00003862"/>
    <w:rsid w:val="00003894"/>
    <w:rsid w:val="00003A5F"/>
    <w:rsid w:val="00003FB0"/>
    <w:rsid w:val="000040AA"/>
    <w:rsid w:val="0000475D"/>
    <w:rsid w:val="00005046"/>
    <w:rsid w:val="000050BE"/>
    <w:rsid w:val="00006EFF"/>
    <w:rsid w:val="0000745F"/>
    <w:rsid w:val="000079D9"/>
    <w:rsid w:val="00007EB7"/>
    <w:rsid w:val="00010455"/>
    <w:rsid w:val="00010515"/>
    <w:rsid w:val="00010797"/>
    <w:rsid w:val="00011729"/>
    <w:rsid w:val="00012A35"/>
    <w:rsid w:val="00012CEF"/>
    <w:rsid w:val="00012FFE"/>
    <w:rsid w:val="00013005"/>
    <w:rsid w:val="0001423A"/>
    <w:rsid w:val="0001485C"/>
    <w:rsid w:val="00015203"/>
    <w:rsid w:val="0001562E"/>
    <w:rsid w:val="000157FA"/>
    <w:rsid w:val="00016099"/>
    <w:rsid w:val="00017451"/>
    <w:rsid w:val="00017CD6"/>
    <w:rsid w:val="00017DC2"/>
    <w:rsid w:val="00021522"/>
    <w:rsid w:val="000219E7"/>
    <w:rsid w:val="00021C0F"/>
    <w:rsid w:val="00021C85"/>
    <w:rsid w:val="00022543"/>
    <w:rsid w:val="00022E6C"/>
    <w:rsid w:val="00023471"/>
    <w:rsid w:val="00023DD4"/>
    <w:rsid w:val="00023F13"/>
    <w:rsid w:val="00024900"/>
    <w:rsid w:val="00024C06"/>
    <w:rsid w:val="000258A5"/>
    <w:rsid w:val="00025A5D"/>
    <w:rsid w:val="00025C9B"/>
    <w:rsid w:val="0002638D"/>
    <w:rsid w:val="00026555"/>
    <w:rsid w:val="00027076"/>
    <w:rsid w:val="00027C2B"/>
    <w:rsid w:val="0003053E"/>
    <w:rsid w:val="00030634"/>
    <w:rsid w:val="000319C1"/>
    <w:rsid w:val="000319DE"/>
    <w:rsid w:val="00031A8B"/>
    <w:rsid w:val="00031BCA"/>
    <w:rsid w:val="00032AFA"/>
    <w:rsid w:val="00032CA5"/>
    <w:rsid w:val="00032EB3"/>
    <w:rsid w:val="000330FA"/>
    <w:rsid w:val="000332BD"/>
    <w:rsid w:val="000335D7"/>
    <w:rsid w:val="0003362F"/>
    <w:rsid w:val="0003389C"/>
    <w:rsid w:val="00033942"/>
    <w:rsid w:val="00033DA1"/>
    <w:rsid w:val="000345A8"/>
    <w:rsid w:val="000351EF"/>
    <w:rsid w:val="00035E36"/>
    <w:rsid w:val="00036B63"/>
    <w:rsid w:val="00036C01"/>
    <w:rsid w:val="00036C4D"/>
    <w:rsid w:val="00036F8A"/>
    <w:rsid w:val="00036FAA"/>
    <w:rsid w:val="000372F1"/>
    <w:rsid w:val="00037352"/>
    <w:rsid w:val="0003756F"/>
    <w:rsid w:val="00037908"/>
    <w:rsid w:val="00037CC1"/>
    <w:rsid w:val="00037E1A"/>
    <w:rsid w:val="00037F91"/>
    <w:rsid w:val="00040637"/>
    <w:rsid w:val="00040732"/>
    <w:rsid w:val="0004091F"/>
    <w:rsid w:val="00040F62"/>
    <w:rsid w:val="00041587"/>
    <w:rsid w:val="000418AE"/>
    <w:rsid w:val="00041951"/>
    <w:rsid w:val="00041C3C"/>
    <w:rsid w:val="00042873"/>
    <w:rsid w:val="00042B7D"/>
    <w:rsid w:val="00043305"/>
    <w:rsid w:val="00043495"/>
    <w:rsid w:val="00043687"/>
    <w:rsid w:val="00044ACA"/>
    <w:rsid w:val="00045385"/>
    <w:rsid w:val="00045511"/>
    <w:rsid w:val="000460F9"/>
    <w:rsid w:val="00046144"/>
    <w:rsid w:val="00046A75"/>
    <w:rsid w:val="00046D3D"/>
    <w:rsid w:val="000471A6"/>
    <w:rsid w:val="00047238"/>
    <w:rsid w:val="000472E0"/>
    <w:rsid w:val="00047312"/>
    <w:rsid w:val="000473D9"/>
    <w:rsid w:val="00047707"/>
    <w:rsid w:val="00047761"/>
    <w:rsid w:val="000508BD"/>
    <w:rsid w:val="0005156C"/>
    <w:rsid w:val="000517AB"/>
    <w:rsid w:val="00051A50"/>
    <w:rsid w:val="00051E68"/>
    <w:rsid w:val="0005297E"/>
    <w:rsid w:val="00052A0C"/>
    <w:rsid w:val="0005305B"/>
    <w:rsid w:val="0005339C"/>
    <w:rsid w:val="00053464"/>
    <w:rsid w:val="00053963"/>
    <w:rsid w:val="00053F6E"/>
    <w:rsid w:val="00053FCA"/>
    <w:rsid w:val="00054524"/>
    <w:rsid w:val="000545F4"/>
    <w:rsid w:val="000554DC"/>
    <w:rsid w:val="0005571B"/>
    <w:rsid w:val="00055BD6"/>
    <w:rsid w:val="00056161"/>
    <w:rsid w:val="00056FF1"/>
    <w:rsid w:val="000572BA"/>
    <w:rsid w:val="00057AB3"/>
    <w:rsid w:val="00057B85"/>
    <w:rsid w:val="00060076"/>
    <w:rsid w:val="00060432"/>
    <w:rsid w:val="00060C20"/>
    <w:rsid w:val="00060D87"/>
    <w:rsid w:val="000615A5"/>
    <w:rsid w:val="0006224E"/>
    <w:rsid w:val="00062253"/>
    <w:rsid w:val="000625C6"/>
    <w:rsid w:val="00062696"/>
    <w:rsid w:val="00062BC6"/>
    <w:rsid w:val="0006398F"/>
    <w:rsid w:val="00064789"/>
    <w:rsid w:val="00064BEE"/>
    <w:rsid w:val="00064E4C"/>
    <w:rsid w:val="00064F98"/>
    <w:rsid w:val="0006526B"/>
    <w:rsid w:val="0006553E"/>
    <w:rsid w:val="0006646F"/>
    <w:rsid w:val="00066901"/>
    <w:rsid w:val="0006766F"/>
    <w:rsid w:val="00071004"/>
    <w:rsid w:val="00071037"/>
    <w:rsid w:val="000712FB"/>
    <w:rsid w:val="00071403"/>
    <w:rsid w:val="00071BEE"/>
    <w:rsid w:val="00072248"/>
    <w:rsid w:val="0007232C"/>
    <w:rsid w:val="0007259F"/>
    <w:rsid w:val="00072828"/>
    <w:rsid w:val="00072867"/>
    <w:rsid w:val="0007289A"/>
    <w:rsid w:val="000736CD"/>
    <w:rsid w:val="00073C4E"/>
    <w:rsid w:val="000740FB"/>
    <w:rsid w:val="00074BCF"/>
    <w:rsid w:val="00074FD7"/>
    <w:rsid w:val="0007533B"/>
    <w:rsid w:val="0007545D"/>
    <w:rsid w:val="00075971"/>
    <w:rsid w:val="00075AD4"/>
    <w:rsid w:val="00075C55"/>
    <w:rsid w:val="000760BF"/>
    <w:rsid w:val="0007613E"/>
    <w:rsid w:val="00076260"/>
    <w:rsid w:val="00076BFC"/>
    <w:rsid w:val="0007726B"/>
    <w:rsid w:val="0007745C"/>
    <w:rsid w:val="0007751E"/>
    <w:rsid w:val="00077EBF"/>
    <w:rsid w:val="00080231"/>
    <w:rsid w:val="0008028C"/>
    <w:rsid w:val="00080355"/>
    <w:rsid w:val="000809C1"/>
    <w:rsid w:val="00080B6C"/>
    <w:rsid w:val="00081057"/>
    <w:rsid w:val="000813BA"/>
    <w:rsid w:val="000814A7"/>
    <w:rsid w:val="00081D1A"/>
    <w:rsid w:val="00081EEC"/>
    <w:rsid w:val="00082A0B"/>
    <w:rsid w:val="00082CD8"/>
    <w:rsid w:val="00082CF9"/>
    <w:rsid w:val="00082DEA"/>
    <w:rsid w:val="00083029"/>
    <w:rsid w:val="0008373B"/>
    <w:rsid w:val="00084522"/>
    <w:rsid w:val="0008454E"/>
    <w:rsid w:val="00084A42"/>
    <w:rsid w:val="00085205"/>
    <w:rsid w:val="0008557B"/>
    <w:rsid w:val="00085757"/>
    <w:rsid w:val="0008580E"/>
    <w:rsid w:val="00085CE7"/>
    <w:rsid w:val="000862D7"/>
    <w:rsid w:val="000864EE"/>
    <w:rsid w:val="000867C9"/>
    <w:rsid w:val="000871DE"/>
    <w:rsid w:val="00087D82"/>
    <w:rsid w:val="00087DD9"/>
    <w:rsid w:val="000906EE"/>
    <w:rsid w:val="000908A8"/>
    <w:rsid w:val="000910AA"/>
    <w:rsid w:val="000912E3"/>
    <w:rsid w:val="00091BA2"/>
    <w:rsid w:val="00091DB6"/>
    <w:rsid w:val="000927C2"/>
    <w:rsid w:val="00092D6A"/>
    <w:rsid w:val="00092F81"/>
    <w:rsid w:val="0009316E"/>
    <w:rsid w:val="00093BA4"/>
    <w:rsid w:val="00093BB4"/>
    <w:rsid w:val="00093C57"/>
    <w:rsid w:val="000944EF"/>
    <w:rsid w:val="00095B3E"/>
    <w:rsid w:val="0009628A"/>
    <w:rsid w:val="00096E0F"/>
    <w:rsid w:val="0009732D"/>
    <w:rsid w:val="000973F0"/>
    <w:rsid w:val="00097824"/>
    <w:rsid w:val="00097987"/>
    <w:rsid w:val="00097D31"/>
    <w:rsid w:val="000A01FF"/>
    <w:rsid w:val="000A0250"/>
    <w:rsid w:val="000A048D"/>
    <w:rsid w:val="000A0758"/>
    <w:rsid w:val="000A07EB"/>
    <w:rsid w:val="000A08F9"/>
    <w:rsid w:val="000A11AC"/>
    <w:rsid w:val="000A1296"/>
    <w:rsid w:val="000A154D"/>
    <w:rsid w:val="000A17EE"/>
    <w:rsid w:val="000A1922"/>
    <w:rsid w:val="000A1C27"/>
    <w:rsid w:val="000A1DAD"/>
    <w:rsid w:val="000A21FC"/>
    <w:rsid w:val="000A2649"/>
    <w:rsid w:val="000A27EE"/>
    <w:rsid w:val="000A289F"/>
    <w:rsid w:val="000A2CB9"/>
    <w:rsid w:val="000A323B"/>
    <w:rsid w:val="000A3A15"/>
    <w:rsid w:val="000A4DCF"/>
    <w:rsid w:val="000A50E0"/>
    <w:rsid w:val="000A60CC"/>
    <w:rsid w:val="000A7524"/>
    <w:rsid w:val="000B0782"/>
    <w:rsid w:val="000B113D"/>
    <w:rsid w:val="000B1DE0"/>
    <w:rsid w:val="000B298D"/>
    <w:rsid w:val="000B2AB5"/>
    <w:rsid w:val="000B2DFE"/>
    <w:rsid w:val="000B300E"/>
    <w:rsid w:val="000B357C"/>
    <w:rsid w:val="000B35CE"/>
    <w:rsid w:val="000B3A99"/>
    <w:rsid w:val="000B3C9F"/>
    <w:rsid w:val="000B4814"/>
    <w:rsid w:val="000B5842"/>
    <w:rsid w:val="000B5B2D"/>
    <w:rsid w:val="000B5DCE"/>
    <w:rsid w:val="000B5E92"/>
    <w:rsid w:val="000B6BF7"/>
    <w:rsid w:val="000B7224"/>
    <w:rsid w:val="000B755A"/>
    <w:rsid w:val="000C02AD"/>
    <w:rsid w:val="000C05BA"/>
    <w:rsid w:val="000C0997"/>
    <w:rsid w:val="000C0E8F"/>
    <w:rsid w:val="000C1707"/>
    <w:rsid w:val="000C183C"/>
    <w:rsid w:val="000C1F84"/>
    <w:rsid w:val="000C2B74"/>
    <w:rsid w:val="000C31B4"/>
    <w:rsid w:val="000C37E7"/>
    <w:rsid w:val="000C4264"/>
    <w:rsid w:val="000C47D5"/>
    <w:rsid w:val="000C4BC4"/>
    <w:rsid w:val="000C52FF"/>
    <w:rsid w:val="000C687A"/>
    <w:rsid w:val="000C6CAA"/>
    <w:rsid w:val="000C7CBE"/>
    <w:rsid w:val="000D0110"/>
    <w:rsid w:val="000D2468"/>
    <w:rsid w:val="000D2BD5"/>
    <w:rsid w:val="000D2F98"/>
    <w:rsid w:val="000D318A"/>
    <w:rsid w:val="000D31F0"/>
    <w:rsid w:val="000D32FC"/>
    <w:rsid w:val="000D339C"/>
    <w:rsid w:val="000D3DC3"/>
    <w:rsid w:val="000D3E72"/>
    <w:rsid w:val="000D3EE1"/>
    <w:rsid w:val="000D409B"/>
    <w:rsid w:val="000D46D6"/>
    <w:rsid w:val="000D4E3C"/>
    <w:rsid w:val="000D4FEE"/>
    <w:rsid w:val="000D531E"/>
    <w:rsid w:val="000D539F"/>
    <w:rsid w:val="000D5A6E"/>
    <w:rsid w:val="000D6173"/>
    <w:rsid w:val="000D64FC"/>
    <w:rsid w:val="000D6F83"/>
    <w:rsid w:val="000D7491"/>
    <w:rsid w:val="000D7681"/>
    <w:rsid w:val="000E0312"/>
    <w:rsid w:val="000E06B1"/>
    <w:rsid w:val="000E1663"/>
    <w:rsid w:val="000E18F7"/>
    <w:rsid w:val="000E1B13"/>
    <w:rsid w:val="000E25CC"/>
    <w:rsid w:val="000E29CE"/>
    <w:rsid w:val="000E3070"/>
    <w:rsid w:val="000E3694"/>
    <w:rsid w:val="000E3BD3"/>
    <w:rsid w:val="000E4161"/>
    <w:rsid w:val="000E42F4"/>
    <w:rsid w:val="000E490F"/>
    <w:rsid w:val="000E4C1C"/>
    <w:rsid w:val="000E4ECE"/>
    <w:rsid w:val="000E5248"/>
    <w:rsid w:val="000E5A31"/>
    <w:rsid w:val="000E5E7A"/>
    <w:rsid w:val="000E6241"/>
    <w:rsid w:val="000E6A5A"/>
    <w:rsid w:val="000E6C1B"/>
    <w:rsid w:val="000E7718"/>
    <w:rsid w:val="000E7CB5"/>
    <w:rsid w:val="000F00B3"/>
    <w:rsid w:val="000F0A41"/>
    <w:rsid w:val="000F0C87"/>
    <w:rsid w:val="000F0D36"/>
    <w:rsid w:val="000F0FD6"/>
    <w:rsid w:val="000F107F"/>
    <w:rsid w:val="000F1ACE"/>
    <w:rsid w:val="000F1E43"/>
    <w:rsid w:val="000F2BE3"/>
    <w:rsid w:val="000F2E04"/>
    <w:rsid w:val="000F2F3C"/>
    <w:rsid w:val="000F302C"/>
    <w:rsid w:val="000F3D0D"/>
    <w:rsid w:val="000F475E"/>
    <w:rsid w:val="000F49F3"/>
    <w:rsid w:val="000F5ED0"/>
    <w:rsid w:val="000F5F8C"/>
    <w:rsid w:val="000F64D3"/>
    <w:rsid w:val="000F65FB"/>
    <w:rsid w:val="000F6ED4"/>
    <w:rsid w:val="000F733B"/>
    <w:rsid w:val="000F736B"/>
    <w:rsid w:val="000F7A6E"/>
    <w:rsid w:val="001002BA"/>
    <w:rsid w:val="00100AEE"/>
    <w:rsid w:val="00101147"/>
    <w:rsid w:val="00101E51"/>
    <w:rsid w:val="001024AC"/>
    <w:rsid w:val="00103A3A"/>
    <w:rsid w:val="00103DE8"/>
    <w:rsid w:val="00103FB5"/>
    <w:rsid w:val="001041B0"/>
    <w:rsid w:val="001042BA"/>
    <w:rsid w:val="001043AA"/>
    <w:rsid w:val="0010490E"/>
    <w:rsid w:val="0010513B"/>
    <w:rsid w:val="001053E0"/>
    <w:rsid w:val="00105C1C"/>
    <w:rsid w:val="00106082"/>
    <w:rsid w:val="001065BD"/>
    <w:rsid w:val="001068BE"/>
    <w:rsid w:val="00106984"/>
    <w:rsid w:val="001069D0"/>
    <w:rsid w:val="00106A0A"/>
    <w:rsid w:val="00106B68"/>
    <w:rsid w:val="00106D03"/>
    <w:rsid w:val="00106FC0"/>
    <w:rsid w:val="001075BE"/>
    <w:rsid w:val="001077DD"/>
    <w:rsid w:val="0010784D"/>
    <w:rsid w:val="00107AD5"/>
    <w:rsid w:val="001100A3"/>
    <w:rsid w:val="00110423"/>
    <w:rsid w:val="00110465"/>
    <w:rsid w:val="00110628"/>
    <w:rsid w:val="00110D03"/>
    <w:rsid w:val="00111AED"/>
    <w:rsid w:val="00111B4C"/>
    <w:rsid w:val="00112328"/>
    <w:rsid w:val="0011245A"/>
    <w:rsid w:val="00112A65"/>
    <w:rsid w:val="0011310F"/>
    <w:rsid w:val="00113194"/>
    <w:rsid w:val="001139D3"/>
    <w:rsid w:val="00113BEE"/>
    <w:rsid w:val="0011493E"/>
    <w:rsid w:val="00114A01"/>
    <w:rsid w:val="00114DA3"/>
    <w:rsid w:val="0011578F"/>
    <w:rsid w:val="00115B72"/>
    <w:rsid w:val="001161B0"/>
    <w:rsid w:val="00116266"/>
    <w:rsid w:val="00116790"/>
    <w:rsid w:val="00116915"/>
    <w:rsid w:val="0011694D"/>
    <w:rsid w:val="00117371"/>
    <w:rsid w:val="00120065"/>
    <w:rsid w:val="0012013C"/>
    <w:rsid w:val="001209EC"/>
    <w:rsid w:val="00120A9E"/>
    <w:rsid w:val="00120C78"/>
    <w:rsid w:val="00121033"/>
    <w:rsid w:val="0012114C"/>
    <w:rsid w:val="0012114D"/>
    <w:rsid w:val="0012163E"/>
    <w:rsid w:val="00121836"/>
    <w:rsid w:val="00121BDE"/>
    <w:rsid w:val="00121C8F"/>
    <w:rsid w:val="00121D7D"/>
    <w:rsid w:val="0012361C"/>
    <w:rsid w:val="00124CED"/>
    <w:rsid w:val="00125053"/>
    <w:rsid w:val="0012541A"/>
    <w:rsid w:val="001254BE"/>
    <w:rsid w:val="00125A70"/>
    <w:rsid w:val="00125A9C"/>
    <w:rsid w:val="001270A2"/>
    <w:rsid w:val="00130538"/>
    <w:rsid w:val="00130CFA"/>
    <w:rsid w:val="00130E8B"/>
    <w:rsid w:val="00131237"/>
    <w:rsid w:val="00131499"/>
    <w:rsid w:val="0013154C"/>
    <w:rsid w:val="00131DA0"/>
    <w:rsid w:val="00131DAA"/>
    <w:rsid w:val="00131DEC"/>
    <w:rsid w:val="00131EE0"/>
    <w:rsid w:val="00131FE6"/>
    <w:rsid w:val="0013242F"/>
    <w:rsid w:val="00132518"/>
    <w:rsid w:val="00132704"/>
    <w:rsid w:val="001327C9"/>
    <w:rsid w:val="001329AC"/>
    <w:rsid w:val="00133B64"/>
    <w:rsid w:val="00134CA0"/>
    <w:rsid w:val="00134CAD"/>
    <w:rsid w:val="00135085"/>
    <w:rsid w:val="001351ED"/>
    <w:rsid w:val="0013540A"/>
    <w:rsid w:val="00137047"/>
    <w:rsid w:val="00137186"/>
    <w:rsid w:val="0014026F"/>
    <w:rsid w:val="00140CCE"/>
    <w:rsid w:val="00140D49"/>
    <w:rsid w:val="00141A73"/>
    <w:rsid w:val="00142C60"/>
    <w:rsid w:val="001431E7"/>
    <w:rsid w:val="00143B8E"/>
    <w:rsid w:val="00143C8D"/>
    <w:rsid w:val="00143CA3"/>
    <w:rsid w:val="00144342"/>
    <w:rsid w:val="001449E8"/>
    <w:rsid w:val="00144A8C"/>
    <w:rsid w:val="0014607A"/>
    <w:rsid w:val="00147680"/>
    <w:rsid w:val="00147A47"/>
    <w:rsid w:val="00147AA1"/>
    <w:rsid w:val="0015033F"/>
    <w:rsid w:val="0015129C"/>
    <w:rsid w:val="00151448"/>
    <w:rsid w:val="00151B89"/>
    <w:rsid w:val="001520CF"/>
    <w:rsid w:val="001522A2"/>
    <w:rsid w:val="00152663"/>
    <w:rsid w:val="00152726"/>
    <w:rsid w:val="00154B65"/>
    <w:rsid w:val="0015564B"/>
    <w:rsid w:val="0015575E"/>
    <w:rsid w:val="00155E82"/>
    <w:rsid w:val="001565C5"/>
    <w:rsid w:val="001565F3"/>
    <w:rsid w:val="0015667C"/>
    <w:rsid w:val="00156829"/>
    <w:rsid w:val="0015682A"/>
    <w:rsid w:val="00156999"/>
    <w:rsid w:val="00157110"/>
    <w:rsid w:val="0015742A"/>
    <w:rsid w:val="00157464"/>
    <w:rsid w:val="001579B5"/>
    <w:rsid w:val="00157DA1"/>
    <w:rsid w:val="0016000C"/>
    <w:rsid w:val="0016005C"/>
    <w:rsid w:val="00160958"/>
    <w:rsid w:val="00160F80"/>
    <w:rsid w:val="00161007"/>
    <w:rsid w:val="0016112A"/>
    <w:rsid w:val="001612D4"/>
    <w:rsid w:val="00161639"/>
    <w:rsid w:val="00161835"/>
    <w:rsid w:val="00161923"/>
    <w:rsid w:val="00162B9B"/>
    <w:rsid w:val="00163147"/>
    <w:rsid w:val="0016319A"/>
    <w:rsid w:val="00163316"/>
    <w:rsid w:val="00163988"/>
    <w:rsid w:val="0016413F"/>
    <w:rsid w:val="0016458B"/>
    <w:rsid w:val="00164C57"/>
    <w:rsid w:val="00164C9D"/>
    <w:rsid w:val="0016508A"/>
    <w:rsid w:val="00165A52"/>
    <w:rsid w:val="00165D6D"/>
    <w:rsid w:val="00165DD2"/>
    <w:rsid w:val="001663F9"/>
    <w:rsid w:val="00166BC5"/>
    <w:rsid w:val="00167900"/>
    <w:rsid w:val="00167A17"/>
    <w:rsid w:val="00167B3A"/>
    <w:rsid w:val="00167D02"/>
    <w:rsid w:val="00170A7E"/>
    <w:rsid w:val="001713CB"/>
    <w:rsid w:val="0017166C"/>
    <w:rsid w:val="00172803"/>
    <w:rsid w:val="00172D8E"/>
    <w:rsid w:val="00172F2C"/>
    <w:rsid w:val="00172F7A"/>
    <w:rsid w:val="00173150"/>
    <w:rsid w:val="001732B4"/>
    <w:rsid w:val="00173390"/>
    <w:rsid w:val="001736F0"/>
    <w:rsid w:val="00173931"/>
    <w:rsid w:val="00173BB3"/>
    <w:rsid w:val="001740D0"/>
    <w:rsid w:val="00174F2C"/>
    <w:rsid w:val="001751D1"/>
    <w:rsid w:val="0017568C"/>
    <w:rsid w:val="00175CEC"/>
    <w:rsid w:val="00175DD0"/>
    <w:rsid w:val="00175F0C"/>
    <w:rsid w:val="00175F5F"/>
    <w:rsid w:val="00176284"/>
    <w:rsid w:val="001769A8"/>
    <w:rsid w:val="00176B28"/>
    <w:rsid w:val="00176C07"/>
    <w:rsid w:val="00176DE5"/>
    <w:rsid w:val="001773C5"/>
    <w:rsid w:val="001773DA"/>
    <w:rsid w:val="00177FA8"/>
    <w:rsid w:val="001804FE"/>
    <w:rsid w:val="00180F2A"/>
    <w:rsid w:val="00180FE1"/>
    <w:rsid w:val="00181544"/>
    <w:rsid w:val="00181B8F"/>
    <w:rsid w:val="001820E9"/>
    <w:rsid w:val="001822F1"/>
    <w:rsid w:val="00182B8A"/>
    <w:rsid w:val="00182DC3"/>
    <w:rsid w:val="001832A8"/>
    <w:rsid w:val="00183627"/>
    <w:rsid w:val="00183838"/>
    <w:rsid w:val="00183D47"/>
    <w:rsid w:val="00183F57"/>
    <w:rsid w:val="00184229"/>
    <w:rsid w:val="0018447F"/>
    <w:rsid w:val="00184B91"/>
    <w:rsid w:val="00184D4A"/>
    <w:rsid w:val="0018544C"/>
    <w:rsid w:val="001855D7"/>
    <w:rsid w:val="00186135"/>
    <w:rsid w:val="00186EC1"/>
    <w:rsid w:val="00187CC0"/>
    <w:rsid w:val="00190D8D"/>
    <w:rsid w:val="00190F9B"/>
    <w:rsid w:val="00191038"/>
    <w:rsid w:val="001913B0"/>
    <w:rsid w:val="00191AE0"/>
    <w:rsid w:val="00191CDD"/>
    <w:rsid w:val="00191E1F"/>
    <w:rsid w:val="001922F5"/>
    <w:rsid w:val="001924A1"/>
    <w:rsid w:val="001924A9"/>
    <w:rsid w:val="00192B07"/>
    <w:rsid w:val="0019315C"/>
    <w:rsid w:val="001932A4"/>
    <w:rsid w:val="0019350C"/>
    <w:rsid w:val="0019422C"/>
    <w:rsid w:val="0019473B"/>
    <w:rsid w:val="001950BA"/>
    <w:rsid w:val="001952B1"/>
    <w:rsid w:val="0019572C"/>
    <w:rsid w:val="0019611C"/>
    <w:rsid w:val="00196290"/>
    <w:rsid w:val="001964F4"/>
    <w:rsid w:val="00196660"/>
    <w:rsid w:val="00196A95"/>
    <w:rsid w:val="00196C25"/>
    <w:rsid w:val="00196E39"/>
    <w:rsid w:val="00197649"/>
    <w:rsid w:val="00197E01"/>
    <w:rsid w:val="001A01FB"/>
    <w:rsid w:val="001A077B"/>
    <w:rsid w:val="001A1023"/>
    <w:rsid w:val="001A10E9"/>
    <w:rsid w:val="001A11BF"/>
    <w:rsid w:val="001A183D"/>
    <w:rsid w:val="001A1E16"/>
    <w:rsid w:val="001A2051"/>
    <w:rsid w:val="001A23F8"/>
    <w:rsid w:val="001A2B65"/>
    <w:rsid w:val="001A31AF"/>
    <w:rsid w:val="001A34D0"/>
    <w:rsid w:val="001A3CD3"/>
    <w:rsid w:val="001A4235"/>
    <w:rsid w:val="001A4321"/>
    <w:rsid w:val="001A49AA"/>
    <w:rsid w:val="001A4B5D"/>
    <w:rsid w:val="001A4C30"/>
    <w:rsid w:val="001A4F79"/>
    <w:rsid w:val="001A4FA7"/>
    <w:rsid w:val="001A5BEF"/>
    <w:rsid w:val="001A6A30"/>
    <w:rsid w:val="001A6D45"/>
    <w:rsid w:val="001A7DA6"/>
    <w:rsid w:val="001A7F15"/>
    <w:rsid w:val="001B0573"/>
    <w:rsid w:val="001B092E"/>
    <w:rsid w:val="001B0944"/>
    <w:rsid w:val="001B1ACD"/>
    <w:rsid w:val="001B311D"/>
    <w:rsid w:val="001B342E"/>
    <w:rsid w:val="001B3F7C"/>
    <w:rsid w:val="001B4723"/>
    <w:rsid w:val="001B51CB"/>
    <w:rsid w:val="001B5343"/>
    <w:rsid w:val="001B5912"/>
    <w:rsid w:val="001B5B5B"/>
    <w:rsid w:val="001B5CBC"/>
    <w:rsid w:val="001B5DBC"/>
    <w:rsid w:val="001B5DED"/>
    <w:rsid w:val="001B5E40"/>
    <w:rsid w:val="001B6B97"/>
    <w:rsid w:val="001C05DB"/>
    <w:rsid w:val="001C0627"/>
    <w:rsid w:val="001C10BA"/>
    <w:rsid w:val="001C10D1"/>
    <w:rsid w:val="001C120E"/>
    <w:rsid w:val="001C1226"/>
    <w:rsid w:val="001C142E"/>
    <w:rsid w:val="001C1832"/>
    <w:rsid w:val="001C188C"/>
    <w:rsid w:val="001C1AA4"/>
    <w:rsid w:val="001C2AD8"/>
    <w:rsid w:val="001C332F"/>
    <w:rsid w:val="001C3C75"/>
    <w:rsid w:val="001C4078"/>
    <w:rsid w:val="001C4F07"/>
    <w:rsid w:val="001C5156"/>
    <w:rsid w:val="001C52C5"/>
    <w:rsid w:val="001C5CEC"/>
    <w:rsid w:val="001C67F1"/>
    <w:rsid w:val="001C7EFD"/>
    <w:rsid w:val="001C7F5E"/>
    <w:rsid w:val="001C7FB4"/>
    <w:rsid w:val="001D06BF"/>
    <w:rsid w:val="001D1783"/>
    <w:rsid w:val="001D2572"/>
    <w:rsid w:val="001D2710"/>
    <w:rsid w:val="001D536F"/>
    <w:rsid w:val="001D53CD"/>
    <w:rsid w:val="001D54E7"/>
    <w:rsid w:val="001D55A3"/>
    <w:rsid w:val="001D5AF5"/>
    <w:rsid w:val="001D5E53"/>
    <w:rsid w:val="001D692A"/>
    <w:rsid w:val="001D6ABB"/>
    <w:rsid w:val="001D7087"/>
    <w:rsid w:val="001D7204"/>
    <w:rsid w:val="001D72F5"/>
    <w:rsid w:val="001E0214"/>
    <w:rsid w:val="001E0226"/>
    <w:rsid w:val="001E0275"/>
    <w:rsid w:val="001E04C5"/>
    <w:rsid w:val="001E0E0F"/>
    <w:rsid w:val="001E10D7"/>
    <w:rsid w:val="001E128B"/>
    <w:rsid w:val="001E136B"/>
    <w:rsid w:val="001E1E73"/>
    <w:rsid w:val="001E1EF7"/>
    <w:rsid w:val="001E1F23"/>
    <w:rsid w:val="001E227B"/>
    <w:rsid w:val="001E22CF"/>
    <w:rsid w:val="001E3F7F"/>
    <w:rsid w:val="001E4E0C"/>
    <w:rsid w:val="001E5114"/>
    <w:rsid w:val="001E526D"/>
    <w:rsid w:val="001E5655"/>
    <w:rsid w:val="001E5690"/>
    <w:rsid w:val="001E5823"/>
    <w:rsid w:val="001E6165"/>
    <w:rsid w:val="001E616F"/>
    <w:rsid w:val="001E6498"/>
    <w:rsid w:val="001E69E5"/>
    <w:rsid w:val="001E6C0B"/>
    <w:rsid w:val="001E7C3B"/>
    <w:rsid w:val="001E7CA7"/>
    <w:rsid w:val="001E7EB3"/>
    <w:rsid w:val="001F067F"/>
    <w:rsid w:val="001F0962"/>
    <w:rsid w:val="001F1135"/>
    <w:rsid w:val="001F1330"/>
    <w:rsid w:val="001F1735"/>
    <w:rsid w:val="001F1832"/>
    <w:rsid w:val="001F220F"/>
    <w:rsid w:val="001F24F0"/>
    <w:rsid w:val="001F25B3"/>
    <w:rsid w:val="001F2831"/>
    <w:rsid w:val="001F3514"/>
    <w:rsid w:val="001F374E"/>
    <w:rsid w:val="001F3FA2"/>
    <w:rsid w:val="001F4356"/>
    <w:rsid w:val="001F4E75"/>
    <w:rsid w:val="001F5EB6"/>
    <w:rsid w:val="001F605A"/>
    <w:rsid w:val="001F6568"/>
    <w:rsid w:val="001F6616"/>
    <w:rsid w:val="001F6A0B"/>
    <w:rsid w:val="001F711D"/>
    <w:rsid w:val="001F7ADF"/>
    <w:rsid w:val="001F7C21"/>
    <w:rsid w:val="00200379"/>
    <w:rsid w:val="00200CE6"/>
    <w:rsid w:val="002010D2"/>
    <w:rsid w:val="0020111F"/>
    <w:rsid w:val="002013B9"/>
    <w:rsid w:val="002017FE"/>
    <w:rsid w:val="00201954"/>
    <w:rsid w:val="00201DD5"/>
    <w:rsid w:val="00201F78"/>
    <w:rsid w:val="00202BD4"/>
    <w:rsid w:val="00202D51"/>
    <w:rsid w:val="00203387"/>
    <w:rsid w:val="002033DB"/>
    <w:rsid w:val="00203550"/>
    <w:rsid w:val="00203B54"/>
    <w:rsid w:val="002041A4"/>
    <w:rsid w:val="00204A97"/>
    <w:rsid w:val="0020578C"/>
    <w:rsid w:val="00207D80"/>
    <w:rsid w:val="002101D0"/>
    <w:rsid w:val="00210297"/>
    <w:rsid w:val="00210E06"/>
    <w:rsid w:val="002114EF"/>
    <w:rsid w:val="0021275C"/>
    <w:rsid w:val="00212D79"/>
    <w:rsid w:val="0021385D"/>
    <w:rsid w:val="0021430A"/>
    <w:rsid w:val="00214B18"/>
    <w:rsid w:val="002166AD"/>
    <w:rsid w:val="002169B0"/>
    <w:rsid w:val="00217065"/>
    <w:rsid w:val="0021752D"/>
    <w:rsid w:val="00217871"/>
    <w:rsid w:val="0022024C"/>
    <w:rsid w:val="00220693"/>
    <w:rsid w:val="00220996"/>
    <w:rsid w:val="0022100C"/>
    <w:rsid w:val="002210F8"/>
    <w:rsid w:val="00221E94"/>
    <w:rsid w:val="00221ED8"/>
    <w:rsid w:val="00222204"/>
    <w:rsid w:val="0022258C"/>
    <w:rsid w:val="00222821"/>
    <w:rsid w:val="00222A5A"/>
    <w:rsid w:val="00222FCC"/>
    <w:rsid w:val="002231EA"/>
    <w:rsid w:val="002233D3"/>
    <w:rsid w:val="00223F0C"/>
    <w:rsid w:val="00223FDF"/>
    <w:rsid w:val="0022452A"/>
    <w:rsid w:val="00224C8B"/>
    <w:rsid w:val="00225833"/>
    <w:rsid w:val="00225A4D"/>
    <w:rsid w:val="0022639A"/>
    <w:rsid w:val="00226A3D"/>
    <w:rsid w:val="002271B2"/>
    <w:rsid w:val="002273B1"/>
    <w:rsid w:val="002274AE"/>
    <w:rsid w:val="002279C0"/>
    <w:rsid w:val="002308A4"/>
    <w:rsid w:val="00230960"/>
    <w:rsid w:val="00230D1E"/>
    <w:rsid w:val="00230E6C"/>
    <w:rsid w:val="002314A4"/>
    <w:rsid w:val="0023163C"/>
    <w:rsid w:val="00231CD8"/>
    <w:rsid w:val="002320B3"/>
    <w:rsid w:val="00232C43"/>
    <w:rsid w:val="00232CBB"/>
    <w:rsid w:val="00233D07"/>
    <w:rsid w:val="00233F9E"/>
    <w:rsid w:val="00234013"/>
    <w:rsid w:val="00234617"/>
    <w:rsid w:val="002350C3"/>
    <w:rsid w:val="00235504"/>
    <w:rsid w:val="00235F2D"/>
    <w:rsid w:val="002364FD"/>
    <w:rsid w:val="00236D7C"/>
    <w:rsid w:val="00237219"/>
    <w:rsid w:val="0023727E"/>
    <w:rsid w:val="002372F2"/>
    <w:rsid w:val="00237D96"/>
    <w:rsid w:val="00237ED0"/>
    <w:rsid w:val="00240736"/>
    <w:rsid w:val="0024096D"/>
    <w:rsid w:val="002409BC"/>
    <w:rsid w:val="0024102E"/>
    <w:rsid w:val="00242081"/>
    <w:rsid w:val="00242217"/>
    <w:rsid w:val="00242302"/>
    <w:rsid w:val="00242647"/>
    <w:rsid w:val="00242F55"/>
    <w:rsid w:val="00243777"/>
    <w:rsid w:val="002441CD"/>
    <w:rsid w:val="0024443C"/>
    <w:rsid w:val="00245143"/>
    <w:rsid w:val="0024558F"/>
    <w:rsid w:val="00246430"/>
    <w:rsid w:val="00246F69"/>
    <w:rsid w:val="00247029"/>
    <w:rsid w:val="002501A3"/>
    <w:rsid w:val="00250E84"/>
    <w:rsid w:val="00251146"/>
    <w:rsid w:val="0025166C"/>
    <w:rsid w:val="00251B1A"/>
    <w:rsid w:val="002521E0"/>
    <w:rsid w:val="00252F71"/>
    <w:rsid w:val="0025406A"/>
    <w:rsid w:val="002554A7"/>
    <w:rsid w:val="002555D4"/>
    <w:rsid w:val="00255D76"/>
    <w:rsid w:val="00255F49"/>
    <w:rsid w:val="00256309"/>
    <w:rsid w:val="00256625"/>
    <w:rsid w:val="00256C09"/>
    <w:rsid w:val="00257206"/>
    <w:rsid w:val="002572C3"/>
    <w:rsid w:val="0026028F"/>
    <w:rsid w:val="00260C16"/>
    <w:rsid w:val="00261A16"/>
    <w:rsid w:val="00262064"/>
    <w:rsid w:val="0026214F"/>
    <w:rsid w:val="00262DEB"/>
    <w:rsid w:val="00263522"/>
    <w:rsid w:val="002636E1"/>
    <w:rsid w:val="00263760"/>
    <w:rsid w:val="002637BE"/>
    <w:rsid w:val="00263D58"/>
    <w:rsid w:val="002643D5"/>
    <w:rsid w:val="00264563"/>
    <w:rsid w:val="00264EC6"/>
    <w:rsid w:val="002651D4"/>
    <w:rsid w:val="00265A84"/>
    <w:rsid w:val="00265B14"/>
    <w:rsid w:val="002675B9"/>
    <w:rsid w:val="0027060F"/>
    <w:rsid w:val="0027078A"/>
    <w:rsid w:val="00270AA0"/>
    <w:rsid w:val="00271013"/>
    <w:rsid w:val="002715CD"/>
    <w:rsid w:val="00271BCE"/>
    <w:rsid w:val="0027298A"/>
    <w:rsid w:val="00272DDE"/>
    <w:rsid w:val="00273FE4"/>
    <w:rsid w:val="002744E2"/>
    <w:rsid w:val="002755FC"/>
    <w:rsid w:val="00275F4C"/>
    <w:rsid w:val="00275F5F"/>
    <w:rsid w:val="0027605E"/>
    <w:rsid w:val="002765B4"/>
    <w:rsid w:val="002766FF"/>
    <w:rsid w:val="00276A94"/>
    <w:rsid w:val="00276D1A"/>
    <w:rsid w:val="0027707E"/>
    <w:rsid w:val="002774AE"/>
    <w:rsid w:val="00277776"/>
    <w:rsid w:val="00277AC0"/>
    <w:rsid w:val="00280614"/>
    <w:rsid w:val="002813C5"/>
    <w:rsid w:val="00281EDB"/>
    <w:rsid w:val="002829DC"/>
    <w:rsid w:val="00283086"/>
    <w:rsid w:val="002830AC"/>
    <w:rsid w:val="00284B70"/>
    <w:rsid w:val="00285E0E"/>
    <w:rsid w:val="00285E13"/>
    <w:rsid w:val="00285FAE"/>
    <w:rsid w:val="00285FB4"/>
    <w:rsid w:val="002862EF"/>
    <w:rsid w:val="002870BC"/>
    <w:rsid w:val="002874C6"/>
    <w:rsid w:val="00287681"/>
    <w:rsid w:val="00287CD8"/>
    <w:rsid w:val="00287D1F"/>
    <w:rsid w:val="002900C0"/>
    <w:rsid w:val="00290771"/>
    <w:rsid w:val="00290B74"/>
    <w:rsid w:val="00290FF1"/>
    <w:rsid w:val="00291DF7"/>
    <w:rsid w:val="00292184"/>
    <w:rsid w:val="002929D9"/>
    <w:rsid w:val="0029337C"/>
    <w:rsid w:val="00293459"/>
    <w:rsid w:val="00293BF6"/>
    <w:rsid w:val="0029405D"/>
    <w:rsid w:val="0029437C"/>
    <w:rsid w:val="00294843"/>
    <w:rsid w:val="002948B4"/>
    <w:rsid w:val="00294FA6"/>
    <w:rsid w:val="00295615"/>
    <w:rsid w:val="00295A6F"/>
    <w:rsid w:val="00295D35"/>
    <w:rsid w:val="002961AE"/>
    <w:rsid w:val="00296609"/>
    <w:rsid w:val="00296A7E"/>
    <w:rsid w:val="00297687"/>
    <w:rsid w:val="00297DB7"/>
    <w:rsid w:val="002A0BAE"/>
    <w:rsid w:val="002A1270"/>
    <w:rsid w:val="002A168A"/>
    <w:rsid w:val="002A1A42"/>
    <w:rsid w:val="002A20C4"/>
    <w:rsid w:val="002A2238"/>
    <w:rsid w:val="002A3829"/>
    <w:rsid w:val="002A3CEC"/>
    <w:rsid w:val="002A3F8E"/>
    <w:rsid w:val="002A42BE"/>
    <w:rsid w:val="002A47D9"/>
    <w:rsid w:val="002A4AD0"/>
    <w:rsid w:val="002A5692"/>
    <w:rsid w:val="002A570F"/>
    <w:rsid w:val="002A5BF8"/>
    <w:rsid w:val="002A62FA"/>
    <w:rsid w:val="002A6A9A"/>
    <w:rsid w:val="002A6C62"/>
    <w:rsid w:val="002A6E7E"/>
    <w:rsid w:val="002A7292"/>
    <w:rsid w:val="002A7358"/>
    <w:rsid w:val="002A7869"/>
    <w:rsid w:val="002A7902"/>
    <w:rsid w:val="002A7CB5"/>
    <w:rsid w:val="002A7D4A"/>
    <w:rsid w:val="002B0171"/>
    <w:rsid w:val="002B0892"/>
    <w:rsid w:val="002B0F6B"/>
    <w:rsid w:val="002B145C"/>
    <w:rsid w:val="002B1FCB"/>
    <w:rsid w:val="002B2101"/>
    <w:rsid w:val="002B23B8"/>
    <w:rsid w:val="002B2548"/>
    <w:rsid w:val="002B27D6"/>
    <w:rsid w:val="002B2ED0"/>
    <w:rsid w:val="002B37B2"/>
    <w:rsid w:val="002B3CFF"/>
    <w:rsid w:val="002B4429"/>
    <w:rsid w:val="002B469F"/>
    <w:rsid w:val="002B4DA0"/>
    <w:rsid w:val="002B4DB5"/>
    <w:rsid w:val="002B4EF9"/>
    <w:rsid w:val="002B4EFC"/>
    <w:rsid w:val="002B50BA"/>
    <w:rsid w:val="002B5B86"/>
    <w:rsid w:val="002B5DEC"/>
    <w:rsid w:val="002B6592"/>
    <w:rsid w:val="002B68A6"/>
    <w:rsid w:val="002B6B10"/>
    <w:rsid w:val="002B79D9"/>
    <w:rsid w:val="002B7FAF"/>
    <w:rsid w:val="002C075D"/>
    <w:rsid w:val="002C12EB"/>
    <w:rsid w:val="002C22E6"/>
    <w:rsid w:val="002C23D2"/>
    <w:rsid w:val="002C25C1"/>
    <w:rsid w:val="002C295B"/>
    <w:rsid w:val="002C2BF3"/>
    <w:rsid w:val="002C3062"/>
    <w:rsid w:val="002C3A9D"/>
    <w:rsid w:val="002C493D"/>
    <w:rsid w:val="002C5298"/>
    <w:rsid w:val="002C53B3"/>
    <w:rsid w:val="002C5425"/>
    <w:rsid w:val="002C5F3B"/>
    <w:rsid w:val="002C645F"/>
    <w:rsid w:val="002C64C5"/>
    <w:rsid w:val="002C72F3"/>
    <w:rsid w:val="002C7BC7"/>
    <w:rsid w:val="002D00A0"/>
    <w:rsid w:val="002D07A2"/>
    <w:rsid w:val="002D0C4F"/>
    <w:rsid w:val="002D0D7B"/>
    <w:rsid w:val="002D10E8"/>
    <w:rsid w:val="002D1364"/>
    <w:rsid w:val="002D1C1B"/>
    <w:rsid w:val="002D29F7"/>
    <w:rsid w:val="002D2B4F"/>
    <w:rsid w:val="002D2BF0"/>
    <w:rsid w:val="002D2DF6"/>
    <w:rsid w:val="002D30A7"/>
    <w:rsid w:val="002D3152"/>
    <w:rsid w:val="002D3715"/>
    <w:rsid w:val="002D3925"/>
    <w:rsid w:val="002D429D"/>
    <w:rsid w:val="002D4D30"/>
    <w:rsid w:val="002D5000"/>
    <w:rsid w:val="002D52D8"/>
    <w:rsid w:val="002D56D3"/>
    <w:rsid w:val="002D598D"/>
    <w:rsid w:val="002D7188"/>
    <w:rsid w:val="002D7A22"/>
    <w:rsid w:val="002E04A6"/>
    <w:rsid w:val="002E0AB5"/>
    <w:rsid w:val="002E1004"/>
    <w:rsid w:val="002E1008"/>
    <w:rsid w:val="002E1918"/>
    <w:rsid w:val="002E19E4"/>
    <w:rsid w:val="002E1DE3"/>
    <w:rsid w:val="002E1F1E"/>
    <w:rsid w:val="002E201C"/>
    <w:rsid w:val="002E2456"/>
    <w:rsid w:val="002E2AB6"/>
    <w:rsid w:val="002E342F"/>
    <w:rsid w:val="002E3F34"/>
    <w:rsid w:val="002E3FC1"/>
    <w:rsid w:val="002E3FD0"/>
    <w:rsid w:val="002E55FC"/>
    <w:rsid w:val="002E5F79"/>
    <w:rsid w:val="002E6059"/>
    <w:rsid w:val="002E64FA"/>
    <w:rsid w:val="002E6651"/>
    <w:rsid w:val="002F0102"/>
    <w:rsid w:val="002F021D"/>
    <w:rsid w:val="002F02FF"/>
    <w:rsid w:val="002F07FA"/>
    <w:rsid w:val="002F0A00"/>
    <w:rsid w:val="002F0CA1"/>
    <w:rsid w:val="002F0CFA"/>
    <w:rsid w:val="002F0D1B"/>
    <w:rsid w:val="002F14E8"/>
    <w:rsid w:val="002F1A99"/>
    <w:rsid w:val="002F1BA6"/>
    <w:rsid w:val="002F26CA"/>
    <w:rsid w:val="002F26DC"/>
    <w:rsid w:val="002F4B33"/>
    <w:rsid w:val="002F5501"/>
    <w:rsid w:val="002F57CF"/>
    <w:rsid w:val="002F6247"/>
    <w:rsid w:val="002F6352"/>
    <w:rsid w:val="002F669F"/>
    <w:rsid w:val="002F66D0"/>
    <w:rsid w:val="002F6981"/>
    <w:rsid w:val="002F6CD9"/>
    <w:rsid w:val="002F6EC1"/>
    <w:rsid w:val="002F6F94"/>
    <w:rsid w:val="002F769F"/>
    <w:rsid w:val="002F7885"/>
    <w:rsid w:val="002F7E7D"/>
    <w:rsid w:val="00300194"/>
    <w:rsid w:val="0030022E"/>
    <w:rsid w:val="0030059A"/>
    <w:rsid w:val="003006F4"/>
    <w:rsid w:val="00300C74"/>
    <w:rsid w:val="003017E0"/>
    <w:rsid w:val="003019E3"/>
    <w:rsid w:val="00301C97"/>
    <w:rsid w:val="00302482"/>
    <w:rsid w:val="00302526"/>
    <w:rsid w:val="003026C4"/>
    <w:rsid w:val="003029E8"/>
    <w:rsid w:val="003035BC"/>
    <w:rsid w:val="003039E4"/>
    <w:rsid w:val="00303CDA"/>
    <w:rsid w:val="00303D42"/>
    <w:rsid w:val="00304194"/>
    <w:rsid w:val="00304C55"/>
    <w:rsid w:val="00304F92"/>
    <w:rsid w:val="00305083"/>
    <w:rsid w:val="00305102"/>
    <w:rsid w:val="0030531A"/>
    <w:rsid w:val="00305388"/>
    <w:rsid w:val="003054A8"/>
    <w:rsid w:val="00305655"/>
    <w:rsid w:val="00305999"/>
    <w:rsid w:val="003070E3"/>
    <w:rsid w:val="0031004C"/>
    <w:rsid w:val="003102E5"/>
    <w:rsid w:val="003105F6"/>
    <w:rsid w:val="00310763"/>
    <w:rsid w:val="00310CC5"/>
    <w:rsid w:val="003110B4"/>
    <w:rsid w:val="00311297"/>
    <w:rsid w:val="003112D5"/>
    <w:rsid w:val="003113BE"/>
    <w:rsid w:val="00311604"/>
    <w:rsid w:val="003122CA"/>
    <w:rsid w:val="00312A5B"/>
    <w:rsid w:val="0031358C"/>
    <w:rsid w:val="00313D81"/>
    <w:rsid w:val="003142C8"/>
    <w:rsid w:val="003148FD"/>
    <w:rsid w:val="003154C3"/>
    <w:rsid w:val="00315AE7"/>
    <w:rsid w:val="00315C13"/>
    <w:rsid w:val="00316251"/>
    <w:rsid w:val="0031629F"/>
    <w:rsid w:val="0031663A"/>
    <w:rsid w:val="00317127"/>
    <w:rsid w:val="00317773"/>
    <w:rsid w:val="003200A3"/>
    <w:rsid w:val="003203D7"/>
    <w:rsid w:val="0032080D"/>
    <w:rsid w:val="00321080"/>
    <w:rsid w:val="00321894"/>
    <w:rsid w:val="00322C41"/>
    <w:rsid w:val="00322D45"/>
    <w:rsid w:val="003235E2"/>
    <w:rsid w:val="00323BFC"/>
    <w:rsid w:val="00323C9E"/>
    <w:rsid w:val="00323FD8"/>
    <w:rsid w:val="00324BF0"/>
    <w:rsid w:val="00324C82"/>
    <w:rsid w:val="00324CCB"/>
    <w:rsid w:val="00324E80"/>
    <w:rsid w:val="0032557D"/>
    <w:rsid w:val="0032569A"/>
    <w:rsid w:val="0032597C"/>
    <w:rsid w:val="00325A1F"/>
    <w:rsid w:val="003261FB"/>
    <w:rsid w:val="0032623F"/>
    <w:rsid w:val="003268F9"/>
    <w:rsid w:val="00326B76"/>
    <w:rsid w:val="00327951"/>
    <w:rsid w:val="00327FE9"/>
    <w:rsid w:val="003309C8"/>
    <w:rsid w:val="00330B0E"/>
    <w:rsid w:val="00330BAF"/>
    <w:rsid w:val="00330C66"/>
    <w:rsid w:val="00330D18"/>
    <w:rsid w:val="00331140"/>
    <w:rsid w:val="0033150C"/>
    <w:rsid w:val="003315B7"/>
    <w:rsid w:val="003316D6"/>
    <w:rsid w:val="00331D21"/>
    <w:rsid w:val="003328A1"/>
    <w:rsid w:val="003339DE"/>
    <w:rsid w:val="00333E8D"/>
    <w:rsid w:val="003346F0"/>
    <w:rsid w:val="00334C13"/>
    <w:rsid w:val="00334E3A"/>
    <w:rsid w:val="003354B9"/>
    <w:rsid w:val="003361DD"/>
    <w:rsid w:val="003366DD"/>
    <w:rsid w:val="00336726"/>
    <w:rsid w:val="00336CB0"/>
    <w:rsid w:val="00336E92"/>
    <w:rsid w:val="0033715D"/>
    <w:rsid w:val="003374C5"/>
    <w:rsid w:val="00340178"/>
    <w:rsid w:val="003402C6"/>
    <w:rsid w:val="00340D65"/>
    <w:rsid w:val="00341574"/>
    <w:rsid w:val="003418BB"/>
    <w:rsid w:val="00341A6A"/>
    <w:rsid w:val="00341CCE"/>
    <w:rsid w:val="0034228D"/>
    <w:rsid w:val="00342FCD"/>
    <w:rsid w:val="00342FDE"/>
    <w:rsid w:val="00343A50"/>
    <w:rsid w:val="00344760"/>
    <w:rsid w:val="00344B82"/>
    <w:rsid w:val="00345213"/>
    <w:rsid w:val="00345B9C"/>
    <w:rsid w:val="003460EE"/>
    <w:rsid w:val="003466FB"/>
    <w:rsid w:val="00346720"/>
    <w:rsid w:val="00346A10"/>
    <w:rsid w:val="0034736A"/>
    <w:rsid w:val="0034763A"/>
    <w:rsid w:val="0035023A"/>
    <w:rsid w:val="0035033D"/>
    <w:rsid w:val="00350387"/>
    <w:rsid w:val="003504F2"/>
    <w:rsid w:val="003505D6"/>
    <w:rsid w:val="00350D37"/>
    <w:rsid w:val="00350EF3"/>
    <w:rsid w:val="00350EF6"/>
    <w:rsid w:val="00352434"/>
    <w:rsid w:val="00352A40"/>
    <w:rsid w:val="00352CE9"/>
    <w:rsid w:val="00352DAE"/>
    <w:rsid w:val="00353CAB"/>
    <w:rsid w:val="003546FB"/>
    <w:rsid w:val="00354B32"/>
    <w:rsid w:val="00354EB9"/>
    <w:rsid w:val="0035548D"/>
    <w:rsid w:val="00355617"/>
    <w:rsid w:val="00355BCA"/>
    <w:rsid w:val="00356084"/>
    <w:rsid w:val="00356148"/>
    <w:rsid w:val="003567DA"/>
    <w:rsid w:val="00357350"/>
    <w:rsid w:val="003602AE"/>
    <w:rsid w:val="00360929"/>
    <w:rsid w:val="003615FE"/>
    <w:rsid w:val="0036174A"/>
    <w:rsid w:val="003617E4"/>
    <w:rsid w:val="003622FA"/>
    <w:rsid w:val="00362A85"/>
    <w:rsid w:val="00362D26"/>
    <w:rsid w:val="00362DB9"/>
    <w:rsid w:val="00362FC6"/>
    <w:rsid w:val="003635A9"/>
    <w:rsid w:val="003647D5"/>
    <w:rsid w:val="0036562E"/>
    <w:rsid w:val="0036593A"/>
    <w:rsid w:val="00365A8E"/>
    <w:rsid w:val="003667D5"/>
    <w:rsid w:val="003674B0"/>
    <w:rsid w:val="0036794D"/>
    <w:rsid w:val="00367967"/>
    <w:rsid w:val="00370208"/>
    <w:rsid w:val="00371422"/>
    <w:rsid w:val="00371D3A"/>
    <w:rsid w:val="003720F0"/>
    <w:rsid w:val="0037244B"/>
    <w:rsid w:val="00372752"/>
    <w:rsid w:val="00372C46"/>
    <w:rsid w:val="00372F5F"/>
    <w:rsid w:val="00373A26"/>
    <w:rsid w:val="00375098"/>
    <w:rsid w:val="00375242"/>
    <w:rsid w:val="003754A2"/>
    <w:rsid w:val="003759AB"/>
    <w:rsid w:val="00375AB9"/>
    <w:rsid w:val="00375F1F"/>
    <w:rsid w:val="003760BF"/>
    <w:rsid w:val="00376205"/>
    <w:rsid w:val="00376452"/>
    <w:rsid w:val="00376B15"/>
    <w:rsid w:val="00377125"/>
    <w:rsid w:val="0037727C"/>
    <w:rsid w:val="00377B22"/>
    <w:rsid w:val="00377E70"/>
    <w:rsid w:val="003804A4"/>
    <w:rsid w:val="00380904"/>
    <w:rsid w:val="00380982"/>
    <w:rsid w:val="00380A90"/>
    <w:rsid w:val="0038110C"/>
    <w:rsid w:val="00381213"/>
    <w:rsid w:val="003818B2"/>
    <w:rsid w:val="00381FA1"/>
    <w:rsid w:val="00382293"/>
    <w:rsid w:val="003823EE"/>
    <w:rsid w:val="00382807"/>
    <w:rsid w:val="00382960"/>
    <w:rsid w:val="003830F3"/>
    <w:rsid w:val="003834A2"/>
    <w:rsid w:val="003834AC"/>
    <w:rsid w:val="00383B6C"/>
    <w:rsid w:val="003840A4"/>
    <w:rsid w:val="003846F7"/>
    <w:rsid w:val="00384B3E"/>
    <w:rsid w:val="00384DBA"/>
    <w:rsid w:val="003851ED"/>
    <w:rsid w:val="00385B39"/>
    <w:rsid w:val="00385B95"/>
    <w:rsid w:val="00385F0B"/>
    <w:rsid w:val="00386785"/>
    <w:rsid w:val="003868B1"/>
    <w:rsid w:val="003870C5"/>
    <w:rsid w:val="003873AE"/>
    <w:rsid w:val="003873B8"/>
    <w:rsid w:val="00387E83"/>
    <w:rsid w:val="00390689"/>
    <w:rsid w:val="003906B8"/>
    <w:rsid w:val="00390BD3"/>
    <w:rsid w:val="00390E89"/>
    <w:rsid w:val="00391036"/>
    <w:rsid w:val="00391B1A"/>
    <w:rsid w:val="00391D04"/>
    <w:rsid w:val="00391E7F"/>
    <w:rsid w:val="003922AA"/>
    <w:rsid w:val="0039245B"/>
    <w:rsid w:val="00392C33"/>
    <w:rsid w:val="003935D6"/>
    <w:rsid w:val="00393B91"/>
    <w:rsid w:val="00393DCD"/>
    <w:rsid w:val="0039426B"/>
    <w:rsid w:val="00394423"/>
    <w:rsid w:val="0039551A"/>
    <w:rsid w:val="00396848"/>
    <w:rsid w:val="00396942"/>
    <w:rsid w:val="00396B49"/>
    <w:rsid w:val="00396E3E"/>
    <w:rsid w:val="00397466"/>
    <w:rsid w:val="003974C4"/>
    <w:rsid w:val="003A07A3"/>
    <w:rsid w:val="003A0DB5"/>
    <w:rsid w:val="003A14DC"/>
    <w:rsid w:val="003A18C1"/>
    <w:rsid w:val="003A1C2B"/>
    <w:rsid w:val="003A306E"/>
    <w:rsid w:val="003A39C7"/>
    <w:rsid w:val="003A3F40"/>
    <w:rsid w:val="003A4065"/>
    <w:rsid w:val="003A4A92"/>
    <w:rsid w:val="003A4E91"/>
    <w:rsid w:val="003A56F0"/>
    <w:rsid w:val="003A5989"/>
    <w:rsid w:val="003A5BD2"/>
    <w:rsid w:val="003A5E4D"/>
    <w:rsid w:val="003A60DC"/>
    <w:rsid w:val="003A689E"/>
    <w:rsid w:val="003A6A46"/>
    <w:rsid w:val="003A7A63"/>
    <w:rsid w:val="003A7B31"/>
    <w:rsid w:val="003A7E12"/>
    <w:rsid w:val="003A7FF6"/>
    <w:rsid w:val="003B000C"/>
    <w:rsid w:val="003B00C2"/>
    <w:rsid w:val="003B01A5"/>
    <w:rsid w:val="003B05A1"/>
    <w:rsid w:val="003B0C7F"/>
    <w:rsid w:val="003B0F1D"/>
    <w:rsid w:val="003B0F7F"/>
    <w:rsid w:val="003B1222"/>
    <w:rsid w:val="003B1A4F"/>
    <w:rsid w:val="003B24DE"/>
    <w:rsid w:val="003B2857"/>
    <w:rsid w:val="003B2EA4"/>
    <w:rsid w:val="003B39E8"/>
    <w:rsid w:val="003B3AD4"/>
    <w:rsid w:val="003B3BFC"/>
    <w:rsid w:val="003B42BD"/>
    <w:rsid w:val="003B4A57"/>
    <w:rsid w:val="003B4D43"/>
    <w:rsid w:val="003B4F2D"/>
    <w:rsid w:val="003B5C19"/>
    <w:rsid w:val="003B63F5"/>
    <w:rsid w:val="003B68D9"/>
    <w:rsid w:val="003B68EC"/>
    <w:rsid w:val="003B794F"/>
    <w:rsid w:val="003C03B4"/>
    <w:rsid w:val="003C0AD9"/>
    <w:rsid w:val="003C0C95"/>
    <w:rsid w:val="003C0ED0"/>
    <w:rsid w:val="003C1084"/>
    <w:rsid w:val="003C121B"/>
    <w:rsid w:val="003C1D49"/>
    <w:rsid w:val="003C2518"/>
    <w:rsid w:val="003C28A9"/>
    <w:rsid w:val="003C2CFF"/>
    <w:rsid w:val="003C32DF"/>
    <w:rsid w:val="003C344C"/>
    <w:rsid w:val="003C35C4"/>
    <w:rsid w:val="003C3EA9"/>
    <w:rsid w:val="003C4010"/>
    <w:rsid w:val="003C40A9"/>
    <w:rsid w:val="003C45A5"/>
    <w:rsid w:val="003C5CB5"/>
    <w:rsid w:val="003C5F59"/>
    <w:rsid w:val="003C61AD"/>
    <w:rsid w:val="003C6518"/>
    <w:rsid w:val="003C6AD2"/>
    <w:rsid w:val="003C6E87"/>
    <w:rsid w:val="003C7177"/>
    <w:rsid w:val="003C719A"/>
    <w:rsid w:val="003C7210"/>
    <w:rsid w:val="003C7533"/>
    <w:rsid w:val="003D046E"/>
    <w:rsid w:val="003D0752"/>
    <w:rsid w:val="003D12C2"/>
    <w:rsid w:val="003D145A"/>
    <w:rsid w:val="003D1914"/>
    <w:rsid w:val="003D1C89"/>
    <w:rsid w:val="003D23FB"/>
    <w:rsid w:val="003D2A6E"/>
    <w:rsid w:val="003D2ABA"/>
    <w:rsid w:val="003D2F82"/>
    <w:rsid w:val="003D31B9"/>
    <w:rsid w:val="003D3867"/>
    <w:rsid w:val="003D4087"/>
    <w:rsid w:val="003D4167"/>
    <w:rsid w:val="003D466A"/>
    <w:rsid w:val="003D4B46"/>
    <w:rsid w:val="003D4DAA"/>
    <w:rsid w:val="003D4ED9"/>
    <w:rsid w:val="003D4FA7"/>
    <w:rsid w:val="003D50DF"/>
    <w:rsid w:val="003D555A"/>
    <w:rsid w:val="003D57B4"/>
    <w:rsid w:val="003D5AE0"/>
    <w:rsid w:val="003D5E93"/>
    <w:rsid w:val="003D6277"/>
    <w:rsid w:val="003D736B"/>
    <w:rsid w:val="003D794F"/>
    <w:rsid w:val="003D7ABB"/>
    <w:rsid w:val="003D7CBE"/>
    <w:rsid w:val="003E0335"/>
    <w:rsid w:val="003E03E7"/>
    <w:rsid w:val="003E0BAE"/>
    <w:rsid w:val="003E0D1A"/>
    <w:rsid w:val="003E0EDD"/>
    <w:rsid w:val="003E1DF8"/>
    <w:rsid w:val="003E20ED"/>
    <w:rsid w:val="003E2DA3"/>
    <w:rsid w:val="003E3B58"/>
    <w:rsid w:val="003E4A8E"/>
    <w:rsid w:val="003E4BCD"/>
    <w:rsid w:val="003E530C"/>
    <w:rsid w:val="003E5452"/>
    <w:rsid w:val="003E5D8A"/>
    <w:rsid w:val="003E5D96"/>
    <w:rsid w:val="003E5F40"/>
    <w:rsid w:val="003E6DC0"/>
    <w:rsid w:val="003E775E"/>
    <w:rsid w:val="003F00F1"/>
    <w:rsid w:val="003F01C2"/>
    <w:rsid w:val="003F020D"/>
    <w:rsid w:val="003F03D9"/>
    <w:rsid w:val="003F0452"/>
    <w:rsid w:val="003F14E6"/>
    <w:rsid w:val="003F2155"/>
    <w:rsid w:val="003F2442"/>
    <w:rsid w:val="003F2642"/>
    <w:rsid w:val="003F2A88"/>
    <w:rsid w:val="003F2FBE"/>
    <w:rsid w:val="003F318D"/>
    <w:rsid w:val="003F35DF"/>
    <w:rsid w:val="003F3D0B"/>
    <w:rsid w:val="003F4C6D"/>
    <w:rsid w:val="003F515A"/>
    <w:rsid w:val="003F5BAE"/>
    <w:rsid w:val="003F60B3"/>
    <w:rsid w:val="003F613A"/>
    <w:rsid w:val="003F617D"/>
    <w:rsid w:val="003F629B"/>
    <w:rsid w:val="003F6607"/>
    <w:rsid w:val="003F692F"/>
    <w:rsid w:val="003F6ED7"/>
    <w:rsid w:val="003F708B"/>
    <w:rsid w:val="003F76B7"/>
    <w:rsid w:val="003F7CBC"/>
    <w:rsid w:val="003F7FED"/>
    <w:rsid w:val="00400035"/>
    <w:rsid w:val="00400BEA"/>
    <w:rsid w:val="00401C84"/>
    <w:rsid w:val="00401D51"/>
    <w:rsid w:val="004020AD"/>
    <w:rsid w:val="00402420"/>
    <w:rsid w:val="004025A4"/>
    <w:rsid w:val="00402E44"/>
    <w:rsid w:val="00403061"/>
    <w:rsid w:val="00403210"/>
    <w:rsid w:val="004035BB"/>
    <w:rsid w:val="004035EB"/>
    <w:rsid w:val="004037C1"/>
    <w:rsid w:val="0040398C"/>
    <w:rsid w:val="00403B0C"/>
    <w:rsid w:val="00403CD5"/>
    <w:rsid w:val="00403F29"/>
    <w:rsid w:val="00403FAE"/>
    <w:rsid w:val="004046A4"/>
    <w:rsid w:val="00404964"/>
    <w:rsid w:val="004051C2"/>
    <w:rsid w:val="00405790"/>
    <w:rsid w:val="00406096"/>
    <w:rsid w:val="004067B1"/>
    <w:rsid w:val="00406E04"/>
    <w:rsid w:val="00406ED5"/>
    <w:rsid w:val="004072AC"/>
    <w:rsid w:val="00407332"/>
    <w:rsid w:val="0040771B"/>
    <w:rsid w:val="00407791"/>
    <w:rsid w:val="00407828"/>
    <w:rsid w:val="004079F9"/>
    <w:rsid w:val="00410228"/>
    <w:rsid w:val="00410669"/>
    <w:rsid w:val="004112A7"/>
    <w:rsid w:val="0041190C"/>
    <w:rsid w:val="00411B5B"/>
    <w:rsid w:val="00411F96"/>
    <w:rsid w:val="00412363"/>
    <w:rsid w:val="00412371"/>
    <w:rsid w:val="00412446"/>
    <w:rsid w:val="00412BB7"/>
    <w:rsid w:val="004139A6"/>
    <w:rsid w:val="00413D8E"/>
    <w:rsid w:val="00413DC4"/>
    <w:rsid w:val="00413E29"/>
    <w:rsid w:val="004140F2"/>
    <w:rsid w:val="0041498A"/>
    <w:rsid w:val="0041509D"/>
    <w:rsid w:val="00415AB0"/>
    <w:rsid w:val="00416313"/>
    <w:rsid w:val="00416944"/>
    <w:rsid w:val="00416AEF"/>
    <w:rsid w:val="0041712D"/>
    <w:rsid w:val="00417B22"/>
    <w:rsid w:val="00417E10"/>
    <w:rsid w:val="00420031"/>
    <w:rsid w:val="0042016A"/>
    <w:rsid w:val="00420B69"/>
    <w:rsid w:val="00421085"/>
    <w:rsid w:val="0042176B"/>
    <w:rsid w:val="00421883"/>
    <w:rsid w:val="00421958"/>
    <w:rsid w:val="00421CD8"/>
    <w:rsid w:val="00422E74"/>
    <w:rsid w:val="004232A8"/>
    <w:rsid w:val="0042388A"/>
    <w:rsid w:val="00423CD3"/>
    <w:rsid w:val="0042465E"/>
    <w:rsid w:val="00424DF7"/>
    <w:rsid w:val="00425A16"/>
    <w:rsid w:val="00426203"/>
    <w:rsid w:val="00426416"/>
    <w:rsid w:val="004265D1"/>
    <w:rsid w:val="0042698C"/>
    <w:rsid w:val="00426F30"/>
    <w:rsid w:val="00427B61"/>
    <w:rsid w:val="00427F05"/>
    <w:rsid w:val="00430599"/>
    <w:rsid w:val="0043091F"/>
    <w:rsid w:val="00432638"/>
    <w:rsid w:val="00432ABB"/>
    <w:rsid w:val="00432B76"/>
    <w:rsid w:val="0043307B"/>
    <w:rsid w:val="004332A2"/>
    <w:rsid w:val="00433412"/>
    <w:rsid w:val="0043348A"/>
    <w:rsid w:val="004336F7"/>
    <w:rsid w:val="00434198"/>
    <w:rsid w:val="0043443B"/>
    <w:rsid w:val="00434743"/>
    <w:rsid w:val="00434C44"/>
    <w:rsid w:val="00434D01"/>
    <w:rsid w:val="00434F6A"/>
    <w:rsid w:val="00435465"/>
    <w:rsid w:val="00435D26"/>
    <w:rsid w:val="00436E16"/>
    <w:rsid w:val="00437030"/>
    <w:rsid w:val="004375C3"/>
    <w:rsid w:val="00437949"/>
    <w:rsid w:val="0043797B"/>
    <w:rsid w:val="00437996"/>
    <w:rsid w:val="00437C33"/>
    <w:rsid w:val="00437FE8"/>
    <w:rsid w:val="004401A2"/>
    <w:rsid w:val="00440C99"/>
    <w:rsid w:val="00440EDB"/>
    <w:rsid w:val="00440F54"/>
    <w:rsid w:val="0044126E"/>
    <w:rsid w:val="0044175C"/>
    <w:rsid w:val="00441C51"/>
    <w:rsid w:val="00441CED"/>
    <w:rsid w:val="00442039"/>
    <w:rsid w:val="00442250"/>
    <w:rsid w:val="00443B5F"/>
    <w:rsid w:val="00443CE2"/>
    <w:rsid w:val="00443F4F"/>
    <w:rsid w:val="00445F4D"/>
    <w:rsid w:val="0044739E"/>
    <w:rsid w:val="004504C0"/>
    <w:rsid w:val="00450890"/>
    <w:rsid w:val="0045092B"/>
    <w:rsid w:val="004509A6"/>
    <w:rsid w:val="0045168E"/>
    <w:rsid w:val="00452F2E"/>
    <w:rsid w:val="0045340F"/>
    <w:rsid w:val="0045366A"/>
    <w:rsid w:val="00453F90"/>
    <w:rsid w:val="004550FB"/>
    <w:rsid w:val="0045537E"/>
    <w:rsid w:val="00456B72"/>
    <w:rsid w:val="00457CB2"/>
    <w:rsid w:val="00457FAB"/>
    <w:rsid w:val="00460459"/>
    <w:rsid w:val="004606C4"/>
    <w:rsid w:val="004607F7"/>
    <w:rsid w:val="004608E9"/>
    <w:rsid w:val="00460ADF"/>
    <w:rsid w:val="00460DE3"/>
    <w:rsid w:val="00460F80"/>
    <w:rsid w:val="0046111A"/>
    <w:rsid w:val="004612F2"/>
    <w:rsid w:val="0046173B"/>
    <w:rsid w:val="004626F4"/>
    <w:rsid w:val="00462946"/>
    <w:rsid w:val="00463217"/>
    <w:rsid w:val="00463291"/>
    <w:rsid w:val="0046399E"/>
    <w:rsid w:val="00463B76"/>
    <w:rsid w:val="00463F43"/>
    <w:rsid w:val="004641FC"/>
    <w:rsid w:val="004644B5"/>
    <w:rsid w:val="00464531"/>
    <w:rsid w:val="00464B89"/>
    <w:rsid w:val="00464B94"/>
    <w:rsid w:val="00464F99"/>
    <w:rsid w:val="00465022"/>
    <w:rsid w:val="004653A8"/>
    <w:rsid w:val="004655D9"/>
    <w:rsid w:val="00465A0B"/>
    <w:rsid w:val="00465BF7"/>
    <w:rsid w:val="00465CDF"/>
    <w:rsid w:val="00466026"/>
    <w:rsid w:val="004663CC"/>
    <w:rsid w:val="00466A6E"/>
    <w:rsid w:val="00466C9A"/>
    <w:rsid w:val="00467750"/>
    <w:rsid w:val="0046789C"/>
    <w:rsid w:val="00467D03"/>
    <w:rsid w:val="00467D3B"/>
    <w:rsid w:val="00470721"/>
    <w:rsid w:val="0047077C"/>
    <w:rsid w:val="00470B05"/>
    <w:rsid w:val="00471165"/>
    <w:rsid w:val="004712F3"/>
    <w:rsid w:val="00471968"/>
    <w:rsid w:val="0047207C"/>
    <w:rsid w:val="00472501"/>
    <w:rsid w:val="004726C6"/>
    <w:rsid w:val="00472802"/>
    <w:rsid w:val="00472CD6"/>
    <w:rsid w:val="0047314F"/>
    <w:rsid w:val="0047407E"/>
    <w:rsid w:val="00474E3C"/>
    <w:rsid w:val="00476910"/>
    <w:rsid w:val="00477021"/>
    <w:rsid w:val="004773AA"/>
    <w:rsid w:val="004777F5"/>
    <w:rsid w:val="00480288"/>
    <w:rsid w:val="00480369"/>
    <w:rsid w:val="004803DD"/>
    <w:rsid w:val="00480492"/>
    <w:rsid w:val="00480790"/>
    <w:rsid w:val="00480A58"/>
    <w:rsid w:val="00480FAD"/>
    <w:rsid w:val="0048154A"/>
    <w:rsid w:val="004817F2"/>
    <w:rsid w:val="004818A3"/>
    <w:rsid w:val="00481D4F"/>
    <w:rsid w:val="00481F04"/>
    <w:rsid w:val="00482151"/>
    <w:rsid w:val="004822E4"/>
    <w:rsid w:val="00482709"/>
    <w:rsid w:val="00483267"/>
    <w:rsid w:val="004834B0"/>
    <w:rsid w:val="00483F69"/>
    <w:rsid w:val="0048516D"/>
    <w:rsid w:val="00485219"/>
    <w:rsid w:val="0048528E"/>
    <w:rsid w:val="004852D5"/>
    <w:rsid w:val="0048537D"/>
    <w:rsid w:val="00485407"/>
    <w:rsid w:val="00485FAD"/>
    <w:rsid w:val="00486DF1"/>
    <w:rsid w:val="0048799C"/>
    <w:rsid w:val="00487AED"/>
    <w:rsid w:val="00490ADA"/>
    <w:rsid w:val="00490C5F"/>
    <w:rsid w:val="00490FCD"/>
    <w:rsid w:val="00491EDF"/>
    <w:rsid w:val="00491F64"/>
    <w:rsid w:val="00491F84"/>
    <w:rsid w:val="004925FC"/>
    <w:rsid w:val="00492A3F"/>
    <w:rsid w:val="00492C3A"/>
    <w:rsid w:val="00492E0B"/>
    <w:rsid w:val="00492FD8"/>
    <w:rsid w:val="004930A4"/>
    <w:rsid w:val="00494F62"/>
    <w:rsid w:val="0049552C"/>
    <w:rsid w:val="00495FD9"/>
    <w:rsid w:val="0049688F"/>
    <w:rsid w:val="00496911"/>
    <w:rsid w:val="00496D2A"/>
    <w:rsid w:val="00497C7B"/>
    <w:rsid w:val="00497E70"/>
    <w:rsid w:val="00497ED1"/>
    <w:rsid w:val="004A078E"/>
    <w:rsid w:val="004A0C90"/>
    <w:rsid w:val="004A10C0"/>
    <w:rsid w:val="004A112C"/>
    <w:rsid w:val="004A12C5"/>
    <w:rsid w:val="004A2001"/>
    <w:rsid w:val="004A2767"/>
    <w:rsid w:val="004A2C81"/>
    <w:rsid w:val="004A329A"/>
    <w:rsid w:val="004A3590"/>
    <w:rsid w:val="004A37DF"/>
    <w:rsid w:val="004A4036"/>
    <w:rsid w:val="004A46B2"/>
    <w:rsid w:val="004A489E"/>
    <w:rsid w:val="004A4BD3"/>
    <w:rsid w:val="004A5617"/>
    <w:rsid w:val="004A5893"/>
    <w:rsid w:val="004A5D24"/>
    <w:rsid w:val="004A655D"/>
    <w:rsid w:val="004A674F"/>
    <w:rsid w:val="004A705F"/>
    <w:rsid w:val="004A709D"/>
    <w:rsid w:val="004A7A6D"/>
    <w:rsid w:val="004A7B71"/>
    <w:rsid w:val="004A7E59"/>
    <w:rsid w:val="004B00A7"/>
    <w:rsid w:val="004B068F"/>
    <w:rsid w:val="004B25E2"/>
    <w:rsid w:val="004B2A5E"/>
    <w:rsid w:val="004B34D7"/>
    <w:rsid w:val="004B5037"/>
    <w:rsid w:val="004B59F2"/>
    <w:rsid w:val="004B5B2F"/>
    <w:rsid w:val="004B626A"/>
    <w:rsid w:val="004B660E"/>
    <w:rsid w:val="004B7D89"/>
    <w:rsid w:val="004C0029"/>
    <w:rsid w:val="004C02AB"/>
    <w:rsid w:val="004C05BD"/>
    <w:rsid w:val="004C08C5"/>
    <w:rsid w:val="004C0EB0"/>
    <w:rsid w:val="004C16ED"/>
    <w:rsid w:val="004C17E8"/>
    <w:rsid w:val="004C1B78"/>
    <w:rsid w:val="004C210A"/>
    <w:rsid w:val="004C2273"/>
    <w:rsid w:val="004C3B06"/>
    <w:rsid w:val="004C3F97"/>
    <w:rsid w:val="004C493F"/>
    <w:rsid w:val="004C5B44"/>
    <w:rsid w:val="004C5E7B"/>
    <w:rsid w:val="004C5FBA"/>
    <w:rsid w:val="004C61A4"/>
    <w:rsid w:val="004C7202"/>
    <w:rsid w:val="004C74B7"/>
    <w:rsid w:val="004C7ABE"/>
    <w:rsid w:val="004C7EE7"/>
    <w:rsid w:val="004D078E"/>
    <w:rsid w:val="004D0822"/>
    <w:rsid w:val="004D0B3F"/>
    <w:rsid w:val="004D0B4B"/>
    <w:rsid w:val="004D0DA8"/>
    <w:rsid w:val="004D168E"/>
    <w:rsid w:val="004D1FAC"/>
    <w:rsid w:val="004D2523"/>
    <w:rsid w:val="004D2B38"/>
    <w:rsid w:val="004D2C40"/>
    <w:rsid w:val="004D2DEE"/>
    <w:rsid w:val="004D2E1F"/>
    <w:rsid w:val="004D4BE9"/>
    <w:rsid w:val="004D4D03"/>
    <w:rsid w:val="004D5E07"/>
    <w:rsid w:val="004D65F0"/>
    <w:rsid w:val="004D68EC"/>
    <w:rsid w:val="004D6E91"/>
    <w:rsid w:val="004D7126"/>
    <w:rsid w:val="004D7633"/>
    <w:rsid w:val="004D7FD9"/>
    <w:rsid w:val="004E004C"/>
    <w:rsid w:val="004E1270"/>
    <w:rsid w:val="004E1324"/>
    <w:rsid w:val="004E19A5"/>
    <w:rsid w:val="004E1BD8"/>
    <w:rsid w:val="004E1E75"/>
    <w:rsid w:val="004E24D9"/>
    <w:rsid w:val="004E26C2"/>
    <w:rsid w:val="004E2E5E"/>
    <w:rsid w:val="004E37E5"/>
    <w:rsid w:val="004E3BBC"/>
    <w:rsid w:val="004E3FDB"/>
    <w:rsid w:val="004E5006"/>
    <w:rsid w:val="004E6ABF"/>
    <w:rsid w:val="004E6CBA"/>
    <w:rsid w:val="004E7572"/>
    <w:rsid w:val="004E7C44"/>
    <w:rsid w:val="004F044E"/>
    <w:rsid w:val="004F0529"/>
    <w:rsid w:val="004F0ABB"/>
    <w:rsid w:val="004F141D"/>
    <w:rsid w:val="004F1F4A"/>
    <w:rsid w:val="004F2304"/>
    <w:rsid w:val="004F2499"/>
    <w:rsid w:val="004F296D"/>
    <w:rsid w:val="004F432F"/>
    <w:rsid w:val="004F45A2"/>
    <w:rsid w:val="004F4973"/>
    <w:rsid w:val="004F4AD7"/>
    <w:rsid w:val="004F508B"/>
    <w:rsid w:val="004F530A"/>
    <w:rsid w:val="004F5A67"/>
    <w:rsid w:val="004F5BE4"/>
    <w:rsid w:val="004F5FB8"/>
    <w:rsid w:val="004F6759"/>
    <w:rsid w:val="004F6903"/>
    <w:rsid w:val="004F695F"/>
    <w:rsid w:val="004F6A2F"/>
    <w:rsid w:val="004F6CA4"/>
    <w:rsid w:val="004F774F"/>
    <w:rsid w:val="004F7EDF"/>
    <w:rsid w:val="0050003F"/>
    <w:rsid w:val="00500670"/>
    <w:rsid w:val="00500752"/>
    <w:rsid w:val="00500F2F"/>
    <w:rsid w:val="0050108F"/>
    <w:rsid w:val="00501166"/>
    <w:rsid w:val="00501452"/>
    <w:rsid w:val="00501547"/>
    <w:rsid w:val="005019F3"/>
    <w:rsid w:val="00501A50"/>
    <w:rsid w:val="0050222D"/>
    <w:rsid w:val="0050243B"/>
    <w:rsid w:val="005028F4"/>
    <w:rsid w:val="00502BE2"/>
    <w:rsid w:val="005031B9"/>
    <w:rsid w:val="00503AF3"/>
    <w:rsid w:val="00504010"/>
    <w:rsid w:val="00504E39"/>
    <w:rsid w:val="00505452"/>
    <w:rsid w:val="005056A6"/>
    <w:rsid w:val="005057C0"/>
    <w:rsid w:val="0050696D"/>
    <w:rsid w:val="00507CA8"/>
    <w:rsid w:val="00507F54"/>
    <w:rsid w:val="0051079F"/>
    <w:rsid w:val="00510863"/>
    <w:rsid w:val="0051094B"/>
    <w:rsid w:val="005109BC"/>
    <w:rsid w:val="00510DF7"/>
    <w:rsid w:val="005110D7"/>
    <w:rsid w:val="005113DC"/>
    <w:rsid w:val="00511D99"/>
    <w:rsid w:val="00512440"/>
    <w:rsid w:val="00512691"/>
    <w:rsid w:val="005126D0"/>
    <w:rsid w:val="005128D3"/>
    <w:rsid w:val="005128F2"/>
    <w:rsid w:val="00512BA6"/>
    <w:rsid w:val="0051324C"/>
    <w:rsid w:val="00513278"/>
    <w:rsid w:val="0051368D"/>
    <w:rsid w:val="0051431E"/>
    <w:rsid w:val="005147E8"/>
    <w:rsid w:val="00514CCF"/>
    <w:rsid w:val="00514E2C"/>
    <w:rsid w:val="005158F2"/>
    <w:rsid w:val="005163E6"/>
    <w:rsid w:val="00516A7B"/>
    <w:rsid w:val="00516B4B"/>
    <w:rsid w:val="00516D2E"/>
    <w:rsid w:val="00517427"/>
    <w:rsid w:val="0051764D"/>
    <w:rsid w:val="00517D1C"/>
    <w:rsid w:val="005206D6"/>
    <w:rsid w:val="00520715"/>
    <w:rsid w:val="00520994"/>
    <w:rsid w:val="00521D71"/>
    <w:rsid w:val="0052226B"/>
    <w:rsid w:val="005233D8"/>
    <w:rsid w:val="0052393A"/>
    <w:rsid w:val="00523A88"/>
    <w:rsid w:val="00523C29"/>
    <w:rsid w:val="00523C81"/>
    <w:rsid w:val="00523E7F"/>
    <w:rsid w:val="0052479D"/>
    <w:rsid w:val="0052488C"/>
    <w:rsid w:val="0052516A"/>
    <w:rsid w:val="00525FB6"/>
    <w:rsid w:val="00526320"/>
    <w:rsid w:val="00526C1B"/>
    <w:rsid w:val="00526DBE"/>
    <w:rsid w:val="00526DFC"/>
    <w:rsid w:val="00526F43"/>
    <w:rsid w:val="00527651"/>
    <w:rsid w:val="00527F89"/>
    <w:rsid w:val="00530663"/>
    <w:rsid w:val="00530D4E"/>
    <w:rsid w:val="00531E7E"/>
    <w:rsid w:val="00533D89"/>
    <w:rsid w:val="005342E1"/>
    <w:rsid w:val="005343B8"/>
    <w:rsid w:val="0053453A"/>
    <w:rsid w:val="00534FD0"/>
    <w:rsid w:val="005358D5"/>
    <w:rsid w:val="00535A45"/>
    <w:rsid w:val="00535C85"/>
    <w:rsid w:val="00535E60"/>
    <w:rsid w:val="005363AB"/>
    <w:rsid w:val="00536499"/>
    <w:rsid w:val="005365FA"/>
    <w:rsid w:val="005367CB"/>
    <w:rsid w:val="00536906"/>
    <w:rsid w:val="00536C56"/>
    <w:rsid w:val="00536FD2"/>
    <w:rsid w:val="00537055"/>
    <w:rsid w:val="0053785A"/>
    <w:rsid w:val="00537B2F"/>
    <w:rsid w:val="00537E5F"/>
    <w:rsid w:val="0054002F"/>
    <w:rsid w:val="005401EA"/>
    <w:rsid w:val="00540326"/>
    <w:rsid w:val="00541EF8"/>
    <w:rsid w:val="0054209F"/>
    <w:rsid w:val="00542F8E"/>
    <w:rsid w:val="00543F08"/>
    <w:rsid w:val="00544667"/>
    <w:rsid w:val="00544B8A"/>
    <w:rsid w:val="00544EF4"/>
    <w:rsid w:val="00545E53"/>
    <w:rsid w:val="00546C41"/>
    <w:rsid w:val="005478C5"/>
    <w:rsid w:val="005479D9"/>
    <w:rsid w:val="00547CD1"/>
    <w:rsid w:val="00550A44"/>
    <w:rsid w:val="0055155B"/>
    <w:rsid w:val="00551728"/>
    <w:rsid w:val="00552128"/>
    <w:rsid w:val="0055247E"/>
    <w:rsid w:val="00552954"/>
    <w:rsid w:val="00552CED"/>
    <w:rsid w:val="00552D55"/>
    <w:rsid w:val="005531D3"/>
    <w:rsid w:val="00554361"/>
    <w:rsid w:val="0055479E"/>
    <w:rsid w:val="00555091"/>
    <w:rsid w:val="00555652"/>
    <w:rsid w:val="00555894"/>
    <w:rsid w:val="00555A97"/>
    <w:rsid w:val="00555C4B"/>
    <w:rsid w:val="00555C50"/>
    <w:rsid w:val="00555F35"/>
    <w:rsid w:val="00556533"/>
    <w:rsid w:val="00556993"/>
    <w:rsid w:val="00556BAA"/>
    <w:rsid w:val="005572BD"/>
    <w:rsid w:val="00557824"/>
    <w:rsid w:val="00557A12"/>
    <w:rsid w:val="00557CD3"/>
    <w:rsid w:val="00560AC7"/>
    <w:rsid w:val="00560D5C"/>
    <w:rsid w:val="005610A1"/>
    <w:rsid w:val="00561217"/>
    <w:rsid w:val="005612E6"/>
    <w:rsid w:val="00561345"/>
    <w:rsid w:val="005616A3"/>
    <w:rsid w:val="00561AFB"/>
    <w:rsid w:val="00561B26"/>
    <w:rsid w:val="00561FA8"/>
    <w:rsid w:val="00562AB9"/>
    <w:rsid w:val="00562C7B"/>
    <w:rsid w:val="00562DEF"/>
    <w:rsid w:val="005635ED"/>
    <w:rsid w:val="00563A17"/>
    <w:rsid w:val="00563B9A"/>
    <w:rsid w:val="00563C59"/>
    <w:rsid w:val="00564115"/>
    <w:rsid w:val="00565253"/>
    <w:rsid w:val="005656B2"/>
    <w:rsid w:val="0056571C"/>
    <w:rsid w:val="005658B9"/>
    <w:rsid w:val="00565C9C"/>
    <w:rsid w:val="00565D6D"/>
    <w:rsid w:val="00566050"/>
    <w:rsid w:val="0056638E"/>
    <w:rsid w:val="00566E99"/>
    <w:rsid w:val="00567788"/>
    <w:rsid w:val="00567AAB"/>
    <w:rsid w:val="00567DB9"/>
    <w:rsid w:val="00567E30"/>
    <w:rsid w:val="00570049"/>
    <w:rsid w:val="00570191"/>
    <w:rsid w:val="00570570"/>
    <w:rsid w:val="005708F6"/>
    <w:rsid w:val="00570AE4"/>
    <w:rsid w:val="005710BE"/>
    <w:rsid w:val="005717BF"/>
    <w:rsid w:val="00571E11"/>
    <w:rsid w:val="00572171"/>
    <w:rsid w:val="00572512"/>
    <w:rsid w:val="005733E7"/>
    <w:rsid w:val="00573EE6"/>
    <w:rsid w:val="0057547F"/>
    <w:rsid w:val="005754EE"/>
    <w:rsid w:val="0057617E"/>
    <w:rsid w:val="00576497"/>
    <w:rsid w:val="005768D4"/>
    <w:rsid w:val="00577264"/>
    <w:rsid w:val="0057770F"/>
    <w:rsid w:val="005778FE"/>
    <w:rsid w:val="00577937"/>
    <w:rsid w:val="00577C80"/>
    <w:rsid w:val="0058107B"/>
    <w:rsid w:val="00582032"/>
    <w:rsid w:val="00582386"/>
    <w:rsid w:val="00582435"/>
    <w:rsid w:val="00582955"/>
    <w:rsid w:val="00582FC6"/>
    <w:rsid w:val="005832CF"/>
    <w:rsid w:val="005835E7"/>
    <w:rsid w:val="0058397F"/>
    <w:rsid w:val="00583BF8"/>
    <w:rsid w:val="00583E07"/>
    <w:rsid w:val="005843BF"/>
    <w:rsid w:val="0058445F"/>
    <w:rsid w:val="005849C5"/>
    <w:rsid w:val="005858F7"/>
    <w:rsid w:val="00585D00"/>
    <w:rsid w:val="00585F33"/>
    <w:rsid w:val="005864C2"/>
    <w:rsid w:val="0058685E"/>
    <w:rsid w:val="005871AE"/>
    <w:rsid w:val="0058723E"/>
    <w:rsid w:val="00587633"/>
    <w:rsid w:val="00587A00"/>
    <w:rsid w:val="00590E1F"/>
    <w:rsid w:val="00591124"/>
    <w:rsid w:val="00591C82"/>
    <w:rsid w:val="00591C9F"/>
    <w:rsid w:val="00592034"/>
    <w:rsid w:val="00592343"/>
    <w:rsid w:val="005927CF"/>
    <w:rsid w:val="00593721"/>
    <w:rsid w:val="00593973"/>
    <w:rsid w:val="0059581A"/>
    <w:rsid w:val="00595987"/>
    <w:rsid w:val="0059670B"/>
    <w:rsid w:val="00596763"/>
    <w:rsid w:val="005967DB"/>
    <w:rsid w:val="00596D1A"/>
    <w:rsid w:val="00596D6C"/>
    <w:rsid w:val="00597024"/>
    <w:rsid w:val="00597A43"/>
    <w:rsid w:val="00597DB6"/>
    <w:rsid w:val="00597EA5"/>
    <w:rsid w:val="005A0214"/>
    <w:rsid w:val="005A0274"/>
    <w:rsid w:val="005A095C"/>
    <w:rsid w:val="005A0D94"/>
    <w:rsid w:val="005A2166"/>
    <w:rsid w:val="005A22A8"/>
    <w:rsid w:val="005A2C9D"/>
    <w:rsid w:val="005A2E49"/>
    <w:rsid w:val="005A30CB"/>
    <w:rsid w:val="005A390D"/>
    <w:rsid w:val="005A3FB9"/>
    <w:rsid w:val="005A4093"/>
    <w:rsid w:val="005A45D0"/>
    <w:rsid w:val="005A4C32"/>
    <w:rsid w:val="005A5166"/>
    <w:rsid w:val="005A524E"/>
    <w:rsid w:val="005A5EB1"/>
    <w:rsid w:val="005A61BE"/>
    <w:rsid w:val="005A669D"/>
    <w:rsid w:val="005A728A"/>
    <w:rsid w:val="005A75D8"/>
    <w:rsid w:val="005A767E"/>
    <w:rsid w:val="005A7AEB"/>
    <w:rsid w:val="005A7F06"/>
    <w:rsid w:val="005A7FDF"/>
    <w:rsid w:val="005B05AB"/>
    <w:rsid w:val="005B109D"/>
    <w:rsid w:val="005B1ADA"/>
    <w:rsid w:val="005B29FB"/>
    <w:rsid w:val="005B2B79"/>
    <w:rsid w:val="005B2FBA"/>
    <w:rsid w:val="005B32F4"/>
    <w:rsid w:val="005B3BBA"/>
    <w:rsid w:val="005B41A3"/>
    <w:rsid w:val="005B592F"/>
    <w:rsid w:val="005B60E7"/>
    <w:rsid w:val="005B713E"/>
    <w:rsid w:val="005B72DF"/>
    <w:rsid w:val="005B7393"/>
    <w:rsid w:val="005B7536"/>
    <w:rsid w:val="005C03B6"/>
    <w:rsid w:val="005C0668"/>
    <w:rsid w:val="005C0A64"/>
    <w:rsid w:val="005C0C06"/>
    <w:rsid w:val="005C0D1F"/>
    <w:rsid w:val="005C10CB"/>
    <w:rsid w:val="005C153D"/>
    <w:rsid w:val="005C1977"/>
    <w:rsid w:val="005C197F"/>
    <w:rsid w:val="005C2A1C"/>
    <w:rsid w:val="005C2A97"/>
    <w:rsid w:val="005C2CB9"/>
    <w:rsid w:val="005C31A7"/>
    <w:rsid w:val="005C33E7"/>
    <w:rsid w:val="005C344D"/>
    <w:rsid w:val="005C348E"/>
    <w:rsid w:val="005C4108"/>
    <w:rsid w:val="005C45E9"/>
    <w:rsid w:val="005C4821"/>
    <w:rsid w:val="005C4965"/>
    <w:rsid w:val="005C499E"/>
    <w:rsid w:val="005C543B"/>
    <w:rsid w:val="005C5D89"/>
    <w:rsid w:val="005C5EB0"/>
    <w:rsid w:val="005C6559"/>
    <w:rsid w:val="005C66C1"/>
    <w:rsid w:val="005C68E1"/>
    <w:rsid w:val="005C6F7E"/>
    <w:rsid w:val="005C6FBD"/>
    <w:rsid w:val="005C7501"/>
    <w:rsid w:val="005C7BAF"/>
    <w:rsid w:val="005C7C91"/>
    <w:rsid w:val="005D009C"/>
    <w:rsid w:val="005D134B"/>
    <w:rsid w:val="005D1E89"/>
    <w:rsid w:val="005D1FDD"/>
    <w:rsid w:val="005D2418"/>
    <w:rsid w:val="005D29B4"/>
    <w:rsid w:val="005D2B80"/>
    <w:rsid w:val="005D3763"/>
    <w:rsid w:val="005D3938"/>
    <w:rsid w:val="005D3B03"/>
    <w:rsid w:val="005D423D"/>
    <w:rsid w:val="005D4B94"/>
    <w:rsid w:val="005D4FF4"/>
    <w:rsid w:val="005D55E1"/>
    <w:rsid w:val="005D5664"/>
    <w:rsid w:val="005D5CB4"/>
    <w:rsid w:val="005D5E6F"/>
    <w:rsid w:val="005D64D5"/>
    <w:rsid w:val="005D7423"/>
    <w:rsid w:val="005E0379"/>
    <w:rsid w:val="005E057C"/>
    <w:rsid w:val="005E0928"/>
    <w:rsid w:val="005E0FE4"/>
    <w:rsid w:val="005E16CC"/>
    <w:rsid w:val="005E19F7"/>
    <w:rsid w:val="005E1DC9"/>
    <w:rsid w:val="005E2009"/>
    <w:rsid w:val="005E2440"/>
    <w:rsid w:val="005E2BE4"/>
    <w:rsid w:val="005E2E7C"/>
    <w:rsid w:val="005E3083"/>
    <w:rsid w:val="005E3856"/>
    <w:rsid w:val="005E3A88"/>
    <w:rsid w:val="005E3FC8"/>
    <w:rsid w:val="005E4F04"/>
    <w:rsid w:val="005E4F49"/>
    <w:rsid w:val="005E62C2"/>
    <w:rsid w:val="005E673E"/>
    <w:rsid w:val="005E6827"/>
    <w:rsid w:val="005E6C71"/>
    <w:rsid w:val="005E6EC4"/>
    <w:rsid w:val="005E6FF9"/>
    <w:rsid w:val="005E71FB"/>
    <w:rsid w:val="005E731C"/>
    <w:rsid w:val="005F0963"/>
    <w:rsid w:val="005F13FF"/>
    <w:rsid w:val="005F1C9F"/>
    <w:rsid w:val="005F1E28"/>
    <w:rsid w:val="005F1F2D"/>
    <w:rsid w:val="005F1FC0"/>
    <w:rsid w:val="005F2824"/>
    <w:rsid w:val="005F2EBA"/>
    <w:rsid w:val="005F301D"/>
    <w:rsid w:val="005F30AE"/>
    <w:rsid w:val="005F35ED"/>
    <w:rsid w:val="005F3B21"/>
    <w:rsid w:val="005F4539"/>
    <w:rsid w:val="005F457E"/>
    <w:rsid w:val="005F4E51"/>
    <w:rsid w:val="005F55EF"/>
    <w:rsid w:val="005F5A0C"/>
    <w:rsid w:val="005F68F8"/>
    <w:rsid w:val="005F6C74"/>
    <w:rsid w:val="005F7812"/>
    <w:rsid w:val="005F7A88"/>
    <w:rsid w:val="005F7E77"/>
    <w:rsid w:val="006009E0"/>
    <w:rsid w:val="006012A5"/>
    <w:rsid w:val="00601811"/>
    <w:rsid w:val="00601987"/>
    <w:rsid w:val="00602307"/>
    <w:rsid w:val="006025B2"/>
    <w:rsid w:val="00602D67"/>
    <w:rsid w:val="00602E8D"/>
    <w:rsid w:val="00603580"/>
    <w:rsid w:val="00603793"/>
    <w:rsid w:val="00603A1A"/>
    <w:rsid w:val="0060400B"/>
    <w:rsid w:val="006046D5"/>
    <w:rsid w:val="006046F6"/>
    <w:rsid w:val="0060531A"/>
    <w:rsid w:val="006056A6"/>
    <w:rsid w:val="0060570B"/>
    <w:rsid w:val="006057CE"/>
    <w:rsid w:val="006057D3"/>
    <w:rsid w:val="00605AE4"/>
    <w:rsid w:val="00607285"/>
    <w:rsid w:val="006073A9"/>
    <w:rsid w:val="006073C4"/>
    <w:rsid w:val="006073E8"/>
    <w:rsid w:val="00607817"/>
    <w:rsid w:val="00607A93"/>
    <w:rsid w:val="00607E8E"/>
    <w:rsid w:val="00607F8E"/>
    <w:rsid w:val="00610110"/>
    <w:rsid w:val="00610692"/>
    <w:rsid w:val="0061099F"/>
    <w:rsid w:val="00610C08"/>
    <w:rsid w:val="00610E96"/>
    <w:rsid w:val="00611210"/>
    <w:rsid w:val="006118E6"/>
    <w:rsid w:val="00611F74"/>
    <w:rsid w:val="00612076"/>
    <w:rsid w:val="00612222"/>
    <w:rsid w:val="00612B46"/>
    <w:rsid w:val="00612BE7"/>
    <w:rsid w:val="00613019"/>
    <w:rsid w:val="00613103"/>
    <w:rsid w:val="0061329F"/>
    <w:rsid w:val="00614441"/>
    <w:rsid w:val="0061485F"/>
    <w:rsid w:val="00615772"/>
    <w:rsid w:val="006167E6"/>
    <w:rsid w:val="00616DCC"/>
    <w:rsid w:val="00617BB5"/>
    <w:rsid w:val="00617D90"/>
    <w:rsid w:val="00617E1D"/>
    <w:rsid w:val="00620178"/>
    <w:rsid w:val="006204D2"/>
    <w:rsid w:val="0062113D"/>
    <w:rsid w:val="00621256"/>
    <w:rsid w:val="006212BE"/>
    <w:rsid w:val="00621811"/>
    <w:rsid w:val="00621D32"/>
    <w:rsid w:val="00621E08"/>
    <w:rsid w:val="00621FCC"/>
    <w:rsid w:val="00622E4B"/>
    <w:rsid w:val="00624B2E"/>
    <w:rsid w:val="006250F2"/>
    <w:rsid w:val="0062525C"/>
    <w:rsid w:val="006252F6"/>
    <w:rsid w:val="0062563B"/>
    <w:rsid w:val="00625897"/>
    <w:rsid w:val="006261D8"/>
    <w:rsid w:val="006266BE"/>
    <w:rsid w:val="00627188"/>
    <w:rsid w:val="00627438"/>
    <w:rsid w:val="0062751D"/>
    <w:rsid w:val="00627794"/>
    <w:rsid w:val="00627A31"/>
    <w:rsid w:val="0063066B"/>
    <w:rsid w:val="00630EC6"/>
    <w:rsid w:val="00631649"/>
    <w:rsid w:val="006318AA"/>
    <w:rsid w:val="00631909"/>
    <w:rsid w:val="006320C1"/>
    <w:rsid w:val="006323B5"/>
    <w:rsid w:val="006324FC"/>
    <w:rsid w:val="00632589"/>
    <w:rsid w:val="00632CE7"/>
    <w:rsid w:val="00632E89"/>
    <w:rsid w:val="00633205"/>
    <w:rsid w:val="006333DA"/>
    <w:rsid w:val="00633CBA"/>
    <w:rsid w:val="00634030"/>
    <w:rsid w:val="0063409D"/>
    <w:rsid w:val="00634784"/>
    <w:rsid w:val="006350B1"/>
    <w:rsid w:val="00635134"/>
    <w:rsid w:val="006356E2"/>
    <w:rsid w:val="00636247"/>
    <w:rsid w:val="0063637F"/>
    <w:rsid w:val="00636960"/>
    <w:rsid w:val="00637881"/>
    <w:rsid w:val="00637AC1"/>
    <w:rsid w:val="00637BC8"/>
    <w:rsid w:val="006413F4"/>
    <w:rsid w:val="00641473"/>
    <w:rsid w:val="00641A91"/>
    <w:rsid w:val="00642194"/>
    <w:rsid w:val="00642506"/>
    <w:rsid w:val="00642A65"/>
    <w:rsid w:val="0064300E"/>
    <w:rsid w:val="00644952"/>
    <w:rsid w:val="00644CF2"/>
    <w:rsid w:val="00645DCE"/>
    <w:rsid w:val="00645F11"/>
    <w:rsid w:val="006465AC"/>
    <w:rsid w:val="006465BF"/>
    <w:rsid w:val="00646BAA"/>
    <w:rsid w:val="00647C03"/>
    <w:rsid w:val="006502F4"/>
    <w:rsid w:val="0065095A"/>
    <w:rsid w:val="00651693"/>
    <w:rsid w:val="00651725"/>
    <w:rsid w:val="00651823"/>
    <w:rsid w:val="00651927"/>
    <w:rsid w:val="00651B32"/>
    <w:rsid w:val="00651D4A"/>
    <w:rsid w:val="00651E70"/>
    <w:rsid w:val="00652269"/>
    <w:rsid w:val="006528F1"/>
    <w:rsid w:val="006537E4"/>
    <w:rsid w:val="00653B22"/>
    <w:rsid w:val="0065473B"/>
    <w:rsid w:val="00655456"/>
    <w:rsid w:val="0065579B"/>
    <w:rsid w:val="00655EE6"/>
    <w:rsid w:val="006563CC"/>
    <w:rsid w:val="006567E0"/>
    <w:rsid w:val="00657BF4"/>
    <w:rsid w:val="006603FB"/>
    <w:rsid w:val="006608DF"/>
    <w:rsid w:val="00660EFF"/>
    <w:rsid w:val="0066108D"/>
    <w:rsid w:val="006612A6"/>
    <w:rsid w:val="0066167E"/>
    <w:rsid w:val="00661C92"/>
    <w:rsid w:val="00661DD0"/>
    <w:rsid w:val="00661F66"/>
    <w:rsid w:val="006623AC"/>
    <w:rsid w:val="00662ACF"/>
    <w:rsid w:val="00662AF1"/>
    <w:rsid w:val="00663935"/>
    <w:rsid w:val="00663DED"/>
    <w:rsid w:val="0066436E"/>
    <w:rsid w:val="00664E8A"/>
    <w:rsid w:val="00665A71"/>
    <w:rsid w:val="0066613F"/>
    <w:rsid w:val="0066658C"/>
    <w:rsid w:val="006665A1"/>
    <w:rsid w:val="006668EE"/>
    <w:rsid w:val="006678AF"/>
    <w:rsid w:val="00667A23"/>
    <w:rsid w:val="00667A3D"/>
    <w:rsid w:val="00667B86"/>
    <w:rsid w:val="006701EF"/>
    <w:rsid w:val="00670CC5"/>
    <w:rsid w:val="00670D42"/>
    <w:rsid w:val="00671004"/>
    <w:rsid w:val="00671C14"/>
    <w:rsid w:val="00671C5A"/>
    <w:rsid w:val="00671DCB"/>
    <w:rsid w:val="00672A32"/>
    <w:rsid w:val="00672F5C"/>
    <w:rsid w:val="0067314C"/>
    <w:rsid w:val="00673617"/>
    <w:rsid w:val="00673BA5"/>
    <w:rsid w:val="00673E24"/>
    <w:rsid w:val="00674BE7"/>
    <w:rsid w:val="0067552D"/>
    <w:rsid w:val="00675AA7"/>
    <w:rsid w:val="00675E8F"/>
    <w:rsid w:val="00675F35"/>
    <w:rsid w:val="006762A5"/>
    <w:rsid w:val="006770BE"/>
    <w:rsid w:val="00677101"/>
    <w:rsid w:val="0067718F"/>
    <w:rsid w:val="006775D2"/>
    <w:rsid w:val="00677C12"/>
    <w:rsid w:val="00680058"/>
    <w:rsid w:val="006803C3"/>
    <w:rsid w:val="00680437"/>
    <w:rsid w:val="00680707"/>
    <w:rsid w:val="006807E7"/>
    <w:rsid w:val="006814B3"/>
    <w:rsid w:val="0068152E"/>
    <w:rsid w:val="00681F9F"/>
    <w:rsid w:val="0068264A"/>
    <w:rsid w:val="00682969"/>
    <w:rsid w:val="00682BA5"/>
    <w:rsid w:val="00683203"/>
    <w:rsid w:val="00683D8B"/>
    <w:rsid w:val="006840EA"/>
    <w:rsid w:val="006844E2"/>
    <w:rsid w:val="00685060"/>
    <w:rsid w:val="0068511C"/>
    <w:rsid w:val="00685267"/>
    <w:rsid w:val="006855B7"/>
    <w:rsid w:val="0068588C"/>
    <w:rsid w:val="00685927"/>
    <w:rsid w:val="00685DE4"/>
    <w:rsid w:val="00685EB6"/>
    <w:rsid w:val="0068619B"/>
    <w:rsid w:val="006872AE"/>
    <w:rsid w:val="006873D6"/>
    <w:rsid w:val="0068799D"/>
    <w:rsid w:val="00687E2A"/>
    <w:rsid w:val="00687EB6"/>
    <w:rsid w:val="00690082"/>
    <w:rsid w:val="00690252"/>
    <w:rsid w:val="00690A9B"/>
    <w:rsid w:val="00690AF0"/>
    <w:rsid w:val="00691127"/>
    <w:rsid w:val="0069126F"/>
    <w:rsid w:val="00691E83"/>
    <w:rsid w:val="00692325"/>
    <w:rsid w:val="00693609"/>
    <w:rsid w:val="00693C6E"/>
    <w:rsid w:val="00693E5D"/>
    <w:rsid w:val="0069438C"/>
    <w:rsid w:val="006946BB"/>
    <w:rsid w:val="00694789"/>
    <w:rsid w:val="0069487D"/>
    <w:rsid w:val="006948A5"/>
    <w:rsid w:val="00694904"/>
    <w:rsid w:val="006949D6"/>
    <w:rsid w:val="00696246"/>
    <w:rsid w:val="00696368"/>
    <w:rsid w:val="00696372"/>
    <w:rsid w:val="006964DC"/>
    <w:rsid w:val="0069665A"/>
    <w:rsid w:val="0069677C"/>
    <w:rsid w:val="006968B9"/>
    <w:rsid w:val="006969FA"/>
    <w:rsid w:val="00696F04"/>
    <w:rsid w:val="006A00EE"/>
    <w:rsid w:val="006A13EE"/>
    <w:rsid w:val="006A1795"/>
    <w:rsid w:val="006A1831"/>
    <w:rsid w:val="006A198D"/>
    <w:rsid w:val="006A215C"/>
    <w:rsid w:val="006A2274"/>
    <w:rsid w:val="006A257F"/>
    <w:rsid w:val="006A2E6E"/>
    <w:rsid w:val="006A3432"/>
    <w:rsid w:val="006A35D5"/>
    <w:rsid w:val="006A36C0"/>
    <w:rsid w:val="006A3856"/>
    <w:rsid w:val="006A3C33"/>
    <w:rsid w:val="006A4361"/>
    <w:rsid w:val="006A4604"/>
    <w:rsid w:val="006A4727"/>
    <w:rsid w:val="006A4BF9"/>
    <w:rsid w:val="006A5192"/>
    <w:rsid w:val="006A55A0"/>
    <w:rsid w:val="006A5DD6"/>
    <w:rsid w:val="006A66B1"/>
    <w:rsid w:val="006A748A"/>
    <w:rsid w:val="006A79D9"/>
    <w:rsid w:val="006A7B42"/>
    <w:rsid w:val="006A7E9D"/>
    <w:rsid w:val="006B004A"/>
    <w:rsid w:val="006B19C1"/>
    <w:rsid w:val="006B21CB"/>
    <w:rsid w:val="006B2463"/>
    <w:rsid w:val="006B3352"/>
    <w:rsid w:val="006B395D"/>
    <w:rsid w:val="006B43CB"/>
    <w:rsid w:val="006B553A"/>
    <w:rsid w:val="006B6800"/>
    <w:rsid w:val="006B692D"/>
    <w:rsid w:val="006B6ACD"/>
    <w:rsid w:val="006B6C8D"/>
    <w:rsid w:val="006B70B3"/>
    <w:rsid w:val="006B726D"/>
    <w:rsid w:val="006C1325"/>
    <w:rsid w:val="006C1683"/>
    <w:rsid w:val="006C1E38"/>
    <w:rsid w:val="006C2A4E"/>
    <w:rsid w:val="006C3A04"/>
    <w:rsid w:val="006C3BF2"/>
    <w:rsid w:val="006C3FCA"/>
    <w:rsid w:val="006C419E"/>
    <w:rsid w:val="006C41B8"/>
    <w:rsid w:val="006C41FA"/>
    <w:rsid w:val="006C4310"/>
    <w:rsid w:val="006C451B"/>
    <w:rsid w:val="006C4A31"/>
    <w:rsid w:val="006C5066"/>
    <w:rsid w:val="006C56B1"/>
    <w:rsid w:val="006C5AC2"/>
    <w:rsid w:val="006C5E4F"/>
    <w:rsid w:val="006C65C4"/>
    <w:rsid w:val="006C69CC"/>
    <w:rsid w:val="006C6AFB"/>
    <w:rsid w:val="006C70D3"/>
    <w:rsid w:val="006C7AF4"/>
    <w:rsid w:val="006D0391"/>
    <w:rsid w:val="006D0870"/>
    <w:rsid w:val="006D0A09"/>
    <w:rsid w:val="006D0DC4"/>
    <w:rsid w:val="006D1F3E"/>
    <w:rsid w:val="006D2495"/>
    <w:rsid w:val="006D2735"/>
    <w:rsid w:val="006D2A21"/>
    <w:rsid w:val="006D2A94"/>
    <w:rsid w:val="006D2DD4"/>
    <w:rsid w:val="006D3036"/>
    <w:rsid w:val="006D3F9E"/>
    <w:rsid w:val="006D45B2"/>
    <w:rsid w:val="006D48CC"/>
    <w:rsid w:val="006D50C4"/>
    <w:rsid w:val="006D51D1"/>
    <w:rsid w:val="006D538B"/>
    <w:rsid w:val="006D53F0"/>
    <w:rsid w:val="006D5E09"/>
    <w:rsid w:val="006D5E7F"/>
    <w:rsid w:val="006D6772"/>
    <w:rsid w:val="006D6BEE"/>
    <w:rsid w:val="006E017C"/>
    <w:rsid w:val="006E0906"/>
    <w:rsid w:val="006E0E44"/>
    <w:rsid w:val="006E0FCC"/>
    <w:rsid w:val="006E1133"/>
    <w:rsid w:val="006E1A7E"/>
    <w:rsid w:val="006E1E96"/>
    <w:rsid w:val="006E2D25"/>
    <w:rsid w:val="006E34E4"/>
    <w:rsid w:val="006E3CF6"/>
    <w:rsid w:val="006E3D3A"/>
    <w:rsid w:val="006E3F02"/>
    <w:rsid w:val="006E4477"/>
    <w:rsid w:val="006E4486"/>
    <w:rsid w:val="006E4526"/>
    <w:rsid w:val="006E4610"/>
    <w:rsid w:val="006E4703"/>
    <w:rsid w:val="006E57FD"/>
    <w:rsid w:val="006E5E21"/>
    <w:rsid w:val="006E6203"/>
    <w:rsid w:val="006E6577"/>
    <w:rsid w:val="006E6920"/>
    <w:rsid w:val="006E6AFF"/>
    <w:rsid w:val="006E6CD9"/>
    <w:rsid w:val="006E6D34"/>
    <w:rsid w:val="006E7438"/>
    <w:rsid w:val="006E753A"/>
    <w:rsid w:val="006E7E5B"/>
    <w:rsid w:val="006F0AD7"/>
    <w:rsid w:val="006F0BFC"/>
    <w:rsid w:val="006F0DEC"/>
    <w:rsid w:val="006F2122"/>
    <w:rsid w:val="006F21FE"/>
    <w:rsid w:val="006F245A"/>
    <w:rsid w:val="006F2648"/>
    <w:rsid w:val="006F287E"/>
    <w:rsid w:val="006F2D1B"/>
    <w:rsid w:val="006F2F10"/>
    <w:rsid w:val="006F3438"/>
    <w:rsid w:val="006F3C23"/>
    <w:rsid w:val="006F445F"/>
    <w:rsid w:val="006F482B"/>
    <w:rsid w:val="006F55EE"/>
    <w:rsid w:val="006F5862"/>
    <w:rsid w:val="006F5B18"/>
    <w:rsid w:val="006F5D43"/>
    <w:rsid w:val="006F5E04"/>
    <w:rsid w:val="006F6311"/>
    <w:rsid w:val="006F743D"/>
    <w:rsid w:val="006F7DC8"/>
    <w:rsid w:val="00701952"/>
    <w:rsid w:val="00702556"/>
    <w:rsid w:val="0070277E"/>
    <w:rsid w:val="00702FDE"/>
    <w:rsid w:val="0070345F"/>
    <w:rsid w:val="00703491"/>
    <w:rsid w:val="0070356C"/>
    <w:rsid w:val="00704059"/>
    <w:rsid w:val="00704156"/>
    <w:rsid w:val="007044F6"/>
    <w:rsid w:val="00704554"/>
    <w:rsid w:val="00704F9D"/>
    <w:rsid w:val="0070504D"/>
    <w:rsid w:val="007051C1"/>
    <w:rsid w:val="00705823"/>
    <w:rsid w:val="00705B6B"/>
    <w:rsid w:val="00705D3B"/>
    <w:rsid w:val="00705FF6"/>
    <w:rsid w:val="007064A6"/>
    <w:rsid w:val="00706817"/>
    <w:rsid w:val="007069FC"/>
    <w:rsid w:val="00707052"/>
    <w:rsid w:val="00707169"/>
    <w:rsid w:val="00707708"/>
    <w:rsid w:val="007105C8"/>
    <w:rsid w:val="00711221"/>
    <w:rsid w:val="00711B60"/>
    <w:rsid w:val="00712104"/>
    <w:rsid w:val="00712377"/>
    <w:rsid w:val="00712415"/>
    <w:rsid w:val="00712675"/>
    <w:rsid w:val="0071274E"/>
    <w:rsid w:val="00712C09"/>
    <w:rsid w:val="00713149"/>
    <w:rsid w:val="007137D2"/>
    <w:rsid w:val="00713808"/>
    <w:rsid w:val="0071383E"/>
    <w:rsid w:val="00713CF9"/>
    <w:rsid w:val="00714299"/>
    <w:rsid w:val="00714402"/>
    <w:rsid w:val="00714673"/>
    <w:rsid w:val="007151B6"/>
    <w:rsid w:val="0071520D"/>
    <w:rsid w:val="0071551F"/>
    <w:rsid w:val="00715527"/>
    <w:rsid w:val="00715AE6"/>
    <w:rsid w:val="00715EDB"/>
    <w:rsid w:val="007160D5"/>
    <w:rsid w:val="007163FB"/>
    <w:rsid w:val="00716E4B"/>
    <w:rsid w:val="007174B8"/>
    <w:rsid w:val="007176AE"/>
    <w:rsid w:val="00717C2E"/>
    <w:rsid w:val="007203F1"/>
    <w:rsid w:val="007204FA"/>
    <w:rsid w:val="007205EE"/>
    <w:rsid w:val="00720662"/>
    <w:rsid w:val="007213B3"/>
    <w:rsid w:val="007219C5"/>
    <w:rsid w:val="00721B8A"/>
    <w:rsid w:val="00722731"/>
    <w:rsid w:val="00722A32"/>
    <w:rsid w:val="00722E45"/>
    <w:rsid w:val="007238E0"/>
    <w:rsid w:val="007238F9"/>
    <w:rsid w:val="0072457F"/>
    <w:rsid w:val="007246CC"/>
    <w:rsid w:val="00724A4D"/>
    <w:rsid w:val="00725406"/>
    <w:rsid w:val="0072551C"/>
    <w:rsid w:val="00725593"/>
    <w:rsid w:val="00725B0A"/>
    <w:rsid w:val="00725CE0"/>
    <w:rsid w:val="0072621B"/>
    <w:rsid w:val="0072771E"/>
    <w:rsid w:val="00727D57"/>
    <w:rsid w:val="00730555"/>
    <w:rsid w:val="00730A33"/>
    <w:rsid w:val="00730C94"/>
    <w:rsid w:val="00730DDD"/>
    <w:rsid w:val="007312CC"/>
    <w:rsid w:val="007320C3"/>
    <w:rsid w:val="0073211B"/>
    <w:rsid w:val="00732186"/>
    <w:rsid w:val="007331FA"/>
    <w:rsid w:val="00733419"/>
    <w:rsid w:val="0073346B"/>
    <w:rsid w:val="007334C2"/>
    <w:rsid w:val="0073377C"/>
    <w:rsid w:val="00734D2A"/>
    <w:rsid w:val="0073523A"/>
    <w:rsid w:val="0073529D"/>
    <w:rsid w:val="007360F0"/>
    <w:rsid w:val="00736A64"/>
    <w:rsid w:val="00737F6A"/>
    <w:rsid w:val="0074045B"/>
    <w:rsid w:val="0074105A"/>
    <w:rsid w:val="007410B6"/>
    <w:rsid w:val="00741E1B"/>
    <w:rsid w:val="00743766"/>
    <w:rsid w:val="00743770"/>
    <w:rsid w:val="0074382C"/>
    <w:rsid w:val="00743D5D"/>
    <w:rsid w:val="00743D74"/>
    <w:rsid w:val="00744186"/>
    <w:rsid w:val="0074468C"/>
    <w:rsid w:val="0074473B"/>
    <w:rsid w:val="00744A14"/>
    <w:rsid w:val="00744C6F"/>
    <w:rsid w:val="00745622"/>
    <w:rsid w:val="007457F6"/>
    <w:rsid w:val="00745ABB"/>
    <w:rsid w:val="00745E3A"/>
    <w:rsid w:val="0074632A"/>
    <w:rsid w:val="007467AA"/>
    <w:rsid w:val="00746E38"/>
    <w:rsid w:val="00746F59"/>
    <w:rsid w:val="00747308"/>
    <w:rsid w:val="00747547"/>
    <w:rsid w:val="0074763E"/>
    <w:rsid w:val="00747CD5"/>
    <w:rsid w:val="00750E0A"/>
    <w:rsid w:val="0075135C"/>
    <w:rsid w:val="0075145F"/>
    <w:rsid w:val="0075255E"/>
    <w:rsid w:val="00752725"/>
    <w:rsid w:val="00752830"/>
    <w:rsid w:val="00752B99"/>
    <w:rsid w:val="00752CAF"/>
    <w:rsid w:val="007530CB"/>
    <w:rsid w:val="00753362"/>
    <w:rsid w:val="00753B51"/>
    <w:rsid w:val="00754170"/>
    <w:rsid w:val="007552DF"/>
    <w:rsid w:val="007553DE"/>
    <w:rsid w:val="007557A8"/>
    <w:rsid w:val="00756062"/>
    <w:rsid w:val="00756497"/>
    <w:rsid w:val="007564D7"/>
    <w:rsid w:val="00756629"/>
    <w:rsid w:val="00756AF4"/>
    <w:rsid w:val="00756B46"/>
    <w:rsid w:val="00757278"/>
    <w:rsid w:val="00757365"/>
    <w:rsid w:val="007575D2"/>
    <w:rsid w:val="007579AB"/>
    <w:rsid w:val="00757B4F"/>
    <w:rsid w:val="00757B6A"/>
    <w:rsid w:val="00760C9B"/>
    <w:rsid w:val="007610E0"/>
    <w:rsid w:val="007616E8"/>
    <w:rsid w:val="00761BFE"/>
    <w:rsid w:val="007621AA"/>
    <w:rsid w:val="0076260A"/>
    <w:rsid w:val="00762A89"/>
    <w:rsid w:val="00762D79"/>
    <w:rsid w:val="0076321E"/>
    <w:rsid w:val="0076342D"/>
    <w:rsid w:val="007634B7"/>
    <w:rsid w:val="007646C6"/>
    <w:rsid w:val="00764A67"/>
    <w:rsid w:val="00766C27"/>
    <w:rsid w:val="00767034"/>
    <w:rsid w:val="00767485"/>
    <w:rsid w:val="007707DB"/>
    <w:rsid w:val="00770C76"/>
    <w:rsid w:val="00770F6B"/>
    <w:rsid w:val="00771883"/>
    <w:rsid w:val="00771F71"/>
    <w:rsid w:val="00772746"/>
    <w:rsid w:val="007727F1"/>
    <w:rsid w:val="00772A59"/>
    <w:rsid w:val="00772ADA"/>
    <w:rsid w:val="00773840"/>
    <w:rsid w:val="00773E8C"/>
    <w:rsid w:val="007743C9"/>
    <w:rsid w:val="007743DE"/>
    <w:rsid w:val="007746D7"/>
    <w:rsid w:val="007751E3"/>
    <w:rsid w:val="00775564"/>
    <w:rsid w:val="0077567E"/>
    <w:rsid w:val="00775701"/>
    <w:rsid w:val="00775AC6"/>
    <w:rsid w:val="00776527"/>
    <w:rsid w:val="00776947"/>
    <w:rsid w:val="00776DC2"/>
    <w:rsid w:val="00777230"/>
    <w:rsid w:val="00777629"/>
    <w:rsid w:val="00777A5D"/>
    <w:rsid w:val="00777D30"/>
    <w:rsid w:val="00777F4C"/>
    <w:rsid w:val="00780122"/>
    <w:rsid w:val="007808D5"/>
    <w:rsid w:val="00780E6B"/>
    <w:rsid w:val="00781220"/>
    <w:rsid w:val="00781A80"/>
    <w:rsid w:val="00781EAD"/>
    <w:rsid w:val="0078214B"/>
    <w:rsid w:val="00782353"/>
    <w:rsid w:val="00783D7D"/>
    <w:rsid w:val="00784775"/>
    <w:rsid w:val="0078498A"/>
    <w:rsid w:val="00784D1D"/>
    <w:rsid w:val="007856BC"/>
    <w:rsid w:val="00785961"/>
    <w:rsid w:val="00785F13"/>
    <w:rsid w:val="007864DE"/>
    <w:rsid w:val="00786C90"/>
    <w:rsid w:val="00786E26"/>
    <w:rsid w:val="007872B0"/>
    <w:rsid w:val="007876ED"/>
    <w:rsid w:val="0079023C"/>
    <w:rsid w:val="0079053F"/>
    <w:rsid w:val="0079054F"/>
    <w:rsid w:val="0079075D"/>
    <w:rsid w:val="007914F5"/>
    <w:rsid w:val="00791616"/>
    <w:rsid w:val="00791D0F"/>
    <w:rsid w:val="00792207"/>
    <w:rsid w:val="0079286D"/>
    <w:rsid w:val="007928C6"/>
    <w:rsid w:val="00792B64"/>
    <w:rsid w:val="00792E29"/>
    <w:rsid w:val="0079379A"/>
    <w:rsid w:val="00793B00"/>
    <w:rsid w:val="00794153"/>
    <w:rsid w:val="0079432C"/>
    <w:rsid w:val="00794953"/>
    <w:rsid w:val="00794B2A"/>
    <w:rsid w:val="00794C0A"/>
    <w:rsid w:val="00794EF5"/>
    <w:rsid w:val="0079513D"/>
    <w:rsid w:val="0079528F"/>
    <w:rsid w:val="007958CB"/>
    <w:rsid w:val="00795BF3"/>
    <w:rsid w:val="00796909"/>
    <w:rsid w:val="00797003"/>
    <w:rsid w:val="0079735D"/>
    <w:rsid w:val="00797820"/>
    <w:rsid w:val="0079788B"/>
    <w:rsid w:val="007A034D"/>
    <w:rsid w:val="007A0636"/>
    <w:rsid w:val="007A1F2F"/>
    <w:rsid w:val="007A2A5C"/>
    <w:rsid w:val="007A3300"/>
    <w:rsid w:val="007A3913"/>
    <w:rsid w:val="007A3C5D"/>
    <w:rsid w:val="007A4282"/>
    <w:rsid w:val="007A472F"/>
    <w:rsid w:val="007A4E70"/>
    <w:rsid w:val="007A5150"/>
    <w:rsid w:val="007A5225"/>
    <w:rsid w:val="007A5373"/>
    <w:rsid w:val="007A658A"/>
    <w:rsid w:val="007A6631"/>
    <w:rsid w:val="007A6F70"/>
    <w:rsid w:val="007A73C3"/>
    <w:rsid w:val="007A74D5"/>
    <w:rsid w:val="007A789F"/>
    <w:rsid w:val="007A7B76"/>
    <w:rsid w:val="007B0605"/>
    <w:rsid w:val="007B0D41"/>
    <w:rsid w:val="007B11CD"/>
    <w:rsid w:val="007B146F"/>
    <w:rsid w:val="007B2A69"/>
    <w:rsid w:val="007B3285"/>
    <w:rsid w:val="007B36D1"/>
    <w:rsid w:val="007B40D7"/>
    <w:rsid w:val="007B454C"/>
    <w:rsid w:val="007B4BC1"/>
    <w:rsid w:val="007B550B"/>
    <w:rsid w:val="007B618E"/>
    <w:rsid w:val="007B6622"/>
    <w:rsid w:val="007B7474"/>
    <w:rsid w:val="007B75BC"/>
    <w:rsid w:val="007B7648"/>
    <w:rsid w:val="007C0226"/>
    <w:rsid w:val="007C0468"/>
    <w:rsid w:val="007C0BD6"/>
    <w:rsid w:val="007C0C9A"/>
    <w:rsid w:val="007C0DE2"/>
    <w:rsid w:val="007C1330"/>
    <w:rsid w:val="007C1A99"/>
    <w:rsid w:val="007C2174"/>
    <w:rsid w:val="007C2FAC"/>
    <w:rsid w:val="007C3797"/>
    <w:rsid w:val="007C3806"/>
    <w:rsid w:val="007C4364"/>
    <w:rsid w:val="007C4969"/>
    <w:rsid w:val="007C4CB4"/>
    <w:rsid w:val="007C4F17"/>
    <w:rsid w:val="007C5032"/>
    <w:rsid w:val="007C5BB7"/>
    <w:rsid w:val="007C5FAD"/>
    <w:rsid w:val="007C6A7D"/>
    <w:rsid w:val="007C6DB9"/>
    <w:rsid w:val="007C6DC5"/>
    <w:rsid w:val="007D061B"/>
    <w:rsid w:val="007D07D5"/>
    <w:rsid w:val="007D0A8A"/>
    <w:rsid w:val="007D1214"/>
    <w:rsid w:val="007D1538"/>
    <w:rsid w:val="007D1C64"/>
    <w:rsid w:val="007D1EBE"/>
    <w:rsid w:val="007D2575"/>
    <w:rsid w:val="007D28A9"/>
    <w:rsid w:val="007D29D3"/>
    <w:rsid w:val="007D2C8F"/>
    <w:rsid w:val="007D2E39"/>
    <w:rsid w:val="007D32DD"/>
    <w:rsid w:val="007D3BBB"/>
    <w:rsid w:val="007D3F08"/>
    <w:rsid w:val="007D3F32"/>
    <w:rsid w:val="007D418A"/>
    <w:rsid w:val="007D4FB0"/>
    <w:rsid w:val="007D5F2E"/>
    <w:rsid w:val="007D6460"/>
    <w:rsid w:val="007D6690"/>
    <w:rsid w:val="007D69A8"/>
    <w:rsid w:val="007D6DCE"/>
    <w:rsid w:val="007D7000"/>
    <w:rsid w:val="007D72C4"/>
    <w:rsid w:val="007D746D"/>
    <w:rsid w:val="007E0B3A"/>
    <w:rsid w:val="007E0B56"/>
    <w:rsid w:val="007E0FE9"/>
    <w:rsid w:val="007E1D03"/>
    <w:rsid w:val="007E2232"/>
    <w:rsid w:val="007E240E"/>
    <w:rsid w:val="007E2638"/>
    <w:rsid w:val="007E2767"/>
    <w:rsid w:val="007E280E"/>
    <w:rsid w:val="007E2CFE"/>
    <w:rsid w:val="007E40BB"/>
    <w:rsid w:val="007E419D"/>
    <w:rsid w:val="007E4782"/>
    <w:rsid w:val="007E53C2"/>
    <w:rsid w:val="007E555F"/>
    <w:rsid w:val="007E59C9"/>
    <w:rsid w:val="007E5A67"/>
    <w:rsid w:val="007E5FE2"/>
    <w:rsid w:val="007E6070"/>
    <w:rsid w:val="007E65D1"/>
    <w:rsid w:val="007E66BC"/>
    <w:rsid w:val="007E6CD6"/>
    <w:rsid w:val="007E7293"/>
    <w:rsid w:val="007E734E"/>
    <w:rsid w:val="007E7C91"/>
    <w:rsid w:val="007E7E39"/>
    <w:rsid w:val="007F0072"/>
    <w:rsid w:val="007F0429"/>
    <w:rsid w:val="007F06DB"/>
    <w:rsid w:val="007F096B"/>
    <w:rsid w:val="007F0F5E"/>
    <w:rsid w:val="007F1A75"/>
    <w:rsid w:val="007F1F9B"/>
    <w:rsid w:val="007F251E"/>
    <w:rsid w:val="007F289B"/>
    <w:rsid w:val="007F2EB6"/>
    <w:rsid w:val="007F392B"/>
    <w:rsid w:val="007F4375"/>
    <w:rsid w:val="007F50FA"/>
    <w:rsid w:val="007F5191"/>
    <w:rsid w:val="007F54C3"/>
    <w:rsid w:val="007F5B37"/>
    <w:rsid w:val="007F6207"/>
    <w:rsid w:val="007F768F"/>
    <w:rsid w:val="008003CC"/>
    <w:rsid w:val="00800994"/>
    <w:rsid w:val="00801814"/>
    <w:rsid w:val="00801AFF"/>
    <w:rsid w:val="00801E55"/>
    <w:rsid w:val="0080238F"/>
    <w:rsid w:val="00802474"/>
    <w:rsid w:val="00802949"/>
    <w:rsid w:val="008029ED"/>
    <w:rsid w:val="00802C9B"/>
    <w:rsid w:val="0080301E"/>
    <w:rsid w:val="008031A7"/>
    <w:rsid w:val="0080347F"/>
    <w:rsid w:val="008035A4"/>
    <w:rsid w:val="0080365F"/>
    <w:rsid w:val="00803C83"/>
    <w:rsid w:val="00803E68"/>
    <w:rsid w:val="008043ED"/>
    <w:rsid w:val="008046B6"/>
    <w:rsid w:val="008047AF"/>
    <w:rsid w:val="00804867"/>
    <w:rsid w:val="00805271"/>
    <w:rsid w:val="008059E6"/>
    <w:rsid w:val="00805A31"/>
    <w:rsid w:val="00805A8B"/>
    <w:rsid w:val="00805C48"/>
    <w:rsid w:val="008062AA"/>
    <w:rsid w:val="008062D7"/>
    <w:rsid w:val="008069DF"/>
    <w:rsid w:val="00806A49"/>
    <w:rsid w:val="00806ACD"/>
    <w:rsid w:val="00806AF6"/>
    <w:rsid w:val="00806D7F"/>
    <w:rsid w:val="00810315"/>
    <w:rsid w:val="00810C31"/>
    <w:rsid w:val="00810EED"/>
    <w:rsid w:val="00811064"/>
    <w:rsid w:val="00811FF4"/>
    <w:rsid w:val="00812BE5"/>
    <w:rsid w:val="00812F2E"/>
    <w:rsid w:val="00813EB9"/>
    <w:rsid w:val="008145BC"/>
    <w:rsid w:val="008158D3"/>
    <w:rsid w:val="00815915"/>
    <w:rsid w:val="00816270"/>
    <w:rsid w:val="00816574"/>
    <w:rsid w:val="00817145"/>
    <w:rsid w:val="00817429"/>
    <w:rsid w:val="008176F5"/>
    <w:rsid w:val="00817B6B"/>
    <w:rsid w:val="00817D5A"/>
    <w:rsid w:val="00817FCB"/>
    <w:rsid w:val="00817FFA"/>
    <w:rsid w:val="00820525"/>
    <w:rsid w:val="00820FD2"/>
    <w:rsid w:val="00821364"/>
    <w:rsid w:val="00821500"/>
    <w:rsid w:val="00821514"/>
    <w:rsid w:val="00821771"/>
    <w:rsid w:val="00821776"/>
    <w:rsid w:val="008218DB"/>
    <w:rsid w:val="00821E35"/>
    <w:rsid w:val="00822B3A"/>
    <w:rsid w:val="008233F0"/>
    <w:rsid w:val="00823E00"/>
    <w:rsid w:val="00824361"/>
    <w:rsid w:val="00824372"/>
    <w:rsid w:val="00824591"/>
    <w:rsid w:val="00824AED"/>
    <w:rsid w:val="00824C52"/>
    <w:rsid w:val="00824D17"/>
    <w:rsid w:val="008254C1"/>
    <w:rsid w:val="0082583C"/>
    <w:rsid w:val="00825EBD"/>
    <w:rsid w:val="0082660A"/>
    <w:rsid w:val="00826853"/>
    <w:rsid w:val="008268E3"/>
    <w:rsid w:val="00826FBA"/>
    <w:rsid w:val="008272A3"/>
    <w:rsid w:val="00827803"/>
    <w:rsid w:val="00827820"/>
    <w:rsid w:val="008300CD"/>
    <w:rsid w:val="008306B0"/>
    <w:rsid w:val="00831363"/>
    <w:rsid w:val="00831396"/>
    <w:rsid w:val="0083186F"/>
    <w:rsid w:val="00831B8B"/>
    <w:rsid w:val="00831E12"/>
    <w:rsid w:val="008326DA"/>
    <w:rsid w:val="008327A1"/>
    <w:rsid w:val="00832871"/>
    <w:rsid w:val="008333EB"/>
    <w:rsid w:val="008333F6"/>
    <w:rsid w:val="0083348D"/>
    <w:rsid w:val="0083356C"/>
    <w:rsid w:val="00833E2A"/>
    <w:rsid w:val="0083405D"/>
    <w:rsid w:val="00834719"/>
    <w:rsid w:val="008352D4"/>
    <w:rsid w:val="008353C7"/>
    <w:rsid w:val="0083551C"/>
    <w:rsid w:val="008356C1"/>
    <w:rsid w:val="00835800"/>
    <w:rsid w:val="00835A6E"/>
    <w:rsid w:val="00835C5E"/>
    <w:rsid w:val="00836692"/>
    <w:rsid w:val="008366DD"/>
    <w:rsid w:val="00836A78"/>
    <w:rsid w:val="00836DB9"/>
    <w:rsid w:val="00837438"/>
    <w:rsid w:val="008375EB"/>
    <w:rsid w:val="0083798F"/>
    <w:rsid w:val="00837C67"/>
    <w:rsid w:val="008402E2"/>
    <w:rsid w:val="008406C6"/>
    <w:rsid w:val="00840891"/>
    <w:rsid w:val="00841166"/>
    <w:rsid w:val="008415B0"/>
    <w:rsid w:val="00842028"/>
    <w:rsid w:val="00842DA5"/>
    <w:rsid w:val="00842DCE"/>
    <w:rsid w:val="008432F0"/>
    <w:rsid w:val="0084349C"/>
    <w:rsid w:val="008436B8"/>
    <w:rsid w:val="008447D2"/>
    <w:rsid w:val="008454F4"/>
    <w:rsid w:val="0084555E"/>
    <w:rsid w:val="00845ED5"/>
    <w:rsid w:val="008460B6"/>
    <w:rsid w:val="00846186"/>
    <w:rsid w:val="008464B5"/>
    <w:rsid w:val="008468C0"/>
    <w:rsid w:val="008468CB"/>
    <w:rsid w:val="00847CB5"/>
    <w:rsid w:val="0085040F"/>
    <w:rsid w:val="0085064C"/>
    <w:rsid w:val="00850C9D"/>
    <w:rsid w:val="00850CDB"/>
    <w:rsid w:val="00851143"/>
    <w:rsid w:val="00851473"/>
    <w:rsid w:val="008514DC"/>
    <w:rsid w:val="0085177A"/>
    <w:rsid w:val="00851B42"/>
    <w:rsid w:val="00852B59"/>
    <w:rsid w:val="00852C46"/>
    <w:rsid w:val="008539CC"/>
    <w:rsid w:val="00853A5D"/>
    <w:rsid w:val="00853B5D"/>
    <w:rsid w:val="00854533"/>
    <w:rsid w:val="008546CA"/>
    <w:rsid w:val="008547DB"/>
    <w:rsid w:val="00855A70"/>
    <w:rsid w:val="00855F30"/>
    <w:rsid w:val="00856272"/>
    <w:rsid w:val="00856370"/>
    <w:rsid w:val="008563FF"/>
    <w:rsid w:val="00856E59"/>
    <w:rsid w:val="008570FB"/>
    <w:rsid w:val="00857139"/>
    <w:rsid w:val="00857308"/>
    <w:rsid w:val="0085773C"/>
    <w:rsid w:val="008577ED"/>
    <w:rsid w:val="0085790C"/>
    <w:rsid w:val="00857B9C"/>
    <w:rsid w:val="0086018B"/>
    <w:rsid w:val="008606C1"/>
    <w:rsid w:val="00861030"/>
    <w:rsid w:val="008611DD"/>
    <w:rsid w:val="008612DF"/>
    <w:rsid w:val="008614C8"/>
    <w:rsid w:val="008616F7"/>
    <w:rsid w:val="008620DE"/>
    <w:rsid w:val="00865C35"/>
    <w:rsid w:val="00865FB4"/>
    <w:rsid w:val="00866355"/>
    <w:rsid w:val="008666AA"/>
    <w:rsid w:val="00866867"/>
    <w:rsid w:val="00866A86"/>
    <w:rsid w:val="008670E1"/>
    <w:rsid w:val="00867175"/>
    <w:rsid w:val="008673EF"/>
    <w:rsid w:val="008703B8"/>
    <w:rsid w:val="00870741"/>
    <w:rsid w:val="008708F9"/>
    <w:rsid w:val="008709A7"/>
    <w:rsid w:val="00870DA5"/>
    <w:rsid w:val="00871CE7"/>
    <w:rsid w:val="00872257"/>
    <w:rsid w:val="00873000"/>
    <w:rsid w:val="0087301E"/>
    <w:rsid w:val="008732E1"/>
    <w:rsid w:val="00873534"/>
    <w:rsid w:val="00873769"/>
    <w:rsid w:val="00873BDC"/>
    <w:rsid w:val="00873C36"/>
    <w:rsid w:val="008745A9"/>
    <w:rsid w:val="00874AE3"/>
    <w:rsid w:val="00874FE8"/>
    <w:rsid w:val="008753E6"/>
    <w:rsid w:val="0087674E"/>
    <w:rsid w:val="00876773"/>
    <w:rsid w:val="008769A1"/>
    <w:rsid w:val="00876B5E"/>
    <w:rsid w:val="0087738C"/>
    <w:rsid w:val="008776BE"/>
    <w:rsid w:val="008778CD"/>
    <w:rsid w:val="00877C21"/>
    <w:rsid w:val="008802AF"/>
    <w:rsid w:val="0088086E"/>
    <w:rsid w:val="00881926"/>
    <w:rsid w:val="0088279F"/>
    <w:rsid w:val="008830AA"/>
    <w:rsid w:val="00883111"/>
    <w:rsid w:val="0088318F"/>
    <w:rsid w:val="0088331D"/>
    <w:rsid w:val="008838A6"/>
    <w:rsid w:val="008849C8"/>
    <w:rsid w:val="008852B0"/>
    <w:rsid w:val="0088536C"/>
    <w:rsid w:val="0088561D"/>
    <w:rsid w:val="00885AE7"/>
    <w:rsid w:val="00886237"/>
    <w:rsid w:val="0088692C"/>
    <w:rsid w:val="00886976"/>
    <w:rsid w:val="00886B60"/>
    <w:rsid w:val="00887889"/>
    <w:rsid w:val="0089008C"/>
    <w:rsid w:val="0089012F"/>
    <w:rsid w:val="00890221"/>
    <w:rsid w:val="008908FB"/>
    <w:rsid w:val="00890BD6"/>
    <w:rsid w:val="00890F77"/>
    <w:rsid w:val="0089106B"/>
    <w:rsid w:val="008910D5"/>
    <w:rsid w:val="00891B0F"/>
    <w:rsid w:val="00892097"/>
    <w:rsid w:val="008920FF"/>
    <w:rsid w:val="0089259D"/>
    <w:rsid w:val="008926E8"/>
    <w:rsid w:val="0089287F"/>
    <w:rsid w:val="0089400D"/>
    <w:rsid w:val="0089422F"/>
    <w:rsid w:val="00894C44"/>
    <w:rsid w:val="00894F19"/>
    <w:rsid w:val="00894F67"/>
    <w:rsid w:val="00895257"/>
    <w:rsid w:val="0089586E"/>
    <w:rsid w:val="00895C2C"/>
    <w:rsid w:val="008965E1"/>
    <w:rsid w:val="008967DC"/>
    <w:rsid w:val="00896A10"/>
    <w:rsid w:val="00897095"/>
    <w:rsid w:val="008971B5"/>
    <w:rsid w:val="008974B9"/>
    <w:rsid w:val="00897A40"/>
    <w:rsid w:val="008A0438"/>
    <w:rsid w:val="008A12DF"/>
    <w:rsid w:val="008A1CED"/>
    <w:rsid w:val="008A377A"/>
    <w:rsid w:val="008A4DBB"/>
    <w:rsid w:val="008A503B"/>
    <w:rsid w:val="008A5AB3"/>
    <w:rsid w:val="008A5C6C"/>
    <w:rsid w:val="008A5D26"/>
    <w:rsid w:val="008A631E"/>
    <w:rsid w:val="008A6B13"/>
    <w:rsid w:val="008A6ECB"/>
    <w:rsid w:val="008A71A8"/>
    <w:rsid w:val="008A796D"/>
    <w:rsid w:val="008A7A7D"/>
    <w:rsid w:val="008B01B6"/>
    <w:rsid w:val="008B0B38"/>
    <w:rsid w:val="008B0BF9"/>
    <w:rsid w:val="008B1295"/>
    <w:rsid w:val="008B1365"/>
    <w:rsid w:val="008B17B3"/>
    <w:rsid w:val="008B1BDD"/>
    <w:rsid w:val="008B1D04"/>
    <w:rsid w:val="008B1FCD"/>
    <w:rsid w:val="008B2866"/>
    <w:rsid w:val="008B2C98"/>
    <w:rsid w:val="008B3859"/>
    <w:rsid w:val="008B3F73"/>
    <w:rsid w:val="008B436D"/>
    <w:rsid w:val="008B4BAB"/>
    <w:rsid w:val="008B4E49"/>
    <w:rsid w:val="008B53C6"/>
    <w:rsid w:val="008B60B3"/>
    <w:rsid w:val="008B6716"/>
    <w:rsid w:val="008B7712"/>
    <w:rsid w:val="008B7B26"/>
    <w:rsid w:val="008B7C36"/>
    <w:rsid w:val="008B7CD8"/>
    <w:rsid w:val="008B7FE5"/>
    <w:rsid w:val="008C07DA"/>
    <w:rsid w:val="008C0972"/>
    <w:rsid w:val="008C1A80"/>
    <w:rsid w:val="008C25DD"/>
    <w:rsid w:val="008C28F3"/>
    <w:rsid w:val="008C2EB4"/>
    <w:rsid w:val="008C34AC"/>
    <w:rsid w:val="008C3524"/>
    <w:rsid w:val="008C3623"/>
    <w:rsid w:val="008C3AAD"/>
    <w:rsid w:val="008C3B3C"/>
    <w:rsid w:val="008C3D50"/>
    <w:rsid w:val="008C3DEE"/>
    <w:rsid w:val="008C4061"/>
    <w:rsid w:val="008C4229"/>
    <w:rsid w:val="008C44CC"/>
    <w:rsid w:val="008C491A"/>
    <w:rsid w:val="008C4A58"/>
    <w:rsid w:val="008C5029"/>
    <w:rsid w:val="008C52FA"/>
    <w:rsid w:val="008C5676"/>
    <w:rsid w:val="008C5BE0"/>
    <w:rsid w:val="008C5FA8"/>
    <w:rsid w:val="008C622A"/>
    <w:rsid w:val="008C63BC"/>
    <w:rsid w:val="008C64A2"/>
    <w:rsid w:val="008C6A0E"/>
    <w:rsid w:val="008C6E94"/>
    <w:rsid w:val="008C7233"/>
    <w:rsid w:val="008D0457"/>
    <w:rsid w:val="008D0519"/>
    <w:rsid w:val="008D0616"/>
    <w:rsid w:val="008D0CD2"/>
    <w:rsid w:val="008D135D"/>
    <w:rsid w:val="008D1708"/>
    <w:rsid w:val="008D186D"/>
    <w:rsid w:val="008D1A07"/>
    <w:rsid w:val="008D1BF7"/>
    <w:rsid w:val="008D2434"/>
    <w:rsid w:val="008D284D"/>
    <w:rsid w:val="008D2E17"/>
    <w:rsid w:val="008D4E26"/>
    <w:rsid w:val="008D4F52"/>
    <w:rsid w:val="008D5A2B"/>
    <w:rsid w:val="008D6E96"/>
    <w:rsid w:val="008D7371"/>
    <w:rsid w:val="008D7D36"/>
    <w:rsid w:val="008D7E32"/>
    <w:rsid w:val="008E11D9"/>
    <w:rsid w:val="008E171D"/>
    <w:rsid w:val="008E175F"/>
    <w:rsid w:val="008E20F9"/>
    <w:rsid w:val="008E2265"/>
    <w:rsid w:val="008E257B"/>
    <w:rsid w:val="008E2785"/>
    <w:rsid w:val="008E2BC4"/>
    <w:rsid w:val="008E33A9"/>
    <w:rsid w:val="008E39BB"/>
    <w:rsid w:val="008E41EB"/>
    <w:rsid w:val="008E4656"/>
    <w:rsid w:val="008E4F26"/>
    <w:rsid w:val="008E5269"/>
    <w:rsid w:val="008E69DB"/>
    <w:rsid w:val="008E69FD"/>
    <w:rsid w:val="008E72A9"/>
    <w:rsid w:val="008E7416"/>
    <w:rsid w:val="008E7573"/>
    <w:rsid w:val="008E78A3"/>
    <w:rsid w:val="008E7DBF"/>
    <w:rsid w:val="008F0654"/>
    <w:rsid w:val="008F06CB"/>
    <w:rsid w:val="008F0E58"/>
    <w:rsid w:val="008F1B9C"/>
    <w:rsid w:val="008F1C30"/>
    <w:rsid w:val="008F2E83"/>
    <w:rsid w:val="008F3458"/>
    <w:rsid w:val="008F372C"/>
    <w:rsid w:val="008F4190"/>
    <w:rsid w:val="008F4744"/>
    <w:rsid w:val="008F4A14"/>
    <w:rsid w:val="008F545E"/>
    <w:rsid w:val="008F5614"/>
    <w:rsid w:val="008F5F8C"/>
    <w:rsid w:val="008F60A9"/>
    <w:rsid w:val="008F612A"/>
    <w:rsid w:val="008F6AEF"/>
    <w:rsid w:val="008F6F78"/>
    <w:rsid w:val="008F76C9"/>
    <w:rsid w:val="008F772D"/>
    <w:rsid w:val="008F7BC7"/>
    <w:rsid w:val="00900C20"/>
    <w:rsid w:val="00900EA3"/>
    <w:rsid w:val="00901377"/>
    <w:rsid w:val="0090293D"/>
    <w:rsid w:val="009034DE"/>
    <w:rsid w:val="00903B80"/>
    <w:rsid w:val="009040D6"/>
    <w:rsid w:val="00904186"/>
    <w:rsid w:val="009041E4"/>
    <w:rsid w:val="00904440"/>
    <w:rsid w:val="0090459B"/>
    <w:rsid w:val="00905396"/>
    <w:rsid w:val="009057F7"/>
    <w:rsid w:val="00905A6C"/>
    <w:rsid w:val="0090605D"/>
    <w:rsid w:val="009061E5"/>
    <w:rsid w:val="00906419"/>
    <w:rsid w:val="009068B4"/>
    <w:rsid w:val="00907828"/>
    <w:rsid w:val="00907A8F"/>
    <w:rsid w:val="00907CB7"/>
    <w:rsid w:val="00907E13"/>
    <w:rsid w:val="009100FD"/>
    <w:rsid w:val="009111B6"/>
    <w:rsid w:val="00911311"/>
    <w:rsid w:val="00911997"/>
    <w:rsid w:val="00911D42"/>
    <w:rsid w:val="00912668"/>
    <w:rsid w:val="0091284B"/>
    <w:rsid w:val="00912889"/>
    <w:rsid w:val="00913384"/>
    <w:rsid w:val="0091385F"/>
    <w:rsid w:val="0091386E"/>
    <w:rsid w:val="00913A42"/>
    <w:rsid w:val="00913D1B"/>
    <w:rsid w:val="00913FCF"/>
    <w:rsid w:val="009140DD"/>
    <w:rsid w:val="00914167"/>
    <w:rsid w:val="00914392"/>
    <w:rsid w:val="009143DB"/>
    <w:rsid w:val="0091447A"/>
    <w:rsid w:val="00915065"/>
    <w:rsid w:val="009151A6"/>
    <w:rsid w:val="00915AE6"/>
    <w:rsid w:val="009161AB"/>
    <w:rsid w:val="0091663F"/>
    <w:rsid w:val="00916DD5"/>
    <w:rsid w:val="00917CE5"/>
    <w:rsid w:val="00920320"/>
    <w:rsid w:val="0092058D"/>
    <w:rsid w:val="009217C0"/>
    <w:rsid w:val="00921ABA"/>
    <w:rsid w:val="00921C5F"/>
    <w:rsid w:val="00922E6F"/>
    <w:rsid w:val="00923192"/>
    <w:rsid w:val="00923625"/>
    <w:rsid w:val="009242FE"/>
    <w:rsid w:val="00924E27"/>
    <w:rsid w:val="00925232"/>
    <w:rsid w:val="00925241"/>
    <w:rsid w:val="00925245"/>
    <w:rsid w:val="00925673"/>
    <w:rsid w:val="00925CEC"/>
    <w:rsid w:val="00925D52"/>
    <w:rsid w:val="00925E5F"/>
    <w:rsid w:val="009261CA"/>
    <w:rsid w:val="009269B3"/>
    <w:rsid w:val="009269E6"/>
    <w:rsid w:val="00926A3F"/>
    <w:rsid w:val="00926BF0"/>
    <w:rsid w:val="00926C6F"/>
    <w:rsid w:val="00926D9E"/>
    <w:rsid w:val="00926DFE"/>
    <w:rsid w:val="00926E05"/>
    <w:rsid w:val="00926FF3"/>
    <w:rsid w:val="00927220"/>
    <w:rsid w:val="009278C2"/>
    <w:rsid w:val="0092794E"/>
    <w:rsid w:val="00927A95"/>
    <w:rsid w:val="00930554"/>
    <w:rsid w:val="00930D30"/>
    <w:rsid w:val="00931820"/>
    <w:rsid w:val="00932F83"/>
    <w:rsid w:val="009332A2"/>
    <w:rsid w:val="00934378"/>
    <w:rsid w:val="00934751"/>
    <w:rsid w:val="00934893"/>
    <w:rsid w:val="00934955"/>
    <w:rsid w:val="00934FE0"/>
    <w:rsid w:val="009355BE"/>
    <w:rsid w:val="00935765"/>
    <w:rsid w:val="00935995"/>
    <w:rsid w:val="009362B0"/>
    <w:rsid w:val="009367B6"/>
    <w:rsid w:val="00936A43"/>
    <w:rsid w:val="009373DE"/>
    <w:rsid w:val="00937598"/>
    <w:rsid w:val="0093790B"/>
    <w:rsid w:val="009402AD"/>
    <w:rsid w:val="00942C8B"/>
    <w:rsid w:val="00942DF8"/>
    <w:rsid w:val="009432CE"/>
    <w:rsid w:val="00943751"/>
    <w:rsid w:val="00943B9B"/>
    <w:rsid w:val="00943BC6"/>
    <w:rsid w:val="0094447D"/>
    <w:rsid w:val="0094501A"/>
    <w:rsid w:val="0094550E"/>
    <w:rsid w:val="00946365"/>
    <w:rsid w:val="0094687C"/>
    <w:rsid w:val="00946BD4"/>
    <w:rsid w:val="00946DD0"/>
    <w:rsid w:val="00947DB3"/>
    <w:rsid w:val="009506BC"/>
    <w:rsid w:val="009506CE"/>
    <w:rsid w:val="0095094C"/>
    <w:rsid w:val="009509E6"/>
    <w:rsid w:val="00950EF5"/>
    <w:rsid w:val="00952018"/>
    <w:rsid w:val="00952800"/>
    <w:rsid w:val="00952856"/>
    <w:rsid w:val="009529AA"/>
    <w:rsid w:val="00952A4C"/>
    <w:rsid w:val="00952F36"/>
    <w:rsid w:val="0095300D"/>
    <w:rsid w:val="00953441"/>
    <w:rsid w:val="00953785"/>
    <w:rsid w:val="00953AC7"/>
    <w:rsid w:val="00955243"/>
    <w:rsid w:val="00955819"/>
    <w:rsid w:val="00956812"/>
    <w:rsid w:val="00956C7C"/>
    <w:rsid w:val="0095719A"/>
    <w:rsid w:val="0095719E"/>
    <w:rsid w:val="009574C0"/>
    <w:rsid w:val="009576F3"/>
    <w:rsid w:val="009601B6"/>
    <w:rsid w:val="00960277"/>
    <w:rsid w:val="00960CF3"/>
    <w:rsid w:val="009611A6"/>
    <w:rsid w:val="00961318"/>
    <w:rsid w:val="00961C7D"/>
    <w:rsid w:val="0096219F"/>
    <w:rsid w:val="009623E9"/>
    <w:rsid w:val="00963EEB"/>
    <w:rsid w:val="009648BC"/>
    <w:rsid w:val="00964C2F"/>
    <w:rsid w:val="00964CB3"/>
    <w:rsid w:val="009653C4"/>
    <w:rsid w:val="009659CC"/>
    <w:rsid w:val="009659F1"/>
    <w:rsid w:val="00965F88"/>
    <w:rsid w:val="00966B5D"/>
    <w:rsid w:val="00966D2A"/>
    <w:rsid w:val="00966E52"/>
    <w:rsid w:val="00967B2C"/>
    <w:rsid w:val="00970901"/>
    <w:rsid w:val="00970DF7"/>
    <w:rsid w:val="00971296"/>
    <w:rsid w:val="009729F9"/>
    <w:rsid w:val="00973244"/>
    <w:rsid w:val="00973BD3"/>
    <w:rsid w:val="00974389"/>
    <w:rsid w:val="00974542"/>
    <w:rsid w:val="00974CFE"/>
    <w:rsid w:val="00975356"/>
    <w:rsid w:val="00975D81"/>
    <w:rsid w:val="0097627C"/>
    <w:rsid w:val="009763F8"/>
    <w:rsid w:val="0097640E"/>
    <w:rsid w:val="00976C2E"/>
    <w:rsid w:val="009772EC"/>
    <w:rsid w:val="009777CD"/>
    <w:rsid w:val="0098015C"/>
    <w:rsid w:val="00980489"/>
    <w:rsid w:val="0098060E"/>
    <w:rsid w:val="00981034"/>
    <w:rsid w:val="009810DC"/>
    <w:rsid w:val="009812D1"/>
    <w:rsid w:val="0098264F"/>
    <w:rsid w:val="00983567"/>
    <w:rsid w:val="009835B5"/>
    <w:rsid w:val="00984523"/>
    <w:rsid w:val="00984AAC"/>
    <w:rsid w:val="00984E03"/>
    <w:rsid w:val="009850B5"/>
    <w:rsid w:val="00985EEA"/>
    <w:rsid w:val="00986296"/>
    <w:rsid w:val="00986B90"/>
    <w:rsid w:val="00986D24"/>
    <w:rsid w:val="0098785E"/>
    <w:rsid w:val="00987E85"/>
    <w:rsid w:val="0099015D"/>
    <w:rsid w:val="00990649"/>
    <w:rsid w:val="00990CE6"/>
    <w:rsid w:val="00991444"/>
    <w:rsid w:val="0099178E"/>
    <w:rsid w:val="00991FA7"/>
    <w:rsid w:val="009921CD"/>
    <w:rsid w:val="00992E40"/>
    <w:rsid w:val="009934F4"/>
    <w:rsid w:val="00993515"/>
    <w:rsid w:val="00994009"/>
    <w:rsid w:val="0099473D"/>
    <w:rsid w:val="009947FE"/>
    <w:rsid w:val="00994867"/>
    <w:rsid w:val="009948E7"/>
    <w:rsid w:val="00996045"/>
    <w:rsid w:val="00996D15"/>
    <w:rsid w:val="009A01D7"/>
    <w:rsid w:val="009A0BED"/>
    <w:rsid w:val="009A0D12"/>
    <w:rsid w:val="009A13FF"/>
    <w:rsid w:val="009A146A"/>
    <w:rsid w:val="009A185A"/>
    <w:rsid w:val="009A1987"/>
    <w:rsid w:val="009A234B"/>
    <w:rsid w:val="009A2634"/>
    <w:rsid w:val="009A268F"/>
    <w:rsid w:val="009A2816"/>
    <w:rsid w:val="009A2BEE"/>
    <w:rsid w:val="009A2DAF"/>
    <w:rsid w:val="009A2F3E"/>
    <w:rsid w:val="009A3833"/>
    <w:rsid w:val="009A4677"/>
    <w:rsid w:val="009A5289"/>
    <w:rsid w:val="009A5345"/>
    <w:rsid w:val="009A5A98"/>
    <w:rsid w:val="009A5EF7"/>
    <w:rsid w:val="009A5F92"/>
    <w:rsid w:val="009A6AF7"/>
    <w:rsid w:val="009A6B1F"/>
    <w:rsid w:val="009A7A53"/>
    <w:rsid w:val="009B0195"/>
    <w:rsid w:val="009B0402"/>
    <w:rsid w:val="009B0B75"/>
    <w:rsid w:val="009B0BDA"/>
    <w:rsid w:val="009B16DF"/>
    <w:rsid w:val="009B1913"/>
    <w:rsid w:val="009B25B8"/>
    <w:rsid w:val="009B2708"/>
    <w:rsid w:val="009B2962"/>
    <w:rsid w:val="009B38A3"/>
    <w:rsid w:val="009B4A4D"/>
    <w:rsid w:val="009B4CB2"/>
    <w:rsid w:val="009B58D7"/>
    <w:rsid w:val="009B658F"/>
    <w:rsid w:val="009B6701"/>
    <w:rsid w:val="009B6A6E"/>
    <w:rsid w:val="009B6EF7"/>
    <w:rsid w:val="009B7000"/>
    <w:rsid w:val="009B739C"/>
    <w:rsid w:val="009B78AB"/>
    <w:rsid w:val="009C04EC"/>
    <w:rsid w:val="009C0A0C"/>
    <w:rsid w:val="009C1A94"/>
    <w:rsid w:val="009C1DA2"/>
    <w:rsid w:val="009C2110"/>
    <w:rsid w:val="009C21DF"/>
    <w:rsid w:val="009C2A97"/>
    <w:rsid w:val="009C2C55"/>
    <w:rsid w:val="009C328C"/>
    <w:rsid w:val="009C4444"/>
    <w:rsid w:val="009C464F"/>
    <w:rsid w:val="009C46DD"/>
    <w:rsid w:val="009C5194"/>
    <w:rsid w:val="009C5C95"/>
    <w:rsid w:val="009C6160"/>
    <w:rsid w:val="009C61D4"/>
    <w:rsid w:val="009C79AD"/>
    <w:rsid w:val="009C7C4B"/>
    <w:rsid w:val="009C7CA6"/>
    <w:rsid w:val="009D0AFA"/>
    <w:rsid w:val="009D0D60"/>
    <w:rsid w:val="009D1145"/>
    <w:rsid w:val="009D131E"/>
    <w:rsid w:val="009D1F37"/>
    <w:rsid w:val="009D20EF"/>
    <w:rsid w:val="009D211D"/>
    <w:rsid w:val="009D243B"/>
    <w:rsid w:val="009D30B0"/>
    <w:rsid w:val="009D3316"/>
    <w:rsid w:val="009D3429"/>
    <w:rsid w:val="009D3732"/>
    <w:rsid w:val="009D3949"/>
    <w:rsid w:val="009D3A60"/>
    <w:rsid w:val="009D40DD"/>
    <w:rsid w:val="009D4824"/>
    <w:rsid w:val="009D4D45"/>
    <w:rsid w:val="009D5397"/>
    <w:rsid w:val="009D5491"/>
    <w:rsid w:val="009D55AA"/>
    <w:rsid w:val="009D65B5"/>
    <w:rsid w:val="009D6B76"/>
    <w:rsid w:val="009D73EE"/>
    <w:rsid w:val="009D7ED1"/>
    <w:rsid w:val="009E10B6"/>
    <w:rsid w:val="009E1947"/>
    <w:rsid w:val="009E270E"/>
    <w:rsid w:val="009E28DD"/>
    <w:rsid w:val="009E2E43"/>
    <w:rsid w:val="009E2E52"/>
    <w:rsid w:val="009E3247"/>
    <w:rsid w:val="009E324D"/>
    <w:rsid w:val="009E340B"/>
    <w:rsid w:val="009E3AD8"/>
    <w:rsid w:val="009E3B98"/>
    <w:rsid w:val="009E3E77"/>
    <w:rsid w:val="009E3FAB"/>
    <w:rsid w:val="009E4222"/>
    <w:rsid w:val="009E426A"/>
    <w:rsid w:val="009E444F"/>
    <w:rsid w:val="009E5B3F"/>
    <w:rsid w:val="009E610A"/>
    <w:rsid w:val="009E6496"/>
    <w:rsid w:val="009E64AC"/>
    <w:rsid w:val="009E6533"/>
    <w:rsid w:val="009E71EB"/>
    <w:rsid w:val="009E7427"/>
    <w:rsid w:val="009E7AEF"/>
    <w:rsid w:val="009E7D90"/>
    <w:rsid w:val="009F1624"/>
    <w:rsid w:val="009F1AB0"/>
    <w:rsid w:val="009F1F3B"/>
    <w:rsid w:val="009F2195"/>
    <w:rsid w:val="009F2AAC"/>
    <w:rsid w:val="009F2C4C"/>
    <w:rsid w:val="009F3176"/>
    <w:rsid w:val="009F3226"/>
    <w:rsid w:val="009F326A"/>
    <w:rsid w:val="009F501D"/>
    <w:rsid w:val="009F5143"/>
    <w:rsid w:val="009F56FA"/>
    <w:rsid w:val="009F65AF"/>
    <w:rsid w:val="009F68C0"/>
    <w:rsid w:val="009F6A2C"/>
    <w:rsid w:val="009F7A81"/>
    <w:rsid w:val="009F7F4C"/>
    <w:rsid w:val="00A00009"/>
    <w:rsid w:val="00A0016D"/>
    <w:rsid w:val="00A00547"/>
    <w:rsid w:val="00A00E86"/>
    <w:rsid w:val="00A01087"/>
    <w:rsid w:val="00A013F4"/>
    <w:rsid w:val="00A01422"/>
    <w:rsid w:val="00A01644"/>
    <w:rsid w:val="00A01BA1"/>
    <w:rsid w:val="00A030B5"/>
    <w:rsid w:val="00A0362B"/>
    <w:rsid w:val="00A0362E"/>
    <w:rsid w:val="00A039D5"/>
    <w:rsid w:val="00A03B29"/>
    <w:rsid w:val="00A044BF"/>
    <w:rsid w:val="00A04556"/>
    <w:rsid w:val="00A04646"/>
    <w:rsid w:val="00A046AD"/>
    <w:rsid w:val="00A04EF2"/>
    <w:rsid w:val="00A05742"/>
    <w:rsid w:val="00A057CB"/>
    <w:rsid w:val="00A05FA0"/>
    <w:rsid w:val="00A06260"/>
    <w:rsid w:val="00A067FD"/>
    <w:rsid w:val="00A069BE"/>
    <w:rsid w:val="00A07500"/>
    <w:rsid w:val="00A07605"/>
    <w:rsid w:val="00A0768C"/>
    <w:rsid w:val="00A079C1"/>
    <w:rsid w:val="00A101F4"/>
    <w:rsid w:val="00A10A28"/>
    <w:rsid w:val="00A10BC1"/>
    <w:rsid w:val="00A10FED"/>
    <w:rsid w:val="00A114D3"/>
    <w:rsid w:val="00A1173F"/>
    <w:rsid w:val="00A12520"/>
    <w:rsid w:val="00A12A6E"/>
    <w:rsid w:val="00A12C6C"/>
    <w:rsid w:val="00A130FD"/>
    <w:rsid w:val="00A136C2"/>
    <w:rsid w:val="00A13D6D"/>
    <w:rsid w:val="00A14769"/>
    <w:rsid w:val="00A14892"/>
    <w:rsid w:val="00A14A78"/>
    <w:rsid w:val="00A14D2E"/>
    <w:rsid w:val="00A152D1"/>
    <w:rsid w:val="00A1586F"/>
    <w:rsid w:val="00A15946"/>
    <w:rsid w:val="00A16151"/>
    <w:rsid w:val="00A16377"/>
    <w:rsid w:val="00A1637B"/>
    <w:rsid w:val="00A16A96"/>
    <w:rsid w:val="00A16B82"/>
    <w:rsid w:val="00A16D4D"/>
    <w:rsid w:val="00A16EC6"/>
    <w:rsid w:val="00A17208"/>
    <w:rsid w:val="00A177F5"/>
    <w:rsid w:val="00A17AC7"/>
    <w:rsid w:val="00A17C06"/>
    <w:rsid w:val="00A17C6E"/>
    <w:rsid w:val="00A208D4"/>
    <w:rsid w:val="00A209BC"/>
    <w:rsid w:val="00A20E98"/>
    <w:rsid w:val="00A2126E"/>
    <w:rsid w:val="00A21706"/>
    <w:rsid w:val="00A22033"/>
    <w:rsid w:val="00A22BEB"/>
    <w:rsid w:val="00A22D08"/>
    <w:rsid w:val="00A23493"/>
    <w:rsid w:val="00A235D1"/>
    <w:rsid w:val="00A23668"/>
    <w:rsid w:val="00A23867"/>
    <w:rsid w:val="00A24FCC"/>
    <w:rsid w:val="00A25084"/>
    <w:rsid w:val="00A253C4"/>
    <w:rsid w:val="00A25798"/>
    <w:rsid w:val="00A26024"/>
    <w:rsid w:val="00A261C0"/>
    <w:rsid w:val="00A26A90"/>
    <w:rsid w:val="00A26B27"/>
    <w:rsid w:val="00A26CB9"/>
    <w:rsid w:val="00A26E5D"/>
    <w:rsid w:val="00A279EC"/>
    <w:rsid w:val="00A3053B"/>
    <w:rsid w:val="00A30E4F"/>
    <w:rsid w:val="00A312C3"/>
    <w:rsid w:val="00A31B8F"/>
    <w:rsid w:val="00A31CED"/>
    <w:rsid w:val="00A32253"/>
    <w:rsid w:val="00A32AD4"/>
    <w:rsid w:val="00A32D9E"/>
    <w:rsid w:val="00A3310E"/>
    <w:rsid w:val="00A333A0"/>
    <w:rsid w:val="00A33BB1"/>
    <w:rsid w:val="00A33F02"/>
    <w:rsid w:val="00A3461A"/>
    <w:rsid w:val="00A34BFD"/>
    <w:rsid w:val="00A34D56"/>
    <w:rsid w:val="00A34FC8"/>
    <w:rsid w:val="00A350F6"/>
    <w:rsid w:val="00A35BC3"/>
    <w:rsid w:val="00A364D2"/>
    <w:rsid w:val="00A36693"/>
    <w:rsid w:val="00A3713A"/>
    <w:rsid w:val="00A376C9"/>
    <w:rsid w:val="00A37E70"/>
    <w:rsid w:val="00A40251"/>
    <w:rsid w:val="00A4028E"/>
    <w:rsid w:val="00A40524"/>
    <w:rsid w:val="00A40575"/>
    <w:rsid w:val="00A41345"/>
    <w:rsid w:val="00A4286B"/>
    <w:rsid w:val="00A431E6"/>
    <w:rsid w:val="00A436FB"/>
    <w:rsid w:val="00A437E1"/>
    <w:rsid w:val="00A43EAA"/>
    <w:rsid w:val="00A45A61"/>
    <w:rsid w:val="00A4685E"/>
    <w:rsid w:val="00A4687B"/>
    <w:rsid w:val="00A46F7E"/>
    <w:rsid w:val="00A47B97"/>
    <w:rsid w:val="00A47F0B"/>
    <w:rsid w:val="00A507AC"/>
    <w:rsid w:val="00A50CD4"/>
    <w:rsid w:val="00A51191"/>
    <w:rsid w:val="00A5181C"/>
    <w:rsid w:val="00A51C11"/>
    <w:rsid w:val="00A5207A"/>
    <w:rsid w:val="00A5330F"/>
    <w:rsid w:val="00A53D7E"/>
    <w:rsid w:val="00A54379"/>
    <w:rsid w:val="00A549A5"/>
    <w:rsid w:val="00A54DD8"/>
    <w:rsid w:val="00A54E23"/>
    <w:rsid w:val="00A55572"/>
    <w:rsid w:val="00A558A4"/>
    <w:rsid w:val="00A56D62"/>
    <w:rsid w:val="00A56F07"/>
    <w:rsid w:val="00A57025"/>
    <w:rsid w:val="00A572F3"/>
    <w:rsid w:val="00A5762C"/>
    <w:rsid w:val="00A57A75"/>
    <w:rsid w:val="00A57CF7"/>
    <w:rsid w:val="00A57F03"/>
    <w:rsid w:val="00A600FC"/>
    <w:rsid w:val="00A6026B"/>
    <w:rsid w:val="00A60556"/>
    <w:rsid w:val="00A60BCA"/>
    <w:rsid w:val="00A60D08"/>
    <w:rsid w:val="00A60D12"/>
    <w:rsid w:val="00A6124C"/>
    <w:rsid w:val="00A61390"/>
    <w:rsid w:val="00A613FC"/>
    <w:rsid w:val="00A61555"/>
    <w:rsid w:val="00A61608"/>
    <w:rsid w:val="00A61775"/>
    <w:rsid w:val="00A633FA"/>
    <w:rsid w:val="00A638DA"/>
    <w:rsid w:val="00A63B7B"/>
    <w:rsid w:val="00A6455C"/>
    <w:rsid w:val="00A64614"/>
    <w:rsid w:val="00A64A97"/>
    <w:rsid w:val="00A64D2F"/>
    <w:rsid w:val="00A64EDF"/>
    <w:rsid w:val="00A6511B"/>
    <w:rsid w:val="00A6516D"/>
    <w:rsid w:val="00A652E1"/>
    <w:rsid w:val="00A652FE"/>
    <w:rsid w:val="00A65B41"/>
    <w:rsid w:val="00A65E00"/>
    <w:rsid w:val="00A665FB"/>
    <w:rsid w:val="00A66A78"/>
    <w:rsid w:val="00A6746B"/>
    <w:rsid w:val="00A6761F"/>
    <w:rsid w:val="00A67F8F"/>
    <w:rsid w:val="00A7039B"/>
    <w:rsid w:val="00A70C23"/>
    <w:rsid w:val="00A70FD2"/>
    <w:rsid w:val="00A7135C"/>
    <w:rsid w:val="00A71CDE"/>
    <w:rsid w:val="00A71F81"/>
    <w:rsid w:val="00A723AB"/>
    <w:rsid w:val="00A72DA4"/>
    <w:rsid w:val="00A72EE0"/>
    <w:rsid w:val="00A72FE5"/>
    <w:rsid w:val="00A7436E"/>
    <w:rsid w:val="00A74678"/>
    <w:rsid w:val="00A74937"/>
    <w:rsid w:val="00A74E96"/>
    <w:rsid w:val="00A75311"/>
    <w:rsid w:val="00A75685"/>
    <w:rsid w:val="00A75A8E"/>
    <w:rsid w:val="00A7642A"/>
    <w:rsid w:val="00A77FE8"/>
    <w:rsid w:val="00A803E2"/>
    <w:rsid w:val="00A80B52"/>
    <w:rsid w:val="00A815D2"/>
    <w:rsid w:val="00A82199"/>
    <w:rsid w:val="00A824DD"/>
    <w:rsid w:val="00A82872"/>
    <w:rsid w:val="00A82B03"/>
    <w:rsid w:val="00A833F2"/>
    <w:rsid w:val="00A83676"/>
    <w:rsid w:val="00A83782"/>
    <w:rsid w:val="00A83B7B"/>
    <w:rsid w:val="00A84062"/>
    <w:rsid w:val="00A84274"/>
    <w:rsid w:val="00A8497C"/>
    <w:rsid w:val="00A84E00"/>
    <w:rsid w:val="00A85003"/>
    <w:rsid w:val="00A850F3"/>
    <w:rsid w:val="00A854F8"/>
    <w:rsid w:val="00A85ACA"/>
    <w:rsid w:val="00A85BCB"/>
    <w:rsid w:val="00A864E3"/>
    <w:rsid w:val="00A87401"/>
    <w:rsid w:val="00A87803"/>
    <w:rsid w:val="00A87DD9"/>
    <w:rsid w:val="00A87FF6"/>
    <w:rsid w:val="00A902DB"/>
    <w:rsid w:val="00A90EC4"/>
    <w:rsid w:val="00A91212"/>
    <w:rsid w:val="00A9140D"/>
    <w:rsid w:val="00A94574"/>
    <w:rsid w:val="00A94F31"/>
    <w:rsid w:val="00A95936"/>
    <w:rsid w:val="00A96265"/>
    <w:rsid w:val="00A96781"/>
    <w:rsid w:val="00A97084"/>
    <w:rsid w:val="00A97E7B"/>
    <w:rsid w:val="00AA0B5B"/>
    <w:rsid w:val="00AA0BB0"/>
    <w:rsid w:val="00AA1532"/>
    <w:rsid w:val="00AA1C2C"/>
    <w:rsid w:val="00AA1D28"/>
    <w:rsid w:val="00AA2A50"/>
    <w:rsid w:val="00AA35D2"/>
    <w:rsid w:val="00AA35F6"/>
    <w:rsid w:val="00AA3958"/>
    <w:rsid w:val="00AA4056"/>
    <w:rsid w:val="00AA444E"/>
    <w:rsid w:val="00AA44F1"/>
    <w:rsid w:val="00AA4593"/>
    <w:rsid w:val="00AA4DC2"/>
    <w:rsid w:val="00AA5D26"/>
    <w:rsid w:val="00AA639C"/>
    <w:rsid w:val="00AA667C"/>
    <w:rsid w:val="00AA6A75"/>
    <w:rsid w:val="00AA6E91"/>
    <w:rsid w:val="00AA7439"/>
    <w:rsid w:val="00AA747B"/>
    <w:rsid w:val="00AA7D95"/>
    <w:rsid w:val="00AB047E"/>
    <w:rsid w:val="00AB06F2"/>
    <w:rsid w:val="00AB0B0A"/>
    <w:rsid w:val="00AB0BB7"/>
    <w:rsid w:val="00AB0CC3"/>
    <w:rsid w:val="00AB1D1F"/>
    <w:rsid w:val="00AB1EA6"/>
    <w:rsid w:val="00AB2146"/>
    <w:rsid w:val="00AB22C6"/>
    <w:rsid w:val="00AB23DE"/>
    <w:rsid w:val="00AB27BC"/>
    <w:rsid w:val="00AB2898"/>
    <w:rsid w:val="00AB2AD0"/>
    <w:rsid w:val="00AB2ADA"/>
    <w:rsid w:val="00AB2E13"/>
    <w:rsid w:val="00AB3271"/>
    <w:rsid w:val="00AB3998"/>
    <w:rsid w:val="00AB3D0D"/>
    <w:rsid w:val="00AB434E"/>
    <w:rsid w:val="00AB44B4"/>
    <w:rsid w:val="00AB4C38"/>
    <w:rsid w:val="00AB4E28"/>
    <w:rsid w:val="00AB4FDD"/>
    <w:rsid w:val="00AB55DC"/>
    <w:rsid w:val="00AB5E31"/>
    <w:rsid w:val="00AB67FC"/>
    <w:rsid w:val="00AB68AB"/>
    <w:rsid w:val="00AB6932"/>
    <w:rsid w:val="00AB6A31"/>
    <w:rsid w:val="00AB6BF6"/>
    <w:rsid w:val="00AB78D3"/>
    <w:rsid w:val="00AB7FDA"/>
    <w:rsid w:val="00AC00F2"/>
    <w:rsid w:val="00AC04DD"/>
    <w:rsid w:val="00AC11A2"/>
    <w:rsid w:val="00AC2BAF"/>
    <w:rsid w:val="00AC3198"/>
    <w:rsid w:val="00AC31B5"/>
    <w:rsid w:val="00AC3DCA"/>
    <w:rsid w:val="00AC3ED4"/>
    <w:rsid w:val="00AC4394"/>
    <w:rsid w:val="00AC4A8C"/>
    <w:rsid w:val="00AC4DBA"/>
    <w:rsid w:val="00AC4EA1"/>
    <w:rsid w:val="00AC5102"/>
    <w:rsid w:val="00AC5381"/>
    <w:rsid w:val="00AC5920"/>
    <w:rsid w:val="00AC5A8F"/>
    <w:rsid w:val="00AC5E36"/>
    <w:rsid w:val="00AC601C"/>
    <w:rsid w:val="00AC6E00"/>
    <w:rsid w:val="00AC76C1"/>
    <w:rsid w:val="00AD0E65"/>
    <w:rsid w:val="00AD1948"/>
    <w:rsid w:val="00AD19DE"/>
    <w:rsid w:val="00AD1D17"/>
    <w:rsid w:val="00AD2BF2"/>
    <w:rsid w:val="00AD30E9"/>
    <w:rsid w:val="00AD35D9"/>
    <w:rsid w:val="00AD371C"/>
    <w:rsid w:val="00AD37BC"/>
    <w:rsid w:val="00AD3D96"/>
    <w:rsid w:val="00AD463A"/>
    <w:rsid w:val="00AD4E90"/>
    <w:rsid w:val="00AD508A"/>
    <w:rsid w:val="00AD5422"/>
    <w:rsid w:val="00AD5440"/>
    <w:rsid w:val="00AD6991"/>
    <w:rsid w:val="00AD6B9C"/>
    <w:rsid w:val="00AD6EF0"/>
    <w:rsid w:val="00AD7851"/>
    <w:rsid w:val="00AE0264"/>
    <w:rsid w:val="00AE04DD"/>
    <w:rsid w:val="00AE053A"/>
    <w:rsid w:val="00AE170F"/>
    <w:rsid w:val="00AE1C65"/>
    <w:rsid w:val="00AE1D6A"/>
    <w:rsid w:val="00AE2237"/>
    <w:rsid w:val="00AE26B9"/>
    <w:rsid w:val="00AE32F7"/>
    <w:rsid w:val="00AE4179"/>
    <w:rsid w:val="00AE4425"/>
    <w:rsid w:val="00AE4AD2"/>
    <w:rsid w:val="00AE4B98"/>
    <w:rsid w:val="00AE4FBE"/>
    <w:rsid w:val="00AE5698"/>
    <w:rsid w:val="00AE5760"/>
    <w:rsid w:val="00AE62CA"/>
    <w:rsid w:val="00AE650F"/>
    <w:rsid w:val="00AE6555"/>
    <w:rsid w:val="00AE684E"/>
    <w:rsid w:val="00AE6AA8"/>
    <w:rsid w:val="00AE6E52"/>
    <w:rsid w:val="00AE7380"/>
    <w:rsid w:val="00AE7D16"/>
    <w:rsid w:val="00AF036A"/>
    <w:rsid w:val="00AF0659"/>
    <w:rsid w:val="00AF097E"/>
    <w:rsid w:val="00AF1000"/>
    <w:rsid w:val="00AF11C9"/>
    <w:rsid w:val="00AF1667"/>
    <w:rsid w:val="00AF16F3"/>
    <w:rsid w:val="00AF198E"/>
    <w:rsid w:val="00AF1F17"/>
    <w:rsid w:val="00AF2493"/>
    <w:rsid w:val="00AF2E67"/>
    <w:rsid w:val="00AF3FB1"/>
    <w:rsid w:val="00AF4888"/>
    <w:rsid w:val="00AF4CAA"/>
    <w:rsid w:val="00AF4D76"/>
    <w:rsid w:val="00AF51B8"/>
    <w:rsid w:val="00AF55B5"/>
    <w:rsid w:val="00AF571A"/>
    <w:rsid w:val="00AF595D"/>
    <w:rsid w:val="00AF5AE2"/>
    <w:rsid w:val="00AF5B64"/>
    <w:rsid w:val="00AF5C01"/>
    <w:rsid w:val="00AF5F87"/>
    <w:rsid w:val="00AF60A0"/>
    <w:rsid w:val="00AF65E1"/>
    <w:rsid w:val="00AF67FC"/>
    <w:rsid w:val="00AF7A70"/>
    <w:rsid w:val="00AF7DF5"/>
    <w:rsid w:val="00AF7FF8"/>
    <w:rsid w:val="00B001E5"/>
    <w:rsid w:val="00B006E5"/>
    <w:rsid w:val="00B008FB"/>
    <w:rsid w:val="00B00A63"/>
    <w:rsid w:val="00B01AF8"/>
    <w:rsid w:val="00B01DC4"/>
    <w:rsid w:val="00B024C2"/>
    <w:rsid w:val="00B02985"/>
    <w:rsid w:val="00B02D2A"/>
    <w:rsid w:val="00B02EF2"/>
    <w:rsid w:val="00B03388"/>
    <w:rsid w:val="00B03952"/>
    <w:rsid w:val="00B03C4D"/>
    <w:rsid w:val="00B03FD7"/>
    <w:rsid w:val="00B04113"/>
    <w:rsid w:val="00B042BC"/>
    <w:rsid w:val="00B042E4"/>
    <w:rsid w:val="00B0456F"/>
    <w:rsid w:val="00B04FDF"/>
    <w:rsid w:val="00B0506A"/>
    <w:rsid w:val="00B05587"/>
    <w:rsid w:val="00B059D4"/>
    <w:rsid w:val="00B069C4"/>
    <w:rsid w:val="00B07005"/>
    <w:rsid w:val="00B07064"/>
    <w:rsid w:val="00B074E0"/>
    <w:rsid w:val="00B07700"/>
    <w:rsid w:val="00B07835"/>
    <w:rsid w:val="00B07C11"/>
    <w:rsid w:val="00B07E54"/>
    <w:rsid w:val="00B11E78"/>
    <w:rsid w:val="00B1300C"/>
    <w:rsid w:val="00B13921"/>
    <w:rsid w:val="00B13B37"/>
    <w:rsid w:val="00B13E9C"/>
    <w:rsid w:val="00B1443D"/>
    <w:rsid w:val="00B145D6"/>
    <w:rsid w:val="00B1522D"/>
    <w:rsid w:val="00B1528C"/>
    <w:rsid w:val="00B1566F"/>
    <w:rsid w:val="00B15956"/>
    <w:rsid w:val="00B15D39"/>
    <w:rsid w:val="00B16ACD"/>
    <w:rsid w:val="00B20096"/>
    <w:rsid w:val="00B20799"/>
    <w:rsid w:val="00B20F54"/>
    <w:rsid w:val="00B20FDF"/>
    <w:rsid w:val="00B21127"/>
    <w:rsid w:val="00B21487"/>
    <w:rsid w:val="00B217DA"/>
    <w:rsid w:val="00B21DD6"/>
    <w:rsid w:val="00B2284F"/>
    <w:rsid w:val="00B22999"/>
    <w:rsid w:val="00B2308C"/>
    <w:rsid w:val="00B230CC"/>
    <w:rsid w:val="00B23203"/>
    <w:rsid w:val="00B232D1"/>
    <w:rsid w:val="00B23D63"/>
    <w:rsid w:val="00B24DB5"/>
    <w:rsid w:val="00B251DA"/>
    <w:rsid w:val="00B2555F"/>
    <w:rsid w:val="00B255E8"/>
    <w:rsid w:val="00B25C68"/>
    <w:rsid w:val="00B25E9B"/>
    <w:rsid w:val="00B26B99"/>
    <w:rsid w:val="00B26C1F"/>
    <w:rsid w:val="00B279B0"/>
    <w:rsid w:val="00B30853"/>
    <w:rsid w:val="00B30E63"/>
    <w:rsid w:val="00B31402"/>
    <w:rsid w:val="00B31E8D"/>
    <w:rsid w:val="00B31F9E"/>
    <w:rsid w:val="00B32281"/>
    <w:rsid w:val="00B32531"/>
    <w:rsid w:val="00B3268F"/>
    <w:rsid w:val="00B32C2C"/>
    <w:rsid w:val="00B32E08"/>
    <w:rsid w:val="00B33833"/>
    <w:rsid w:val="00B33A1A"/>
    <w:rsid w:val="00B33B12"/>
    <w:rsid w:val="00B33DAA"/>
    <w:rsid w:val="00B33E6C"/>
    <w:rsid w:val="00B34C67"/>
    <w:rsid w:val="00B355C7"/>
    <w:rsid w:val="00B35A77"/>
    <w:rsid w:val="00B35DA7"/>
    <w:rsid w:val="00B36071"/>
    <w:rsid w:val="00B36FF0"/>
    <w:rsid w:val="00B371CC"/>
    <w:rsid w:val="00B373D3"/>
    <w:rsid w:val="00B37A82"/>
    <w:rsid w:val="00B37F4D"/>
    <w:rsid w:val="00B40C93"/>
    <w:rsid w:val="00B40D6E"/>
    <w:rsid w:val="00B41674"/>
    <w:rsid w:val="00B41B90"/>
    <w:rsid w:val="00B41CD9"/>
    <w:rsid w:val="00B42616"/>
    <w:rsid w:val="00B427E6"/>
    <w:rsid w:val="00B428A6"/>
    <w:rsid w:val="00B433B2"/>
    <w:rsid w:val="00B4347E"/>
    <w:rsid w:val="00B43485"/>
    <w:rsid w:val="00B436FC"/>
    <w:rsid w:val="00B43CBF"/>
    <w:rsid w:val="00B43E1F"/>
    <w:rsid w:val="00B44354"/>
    <w:rsid w:val="00B44C7F"/>
    <w:rsid w:val="00B454EC"/>
    <w:rsid w:val="00B457BF"/>
    <w:rsid w:val="00B45EBE"/>
    <w:rsid w:val="00B45FBC"/>
    <w:rsid w:val="00B46B2F"/>
    <w:rsid w:val="00B47D6A"/>
    <w:rsid w:val="00B500D0"/>
    <w:rsid w:val="00B509D4"/>
    <w:rsid w:val="00B50A52"/>
    <w:rsid w:val="00B50B46"/>
    <w:rsid w:val="00B50E71"/>
    <w:rsid w:val="00B51A7D"/>
    <w:rsid w:val="00B51CB4"/>
    <w:rsid w:val="00B52230"/>
    <w:rsid w:val="00B525D5"/>
    <w:rsid w:val="00B53094"/>
    <w:rsid w:val="00B53241"/>
    <w:rsid w:val="00B535C2"/>
    <w:rsid w:val="00B53D4A"/>
    <w:rsid w:val="00B54D5F"/>
    <w:rsid w:val="00B54F99"/>
    <w:rsid w:val="00B550C1"/>
    <w:rsid w:val="00B5544B"/>
    <w:rsid w:val="00B55544"/>
    <w:rsid w:val="00B55660"/>
    <w:rsid w:val="00B569F2"/>
    <w:rsid w:val="00B56C52"/>
    <w:rsid w:val="00B57934"/>
    <w:rsid w:val="00B60670"/>
    <w:rsid w:val="00B609F9"/>
    <w:rsid w:val="00B61254"/>
    <w:rsid w:val="00B61322"/>
    <w:rsid w:val="00B62C3F"/>
    <w:rsid w:val="00B62E26"/>
    <w:rsid w:val="00B6365E"/>
    <w:rsid w:val="00B6379F"/>
    <w:rsid w:val="00B63842"/>
    <w:rsid w:val="00B642FC"/>
    <w:rsid w:val="00B649AA"/>
    <w:rsid w:val="00B64B35"/>
    <w:rsid w:val="00B64B67"/>
    <w:rsid w:val="00B64CC4"/>
    <w:rsid w:val="00B64D26"/>
    <w:rsid w:val="00B64FBB"/>
    <w:rsid w:val="00B651D7"/>
    <w:rsid w:val="00B658ED"/>
    <w:rsid w:val="00B66A25"/>
    <w:rsid w:val="00B66B0F"/>
    <w:rsid w:val="00B66D5D"/>
    <w:rsid w:val="00B70159"/>
    <w:rsid w:val="00B704A6"/>
    <w:rsid w:val="00B7060E"/>
    <w:rsid w:val="00B70906"/>
    <w:rsid w:val="00B70D37"/>
    <w:rsid w:val="00B70E22"/>
    <w:rsid w:val="00B7195A"/>
    <w:rsid w:val="00B71EFB"/>
    <w:rsid w:val="00B72254"/>
    <w:rsid w:val="00B72FDB"/>
    <w:rsid w:val="00B7382B"/>
    <w:rsid w:val="00B73BEC"/>
    <w:rsid w:val="00B74A56"/>
    <w:rsid w:val="00B74B97"/>
    <w:rsid w:val="00B75857"/>
    <w:rsid w:val="00B76271"/>
    <w:rsid w:val="00B767C2"/>
    <w:rsid w:val="00B774CB"/>
    <w:rsid w:val="00B77837"/>
    <w:rsid w:val="00B77FAE"/>
    <w:rsid w:val="00B80402"/>
    <w:rsid w:val="00B80491"/>
    <w:rsid w:val="00B8083B"/>
    <w:rsid w:val="00B80B9A"/>
    <w:rsid w:val="00B818A6"/>
    <w:rsid w:val="00B81C26"/>
    <w:rsid w:val="00B822F8"/>
    <w:rsid w:val="00B82584"/>
    <w:rsid w:val="00B828FF"/>
    <w:rsid w:val="00B82C35"/>
    <w:rsid w:val="00B830B7"/>
    <w:rsid w:val="00B836A3"/>
    <w:rsid w:val="00B841BC"/>
    <w:rsid w:val="00B842C3"/>
    <w:rsid w:val="00B84798"/>
    <w:rsid w:val="00B848EA"/>
    <w:rsid w:val="00B84B2B"/>
    <w:rsid w:val="00B84CD6"/>
    <w:rsid w:val="00B85003"/>
    <w:rsid w:val="00B85182"/>
    <w:rsid w:val="00B85DFD"/>
    <w:rsid w:val="00B85E76"/>
    <w:rsid w:val="00B86064"/>
    <w:rsid w:val="00B86DD2"/>
    <w:rsid w:val="00B87A9A"/>
    <w:rsid w:val="00B90500"/>
    <w:rsid w:val="00B90860"/>
    <w:rsid w:val="00B9126D"/>
    <w:rsid w:val="00B915A7"/>
    <w:rsid w:val="00B9176C"/>
    <w:rsid w:val="00B91D48"/>
    <w:rsid w:val="00B92201"/>
    <w:rsid w:val="00B9262A"/>
    <w:rsid w:val="00B935A4"/>
    <w:rsid w:val="00B93BBD"/>
    <w:rsid w:val="00B94F95"/>
    <w:rsid w:val="00B9603D"/>
    <w:rsid w:val="00B96286"/>
    <w:rsid w:val="00B965AC"/>
    <w:rsid w:val="00B96819"/>
    <w:rsid w:val="00B968B6"/>
    <w:rsid w:val="00B97622"/>
    <w:rsid w:val="00B9784F"/>
    <w:rsid w:val="00B97DBA"/>
    <w:rsid w:val="00B97E20"/>
    <w:rsid w:val="00BA0229"/>
    <w:rsid w:val="00BA0762"/>
    <w:rsid w:val="00BA08FE"/>
    <w:rsid w:val="00BA0DFF"/>
    <w:rsid w:val="00BA184D"/>
    <w:rsid w:val="00BA3463"/>
    <w:rsid w:val="00BA36EF"/>
    <w:rsid w:val="00BA3B1F"/>
    <w:rsid w:val="00BA48C1"/>
    <w:rsid w:val="00BA561A"/>
    <w:rsid w:val="00BA590A"/>
    <w:rsid w:val="00BA5B32"/>
    <w:rsid w:val="00BA60D2"/>
    <w:rsid w:val="00BA6281"/>
    <w:rsid w:val="00BA6319"/>
    <w:rsid w:val="00BA6AFC"/>
    <w:rsid w:val="00BA71B8"/>
    <w:rsid w:val="00BA75C3"/>
    <w:rsid w:val="00BA7796"/>
    <w:rsid w:val="00BA7901"/>
    <w:rsid w:val="00BA7E31"/>
    <w:rsid w:val="00BB02BA"/>
    <w:rsid w:val="00BB0CEE"/>
    <w:rsid w:val="00BB0DC6"/>
    <w:rsid w:val="00BB1520"/>
    <w:rsid w:val="00BB15E4"/>
    <w:rsid w:val="00BB1911"/>
    <w:rsid w:val="00BB1A68"/>
    <w:rsid w:val="00BB1E19"/>
    <w:rsid w:val="00BB1EB1"/>
    <w:rsid w:val="00BB21D1"/>
    <w:rsid w:val="00BB2E0E"/>
    <w:rsid w:val="00BB32F2"/>
    <w:rsid w:val="00BB347A"/>
    <w:rsid w:val="00BB4142"/>
    <w:rsid w:val="00BB4338"/>
    <w:rsid w:val="00BB440B"/>
    <w:rsid w:val="00BB5591"/>
    <w:rsid w:val="00BB5F31"/>
    <w:rsid w:val="00BB67E1"/>
    <w:rsid w:val="00BB6842"/>
    <w:rsid w:val="00BB6BA7"/>
    <w:rsid w:val="00BB6C0E"/>
    <w:rsid w:val="00BB6EE7"/>
    <w:rsid w:val="00BB7431"/>
    <w:rsid w:val="00BB75D7"/>
    <w:rsid w:val="00BB7737"/>
    <w:rsid w:val="00BB7B38"/>
    <w:rsid w:val="00BC00E0"/>
    <w:rsid w:val="00BC06AB"/>
    <w:rsid w:val="00BC0763"/>
    <w:rsid w:val="00BC0956"/>
    <w:rsid w:val="00BC09E5"/>
    <w:rsid w:val="00BC1140"/>
    <w:rsid w:val="00BC11E5"/>
    <w:rsid w:val="00BC13E3"/>
    <w:rsid w:val="00BC1517"/>
    <w:rsid w:val="00BC1678"/>
    <w:rsid w:val="00BC3154"/>
    <w:rsid w:val="00BC3290"/>
    <w:rsid w:val="00BC36E8"/>
    <w:rsid w:val="00BC378F"/>
    <w:rsid w:val="00BC382A"/>
    <w:rsid w:val="00BC3DEA"/>
    <w:rsid w:val="00BC4013"/>
    <w:rsid w:val="00BC414B"/>
    <w:rsid w:val="00BC422D"/>
    <w:rsid w:val="00BC4BC6"/>
    <w:rsid w:val="00BC52D4"/>
    <w:rsid w:val="00BC52FD"/>
    <w:rsid w:val="00BC60E8"/>
    <w:rsid w:val="00BC64FD"/>
    <w:rsid w:val="00BC67EB"/>
    <w:rsid w:val="00BC6E62"/>
    <w:rsid w:val="00BC7443"/>
    <w:rsid w:val="00BC782A"/>
    <w:rsid w:val="00BD0076"/>
    <w:rsid w:val="00BD0265"/>
    <w:rsid w:val="00BD0648"/>
    <w:rsid w:val="00BD0683"/>
    <w:rsid w:val="00BD08A7"/>
    <w:rsid w:val="00BD0B94"/>
    <w:rsid w:val="00BD1040"/>
    <w:rsid w:val="00BD31FB"/>
    <w:rsid w:val="00BD346C"/>
    <w:rsid w:val="00BD34AA"/>
    <w:rsid w:val="00BD3645"/>
    <w:rsid w:val="00BD468D"/>
    <w:rsid w:val="00BD516C"/>
    <w:rsid w:val="00BD6150"/>
    <w:rsid w:val="00BD6289"/>
    <w:rsid w:val="00BD70AA"/>
    <w:rsid w:val="00BD70CD"/>
    <w:rsid w:val="00BD714E"/>
    <w:rsid w:val="00BD74D9"/>
    <w:rsid w:val="00BD78EE"/>
    <w:rsid w:val="00BD7FC2"/>
    <w:rsid w:val="00BE0863"/>
    <w:rsid w:val="00BE0AF6"/>
    <w:rsid w:val="00BE0C44"/>
    <w:rsid w:val="00BE11D1"/>
    <w:rsid w:val="00BE1B8B"/>
    <w:rsid w:val="00BE2A18"/>
    <w:rsid w:val="00BE2C01"/>
    <w:rsid w:val="00BE3104"/>
    <w:rsid w:val="00BE36F4"/>
    <w:rsid w:val="00BE41EC"/>
    <w:rsid w:val="00BE47E9"/>
    <w:rsid w:val="00BE4F74"/>
    <w:rsid w:val="00BE5097"/>
    <w:rsid w:val="00BE56C1"/>
    <w:rsid w:val="00BE56FB"/>
    <w:rsid w:val="00BE59DA"/>
    <w:rsid w:val="00BE6726"/>
    <w:rsid w:val="00BE712C"/>
    <w:rsid w:val="00BE780B"/>
    <w:rsid w:val="00BE7C8A"/>
    <w:rsid w:val="00BE7DED"/>
    <w:rsid w:val="00BF0611"/>
    <w:rsid w:val="00BF0BF7"/>
    <w:rsid w:val="00BF1F6A"/>
    <w:rsid w:val="00BF2453"/>
    <w:rsid w:val="00BF36A3"/>
    <w:rsid w:val="00BF3DDE"/>
    <w:rsid w:val="00BF61F1"/>
    <w:rsid w:val="00BF6589"/>
    <w:rsid w:val="00BF6F7F"/>
    <w:rsid w:val="00BF7106"/>
    <w:rsid w:val="00BF7186"/>
    <w:rsid w:val="00BF7704"/>
    <w:rsid w:val="00C00647"/>
    <w:rsid w:val="00C0265F"/>
    <w:rsid w:val="00C02764"/>
    <w:rsid w:val="00C02A2C"/>
    <w:rsid w:val="00C02CAD"/>
    <w:rsid w:val="00C032E6"/>
    <w:rsid w:val="00C03DD2"/>
    <w:rsid w:val="00C03F99"/>
    <w:rsid w:val="00C04B68"/>
    <w:rsid w:val="00C04CEF"/>
    <w:rsid w:val="00C060C6"/>
    <w:rsid w:val="00C0662F"/>
    <w:rsid w:val="00C06C7A"/>
    <w:rsid w:val="00C06F9E"/>
    <w:rsid w:val="00C07A29"/>
    <w:rsid w:val="00C07D47"/>
    <w:rsid w:val="00C07D57"/>
    <w:rsid w:val="00C1035C"/>
    <w:rsid w:val="00C113D9"/>
    <w:rsid w:val="00C116F7"/>
    <w:rsid w:val="00C11943"/>
    <w:rsid w:val="00C11AE4"/>
    <w:rsid w:val="00C1289D"/>
    <w:rsid w:val="00C12E96"/>
    <w:rsid w:val="00C13122"/>
    <w:rsid w:val="00C13241"/>
    <w:rsid w:val="00C13BEF"/>
    <w:rsid w:val="00C14763"/>
    <w:rsid w:val="00C16141"/>
    <w:rsid w:val="00C1661A"/>
    <w:rsid w:val="00C17513"/>
    <w:rsid w:val="00C20042"/>
    <w:rsid w:val="00C2166B"/>
    <w:rsid w:val="00C228C9"/>
    <w:rsid w:val="00C22A2D"/>
    <w:rsid w:val="00C22EB0"/>
    <w:rsid w:val="00C22F3E"/>
    <w:rsid w:val="00C23378"/>
    <w:rsid w:val="00C2363F"/>
    <w:rsid w:val="00C236C8"/>
    <w:rsid w:val="00C2398A"/>
    <w:rsid w:val="00C23B17"/>
    <w:rsid w:val="00C24E9E"/>
    <w:rsid w:val="00C260B1"/>
    <w:rsid w:val="00C26DAB"/>
    <w:rsid w:val="00C26E56"/>
    <w:rsid w:val="00C27446"/>
    <w:rsid w:val="00C279EC"/>
    <w:rsid w:val="00C27C97"/>
    <w:rsid w:val="00C31064"/>
    <w:rsid w:val="00C31199"/>
    <w:rsid w:val="00C31406"/>
    <w:rsid w:val="00C317C0"/>
    <w:rsid w:val="00C324A1"/>
    <w:rsid w:val="00C3324E"/>
    <w:rsid w:val="00C334D6"/>
    <w:rsid w:val="00C33633"/>
    <w:rsid w:val="00C3422B"/>
    <w:rsid w:val="00C3444B"/>
    <w:rsid w:val="00C345E3"/>
    <w:rsid w:val="00C34607"/>
    <w:rsid w:val="00C34D15"/>
    <w:rsid w:val="00C34F9A"/>
    <w:rsid w:val="00C35089"/>
    <w:rsid w:val="00C364D2"/>
    <w:rsid w:val="00C37194"/>
    <w:rsid w:val="00C37CBA"/>
    <w:rsid w:val="00C402E2"/>
    <w:rsid w:val="00C403AC"/>
    <w:rsid w:val="00C40637"/>
    <w:rsid w:val="00C40F6C"/>
    <w:rsid w:val="00C412FE"/>
    <w:rsid w:val="00C41628"/>
    <w:rsid w:val="00C41A7B"/>
    <w:rsid w:val="00C41FA4"/>
    <w:rsid w:val="00C42972"/>
    <w:rsid w:val="00C42AF7"/>
    <w:rsid w:val="00C42BEB"/>
    <w:rsid w:val="00C42FF3"/>
    <w:rsid w:val="00C43102"/>
    <w:rsid w:val="00C43330"/>
    <w:rsid w:val="00C435E9"/>
    <w:rsid w:val="00C43964"/>
    <w:rsid w:val="00C43B0F"/>
    <w:rsid w:val="00C43C8E"/>
    <w:rsid w:val="00C44426"/>
    <w:rsid w:val="00C445F3"/>
    <w:rsid w:val="00C44B79"/>
    <w:rsid w:val="00C451F4"/>
    <w:rsid w:val="00C45EB1"/>
    <w:rsid w:val="00C46433"/>
    <w:rsid w:val="00C4684B"/>
    <w:rsid w:val="00C46C65"/>
    <w:rsid w:val="00C470A5"/>
    <w:rsid w:val="00C47880"/>
    <w:rsid w:val="00C50435"/>
    <w:rsid w:val="00C50D37"/>
    <w:rsid w:val="00C50EEE"/>
    <w:rsid w:val="00C517E6"/>
    <w:rsid w:val="00C5188E"/>
    <w:rsid w:val="00C51C2A"/>
    <w:rsid w:val="00C520B5"/>
    <w:rsid w:val="00C5259B"/>
    <w:rsid w:val="00C52F57"/>
    <w:rsid w:val="00C54A3A"/>
    <w:rsid w:val="00C54AA1"/>
    <w:rsid w:val="00C54CA3"/>
    <w:rsid w:val="00C54D2D"/>
    <w:rsid w:val="00C552D7"/>
    <w:rsid w:val="00C5544C"/>
    <w:rsid w:val="00C5544D"/>
    <w:rsid w:val="00C55566"/>
    <w:rsid w:val="00C55DAA"/>
    <w:rsid w:val="00C55F32"/>
    <w:rsid w:val="00C56448"/>
    <w:rsid w:val="00C612CE"/>
    <w:rsid w:val="00C617E3"/>
    <w:rsid w:val="00C62001"/>
    <w:rsid w:val="00C62895"/>
    <w:rsid w:val="00C635BC"/>
    <w:rsid w:val="00C639E4"/>
    <w:rsid w:val="00C63A81"/>
    <w:rsid w:val="00C63B4B"/>
    <w:rsid w:val="00C63C6C"/>
    <w:rsid w:val="00C6447E"/>
    <w:rsid w:val="00C648E8"/>
    <w:rsid w:val="00C65210"/>
    <w:rsid w:val="00C65663"/>
    <w:rsid w:val="00C65B2D"/>
    <w:rsid w:val="00C65B71"/>
    <w:rsid w:val="00C65C1F"/>
    <w:rsid w:val="00C6610C"/>
    <w:rsid w:val="00C66461"/>
    <w:rsid w:val="00C667BE"/>
    <w:rsid w:val="00C669B3"/>
    <w:rsid w:val="00C6766B"/>
    <w:rsid w:val="00C67AFB"/>
    <w:rsid w:val="00C67C20"/>
    <w:rsid w:val="00C67DFB"/>
    <w:rsid w:val="00C67F09"/>
    <w:rsid w:val="00C67F37"/>
    <w:rsid w:val="00C70341"/>
    <w:rsid w:val="00C72223"/>
    <w:rsid w:val="00C726F4"/>
    <w:rsid w:val="00C72AA7"/>
    <w:rsid w:val="00C72F95"/>
    <w:rsid w:val="00C73411"/>
    <w:rsid w:val="00C73423"/>
    <w:rsid w:val="00C74102"/>
    <w:rsid w:val="00C74945"/>
    <w:rsid w:val="00C74D4F"/>
    <w:rsid w:val="00C74E81"/>
    <w:rsid w:val="00C76056"/>
    <w:rsid w:val="00C76417"/>
    <w:rsid w:val="00C764EF"/>
    <w:rsid w:val="00C7726F"/>
    <w:rsid w:val="00C77AD1"/>
    <w:rsid w:val="00C80217"/>
    <w:rsid w:val="00C80306"/>
    <w:rsid w:val="00C810B2"/>
    <w:rsid w:val="00C81255"/>
    <w:rsid w:val="00C816FB"/>
    <w:rsid w:val="00C823D1"/>
    <w:rsid w:val="00C823DA"/>
    <w:rsid w:val="00C8259F"/>
    <w:rsid w:val="00C82746"/>
    <w:rsid w:val="00C82CBC"/>
    <w:rsid w:val="00C82DCD"/>
    <w:rsid w:val="00C8312F"/>
    <w:rsid w:val="00C83178"/>
    <w:rsid w:val="00C83E4A"/>
    <w:rsid w:val="00C83EF9"/>
    <w:rsid w:val="00C8467E"/>
    <w:rsid w:val="00C84C47"/>
    <w:rsid w:val="00C84FF8"/>
    <w:rsid w:val="00C853DC"/>
    <w:rsid w:val="00C855E6"/>
    <w:rsid w:val="00C858A4"/>
    <w:rsid w:val="00C85A4A"/>
    <w:rsid w:val="00C85C7D"/>
    <w:rsid w:val="00C86039"/>
    <w:rsid w:val="00C863EA"/>
    <w:rsid w:val="00C86AB0"/>
    <w:rsid w:val="00C86AFA"/>
    <w:rsid w:val="00C873C9"/>
    <w:rsid w:val="00C87D80"/>
    <w:rsid w:val="00C90214"/>
    <w:rsid w:val="00C905A3"/>
    <w:rsid w:val="00C90AF3"/>
    <w:rsid w:val="00C90D0B"/>
    <w:rsid w:val="00C90E87"/>
    <w:rsid w:val="00C914A3"/>
    <w:rsid w:val="00C91DF3"/>
    <w:rsid w:val="00C9297F"/>
    <w:rsid w:val="00C92BB3"/>
    <w:rsid w:val="00C941B8"/>
    <w:rsid w:val="00C942B5"/>
    <w:rsid w:val="00C944A1"/>
    <w:rsid w:val="00C9489C"/>
    <w:rsid w:val="00C94E17"/>
    <w:rsid w:val="00C95021"/>
    <w:rsid w:val="00C95663"/>
    <w:rsid w:val="00C9592E"/>
    <w:rsid w:val="00C97B27"/>
    <w:rsid w:val="00C97C90"/>
    <w:rsid w:val="00CA08F3"/>
    <w:rsid w:val="00CA0980"/>
    <w:rsid w:val="00CA1124"/>
    <w:rsid w:val="00CA203B"/>
    <w:rsid w:val="00CA2089"/>
    <w:rsid w:val="00CA2E2C"/>
    <w:rsid w:val="00CA37FF"/>
    <w:rsid w:val="00CA456A"/>
    <w:rsid w:val="00CA45EC"/>
    <w:rsid w:val="00CA4624"/>
    <w:rsid w:val="00CA48F5"/>
    <w:rsid w:val="00CA5D5D"/>
    <w:rsid w:val="00CA6916"/>
    <w:rsid w:val="00CA775B"/>
    <w:rsid w:val="00CB038F"/>
    <w:rsid w:val="00CB18D0"/>
    <w:rsid w:val="00CB1C8A"/>
    <w:rsid w:val="00CB24F5"/>
    <w:rsid w:val="00CB2545"/>
    <w:rsid w:val="00CB2663"/>
    <w:rsid w:val="00CB2CE0"/>
    <w:rsid w:val="00CB3036"/>
    <w:rsid w:val="00CB38EE"/>
    <w:rsid w:val="00CB3BBE"/>
    <w:rsid w:val="00CB4C83"/>
    <w:rsid w:val="00CB566B"/>
    <w:rsid w:val="00CB59B5"/>
    <w:rsid w:val="00CB59E9"/>
    <w:rsid w:val="00CB5A0B"/>
    <w:rsid w:val="00CB5A5C"/>
    <w:rsid w:val="00CB5B5E"/>
    <w:rsid w:val="00CB66C6"/>
    <w:rsid w:val="00CB6813"/>
    <w:rsid w:val="00CB72FD"/>
    <w:rsid w:val="00CB7551"/>
    <w:rsid w:val="00CB76CD"/>
    <w:rsid w:val="00CB7AE4"/>
    <w:rsid w:val="00CB7DAE"/>
    <w:rsid w:val="00CC062D"/>
    <w:rsid w:val="00CC0D6A"/>
    <w:rsid w:val="00CC1BDE"/>
    <w:rsid w:val="00CC2AA3"/>
    <w:rsid w:val="00CC2ACA"/>
    <w:rsid w:val="00CC2EE9"/>
    <w:rsid w:val="00CC354B"/>
    <w:rsid w:val="00CC3831"/>
    <w:rsid w:val="00CC3BB4"/>
    <w:rsid w:val="00CC3E3D"/>
    <w:rsid w:val="00CC4DFA"/>
    <w:rsid w:val="00CC519B"/>
    <w:rsid w:val="00CC5284"/>
    <w:rsid w:val="00CC5A9F"/>
    <w:rsid w:val="00CC5D6C"/>
    <w:rsid w:val="00CC5FFB"/>
    <w:rsid w:val="00CC6863"/>
    <w:rsid w:val="00CC6A41"/>
    <w:rsid w:val="00CC6BB4"/>
    <w:rsid w:val="00CC6D0F"/>
    <w:rsid w:val="00CD02FE"/>
    <w:rsid w:val="00CD0637"/>
    <w:rsid w:val="00CD12C1"/>
    <w:rsid w:val="00CD1873"/>
    <w:rsid w:val="00CD1E16"/>
    <w:rsid w:val="00CD214E"/>
    <w:rsid w:val="00CD2627"/>
    <w:rsid w:val="00CD3256"/>
    <w:rsid w:val="00CD3DD2"/>
    <w:rsid w:val="00CD465E"/>
    <w:rsid w:val="00CD46FA"/>
    <w:rsid w:val="00CD4759"/>
    <w:rsid w:val="00CD4BA9"/>
    <w:rsid w:val="00CD5478"/>
    <w:rsid w:val="00CD5856"/>
    <w:rsid w:val="00CD5973"/>
    <w:rsid w:val="00CD59C7"/>
    <w:rsid w:val="00CD677F"/>
    <w:rsid w:val="00CD70C2"/>
    <w:rsid w:val="00CD757B"/>
    <w:rsid w:val="00CD779D"/>
    <w:rsid w:val="00CD7CDE"/>
    <w:rsid w:val="00CE041B"/>
    <w:rsid w:val="00CE0FE1"/>
    <w:rsid w:val="00CE116D"/>
    <w:rsid w:val="00CE1254"/>
    <w:rsid w:val="00CE1C74"/>
    <w:rsid w:val="00CE2435"/>
    <w:rsid w:val="00CE250C"/>
    <w:rsid w:val="00CE278A"/>
    <w:rsid w:val="00CE2B7D"/>
    <w:rsid w:val="00CE2D54"/>
    <w:rsid w:val="00CE2EE4"/>
    <w:rsid w:val="00CE31A6"/>
    <w:rsid w:val="00CE3520"/>
    <w:rsid w:val="00CE3F47"/>
    <w:rsid w:val="00CE4E27"/>
    <w:rsid w:val="00CE53B7"/>
    <w:rsid w:val="00CE53F2"/>
    <w:rsid w:val="00CE6466"/>
    <w:rsid w:val="00CE652C"/>
    <w:rsid w:val="00CE6656"/>
    <w:rsid w:val="00CE732A"/>
    <w:rsid w:val="00CE74EF"/>
    <w:rsid w:val="00CE7BAE"/>
    <w:rsid w:val="00CE7EAA"/>
    <w:rsid w:val="00CF05CC"/>
    <w:rsid w:val="00CF09AA"/>
    <w:rsid w:val="00CF0D53"/>
    <w:rsid w:val="00CF0DC6"/>
    <w:rsid w:val="00CF0DDF"/>
    <w:rsid w:val="00CF1E0A"/>
    <w:rsid w:val="00CF2421"/>
    <w:rsid w:val="00CF2E86"/>
    <w:rsid w:val="00CF31BE"/>
    <w:rsid w:val="00CF3962"/>
    <w:rsid w:val="00CF3A41"/>
    <w:rsid w:val="00CF3DD8"/>
    <w:rsid w:val="00CF4216"/>
    <w:rsid w:val="00CF42F0"/>
    <w:rsid w:val="00CF4813"/>
    <w:rsid w:val="00CF4B72"/>
    <w:rsid w:val="00CF4D13"/>
    <w:rsid w:val="00CF5233"/>
    <w:rsid w:val="00CF5744"/>
    <w:rsid w:val="00CF5B9A"/>
    <w:rsid w:val="00CF5DFE"/>
    <w:rsid w:val="00CF5F31"/>
    <w:rsid w:val="00CF658C"/>
    <w:rsid w:val="00CF74D4"/>
    <w:rsid w:val="00D00F36"/>
    <w:rsid w:val="00D00FE7"/>
    <w:rsid w:val="00D01C36"/>
    <w:rsid w:val="00D02323"/>
    <w:rsid w:val="00D025D5"/>
    <w:rsid w:val="00D029AA"/>
    <w:rsid w:val="00D029B8"/>
    <w:rsid w:val="00D02F60"/>
    <w:rsid w:val="00D02FF8"/>
    <w:rsid w:val="00D0348C"/>
    <w:rsid w:val="00D034CE"/>
    <w:rsid w:val="00D035BD"/>
    <w:rsid w:val="00D03C83"/>
    <w:rsid w:val="00D03DD4"/>
    <w:rsid w:val="00D04081"/>
    <w:rsid w:val="00D0464E"/>
    <w:rsid w:val="00D04A96"/>
    <w:rsid w:val="00D05173"/>
    <w:rsid w:val="00D05200"/>
    <w:rsid w:val="00D053E6"/>
    <w:rsid w:val="00D05CCD"/>
    <w:rsid w:val="00D073F6"/>
    <w:rsid w:val="00D07A7B"/>
    <w:rsid w:val="00D10018"/>
    <w:rsid w:val="00D106B1"/>
    <w:rsid w:val="00D1076B"/>
    <w:rsid w:val="00D10E06"/>
    <w:rsid w:val="00D11302"/>
    <w:rsid w:val="00D1158C"/>
    <w:rsid w:val="00D11BEB"/>
    <w:rsid w:val="00D1203B"/>
    <w:rsid w:val="00D1226C"/>
    <w:rsid w:val="00D129C4"/>
    <w:rsid w:val="00D1335C"/>
    <w:rsid w:val="00D13DA6"/>
    <w:rsid w:val="00D13DBA"/>
    <w:rsid w:val="00D14209"/>
    <w:rsid w:val="00D14926"/>
    <w:rsid w:val="00D15197"/>
    <w:rsid w:val="00D15312"/>
    <w:rsid w:val="00D15A8A"/>
    <w:rsid w:val="00D15D0E"/>
    <w:rsid w:val="00D15EFC"/>
    <w:rsid w:val="00D16673"/>
    <w:rsid w:val="00D16820"/>
    <w:rsid w:val="00D1687C"/>
    <w:rsid w:val="00D169C8"/>
    <w:rsid w:val="00D170B4"/>
    <w:rsid w:val="00D17931"/>
    <w:rsid w:val="00D1793F"/>
    <w:rsid w:val="00D17B87"/>
    <w:rsid w:val="00D202C1"/>
    <w:rsid w:val="00D2075E"/>
    <w:rsid w:val="00D20C17"/>
    <w:rsid w:val="00D20D6D"/>
    <w:rsid w:val="00D21F7F"/>
    <w:rsid w:val="00D22593"/>
    <w:rsid w:val="00D2276F"/>
    <w:rsid w:val="00D22AF5"/>
    <w:rsid w:val="00D22DB7"/>
    <w:rsid w:val="00D22DE4"/>
    <w:rsid w:val="00D235EA"/>
    <w:rsid w:val="00D23941"/>
    <w:rsid w:val="00D23A44"/>
    <w:rsid w:val="00D23B1C"/>
    <w:rsid w:val="00D23D3C"/>
    <w:rsid w:val="00D24369"/>
    <w:rsid w:val="00D247A9"/>
    <w:rsid w:val="00D24927"/>
    <w:rsid w:val="00D24955"/>
    <w:rsid w:val="00D24B33"/>
    <w:rsid w:val="00D24BEE"/>
    <w:rsid w:val="00D24DA8"/>
    <w:rsid w:val="00D251BC"/>
    <w:rsid w:val="00D25245"/>
    <w:rsid w:val="00D2556B"/>
    <w:rsid w:val="00D25821"/>
    <w:rsid w:val="00D25860"/>
    <w:rsid w:val="00D2732E"/>
    <w:rsid w:val="00D27A57"/>
    <w:rsid w:val="00D3066F"/>
    <w:rsid w:val="00D30FBD"/>
    <w:rsid w:val="00D3196E"/>
    <w:rsid w:val="00D31B08"/>
    <w:rsid w:val="00D31F5B"/>
    <w:rsid w:val="00D324C2"/>
    <w:rsid w:val="00D32721"/>
    <w:rsid w:val="00D328DC"/>
    <w:rsid w:val="00D32CCF"/>
    <w:rsid w:val="00D32D50"/>
    <w:rsid w:val="00D331FA"/>
    <w:rsid w:val="00D33387"/>
    <w:rsid w:val="00D340DA"/>
    <w:rsid w:val="00D342B2"/>
    <w:rsid w:val="00D343C6"/>
    <w:rsid w:val="00D34840"/>
    <w:rsid w:val="00D34BAB"/>
    <w:rsid w:val="00D35344"/>
    <w:rsid w:val="00D3563F"/>
    <w:rsid w:val="00D35875"/>
    <w:rsid w:val="00D36448"/>
    <w:rsid w:val="00D364DD"/>
    <w:rsid w:val="00D36BD6"/>
    <w:rsid w:val="00D374F2"/>
    <w:rsid w:val="00D402FB"/>
    <w:rsid w:val="00D4078C"/>
    <w:rsid w:val="00D407D0"/>
    <w:rsid w:val="00D41152"/>
    <w:rsid w:val="00D411D6"/>
    <w:rsid w:val="00D42364"/>
    <w:rsid w:val="00D4244D"/>
    <w:rsid w:val="00D427FD"/>
    <w:rsid w:val="00D42E52"/>
    <w:rsid w:val="00D432C0"/>
    <w:rsid w:val="00D437A9"/>
    <w:rsid w:val="00D43C62"/>
    <w:rsid w:val="00D43F8C"/>
    <w:rsid w:val="00D440BC"/>
    <w:rsid w:val="00D4448F"/>
    <w:rsid w:val="00D44CED"/>
    <w:rsid w:val="00D44E6C"/>
    <w:rsid w:val="00D4548C"/>
    <w:rsid w:val="00D46338"/>
    <w:rsid w:val="00D46DDD"/>
    <w:rsid w:val="00D470D7"/>
    <w:rsid w:val="00D475C8"/>
    <w:rsid w:val="00D47AD4"/>
    <w:rsid w:val="00D47D7A"/>
    <w:rsid w:val="00D47FE8"/>
    <w:rsid w:val="00D50ABD"/>
    <w:rsid w:val="00D5179B"/>
    <w:rsid w:val="00D522DC"/>
    <w:rsid w:val="00D52542"/>
    <w:rsid w:val="00D529C0"/>
    <w:rsid w:val="00D52D5D"/>
    <w:rsid w:val="00D52DE2"/>
    <w:rsid w:val="00D532BD"/>
    <w:rsid w:val="00D539AD"/>
    <w:rsid w:val="00D54064"/>
    <w:rsid w:val="00D546A6"/>
    <w:rsid w:val="00D54EEE"/>
    <w:rsid w:val="00D551E5"/>
    <w:rsid w:val="00D55290"/>
    <w:rsid w:val="00D554C9"/>
    <w:rsid w:val="00D55EB4"/>
    <w:rsid w:val="00D55ECD"/>
    <w:rsid w:val="00D5665D"/>
    <w:rsid w:val="00D57791"/>
    <w:rsid w:val="00D6033C"/>
    <w:rsid w:val="00D6046A"/>
    <w:rsid w:val="00D6053E"/>
    <w:rsid w:val="00D613F5"/>
    <w:rsid w:val="00D617A7"/>
    <w:rsid w:val="00D62372"/>
    <w:rsid w:val="00D62434"/>
    <w:rsid w:val="00D626B0"/>
    <w:rsid w:val="00D627B6"/>
    <w:rsid w:val="00D62870"/>
    <w:rsid w:val="00D6295D"/>
    <w:rsid w:val="00D635B1"/>
    <w:rsid w:val="00D63641"/>
    <w:rsid w:val="00D64044"/>
    <w:rsid w:val="00D65184"/>
    <w:rsid w:val="00D6548E"/>
    <w:rsid w:val="00D655D9"/>
    <w:rsid w:val="00D65872"/>
    <w:rsid w:val="00D65B60"/>
    <w:rsid w:val="00D65F53"/>
    <w:rsid w:val="00D676F3"/>
    <w:rsid w:val="00D679DF"/>
    <w:rsid w:val="00D70039"/>
    <w:rsid w:val="00D70EBA"/>
    <w:rsid w:val="00D70EF5"/>
    <w:rsid w:val="00D71024"/>
    <w:rsid w:val="00D71A25"/>
    <w:rsid w:val="00D71FCF"/>
    <w:rsid w:val="00D72109"/>
    <w:rsid w:val="00D7268A"/>
    <w:rsid w:val="00D72803"/>
    <w:rsid w:val="00D72A54"/>
    <w:rsid w:val="00D72CC1"/>
    <w:rsid w:val="00D738D9"/>
    <w:rsid w:val="00D74434"/>
    <w:rsid w:val="00D7474A"/>
    <w:rsid w:val="00D7474F"/>
    <w:rsid w:val="00D74C57"/>
    <w:rsid w:val="00D74F79"/>
    <w:rsid w:val="00D752F3"/>
    <w:rsid w:val="00D76920"/>
    <w:rsid w:val="00D76EC9"/>
    <w:rsid w:val="00D772D0"/>
    <w:rsid w:val="00D77A2F"/>
    <w:rsid w:val="00D77A83"/>
    <w:rsid w:val="00D803A0"/>
    <w:rsid w:val="00D807C6"/>
    <w:rsid w:val="00D80E7D"/>
    <w:rsid w:val="00D811C0"/>
    <w:rsid w:val="00D81397"/>
    <w:rsid w:val="00D817D5"/>
    <w:rsid w:val="00D8182B"/>
    <w:rsid w:val="00D82A29"/>
    <w:rsid w:val="00D82C9D"/>
    <w:rsid w:val="00D835DE"/>
    <w:rsid w:val="00D83958"/>
    <w:rsid w:val="00D845B7"/>
    <w:rsid w:val="00D84806"/>
    <w:rsid w:val="00D848B9"/>
    <w:rsid w:val="00D85488"/>
    <w:rsid w:val="00D8608F"/>
    <w:rsid w:val="00D86255"/>
    <w:rsid w:val="00D864D6"/>
    <w:rsid w:val="00D86587"/>
    <w:rsid w:val="00D865F6"/>
    <w:rsid w:val="00D875EF"/>
    <w:rsid w:val="00D876A6"/>
    <w:rsid w:val="00D87818"/>
    <w:rsid w:val="00D878D5"/>
    <w:rsid w:val="00D90077"/>
    <w:rsid w:val="00D90B9D"/>
    <w:rsid w:val="00D90E69"/>
    <w:rsid w:val="00D91368"/>
    <w:rsid w:val="00D91A14"/>
    <w:rsid w:val="00D91F88"/>
    <w:rsid w:val="00D92676"/>
    <w:rsid w:val="00D926AF"/>
    <w:rsid w:val="00D92719"/>
    <w:rsid w:val="00D93106"/>
    <w:rsid w:val="00D933E9"/>
    <w:rsid w:val="00D94B77"/>
    <w:rsid w:val="00D9505D"/>
    <w:rsid w:val="00D95258"/>
    <w:rsid w:val="00D953D0"/>
    <w:rsid w:val="00D959F5"/>
    <w:rsid w:val="00D95D21"/>
    <w:rsid w:val="00D95D9A"/>
    <w:rsid w:val="00D96884"/>
    <w:rsid w:val="00D96B3E"/>
    <w:rsid w:val="00D96CE1"/>
    <w:rsid w:val="00D97C29"/>
    <w:rsid w:val="00DA02D9"/>
    <w:rsid w:val="00DA0906"/>
    <w:rsid w:val="00DA0B2D"/>
    <w:rsid w:val="00DA0D0D"/>
    <w:rsid w:val="00DA1308"/>
    <w:rsid w:val="00DA1896"/>
    <w:rsid w:val="00DA196D"/>
    <w:rsid w:val="00DA318B"/>
    <w:rsid w:val="00DA3FDD"/>
    <w:rsid w:val="00DA42C3"/>
    <w:rsid w:val="00DA43AD"/>
    <w:rsid w:val="00DA45C0"/>
    <w:rsid w:val="00DA46E4"/>
    <w:rsid w:val="00DA51CE"/>
    <w:rsid w:val="00DA5306"/>
    <w:rsid w:val="00DA5B6F"/>
    <w:rsid w:val="00DA645F"/>
    <w:rsid w:val="00DA7017"/>
    <w:rsid w:val="00DA7028"/>
    <w:rsid w:val="00DA726D"/>
    <w:rsid w:val="00DB0F6E"/>
    <w:rsid w:val="00DB172E"/>
    <w:rsid w:val="00DB1AD2"/>
    <w:rsid w:val="00DB26D8"/>
    <w:rsid w:val="00DB27C8"/>
    <w:rsid w:val="00DB2910"/>
    <w:rsid w:val="00DB2B58"/>
    <w:rsid w:val="00DB2F75"/>
    <w:rsid w:val="00DB3077"/>
    <w:rsid w:val="00DB30CF"/>
    <w:rsid w:val="00DB334B"/>
    <w:rsid w:val="00DB46E1"/>
    <w:rsid w:val="00DB47CD"/>
    <w:rsid w:val="00DB4E92"/>
    <w:rsid w:val="00DB5206"/>
    <w:rsid w:val="00DB534D"/>
    <w:rsid w:val="00DB58CA"/>
    <w:rsid w:val="00DB5CBF"/>
    <w:rsid w:val="00DB6276"/>
    <w:rsid w:val="00DB63F5"/>
    <w:rsid w:val="00DB69B3"/>
    <w:rsid w:val="00DB7292"/>
    <w:rsid w:val="00DB75D3"/>
    <w:rsid w:val="00DB77FB"/>
    <w:rsid w:val="00DB7D8C"/>
    <w:rsid w:val="00DC062F"/>
    <w:rsid w:val="00DC0BF1"/>
    <w:rsid w:val="00DC1255"/>
    <w:rsid w:val="00DC1AFC"/>
    <w:rsid w:val="00DC1C6B"/>
    <w:rsid w:val="00DC2671"/>
    <w:rsid w:val="00DC27FF"/>
    <w:rsid w:val="00DC2C2E"/>
    <w:rsid w:val="00DC3C1E"/>
    <w:rsid w:val="00DC400A"/>
    <w:rsid w:val="00DC45F2"/>
    <w:rsid w:val="00DC4AF0"/>
    <w:rsid w:val="00DC5DE6"/>
    <w:rsid w:val="00DC617F"/>
    <w:rsid w:val="00DC639D"/>
    <w:rsid w:val="00DC6EAB"/>
    <w:rsid w:val="00DC703C"/>
    <w:rsid w:val="00DC7886"/>
    <w:rsid w:val="00DC7EB3"/>
    <w:rsid w:val="00DC7FB7"/>
    <w:rsid w:val="00DD0CF2"/>
    <w:rsid w:val="00DD0EEC"/>
    <w:rsid w:val="00DD1D73"/>
    <w:rsid w:val="00DD227E"/>
    <w:rsid w:val="00DD3397"/>
    <w:rsid w:val="00DD3501"/>
    <w:rsid w:val="00DD3671"/>
    <w:rsid w:val="00DD378D"/>
    <w:rsid w:val="00DD39A4"/>
    <w:rsid w:val="00DD3A43"/>
    <w:rsid w:val="00DD4791"/>
    <w:rsid w:val="00DD4B69"/>
    <w:rsid w:val="00DD4EBF"/>
    <w:rsid w:val="00DD5C41"/>
    <w:rsid w:val="00DD61B6"/>
    <w:rsid w:val="00DD6AB3"/>
    <w:rsid w:val="00DD794B"/>
    <w:rsid w:val="00DD79FF"/>
    <w:rsid w:val="00DE06A0"/>
    <w:rsid w:val="00DE0B8A"/>
    <w:rsid w:val="00DE0EB3"/>
    <w:rsid w:val="00DE1554"/>
    <w:rsid w:val="00DE15A0"/>
    <w:rsid w:val="00DE1F5F"/>
    <w:rsid w:val="00DE2901"/>
    <w:rsid w:val="00DE3B32"/>
    <w:rsid w:val="00DE3FDF"/>
    <w:rsid w:val="00DE406E"/>
    <w:rsid w:val="00DE4CEF"/>
    <w:rsid w:val="00DE512C"/>
    <w:rsid w:val="00DE5396"/>
    <w:rsid w:val="00DE590F"/>
    <w:rsid w:val="00DE5EE2"/>
    <w:rsid w:val="00DE6690"/>
    <w:rsid w:val="00DE6840"/>
    <w:rsid w:val="00DE7D95"/>
    <w:rsid w:val="00DE7DC1"/>
    <w:rsid w:val="00DF0C2B"/>
    <w:rsid w:val="00DF1699"/>
    <w:rsid w:val="00DF23AF"/>
    <w:rsid w:val="00DF23FD"/>
    <w:rsid w:val="00DF25A0"/>
    <w:rsid w:val="00DF2B2B"/>
    <w:rsid w:val="00DF3211"/>
    <w:rsid w:val="00DF3227"/>
    <w:rsid w:val="00DF3F7E"/>
    <w:rsid w:val="00DF43E6"/>
    <w:rsid w:val="00DF4AA9"/>
    <w:rsid w:val="00DF595F"/>
    <w:rsid w:val="00DF6F03"/>
    <w:rsid w:val="00DF7203"/>
    <w:rsid w:val="00DF75C5"/>
    <w:rsid w:val="00DF7648"/>
    <w:rsid w:val="00DF7EE2"/>
    <w:rsid w:val="00DF7FE6"/>
    <w:rsid w:val="00E004A4"/>
    <w:rsid w:val="00E008E6"/>
    <w:rsid w:val="00E00E29"/>
    <w:rsid w:val="00E02B4D"/>
    <w:rsid w:val="00E02BAB"/>
    <w:rsid w:val="00E034F4"/>
    <w:rsid w:val="00E038CE"/>
    <w:rsid w:val="00E03902"/>
    <w:rsid w:val="00E039F1"/>
    <w:rsid w:val="00E04215"/>
    <w:rsid w:val="00E0423D"/>
    <w:rsid w:val="00E04305"/>
    <w:rsid w:val="00E0482B"/>
    <w:rsid w:val="00E04A9A"/>
    <w:rsid w:val="00E04CEB"/>
    <w:rsid w:val="00E04FED"/>
    <w:rsid w:val="00E05525"/>
    <w:rsid w:val="00E058FC"/>
    <w:rsid w:val="00E05AB9"/>
    <w:rsid w:val="00E05E40"/>
    <w:rsid w:val="00E05EBC"/>
    <w:rsid w:val="00E060BC"/>
    <w:rsid w:val="00E060E1"/>
    <w:rsid w:val="00E06165"/>
    <w:rsid w:val="00E06A13"/>
    <w:rsid w:val="00E06A88"/>
    <w:rsid w:val="00E06AC2"/>
    <w:rsid w:val="00E10019"/>
    <w:rsid w:val="00E100E4"/>
    <w:rsid w:val="00E1064F"/>
    <w:rsid w:val="00E10D1D"/>
    <w:rsid w:val="00E11191"/>
    <w:rsid w:val="00E11417"/>
    <w:rsid w:val="00E11420"/>
    <w:rsid w:val="00E11F4C"/>
    <w:rsid w:val="00E12014"/>
    <w:rsid w:val="00E121DB"/>
    <w:rsid w:val="00E122BA"/>
    <w:rsid w:val="00E12C39"/>
    <w:rsid w:val="00E12DBE"/>
    <w:rsid w:val="00E12E96"/>
    <w:rsid w:val="00E132FB"/>
    <w:rsid w:val="00E134C8"/>
    <w:rsid w:val="00E13E5E"/>
    <w:rsid w:val="00E1439A"/>
    <w:rsid w:val="00E1506E"/>
    <w:rsid w:val="00E1615C"/>
    <w:rsid w:val="00E162E6"/>
    <w:rsid w:val="00E170B7"/>
    <w:rsid w:val="00E1718D"/>
    <w:rsid w:val="00E171DF"/>
    <w:rsid w:val="00E1735E"/>
    <w:rsid w:val="00E177DD"/>
    <w:rsid w:val="00E202A1"/>
    <w:rsid w:val="00E20411"/>
    <w:rsid w:val="00E20590"/>
    <w:rsid w:val="00E20900"/>
    <w:rsid w:val="00E209F8"/>
    <w:rsid w:val="00E20C7F"/>
    <w:rsid w:val="00E20CF8"/>
    <w:rsid w:val="00E20F51"/>
    <w:rsid w:val="00E21886"/>
    <w:rsid w:val="00E21DFB"/>
    <w:rsid w:val="00E21ECC"/>
    <w:rsid w:val="00E22541"/>
    <w:rsid w:val="00E22668"/>
    <w:rsid w:val="00E22C73"/>
    <w:rsid w:val="00E2396E"/>
    <w:rsid w:val="00E23CEA"/>
    <w:rsid w:val="00E2401D"/>
    <w:rsid w:val="00E24208"/>
    <w:rsid w:val="00E24728"/>
    <w:rsid w:val="00E247BE"/>
    <w:rsid w:val="00E24B13"/>
    <w:rsid w:val="00E24EEE"/>
    <w:rsid w:val="00E2578A"/>
    <w:rsid w:val="00E25F7E"/>
    <w:rsid w:val="00E26B4E"/>
    <w:rsid w:val="00E26EFC"/>
    <w:rsid w:val="00E2716C"/>
    <w:rsid w:val="00E276AC"/>
    <w:rsid w:val="00E3031D"/>
    <w:rsid w:val="00E30483"/>
    <w:rsid w:val="00E307D5"/>
    <w:rsid w:val="00E30831"/>
    <w:rsid w:val="00E30E33"/>
    <w:rsid w:val="00E30F77"/>
    <w:rsid w:val="00E31AA8"/>
    <w:rsid w:val="00E31B5E"/>
    <w:rsid w:val="00E322F0"/>
    <w:rsid w:val="00E32A01"/>
    <w:rsid w:val="00E33057"/>
    <w:rsid w:val="00E3316A"/>
    <w:rsid w:val="00E3359D"/>
    <w:rsid w:val="00E3380B"/>
    <w:rsid w:val="00E33B65"/>
    <w:rsid w:val="00E34A35"/>
    <w:rsid w:val="00E35009"/>
    <w:rsid w:val="00E35939"/>
    <w:rsid w:val="00E35BBF"/>
    <w:rsid w:val="00E36810"/>
    <w:rsid w:val="00E37C2F"/>
    <w:rsid w:val="00E40199"/>
    <w:rsid w:val="00E40837"/>
    <w:rsid w:val="00E410C9"/>
    <w:rsid w:val="00E41A96"/>
    <w:rsid w:val="00E41C28"/>
    <w:rsid w:val="00E42047"/>
    <w:rsid w:val="00E42171"/>
    <w:rsid w:val="00E43080"/>
    <w:rsid w:val="00E4310B"/>
    <w:rsid w:val="00E43C05"/>
    <w:rsid w:val="00E44165"/>
    <w:rsid w:val="00E44350"/>
    <w:rsid w:val="00E44AE3"/>
    <w:rsid w:val="00E44BFA"/>
    <w:rsid w:val="00E44C1A"/>
    <w:rsid w:val="00E44CBB"/>
    <w:rsid w:val="00E44CDA"/>
    <w:rsid w:val="00E45617"/>
    <w:rsid w:val="00E45F7F"/>
    <w:rsid w:val="00E46308"/>
    <w:rsid w:val="00E46669"/>
    <w:rsid w:val="00E474DE"/>
    <w:rsid w:val="00E47AAA"/>
    <w:rsid w:val="00E47C54"/>
    <w:rsid w:val="00E47EF1"/>
    <w:rsid w:val="00E5006A"/>
    <w:rsid w:val="00E500AB"/>
    <w:rsid w:val="00E50B6D"/>
    <w:rsid w:val="00E50C80"/>
    <w:rsid w:val="00E5186D"/>
    <w:rsid w:val="00E51E17"/>
    <w:rsid w:val="00E51F1F"/>
    <w:rsid w:val="00E52A33"/>
    <w:rsid w:val="00E52A79"/>
    <w:rsid w:val="00E52A84"/>
    <w:rsid w:val="00E52DAB"/>
    <w:rsid w:val="00E52ED6"/>
    <w:rsid w:val="00E535E0"/>
    <w:rsid w:val="00E539B0"/>
    <w:rsid w:val="00E545E6"/>
    <w:rsid w:val="00E54F13"/>
    <w:rsid w:val="00E553CE"/>
    <w:rsid w:val="00E5561E"/>
    <w:rsid w:val="00E55994"/>
    <w:rsid w:val="00E55A40"/>
    <w:rsid w:val="00E55D96"/>
    <w:rsid w:val="00E5620C"/>
    <w:rsid w:val="00E56774"/>
    <w:rsid w:val="00E56FDD"/>
    <w:rsid w:val="00E57581"/>
    <w:rsid w:val="00E60606"/>
    <w:rsid w:val="00E60C66"/>
    <w:rsid w:val="00E612D1"/>
    <w:rsid w:val="00E6164D"/>
    <w:rsid w:val="00E618B2"/>
    <w:rsid w:val="00E618C9"/>
    <w:rsid w:val="00E61C8B"/>
    <w:rsid w:val="00E620B6"/>
    <w:rsid w:val="00E62774"/>
    <w:rsid w:val="00E62DC3"/>
    <w:rsid w:val="00E6304A"/>
    <w:rsid w:val="00E6307C"/>
    <w:rsid w:val="00E636FA"/>
    <w:rsid w:val="00E6427C"/>
    <w:rsid w:val="00E642D0"/>
    <w:rsid w:val="00E64437"/>
    <w:rsid w:val="00E6494F"/>
    <w:rsid w:val="00E64DB3"/>
    <w:rsid w:val="00E6503C"/>
    <w:rsid w:val="00E654C7"/>
    <w:rsid w:val="00E65796"/>
    <w:rsid w:val="00E6643E"/>
    <w:rsid w:val="00E666E0"/>
    <w:rsid w:val="00E66A62"/>
    <w:rsid w:val="00E66C50"/>
    <w:rsid w:val="00E66D89"/>
    <w:rsid w:val="00E679D3"/>
    <w:rsid w:val="00E7029B"/>
    <w:rsid w:val="00E7065F"/>
    <w:rsid w:val="00E7084E"/>
    <w:rsid w:val="00E71208"/>
    <w:rsid w:val="00E71444"/>
    <w:rsid w:val="00E71911"/>
    <w:rsid w:val="00E71C91"/>
    <w:rsid w:val="00E71FE7"/>
    <w:rsid w:val="00E720A1"/>
    <w:rsid w:val="00E72BB7"/>
    <w:rsid w:val="00E738DB"/>
    <w:rsid w:val="00E7390F"/>
    <w:rsid w:val="00E73CCC"/>
    <w:rsid w:val="00E74849"/>
    <w:rsid w:val="00E74889"/>
    <w:rsid w:val="00E751D7"/>
    <w:rsid w:val="00E754DB"/>
    <w:rsid w:val="00E7581E"/>
    <w:rsid w:val="00E75BB9"/>
    <w:rsid w:val="00E75DDA"/>
    <w:rsid w:val="00E76100"/>
    <w:rsid w:val="00E76F83"/>
    <w:rsid w:val="00E773E8"/>
    <w:rsid w:val="00E77541"/>
    <w:rsid w:val="00E77B88"/>
    <w:rsid w:val="00E82D1C"/>
    <w:rsid w:val="00E82E4A"/>
    <w:rsid w:val="00E82FBC"/>
    <w:rsid w:val="00E835C0"/>
    <w:rsid w:val="00E83874"/>
    <w:rsid w:val="00E83ADD"/>
    <w:rsid w:val="00E84C6B"/>
    <w:rsid w:val="00E84F38"/>
    <w:rsid w:val="00E85434"/>
    <w:rsid w:val="00E85623"/>
    <w:rsid w:val="00E85817"/>
    <w:rsid w:val="00E85930"/>
    <w:rsid w:val="00E85CD0"/>
    <w:rsid w:val="00E86D2E"/>
    <w:rsid w:val="00E87441"/>
    <w:rsid w:val="00E8771A"/>
    <w:rsid w:val="00E905C7"/>
    <w:rsid w:val="00E910F7"/>
    <w:rsid w:val="00E914E9"/>
    <w:rsid w:val="00E91736"/>
    <w:rsid w:val="00E91C1C"/>
    <w:rsid w:val="00E91FAE"/>
    <w:rsid w:val="00E921E2"/>
    <w:rsid w:val="00E92405"/>
    <w:rsid w:val="00E929F6"/>
    <w:rsid w:val="00E92FEC"/>
    <w:rsid w:val="00E933E7"/>
    <w:rsid w:val="00E9386E"/>
    <w:rsid w:val="00E93949"/>
    <w:rsid w:val="00E94936"/>
    <w:rsid w:val="00E95111"/>
    <w:rsid w:val="00E957FE"/>
    <w:rsid w:val="00E95CFB"/>
    <w:rsid w:val="00E9634B"/>
    <w:rsid w:val="00E96520"/>
    <w:rsid w:val="00E9673F"/>
    <w:rsid w:val="00E969AE"/>
    <w:rsid w:val="00E96C57"/>
    <w:rsid w:val="00E96E34"/>
    <w:rsid w:val="00E96E3F"/>
    <w:rsid w:val="00E97B4B"/>
    <w:rsid w:val="00EA024D"/>
    <w:rsid w:val="00EA0A13"/>
    <w:rsid w:val="00EA1123"/>
    <w:rsid w:val="00EA1ADA"/>
    <w:rsid w:val="00EA1CF9"/>
    <w:rsid w:val="00EA209C"/>
    <w:rsid w:val="00EA2371"/>
    <w:rsid w:val="00EA2642"/>
    <w:rsid w:val="00EA270C"/>
    <w:rsid w:val="00EA27F0"/>
    <w:rsid w:val="00EA37F8"/>
    <w:rsid w:val="00EA3BE7"/>
    <w:rsid w:val="00EA45B4"/>
    <w:rsid w:val="00EA4701"/>
    <w:rsid w:val="00EA4974"/>
    <w:rsid w:val="00EA49CA"/>
    <w:rsid w:val="00EA5041"/>
    <w:rsid w:val="00EA532E"/>
    <w:rsid w:val="00EA5C28"/>
    <w:rsid w:val="00EA5D63"/>
    <w:rsid w:val="00EA6010"/>
    <w:rsid w:val="00EA63AC"/>
    <w:rsid w:val="00EA6AC9"/>
    <w:rsid w:val="00EA6FB8"/>
    <w:rsid w:val="00EA7181"/>
    <w:rsid w:val="00EA7289"/>
    <w:rsid w:val="00EB040E"/>
    <w:rsid w:val="00EB06D9"/>
    <w:rsid w:val="00EB11B4"/>
    <w:rsid w:val="00EB192B"/>
    <w:rsid w:val="00EB19ED"/>
    <w:rsid w:val="00EB1A3B"/>
    <w:rsid w:val="00EB1C97"/>
    <w:rsid w:val="00EB1CAB"/>
    <w:rsid w:val="00EB3819"/>
    <w:rsid w:val="00EB3B5A"/>
    <w:rsid w:val="00EB3DF1"/>
    <w:rsid w:val="00EB3FB4"/>
    <w:rsid w:val="00EB44FC"/>
    <w:rsid w:val="00EB4A19"/>
    <w:rsid w:val="00EB5F7E"/>
    <w:rsid w:val="00EB67EF"/>
    <w:rsid w:val="00EB6C20"/>
    <w:rsid w:val="00EB7734"/>
    <w:rsid w:val="00EC09B4"/>
    <w:rsid w:val="00EC0C0E"/>
    <w:rsid w:val="00EC0F5A"/>
    <w:rsid w:val="00EC1327"/>
    <w:rsid w:val="00EC182C"/>
    <w:rsid w:val="00EC1C12"/>
    <w:rsid w:val="00EC2676"/>
    <w:rsid w:val="00EC284A"/>
    <w:rsid w:val="00EC28F1"/>
    <w:rsid w:val="00EC2EEE"/>
    <w:rsid w:val="00EC36E7"/>
    <w:rsid w:val="00EC38DD"/>
    <w:rsid w:val="00EC4265"/>
    <w:rsid w:val="00EC4266"/>
    <w:rsid w:val="00EC42CF"/>
    <w:rsid w:val="00EC4CEB"/>
    <w:rsid w:val="00EC5276"/>
    <w:rsid w:val="00EC5373"/>
    <w:rsid w:val="00EC59B8"/>
    <w:rsid w:val="00EC614A"/>
    <w:rsid w:val="00EC639B"/>
    <w:rsid w:val="00EC64DF"/>
    <w:rsid w:val="00EC659E"/>
    <w:rsid w:val="00EC7942"/>
    <w:rsid w:val="00ED00DE"/>
    <w:rsid w:val="00ED10BF"/>
    <w:rsid w:val="00ED14F0"/>
    <w:rsid w:val="00ED18E8"/>
    <w:rsid w:val="00ED2072"/>
    <w:rsid w:val="00ED2498"/>
    <w:rsid w:val="00ED24F2"/>
    <w:rsid w:val="00ED2AE0"/>
    <w:rsid w:val="00ED3060"/>
    <w:rsid w:val="00ED387A"/>
    <w:rsid w:val="00ED3BD5"/>
    <w:rsid w:val="00ED42D2"/>
    <w:rsid w:val="00ED440A"/>
    <w:rsid w:val="00ED4509"/>
    <w:rsid w:val="00ED4721"/>
    <w:rsid w:val="00ED489D"/>
    <w:rsid w:val="00ED4E17"/>
    <w:rsid w:val="00ED50ED"/>
    <w:rsid w:val="00ED54CF"/>
    <w:rsid w:val="00ED5553"/>
    <w:rsid w:val="00ED573D"/>
    <w:rsid w:val="00ED5E36"/>
    <w:rsid w:val="00ED6586"/>
    <w:rsid w:val="00ED6961"/>
    <w:rsid w:val="00ED6B02"/>
    <w:rsid w:val="00ED6D1C"/>
    <w:rsid w:val="00ED6FB2"/>
    <w:rsid w:val="00ED7253"/>
    <w:rsid w:val="00ED7267"/>
    <w:rsid w:val="00ED72AA"/>
    <w:rsid w:val="00ED74D6"/>
    <w:rsid w:val="00ED7692"/>
    <w:rsid w:val="00ED77FF"/>
    <w:rsid w:val="00ED7FAF"/>
    <w:rsid w:val="00EE0081"/>
    <w:rsid w:val="00EE00C2"/>
    <w:rsid w:val="00EE09DA"/>
    <w:rsid w:val="00EE0B2B"/>
    <w:rsid w:val="00EE1630"/>
    <w:rsid w:val="00EE19A6"/>
    <w:rsid w:val="00EE21D6"/>
    <w:rsid w:val="00EE2361"/>
    <w:rsid w:val="00EE25DD"/>
    <w:rsid w:val="00EE2EEE"/>
    <w:rsid w:val="00EE366C"/>
    <w:rsid w:val="00EE37B6"/>
    <w:rsid w:val="00EE388A"/>
    <w:rsid w:val="00EE3B9F"/>
    <w:rsid w:val="00EE515D"/>
    <w:rsid w:val="00EE64FD"/>
    <w:rsid w:val="00EE6844"/>
    <w:rsid w:val="00EE6EEA"/>
    <w:rsid w:val="00EE7066"/>
    <w:rsid w:val="00EE70C0"/>
    <w:rsid w:val="00EE7107"/>
    <w:rsid w:val="00EE7165"/>
    <w:rsid w:val="00EE7C3F"/>
    <w:rsid w:val="00EF037F"/>
    <w:rsid w:val="00EF0773"/>
    <w:rsid w:val="00EF0B96"/>
    <w:rsid w:val="00EF0C83"/>
    <w:rsid w:val="00EF14D3"/>
    <w:rsid w:val="00EF17B4"/>
    <w:rsid w:val="00EF2670"/>
    <w:rsid w:val="00EF2AA2"/>
    <w:rsid w:val="00EF2DF4"/>
    <w:rsid w:val="00EF3486"/>
    <w:rsid w:val="00EF4040"/>
    <w:rsid w:val="00EF47AF"/>
    <w:rsid w:val="00EF49F3"/>
    <w:rsid w:val="00EF4C8A"/>
    <w:rsid w:val="00EF4CF5"/>
    <w:rsid w:val="00EF4E74"/>
    <w:rsid w:val="00EF526C"/>
    <w:rsid w:val="00EF53B6"/>
    <w:rsid w:val="00EF5F33"/>
    <w:rsid w:val="00EF62EB"/>
    <w:rsid w:val="00EF654B"/>
    <w:rsid w:val="00EF6730"/>
    <w:rsid w:val="00EF6BB9"/>
    <w:rsid w:val="00EF72DC"/>
    <w:rsid w:val="00EF7959"/>
    <w:rsid w:val="00EF7EBA"/>
    <w:rsid w:val="00F0010E"/>
    <w:rsid w:val="00F00393"/>
    <w:rsid w:val="00F00A68"/>
    <w:rsid w:val="00F00B73"/>
    <w:rsid w:val="00F00F8D"/>
    <w:rsid w:val="00F01282"/>
    <w:rsid w:val="00F02457"/>
    <w:rsid w:val="00F024CE"/>
    <w:rsid w:val="00F025BF"/>
    <w:rsid w:val="00F04128"/>
    <w:rsid w:val="00F0427F"/>
    <w:rsid w:val="00F047ED"/>
    <w:rsid w:val="00F04EE5"/>
    <w:rsid w:val="00F05597"/>
    <w:rsid w:val="00F055F6"/>
    <w:rsid w:val="00F05D8D"/>
    <w:rsid w:val="00F05E2F"/>
    <w:rsid w:val="00F062D2"/>
    <w:rsid w:val="00F067DF"/>
    <w:rsid w:val="00F06A35"/>
    <w:rsid w:val="00F0708D"/>
    <w:rsid w:val="00F07F7E"/>
    <w:rsid w:val="00F10360"/>
    <w:rsid w:val="00F115CA"/>
    <w:rsid w:val="00F11632"/>
    <w:rsid w:val="00F11ADD"/>
    <w:rsid w:val="00F11ED6"/>
    <w:rsid w:val="00F123CF"/>
    <w:rsid w:val="00F12C29"/>
    <w:rsid w:val="00F13372"/>
    <w:rsid w:val="00F136C5"/>
    <w:rsid w:val="00F141A6"/>
    <w:rsid w:val="00F14817"/>
    <w:rsid w:val="00F14972"/>
    <w:rsid w:val="00F14B6B"/>
    <w:rsid w:val="00F14EBA"/>
    <w:rsid w:val="00F1510F"/>
    <w:rsid w:val="00F1533A"/>
    <w:rsid w:val="00F15E5A"/>
    <w:rsid w:val="00F16D41"/>
    <w:rsid w:val="00F16ED5"/>
    <w:rsid w:val="00F17055"/>
    <w:rsid w:val="00F171E6"/>
    <w:rsid w:val="00F17F0A"/>
    <w:rsid w:val="00F20257"/>
    <w:rsid w:val="00F20EF2"/>
    <w:rsid w:val="00F216A8"/>
    <w:rsid w:val="00F21E29"/>
    <w:rsid w:val="00F2388B"/>
    <w:rsid w:val="00F23F94"/>
    <w:rsid w:val="00F240B0"/>
    <w:rsid w:val="00F24428"/>
    <w:rsid w:val="00F24C8E"/>
    <w:rsid w:val="00F25443"/>
    <w:rsid w:val="00F25B5A"/>
    <w:rsid w:val="00F2668F"/>
    <w:rsid w:val="00F26BC1"/>
    <w:rsid w:val="00F27116"/>
    <w:rsid w:val="00F2742F"/>
    <w:rsid w:val="00F274AB"/>
    <w:rsid w:val="00F2753B"/>
    <w:rsid w:val="00F277C6"/>
    <w:rsid w:val="00F27887"/>
    <w:rsid w:val="00F300EA"/>
    <w:rsid w:val="00F3025F"/>
    <w:rsid w:val="00F314C5"/>
    <w:rsid w:val="00F31686"/>
    <w:rsid w:val="00F31BE1"/>
    <w:rsid w:val="00F32168"/>
    <w:rsid w:val="00F333F1"/>
    <w:rsid w:val="00F33746"/>
    <w:rsid w:val="00F33F8B"/>
    <w:rsid w:val="00F340B2"/>
    <w:rsid w:val="00F34405"/>
    <w:rsid w:val="00F36295"/>
    <w:rsid w:val="00F368B4"/>
    <w:rsid w:val="00F369F4"/>
    <w:rsid w:val="00F36C9F"/>
    <w:rsid w:val="00F372C1"/>
    <w:rsid w:val="00F37321"/>
    <w:rsid w:val="00F37751"/>
    <w:rsid w:val="00F37ACD"/>
    <w:rsid w:val="00F403BB"/>
    <w:rsid w:val="00F40903"/>
    <w:rsid w:val="00F41A00"/>
    <w:rsid w:val="00F41F0D"/>
    <w:rsid w:val="00F427E0"/>
    <w:rsid w:val="00F43390"/>
    <w:rsid w:val="00F4351B"/>
    <w:rsid w:val="00F43943"/>
    <w:rsid w:val="00F43AD3"/>
    <w:rsid w:val="00F43C3A"/>
    <w:rsid w:val="00F44044"/>
    <w:rsid w:val="00F440E5"/>
    <w:rsid w:val="00F441D7"/>
    <w:rsid w:val="00F443B2"/>
    <w:rsid w:val="00F456A7"/>
    <w:rsid w:val="00F458D8"/>
    <w:rsid w:val="00F45A02"/>
    <w:rsid w:val="00F45D50"/>
    <w:rsid w:val="00F4631D"/>
    <w:rsid w:val="00F4645A"/>
    <w:rsid w:val="00F465EC"/>
    <w:rsid w:val="00F46E86"/>
    <w:rsid w:val="00F50203"/>
    <w:rsid w:val="00F50237"/>
    <w:rsid w:val="00F51119"/>
    <w:rsid w:val="00F51308"/>
    <w:rsid w:val="00F5198F"/>
    <w:rsid w:val="00F51BA6"/>
    <w:rsid w:val="00F51D12"/>
    <w:rsid w:val="00F52094"/>
    <w:rsid w:val="00F52143"/>
    <w:rsid w:val="00F528BE"/>
    <w:rsid w:val="00F53596"/>
    <w:rsid w:val="00F53B6A"/>
    <w:rsid w:val="00F5478F"/>
    <w:rsid w:val="00F54797"/>
    <w:rsid w:val="00F54DBC"/>
    <w:rsid w:val="00F5504F"/>
    <w:rsid w:val="00F55BA8"/>
    <w:rsid w:val="00F55DB1"/>
    <w:rsid w:val="00F565DF"/>
    <w:rsid w:val="00F56ACA"/>
    <w:rsid w:val="00F56BD4"/>
    <w:rsid w:val="00F56DCE"/>
    <w:rsid w:val="00F57617"/>
    <w:rsid w:val="00F57B69"/>
    <w:rsid w:val="00F57F53"/>
    <w:rsid w:val="00F600FE"/>
    <w:rsid w:val="00F60C41"/>
    <w:rsid w:val="00F60FC8"/>
    <w:rsid w:val="00F611A7"/>
    <w:rsid w:val="00F617A0"/>
    <w:rsid w:val="00F625B8"/>
    <w:rsid w:val="00F62D00"/>
    <w:rsid w:val="00F62E4D"/>
    <w:rsid w:val="00F63336"/>
    <w:rsid w:val="00F6333D"/>
    <w:rsid w:val="00F6361A"/>
    <w:rsid w:val="00F63C77"/>
    <w:rsid w:val="00F64007"/>
    <w:rsid w:val="00F6407B"/>
    <w:rsid w:val="00F6524B"/>
    <w:rsid w:val="00F6538C"/>
    <w:rsid w:val="00F65F43"/>
    <w:rsid w:val="00F66417"/>
    <w:rsid w:val="00F66538"/>
    <w:rsid w:val="00F66939"/>
    <w:rsid w:val="00F66B34"/>
    <w:rsid w:val="00F675B9"/>
    <w:rsid w:val="00F67A82"/>
    <w:rsid w:val="00F67AE5"/>
    <w:rsid w:val="00F7090A"/>
    <w:rsid w:val="00F711C9"/>
    <w:rsid w:val="00F71741"/>
    <w:rsid w:val="00F7186B"/>
    <w:rsid w:val="00F71C2B"/>
    <w:rsid w:val="00F72717"/>
    <w:rsid w:val="00F72BAE"/>
    <w:rsid w:val="00F72D70"/>
    <w:rsid w:val="00F72ECA"/>
    <w:rsid w:val="00F72EE9"/>
    <w:rsid w:val="00F73453"/>
    <w:rsid w:val="00F7368A"/>
    <w:rsid w:val="00F7430B"/>
    <w:rsid w:val="00F743C0"/>
    <w:rsid w:val="00F745BF"/>
    <w:rsid w:val="00F74C59"/>
    <w:rsid w:val="00F74CE9"/>
    <w:rsid w:val="00F75455"/>
    <w:rsid w:val="00F754BB"/>
    <w:rsid w:val="00F7577D"/>
    <w:rsid w:val="00F75C3A"/>
    <w:rsid w:val="00F7678B"/>
    <w:rsid w:val="00F768C0"/>
    <w:rsid w:val="00F7720A"/>
    <w:rsid w:val="00F7722D"/>
    <w:rsid w:val="00F77301"/>
    <w:rsid w:val="00F776C7"/>
    <w:rsid w:val="00F80369"/>
    <w:rsid w:val="00F806DD"/>
    <w:rsid w:val="00F80C66"/>
    <w:rsid w:val="00F80E0D"/>
    <w:rsid w:val="00F812BD"/>
    <w:rsid w:val="00F81E81"/>
    <w:rsid w:val="00F82028"/>
    <w:rsid w:val="00F82AB1"/>
    <w:rsid w:val="00F82AC6"/>
    <w:rsid w:val="00F82E30"/>
    <w:rsid w:val="00F831CB"/>
    <w:rsid w:val="00F842C2"/>
    <w:rsid w:val="00F84720"/>
    <w:rsid w:val="00F848A3"/>
    <w:rsid w:val="00F849CD"/>
    <w:rsid w:val="00F84ACF"/>
    <w:rsid w:val="00F84B0B"/>
    <w:rsid w:val="00F85742"/>
    <w:rsid w:val="00F85920"/>
    <w:rsid w:val="00F8596E"/>
    <w:rsid w:val="00F85BF8"/>
    <w:rsid w:val="00F868F9"/>
    <w:rsid w:val="00F870D5"/>
    <w:rsid w:val="00F871CE"/>
    <w:rsid w:val="00F873D9"/>
    <w:rsid w:val="00F87802"/>
    <w:rsid w:val="00F87807"/>
    <w:rsid w:val="00F879A3"/>
    <w:rsid w:val="00F87BF7"/>
    <w:rsid w:val="00F87CF4"/>
    <w:rsid w:val="00F87E9D"/>
    <w:rsid w:val="00F90003"/>
    <w:rsid w:val="00F90105"/>
    <w:rsid w:val="00F90AF7"/>
    <w:rsid w:val="00F90B22"/>
    <w:rsid w:val="00F90B53"/>
    <w:rsid w:val="00F90FEE"/>
    <w:rsid w:val="00F91509"/>
    <w:rsid w:val="00F924DF"/>
    <w:rsid w:val="00F92B3D"/>
    <w:rsid w:val="00F92C0A"/>
    <w:rsid w:val="00F93593"/>
    <w:rsid w:val="00F93BCF"/>
    <w:rsid w:val="00F9415B"/>
    <w:rsid w:val="00F94218"/>
    <w:rsid w:val="00F947B6"/>
    <w:rsid w:val="00F95078"/>
    <w:rsid w:val="00F9564B"/>
    <w:rsid w:val="00F9594F"/>
    <w:rsid w:val="00F96825"/>
    <w:rsid w:val="00F96DDF"/>
    <w:rsid w:val="00F9771B"/>
    <w:rsid w:val="00FA03E8"/>
    <w:rsid w:val="00FA0D19"/>
    <w:rsid w:val="00FA0E02"/>
    <w:rsid w:val="00FA13C2"/>
    <w:rsid w:val="00FA2262"/>
    <w:rsid w:val="00FA23E0"/>
    <w:rsid w:val="00FA2A70"/>
    <w:rsid w:val="00FA2FE7"/>
    <w:rsid w:val="00FA316A"/>
    <w:rsid w:val="00FA31F8"/>
    <w:rsid w:val="00FA330F"/>
    <w:rsid w:val="00FA34BC"/>
    <w:rsid w:val="00FA38A4"/>
    <w:rsid w:val="00FA4223"/>
    <w:rsid w:val="00FA4D11"/>
    <w:rsid w:val="00FA5719"/>
    <w:rsid w:val="00FA5D4E"/>
    <w:rsid w:val="00FA606D"/>
    <w:rsid w:val="00FA7579"/>
    <w:rsid w:val="00FA7E7D"/>
    <w:rsid w:val="00FA7F91"/>
    <w:rsid w:val="00FB020F"/>
    <w:rsid w:val="00FB0430"/>
    <w:rsid w:val="00FB08CF"/>
    <w:rsid w:val="00FB08D7"/>
    <w:rsid w:val="00FB121C"/>
    <w:rsid w:val="00FB1514"/>
    <w:rsid w:val="00FB16D3"/>
    <w:rsid w:val="00FB1CDD"/>
    <w:rsid w:val="00FB2255"/>
    <w:rsid w:val="00FB2571"/>
    <w:rsid w:val="00FB2C2F"/>
    <w:rsid w:val="00FB305C"/>
    <w:rsid w:val="00FB32D8"/>
    <w:rsid w:val="00FB34E1"/>
    <w:rsid w:val="00FB3A4D"/>
    <w:rsid w:val="00FB3BF1"/>
    <w:rsid w:val="00FB52C7"/>
    <w:rsid w:val="00FB556E"/>
    <w:rsid w:val="00FB567A"/>
    <w:rsid w:val="00FB60A8"/>
    <w:rsid w:val="00FB63BE"/>
    <w:rsid w:val="00FB672E"/>
    <w:rsid w:val="00FB6898"/>
    <w:rsid w:val="00FB6E87"/>
    <w:rsid w:val="00FB6F28"/>
    <w:rsid w:val="00FB7599"/>
    <w:rsid w:val="00FB75BC"/>
    <w:rsid w:val="00FB79E3"/>
    <w:rsid w:val="00FB7C69"/>
    <w:rsid w:val="00FB7E05"/>
    <w:rsid w:val="00FC01F4"/>
    <w:rsid w:val="00FC09C0"/>
    <w:rsid w:val="00FC09CC"/>
    <w:rsid w:val="00FC0A5F"/>
    <w:rsid w:val="00FC18D4"/>
    <w:rsid w:val="00FC19B1"/>
    <w:rsid w:val="00FC1AC6"/>
    <w:rsid w:val="00FC1B77"/>
    <w:rsid w:val="00FC2E3D"/>
    <w:rsid w:val="00FC3BDE"/>
    <w:rsid w:val="00FC42F4"/>
    <w:rsid w:val="00FC442A"/>
    <w:rsid w:val="00FC4513"/>
    <w:rsid w:val="00FC4917"/>
    <w:rsid w:val="00FC5398"/>
    <w:rsid w:val="00FC60CE"/>
    <w:rsid w:val="00FC75EC"/>
    <w:rsid w:val="00FD06AE"/>
    <w:rsid w:val="00FD09B3"/>
    <w:rsid w:val="00FD0A8D"/>
    <w:rsid w:val="00FD1177"/>
    <w:rsid w:val="00FD11F7"/>
    <w:rsid w:val="00FD1D4C"/>
    <w:rsid w:val="00FD1DBE"/>
    <w:rsid w:val="00FD1EE5"/>
    <w:rsid w:val="00FD25A7"/>
    <w:rsid w:val="00FD26B4"/>
    <w:rsid w:val="00FD27B6"/>
    <w:rsid w:val="00FD2CDB"/>
    <w:rsid w:val="00FD3689"/>
    <w:rsid w:val="00FD3A3B"/>
    <w:rsid w:val="00FD416F"/>
    <w:rsid w:val="00FD4235"/>
    <w:rsid w:val="00FD42A3"/>
    <w:rsid w:val="00FD4B96"/>
    <w:rsid w:val="00FD4FF6"/>
    <w:rsid w:val="00FD5212"/>
    <w:rsid w:val="00FD65F8"/>
    <w:rsid w:val="00FD7468"/>
    <w:rsid w:val="00FD7780"/>
    <w:rsid w:val="00FD7799"/>
    <w:rsid w:val="00FD7CE0"/>
    <w:rsid w:val="00FE0B3B"/>
    <w:rsid w:val="00FE0ED8"/>
    <w:rsid w:val="00FE117A"/>
    <w:rsid w:val="00FE1BE2"/>
    <w:rsid w:val="00FE20DD"/>
    <w:rsid w:val="00FE2BFA"/>
    <w:rsid w:val="00FE2F62"/>
    <w:rsid w:val="00FE3324"/>
    <w:rsid w:val="00FE34CA"/>
    <w:rsid w:val="00FE3714"/>
    <w:rsid w:val="00FE4397"/>
    <w:rsid w:val="00FE4969"/>
    <w:rsid w:val="00FE4C98"/>
    <w:rsid w:val="00FE56CD"/>
    <w:rsid w:val="00FE580F"/>
    <w:rsid w:val="00FE5E1F"/>
    <w:rsid w:val="00FE5F4B"/>
    <w:rsid w:val="00FE63E8"/>
    <w:rsid w:val="00FE7023"/>
    <w:rsid w:val="00FE730A"/>
    <w:rsid w:val="00FF02F4"/>
    <w:rsid w:val="00FF093A"/>
    <w:rsid w:val="00FF1C91"/>
    <w:rsid w:val="00FF1DD7"/>
    <w:rsid w:val="00FF1F0E"/>
    <w:rsid w:val="00FF23E7"/>
    <w:rsid w:val="00FF244B"/>
    <w:rsid w:val="00FF28AA"/>
    <w:rsid w:val="00FF28B2"/>
    <w:rsid w:val="00FF2F88"/>
    <w:rsid w:val="00FF2FC4"/>
    <w:rsid w:val="00FF306B"/>
    <w:rsid w:val="00FF323C"/>
    <w:rsid w:val="00FF3251"/>
    <w:rsid w:val="00FF3717"/>
    <w:rsid w:val="00FF39FB"/>
    <w:rsid w:val="00FF42C6"/>
    <w:rsid w:val="00FF4453"/>
    <w:rsid w:val="00FF49B6"/>
    <w:rsid w:val="00FF53EE"/>
    <w:rsid w:val="00FF624D"/>
    <w:rsid w:val="00FF64D3"/>
    <w:rsid w:val="00FF692C"/>
    <w:rsid w:val="00FF6A84"/>
    <w:rsid w:val="00FF6AA3"/>
    <w:rsid w:val="00FF6EB1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688084"/>
  <w15:docId w15:val="{6A81314A-3E2A-4E78-805D-CD9880BB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831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B32F4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imes New Roman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7F519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uiPriority w:val="99"/>
    <w:unhideWhenUsed/>
    <w:rsid w:val="007219C5"/>
    <w:rPr>
      <w:color w:val="0000FF"/>
      <w:u w:val="single"/>
    </w:rPr>
  </w:style>
  <w:style w:type="character" w:customStyle="1" w:styleId="Nagwek2Znak">
    <w:name w:val="Nagłówek 2 Znak"/>
    <w:link w:val="Nagwek2"/>
    <w:uiPriority w:val="99"/>
    <w:semiHidden/>
    <w:rsid w:val="005B32F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Poprawka">
    <w:name w:val="Revision"/>
    <w:hidden/>
    <w:uiPriority w:val="99"/>
    <w:semiHidden/>
    <w:rsid w:val="00303CDA"/>
    <w:rPr>
      <w:rFonts w:ascii="Times New Roman" w:hAnsi="Times New Roman" w:cs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37B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D37BC"/>
    <w:rPr>
      <w:rFonts w:ascii="Times New Roman" w:hAnsi="Times New Roman" w:cs="Arial"/>
    </w:rPr>
  </w:style>
  <w:style w:type="character" w:styleId="Odwoanieprzypisukocowego">
    <w:name w:val="endnote reference"/>
    <w:uiPriority w:val="99"/>
    <w:semiHidden/>
    <w:unhideWhenUsed/>
    <w:rsid w:val="00AD37B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100A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371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18059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  <w:div w:id="6263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2542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  <w:div w:id="11728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0348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</w:divsChild>
    </w:div>
    <w:div w:id="24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7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014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06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5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0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7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4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27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592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1117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800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9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43333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1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8948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8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0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33727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2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0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64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5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0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1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5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3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105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92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511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34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7912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1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7593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0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1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9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9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9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7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3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1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12461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3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3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0843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351871">
                  <w:marLeft w:val="0"/>
                  <w:marRight w:val="0"/>
                  <w:marTop w:val="0"/>
                  <w:marBottom w:val="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  <w:div w:id="5799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47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4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2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82237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9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1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8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7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4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921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53080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84852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14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6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7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1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629078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8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2424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313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2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8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4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1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85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41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7846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730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6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1711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21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28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8092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2944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700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46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4815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513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36381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588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08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354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6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2006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82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5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802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74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5890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  <w:div w:id="10669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3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5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1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1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1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2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390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3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1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383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709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5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012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7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3363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15237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2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9141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4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2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84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1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2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372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0246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4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373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2633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7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482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galis.pl/document-view.seam?documentId=mfrxilryguztgnrqgq3q" TargetMode="External"/><Relationship Id="rId18" Type="http://schemas.openxmlformats.org/officeDocument/2006/relationships/hyperlink" Target="https://sip.legalis.pl/document-view.seam?documentId=mfrxilrtg4ytenzwhe2dgltqmfyc4nbugy2tanjugq" TargetMode="External"/><Relationship Id="rId26" Type="http://schemas.openxmlformats.org/officeDocument/2006/relationships/hyperlink" Target="https://sip.legalis.pl/document-view.seam?documentId=mfrxilrtg4ytgnjtgmydaltqmfyc4nbygm3tamjsg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sip.legalis.pl/document-view.seam?documentId=mfrxilrtg4ytgnjtgmydaltqmfyc4nbygm3dsojsh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galis.pl/document-view.seam?documentId=mfrxilrtguytcnjxg4ya" TargetMode="External"/><Relationship Id="rId17" Type="http://schemas.openxmlformats.org/officeDocument/2006/relationships/hyperlink" Target="https://sip.legalis.pl/document-view.seam?documentId=mfrxilrtg4ytiobrgezdm" TargetMode="External"/><Relationship Id="rId25" Type="http://schemas.openxmlformats.org/officeDocument/2006/relationships/hyperlink" Target="https://sip.legalis.pl/document-view.seam?documentId=mfrxilrtg4ytgnjtgmydaltqmfyc4nbygm3tamjsh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sip.legalis.pl/document-view.seam?documentId=mfrxilrtgq2tsnzxgizdoltqmfyc4mzvgmydaojvgu" TargetMode="External"/><Relationship Id="rId20" Type="http://schemas.openxmlformats.org/officeDocument/2006/relationships/hyperlink" Target="https://sip.legalis.pl/document-view.seam?documentId=mfrxilrtg4ytgnjtgmydaltqmfyc4nbygm3dsobsgq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galis.pl/document-view.seam?documentId=mfrxilrtguytcnjxg4yc44dboaxdcmbuguztmobz" TargetMode="External"/><Relationship Id="rId24" Type="http://schemas.openxmlformats.org/officeDocument/2006/relationships/hyperlink" Target="https://sip.legalis.pl/document-view.seam?documentId=mfrxilrtg4ytenbvgm3tqltqmfyc4nbtgqzdmnbygq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sip.legalis.pl/document-view.seam?documentId=mfrxilrtg4ytinrugezto" TargetMode="External"/><Relationship Id="rId23" Type="http://schemas.openxmlformats.org/officeDocument/2006/relationships/hyperlink" Target="https://sip.legalis.pl/document-view.seam?documentId=mfrxilrtg4ytinjxgqztkltqmfyc4njsgqztknbrgq" TargetMode="External"/><Relationship Id="rId28" Type="http://schemas.openxmlformats.org/officeDocument/2006/relationships/hyperlink" Target="https://sip.legalis.pl/document-view.seam?documentId=mfrxilrtg4ytenzwhe2dg" TargetMode="External"/><Relationship Id="rId10" Type="http://schemas.openxmlformats.org/officeDocument/2006/relationships/hyperlink" Target="https://sip.legalis.pl/document-view.seam?documentId=mfrxilrtg4ytgojugqydoltwmvzc4mjygeyds" TargetMode="External"/><Relationship Id="rId19" Type="http://schemas.openxmlformats.org/officeDocument/2006/relationships/hyperlink" Target="https://sip.legalis.pl/document-view.seam?documentId=mfrxilrtg4ytenzwhe2dgltqmfyc4nbugy2tanjvgm" TargetMode="External"/><Relationship Id="rId31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tg4ytinjxgq2dm" TargetMode="External"/><Relationship Id="rId14" Type="http://schemas.openxmlformats.org/officeDocument/2006/relationships/hyperlink" Target="https://sip.legalis.pl/document-view.seam?documentId=mfrxilrtg4ytinjyg43tk" TargetMode="External"/><Relationship Id="rId22" Type="http://schemas.openxmlformats.org/officeDocument/2006/relationships/hyperlink" Target="https://sip.legalis.pl/document-view.seam?documentId=mfrxilrtg4ytenzwhe2dg" TargetMode="External"/><Relationship Id="rId27" Type="http://schemas.openxmlformats.org/officeDocument/2006/relationships/hyperlink" Target="https://sip.legalis.pl/document-view.seam?documentId=mfrxilrtg4ytinzrgqzdo" TargetMode="Externa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patka\Desktop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3B34CA888D42E298DD0BC610AE2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BF7443-8C7B-458B-B1BA-216ACA8A4BF2}"/>
      </w:docPartPr>
      <w:docPartBody>
        <w:p w:rsidR="00233B07" w:rsidRDefault="00233B07" w:rsidP="00233B07">
          <w:pPr>
            <w:pStyle w:val="343B34CA888D42E298DD0BC610AE2D0C"/>
          </w:pPr>
          <w:r>
            <w:rPr>
              <w:rStyle w:val="Tekstzastpczy"/>
            </w:rP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07"/>
    <w:rsid w:val="000275BA"/>
    <w:rsid w:val="000745DD"/>
    <w:rsid w:val="000E6AFD"/>
    <w:rsid w:val="000E7458"/>
    <w:rsid w:val="00133D79"/>
    <w:rsid w:val="00197696"/>
    <w:rsid w:val="001B6ED5"/>
    <w:rsid w:val="00233B07"/>
    <w:rsid w:val="0024210C"/>
    <w:rsid w:val="00243876"/>
    <w:rsid w:val="0024573F"/>
    <w:rsid w:val="002C017C"/>
    <w:rsid w:val="002D4C9F"/>
    <w:rsid w:val="002F0327"/>
    <w:rsid w:val="00316A97"/>
    <w:rsid w:val="00343BF3"/>
    <w:rsid w:val="00365AF5"/>
    <w:rsid w:val="00394A1F"/>
    <w:rsid w:val="003C7F5C"/>
    <w:rsid w:val="00452024"/>
    <w:rsid w:val="0049059A"/>
    <w:rsid w:val="00496C59"/>
    <w:rsid w:val="004F0628"/>
    <w:rsid w:val="00507F0C"/>
    <w:rsid w:val="00534C0A"/>
    <w:rsid w:val="0056222A"/>
    <w:rsid w:val="00582BD0"/>
    <w:rsid w:val="005841B6"/>
    <w:rsid w:val="00593B9F"/>
    <w:rsid w:val="005969E1"/>
    <w:rsid w:val="005F4BC3"/>
    <w:rsid w:val="005F6A89"/>
    <w:rsid w:val="00687810"/>
    <w:rsid w:val="00694844"/>
    <w:rsid w:val="006A42CC"/>
    <w:rsid w:val="006B02F5"/>
    <w:rsid w:val="006C1DAD"/>
    <w:rsid w:val="006F4E4F"/>
    <w:rsid w:val="0070055A"/>
    <w:rsid w:val="00783A3B"/>
    <w:rsid w:val="007E4039"/>
    <w:rsid w:val="007F530D"/>
    <w:rsid w:val="00853509"/>
    <w:rsid w:val="008A19CB"/>
    <w:rsid w:val="009022D9"/>
    <w:rsid w:val="009461FF"/>
    <w:rsid w:val="009627C0"/>
    <w:rsid w:val="00967890"/>
    <w:rsid w:val="009902CB"/>
    <w:rsid w:val="0099372C"/>
    <w:rsid w:val="00A00D88"/>
    <w:rsid w:val="00A11E37"/>
    <w:rsid w:val="00AA6630"/>
    <w:rsid w:val="00AC6245"/>
    <w:rsid w:val="00B21287"/>
    <w:rsid w:val="00B213BC"/>
    <w:rsid w:val="00B62C21"/>
    <w:rsid w:val="00B92EB1"/>
    <w:rsid w:val="00BF5BB8"/>
    <w:rsid w:val="00CC3E28"/>
    <w:rsid w:val="00CE425A"/>
    <w:rsid w:val="00CF25EA"/>
    <w:rsid w:val="00D33B51"/>
    <w:rsid w:val="00D964AE"/>
    <w:rsid w:val="00DF3DA0"/>
    <w:rsid w:val="00EE3F8E"/>
    <w:rsid w:val="00F05230"/>
    <w:rsid w:val="00F377EE"/>
    <w:rsid w:val="00F45B8D"/>
    <w:rsid w:val="00F53DBB"/>
    <w:rsid w:val="00F97F97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3B07"/>
    <w:rPr>
      <w:color w:val="808080"/>
    </w:rPr>
  </w:style>
  <w:style w:type="paragraph" w:customStyle="1" w:styleId="343B34CA888D42E298DD0BC610AE2D0C">
    <w:name w:val="343B34CA888D42E298DD0BC610AE2D0C"/>
    <w:rsid w:val="00233B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8D244E-4728-4B46-A11D-21B1ECE8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</TotalTime>
  <Pages>47</Pages>
  <Words>13627</Words>
  <Characters>81767</Characters>
  <Application>Microsoft Office Word</Application>
  <DocSecurity>0</DocSecurity>
  <Lines>681</Lines>
  <Paragraphs>190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95204</CharactersWithSpaces>
  <SharedDoc>false</SharedDoc>
  <HLinks>
    <vt:vector size="162" baseType="variant">
      <vt:variant>
        <vt:i4>6422589</vt:i4>
      </vt:variant>
      <vt:variant>
        <vt:i4>78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https://sip.legalis.pl/document-view.seam?documentId=mfrxilrtg4ytgnjtgmydaltqmfyc4nbygm3tambuga</vt:lpwstr>
      </vt:variant>
      <vt:variant>
        <vt:lpwstr/>
      </vt:variant>
      <vt:variant>
        <vt:i4>2424889</vt:i4>
      </vt:variant>
      <vt:variant>
        <vt:i4>75</vt:i4>
      </vt:variant>
      <vt:variant>
        <vt:i4>0</vt:i4>
      </vt:variant>
      <vt:variant>
        <vt:i4>5</vt:i4>
      </vt:variant>
      <vt:variant>
        <vt:lpwstr>https://sip.legalis.pl/document-view.seam?documentId=mfrxilrtg4yteojwgu4to</vt:lpwstr>
      </vt:variant>
      <vt:variant>
        <vt:lpwstr/>
      </vt:variant>
      <vt:variant>
        <vt:i4>7274603</vt:i4>
      </vt:variant>
      <vt:variant>
        <vt:i4>72</vt:i4>
      </vt:variant>
      <vt:variant>
        <vt:i4>0</vt:i4>
      </vt:variant>
      <vt:variant>
        <vt:i4>5</vt:i4>
      </vt:variant>
      <vt:variant>
        <vt:lpwstr>https://sip.legalis.pl/document-view.seam?documentId=mfrxilrtg4ytgmjvg4zdi</vt:lpwstr>
      </vt:variant>
      <vt:variant>
        <vt:lpwstr/>
      </vt:variant>
      <vt:variant>
        <vt:i4>3080234</vt:i4>
      </vt:variant>
      <vt:variant>
        <vt:i4>69</vt:i4>
      </vt:variant>
      <vt:variant>
        <vt:i4>0</vt:i4>
      </vt:variant>
      <vt:variant>
        <vt:i4>5</vt:i4>
      </vt:variant>
      <vt:variant>
        <vt:lpwstr>https://sip.legalis.pl/document-view.seam?documentId=mfrxilrtg4yteojxgi2tc</vt:lpwstr>
      </vt:variant>
      <vt:variant>
        <vt:lpwstr/>
      </vt:variant>
      <vt:variant>
        <vt:i4>3407905</vt:i4>
      </vt:variant>
      <vt:variant>
        <vt:i4>66</vt:i4>
      </vt:variant>
      <vt:variant>
        <vt:i4>0</vt:i4>
      </vt:variant>
      <vt:variant>
        <vt:i4>5</vt:i4>
      </vt:variant>
      <vt:variant>
        <vt:lpwstr>https://sip.legalis.pl/document-view.seam?documentId=mfrxilrtg4ytenbvgm3tq</vt:lpwstr>
      </vt:variant>
      <vt:variant>
        <vt:lpwstr/>
      </vt:variant>
      <vt:variant>
        <vt:i4>7798817</vt:i4>
      </vt:variant>
      <vt:variant>
        <vt:i4>63</vt:i4>
      </vt:variant>
      <vt:variant>
        <vt:i4>0</vt:i4>
      </vt:variant>
      <vt:variant>
        <vt:i4>5</vt:i4>
      </vt:variant>
      <vt:variant>
        <vt:lpwstr>https://sip.legalis.pl/document-view.seam?documentId=mfrxilrtg4ytenbvgm3tqltqmfyc4nbtgqzdmnbygq</vt:lpwstr>
      </vt:variant>
      <vt:variant>
        <vt:lpwstr/>
      </vt:variant>
      <vt:variant>
        <vt:i4>6946875</vt:i4>
      </vt:variant>
      <vt:variant>
        <vt:i4>60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https://sip.legalis.pl/document-view.seam?documentId=mfrxilrtg4ytgnjtgmydaltqmfyc4nbygm3tamjsgi</vt:lpwstr>
      </vt:variant>
      <vt:variant>
        <vt:lpwstr/>
      </vt:variant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https://sip.legalis.pl/document-view.seam?documentId=mfrxilrtg4ytgnjtgmydaltqmfyc4nbygm3tamjshe</vt:lpwstr>
      </vt:variant>
      <vt:variant>
        <vt:lpwstr/>
      </vt:variant>
      <vt:variant>
        <vt:i4>6946875</vt:i4>
      </vt:variant>
      <vt:variant>
        <vt:i4>54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https://sip.legalis.pl/document-view.seam?documentId=mfrxilrtg4ytgnjtgmydaltqmfyc4nbygm3tamjsgi</vt:lpwstr>
      </vt:variant>
      <vt:variant>
        <vt:lpwstr/>
      </vt:variant>
      <vt:variant>
        <vt:i4>6946875</vt:i4>
      </vt:variant>
      <vt:variant>
        <vt:i4>51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https://sip.legalis.pl/document-view.seam?documentId=mfrxilrtg4ytgnjtgmydaltqmfyc4nbygm3tamjsgi</vt:lpwstr>
      </vt:variant>
      <vt:variant>
        <vt:lpwstr/>
      </vt:variant>
      <vt:variant>
        <vt:i4>6619195</vt:i4>
      </vt:variant>
      <vt:variant>
        <vt:i4>48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https://sip.legalis.pl/document-view.seam?documentId=mfrxilrtg4ytgnjtgmydaltqmfyc4nbygm3tamjshe</vt:lpwstr>
      </vt:variant>
      <vt:variant>
        <vt:lpwstr/>
      </vt:variant>
      <vt:variant>
        <vt:i4>6422578</vt:i4>
      </vt:variant>
      <vt:variant>
        <vt:i4>45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https://sip.legalis.pl/document-view.seam?documentId=mfrxilrtg4ytgnjtgmydaltqmfyc4nbygm3tambzgi</vt:lpwstr>
      </vt:variant>
      <vt:variant>
        <vt:lpwstr/>
      </vt:variant>
      <vt:variant>
        <vt:i4>7340073</vt:i4>
      </vt:variant>
      <vt:variant>
        <vt:i4>42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https://sip.legalis.pl/document-view.seam?documentId=mfrxilrtg4ytgnjtgmydaltqmfyc4nbygm3dsobsgq</vt:lpwstr>
      </vt:variant>
      <vt:variant>
        <vt:lpwstr/>
      </vt:variant>
      <vt:variant>
        <vt:i4>7798825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https://sip.legalis.pl/document-view.seam?documentId=mfrxilrtg4ytgnjtgmydaltqmfyc4nbygm3dsojshe</vt:lpwstr>
      </vt:variant>
      <vt:variant>
        <vt:lpwstr/>
      </vt:variant>
      <vt:variant>
        <vt:i4>3145761</vt:i4>
      </vt:variant>
      <vt:variant>
        <vt:i4>36</vt:i4>
      </vt:variant>
      <vt:variant>
        <vt:i4>0</vt:i4>
      </vt:variant>
      <vt:variant>
        <vt:i4>5</vt:i4>
      </vt:variant>
      <vt:variant>
        <vt:lpwstr>https://sip.legalis.pl/document-view.seam?documentId=mfrxilrtg4ytaojxgeztaltqmfyc4mzygiytknbxha</vt:lpwstr>
      </vt:variant>
      <vt:variant>
        <vt:lpwstr/>
      </vt:variant>
      <vt:variant>
        <vt:i4>3866670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https://sip.legalis.pl/document-view.seam?documentId=mfrxilrtg4ytenzwhe2dgltqmfyc4nbugy2tanjvgm</vt:lpwstr>
      </vt:variant>
      <vt:variant>
        <vt:lpwstr/>
      </vt:variant>
      <vt:variant>
        <vt:i4>3866669</vt:i4>
      </vt:variant>
      <vt:variant>
        <vt:i4>30</vt:i4>
      </vt:variant>
      <vt:variant>
        <vt:i4>0</vt:i4>
      </vt:variant>
      <vt:variant>
        <vt:i4>5</vt:i4>
      </vt:variant>
      <vt:variant>
        <vt:lpwstr>https://sip.legalis.pl/document-view.seam?documentId=mfrxilrtg4ytenzwhe2dgltqmfyc4nbugy2tanjugq</vt:lpwstr>
      </vt:variant>
      <vt:variant>
        <vt:lpwstr/>
      </vt:variant>
      <vt:variant>
        <vt:i4>3342368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https://sip.legalis.pl/document-view.seam?documentId=mfrxilrtg4ytenzwhe2dgltqmfyc4nbugy2tanbxgi</vt:lpwstr>
      </vt:variant>
      <vt:variant>
        <vt:lpwstr/>
      </vt:variant>
      <vt:variant>
        <vt:i4>7536738</vt:i4>
      </vt:variant>
      <vt:variant>
        <vt:i4>24</vt:i4>
      </vt:variant>
      <vt:variant>
        <vt:i4>0</vt:i4>
      </vt:variant>
      <vt:variant>
        <vt:i4>5</vt:i4>
      </vt:variant>
      <vt:variant>
        <vt:lpwstr>http://sip.legalis.pl/document-view.seam?documentId=mfrxilrtgq2tsnzxgizdoltqmfyc4mzvgmydaojvgu</vt:lpwstr>
      </vt:variant>
      <vt:variant>
        <vt:lpwstr/>
      </vt:variant>
      <vt:variant>
        <vt:i4>5505026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https://sip.legalis.pl/document-view.seam?documentId=mfrxilryguztgnrqgq3q</vt:lpwstr>
      </vt:variant>
      <vt:variant>
        <vt:lpwstr/>
      </vt:variant>
      <vt:variant>
        <vt:i4>65603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https://sip.legalis.pl/document-view.seam?documentId=mfrxilrtguytcnjxg4ya</vt:lpwstr>
      </vt:variant>
      <vt:variant>
        <vt:lpwstr/>
      </vt:variant>
      <vt:variant>
        <vt:i4>5570565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https://sip.legalis.pl/document-view.seam?documentId=mfrxilrtguytcnjxg4yc44dboaxdcmbuguztmobz</vt:lpwstr>
      </vt:variant>
      <vt:variant>
        <vt:lpwstr/>
      </vt:variant>
      <vt:variant>
        <vt:i4>3801140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https://sip.legalis.pl/document-view.seam?documentId=mfrxilrtg4ytgojugqydoltwmvzc4mjygeyds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https://sip.legalis.pl/document-view.seam?documentId=mfrxilrtg4ytembqgmytq</vt:lpwstr>
      </vt:variant>
      <vt:variant>
        <vt:lpwstr/>
      </vt:variant>
      <vt:variant>
        <vt:i4>3866664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https://sip.legalis.pl/document-view.seam?documentId=mfrxilrtg4ytcmzxgi2ta</vt:lpwstr>
      </vt:variant>
      <vt:variant>
        <vt:lpwstr/>
      </vt:variant>
      <vt:variant>
        <vt:i4>3866686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https://sip.legalis.pl/document-view.seam?documentId=mfrxilrrha2tinrsg4zdo</vt:lpwstr>
      </vt:variant>
      <vt:variant>
        <vt:lpwstr/>
      </vt:variant>
      <vt:variant>
        <vt:i4>8192059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https://sip.legalis.pl/document-view.seam?documentId=mfrxilrtg4yteobqgqztq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Mielcuch Anna</dc:creator>
  <cp:lastModifiedBy>Bobko Mariusz</cp:lastModifiedBy>
  <cp:revision>4</cp:revision>
  <cp:lastPrinted>2020-03-12T09:52:00Z</cp:lastPrinted>
  <dcterms:created xsi:type="dcterms:W3CDTF">2021-06-14T08:57:00Z</dcterms:created>
  <dcterms:modified xsi:type="dcterms:W3CDTF">2021-06-14T12:58:00Z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