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5E0E65" w:rsidP="005E0E65">
      <w:pPr>
        <w:ind w:left="708"/>
        <w:rPr>
          <w:rFonts w:asciiTheme="minorHAnsi" w:hAnsiTheme="minorHAnsi" w:cstheme="minorHAnsi"/>
          <w:sz w:val="20"/>
          <w:szCs w:val="20"/>
        </w:rPr>
      </w:pPr>
      <w:r w:rsidRPr="005E0E65">
        <w:rPr>
          <w:rFonts w:asciiTheme="minorHAnsi" w:hAnsiTheme="minorHAnsi" w:cstheme="minorHAnsi"/>
          <w:sz w:val="20"/>
          <w:szCs w:val="20"/>
        </w:rPr>
        <w:t>DRU.WWP.7212.13.2.2021(1)</w:t>
      </w:r>
    </w:p>
    <w:p w:rsidR="000A71A0" w:rsidRPr="0033475C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347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0A71A0" w:rsidRPr="0033475C" w:rsidRDefault="007D0DB4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4C6BBB" w:rsidRPr="0033475C" w:rsidRDefault="004C6BBB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BBB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0A71A0" w:rsidRPr="0033475C" w:rsidRDefault="00664E65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Default="00664E65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Pr="0033475C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bookmarkStart w:id="0" w:name="_GoBack"/>
      <w:bookmarkEnd w:id="0"/>
    </w:p>
    <w:p w:rsidR="000A71A0" w:rsidRPr="0033475C" w:rsidRDefault="00664E65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7D0DB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IV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2020 </w:t>
      </w:r>
      <w:r w:rsidR="00C5662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 Katalogi Administracji Publicznej.</w:t>
      </w:r>
    </w:p>
    <w:p w:rsidR="0033475C" w:rsidRPr="0033475C" w:rsidRDefault="00664E65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664E65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664E65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664E6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664E6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664E6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664E65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BF2C57" w:rsidRPr="004C265D" w:rsidRDefault="00BF2C57" w:rsidP="00BF2C57">
      <w:pPr>
        <w:pStyle w:val="Akapitzlist"/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IV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2020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 Ka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talogi Administracji Publicznej.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30905" w:rsidRPr="0033475C" w:rsidRDefault="00664E6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E65" w:rsidRDefault="00664E65">
      <w:r>
        <w:separator/>
      </w:r>
    </w:p>
  </w:endnote>
  <w:endnote w:type="continuationSeparator" w:id="0">
    <w:p w:rsidR="00664E65" w:rsidRDefault="00664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987C99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E65" w:rsidRDefault="00664E65">
      <w:r>
        <w:separator/>
      </w:r>
    </w:p>
  </w:footnote>
  <w:footnote w:type="continuationSeparator" w:id="0">
    <w:p w:rsidR="00664E65" w:rsidRDefault="00664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664E65" w:rsidP="007018D3">
    <w:pPr>
      <w:pStyle w:val="Nagwek"/>
      <w:jc w:val="right"/>
    </w:pPr>
  </w:p>
  <w:p w:rsidR="007018D3" w:rsidRDefault="00664E65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664E65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C66AE2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4C265D">
      <w:t xml:space="preserve"> </w:t>
    </w:r>
    <w:r w:rsidR="00C56628">
      <w:t xml:space="preserve">      </w:t>
    </w:r>
    <w: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136C90"/>
    <w:rsid w:val="001D2BBE"/>
    <w:rsid w:val="001D6ED7"/>
    <w:rsid w:val="004C265D"/>
    <w:rsid w:val="004C6BBB"/>
    <w:rsid w:val="0059414A"/>
    <w:rsid w:val="005E0E65"/>
    <w:rsid w:val="006605C8"/>
    <w:rsid w:val="00664E65"/>
    <w:rsid w:val="00780C7A"/>
    <w:rsid w:val="007D0DB4"/>
    <w:rsid w:val="007D1DC9"/>
    <w:rsid w:val="007D7B20"/>
    <w:rsid w:val="009704EF"/>
    <w:rsid w:val="00987C99"/>
    <w:rsid w:val="00A57161"/>
    <w:rsid w:val="00AE0752"/>
    <w:rsid w:val="00BF2C57"/>
    <w:rsid w:val="00C56628"/>
    <w:rsid w:val="00C66AE2"/>
    <w:rsid w:val="00CA537C"/>
    <w:rsid w:val="00CB01A1"/>
    <w:rsid w:val="00DE1072"/>
    <w:rsid w:val="00F7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8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Karczewska Beata</cp:lastModifiedBy>
  <cp:revision>10</cp:revision>
  <dcterms:created xsi:type="dcterms:W3CDTF">2020-12-09T20:22:00Z</dcterms:created>
  <dcterms:modified xsi:type="dcterms:W3CDTF">2021-01-19T13:00:00Z</dcterms:modified>
</cp:coreProperties>
</file>