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B7358D" w14:textId="63C40C62" w:rsidR="0027044A" w:rsidRDefault="0027044A" w:rsidP="00AA0B45">
      <w:pPr>
        <w:rPr>
          <w:rFonts w:ascii="Calibri" w:hAnsi="Calibri"/>
          <w:b/>
        </w:rPr>
      </w:pPr>
    </w:p>
    <w:p w14:paraId="438E47C0" w14:textId="77777777" w:rsidR="0027044A" w:rsidRDefault="0027044A" w:rsidP="0027044A">
      <w:pPr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14:paraId="44636F4F" w14:textId="77777777" w:rsidR="0027044A" w:rsidRDefault="0027044A" w:rsidP="0027044A">
      <w:pPr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14:paraId="731BF386" w14:textId="0CB6141C" w:rsidR="00AA0B45" w:rsidRDefault="00AA0B45" w:rsidP="0027044A">
      <w:pPr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DAiP</w:t>
      </w:r>
      <w:bookmarkStart w:id="0" w:name="_GoBack"/>
      <w:bookmarkEnd w:id="0"/>
    </w:p>
    <w:p w14:paraId="35B20C61" w14:textId="77777777" w:rsidR="0027044A" w:rsidRDefault="0027044A" w:rsidP="000947D5">
      <w:pPr>
        <w:spacing w:after="240"/>
        <w:rPr>
          <w:rFonts w:ascii="Calibri" w:hAnsi="Calibri"/>
          <w:b/>
        </w:rPr>
      </w:pPr>
    </w:p>
    <w:p w14:paraId="7DDD91D2" w14:textId="3595B290" w:rsidR="0027044A" w:rsidRPr="0027044A" w:rsidRDefault="0027044A" w:rsidP="0027044A">
      <w:pPr>
        <w:jc w:val="both"/>
        <w:rPr>
          <w:rFonts w:ascii="Calibri" w:hAnsi="Calibri"/>
          <w:i/>
        </w:rPr>
      </w:pPr>
      <w:r w:rsidRPr="0027044A">
        <w:rPr>
          <w:rFonts w:ascii="Calibri" w:hAnsi="Calibri"/>
          <w:i/>
        </w:rPr>
        <w:t>Szanowny Panie Sekretarzu,</w:t>
      </w:r>
    </w:p>
    <w:p w14:paraId="38301695" w14:textId="77777777" w:rsidR="0027044A" w:rsidRDefault="0027044A" w:rsidP="0027044A">
      <w:pPr>
        <w:jc w:val="both"/>
        <w:rPr>
          <w:rFonts w:ascii="Calibri" w:hAnsi="Calibri"/>
        </w:rPr>
      </w:pPr>
    </w:p>
    <w:p w14:paraId="2C2BE668" w14:textId="02B5E9A4" w:rsidR="0027044A" w:rsidRDefault="0027044A" w:rsidP="0027044A">
      <w:pPr>
        <w:jc w:val="both"/>
        <w:rPr>
          <w:rFonts w:ascii="Calibri" w:hAnsi="Calibri"/>
        </w:rPr>
      </w:pPr>
      <w:r>
        <w:rPr>
          <w:rFonts w:ascii="Calibri" w:hAnsi="Calibri"/>
        </w:rPr>
        <w:t>w związku z uwagą Ministerstwa Rozwoju, Pracy i Technologii dotyczącą rodzaju oprogramowania użytego</w:t>
      </w:r>
      <w:r w:rsidR="00463F77">
        <w:rPr>
          <w:rFonts w:ascii="Calibri" w:hAnsi="Calibri"/>
        </w:rPr>
        <w:t xml:space="preserve"> dla systemu SEPIS, poniżej przekazuję</w:t>
      </w:r>
      <w:r>
        <w:rPr>
          <w:rFonts w:ascii="Calibri" w:hAnsi="Calibri"/>
        </w:rPr>
        <w:t xml:space="preserve"> odpowiedź na uwagę. </w:t>
      </w:r>
    </w:p>
    <w:p w14:paraId="2B32DDA1" w14:textId="77777777" w:rsidR="0027044A" w:rsidRDefault="0027044A" w:rsidP="0027044A">
      <w:pPr>
        <w:jc w:val="both"/>
        <w:rPr>
          <w:rFonts w:ascii="Calibri" w:hAnsi="Calibri"/>
        </w:rPr>
      </w:pPr>
    </w:p>
    <w:p w14:paraId="596D25A8" w14:textId="6F9D3045" w:rsidR="0027044A" w:rsidRDefault="0027044A" w:rsidP="0027044A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Informujemy, że stosujemy sprawdzone oraz dojrzałe rozwiązania open </w:t>
      </w:r>
      <w:proofErr w:type="spellStart"/>
      <w:r>
        <w:rPr>
          <w:rFonts w:ascii="Calibri" w:hAnsi="Calibri"/>
        </w:rPr>
        <w:t>source</w:t>
      </w:r>
      <w:proofErr w:type="spellEnd"/>
      <w:r>
        <w:rPr>
          <w:rFonts w:ascii="Calibri" w:hAnsi="Calibri"/>
        </w:rPr>
        <w:t xml:space="preserve">. Każdorazowy nowy wybór komponentu open </w:t>
      </w:r>
      <w:proofErr w:type="spellStart"/>
      <w:r>
        <w:rPr>
          <w:rFonts w:ascii="Calibri" w:hAnsi="Calibri"/>
        </w:rPr>
        <w:t>source</w:t>
      </w:r>
      <w:proofErr w:type="spellEnd"/>
      <w:r>
        <w:rPr>
          <w:rFonts w:ascii="Calibri" w:hAnsi="Calibri"/>
        </w:rPr>
        <w:t xml:space="preserve"> jest poprzedzony stosowną analizą ekspertów. Dysponujemy zespołem wytwórczym, który posiada niezbędną wiedzę i doświadczenie </w:t>
      </w:r>
      <w:r>
        <w:rPr>
          <w:rFonts w:ascii="Calibri" w:hAnsi="Calibri"/>
        </w:rPr>
        <w:br/>
        <w:t>w zakresie wytwarzania takiego oprogramowania. Świadczymy również usługi utrzymania wytworzonych rozwiązań tak, aby działały na wysokim poziomie dostępności.</w:t>
      </w:r>
    </w:p>
    <w:p w14:paraId="4B4A7266" w14:textId="77777777" w:rsidR="0027044A" w:rsidRDefault="0027044A" w:rsidP="0027044A">
      <w:pPr>
        <w:jc w:val="both"/>
        <w:rPr>
          <w:rFonts w:ascii="Calibri" w:hAnsi="Calibri"/>
        </w:rPr>
      </w:pPr>
    </w:p>
    <w:p w14:paraId="0213A121" w14:textId="7D0209B0" w:rsidR="0027044A" w:rsidRPr="00AE5F4C" w:rsidRDefault="0027044A" w:rsidP="0027044A">
      <w:pPr>
        <w:jc w:val="both"/>
        <w:rPr>
          <w:rFonts w:ascii="Calibri" w:hAnsi="Calibri"/>
        </w:rPr>
      </w:pPr>
      <w:r w:rsidRPr="00AE5F4C">
        <w:rPr>
          <w:rFonts w:ascii="Calibri" w:hAnsi="Calibri"/>
        </w:rPr>
        <w:t xml:space="preserve">Powszechnie wiadomo, iż oprogramowanie dostarczane przez dostawców zewnętrznych </w:t>
      </w:r>
      <w:r w:rsidRPr="00AE5F4C">
        <w:rPr>
          <w:rFonts w:ascii="Calibri" w:hAnsi="Calibri"/>
        </w:rPr>
        <w:br/>
        <w:t xml:space="preserve">w trybie licencyjnym wiąże się z wysokimi kosztami zakupu i eksploatacji, a dostosowanie go </w:t>
      </w:r>
      <w:r w:rsidRPr="00AE5F4C">
        <w:rPr>
          <w:rFonts w:ascii="Calibri" w:hAnsi="Calibri"/>
        </w:rPr>
        <w:br/>
        <w:t xml:space="preserve">do potrzeb </w:t>
      </w:r>
      <w:r w:rsidR="00E96470" w:rsidRPr="00AE5F4C">
        <w:rPr>
          <w:rFonts w:ascii="Calibri" w:hAnsi="Calibri"/>
        </w:rPr>
        <w:t>projektów realizowanych w KPRM</w:t>
      </w:r>
      <w:r w:rsidRPr="00AE5F4C">
        <w:rPr>
          <w:rFonts w:ascii="Calibri" w:hAnsi="Calibri"/>
        </w:rPr>
        <w:t xml:space="preserve"> powoduje modyfikacje, które często </w:t>
      </w:r>
      <w:r w:rsidR="00E96470" w:rsidRPr="00AE5F4C">
        <w:rPr>
          <w:rFonts w:ascii="Calibri" w:hAnsi="Calibri"/>
        </w:rPr>
        <w:br/>
        <w:t xml:space="preserve">są </w:t>
      </w:r>
      <w:r w:rsidRPr="00AE5F4C">
        <w:rPr>
          <w:rFonts w:ascii="Calibri" w:hAnsi="Calibri"/>
        </w:rPr>
        <w:t>dodatkowo płatne lub problematyczne bez współpracy z dostawcą. W KPRM w ramach procesu wytwórczego stosujemy podejście iteracyjne, co pozwala na dostarczanie wymaganych funkcjonalności racjonalnym kosztem z możliwością uruchamiania kolejnych</w:t>
      </w:r>
      <w:r w:rsidR="000947D5" w:rsidRPr="00AE5F4C">
        <w:rPr>
          <w:rFonts w:ascii="Calibri" w:hAnsi="Calibri"/>
        </w:rPr>
        <w:t xml:space="preserve"> </w:t>
      </w:r>
      <w:r w:rsidR="00AE5F4C" w:rsidRPr="00AE5F4C">
        <w:rPr>
          <w:rFonts w:ascii="Calibri" w:hAnsi="Calibri"/>
        </w:rPr>
        <w:t>inicjatyw</w:t>
      </w:r>
      <w:r w:rsidRPr="00AE5F4C">
        <w:rPr>
          <w:rFonts w:ascii="Calibri" w:hAnsi="Calibri"/>
        </w:rPr>
        <w:t xml:space="preserve"> w miarę potrzeb. Jest to szczególnie istotne przy dynamicznie zmieniających się założeniach biznesowych. Mamy również świadomość możliwości świadczenia wsparcia dla określonych rozwiązań open </w:t>
      </w:r>
      <w:proofErr w:type="spellStart"/>
      <w:r w:rsidRPr="00AE5F4C">
        <w:rPr>
          <w:rFonts w:ascii="Calibri" w:hAnsi="Calibri"/>
        </w:rPr>
        <w:t>source</w:t>
      </w:r>
      <w:proofErr w:type="spellEnd"/>
      <w:r w:rsidRPr="00AE5F4C">
        <w:rPr>
          <w:rFonts w:ascii="Calibri" w:hAnsi="Calibri"/>
        </w:rPr>
        <w:t xml:space="preserve"> i nigdy tej możliwości nie wykluczamy.</w:t>
      </w:r>
    </w:p>
    <w:p w14:paraId="46191BF2" w14:textId="77777777" w:rsidR="0027044A" w:rsidRPr="00AE5F4C" w:rsidRDefault="0027044A" w:rsidP="0027044A">
      <w:pPr>
        <w:jc w:val="both"/>
        <w:rPr>
          <w:rFonts w:ascii="Calibri" w:hAnsi="Calibri"/>
        </w:rPr>
      </w:pPr>
    </w:p>
    <w:p w14:paraId="4C51EC28" w14:textId="30AB5A44" w:rsidR="0027044A" w:rsidRDefault="0027044A" w:rsidP="0027044A">
      <w:pPr>
        <w:jc w:val="both"/>
        <w:rPr>
          <w:rFonts w:ascii="Calibri" w:hAnsi="Calibri"/>
        </w:rPr>
      </w:pPr>
      <w:r w:rsidRPr="00AE5F4C">
        <w:rPr>
          <w:rFonts w:ascii="Calibri" w:hAnsi="Calibri"/>
        </w:rPr>
        <w:t>Pomimo tego</w:t>
      </w:r>
      <w:r w:rsidR="000947D5" w:rsidRPr="00AE5F4C">
        <w:rPr>
          <w:rFonts w:ascii="Calibri" w:hAnsi="Calibri"/>
        </w:rPr>
        <w:t>,</w:t>
      </w:r>
      <w:r w:rsidRPr="00AE5F4C">
        <w:rPr>
          <w:rFonts w:ascii="Calibri" w:hAnsi="Calibri"/>
        </w:rPr>
        <w:t xml:space="preserve"> w celu racjonalnego gospodarowania środkami publicznymi wybieramy rozwiązania bezpłatne, a doświadczenie w takich projektach jak np. Portal RP, SE</w:t>
      </w:r>
      <w:r w:rsidR="000947D5" w:rsidRPr="00AE5F4C">
        <w:rPr>
          <w:rFonts w:ascii="Calibri" w:hAnsi="Calibri"/>
        </w:rPr>
        <w:t>PIS czy KLP wykazało słuszność takiego</w:t>
      </w:r>
      <w:r w:rsidRPr="00AE5F4C">
        <w:rPr>
          <w:rFonts w:ascii="Calibri" w:hAnsi="Calibri"/>
        </w:rPr>
        <w:t xml:space="preserve"> podejścia. </w:t>
      </w:r>
      <w:r w:rsidR="000947D5" w:rsidRPr="00AE5F4C">
        <w:rPr>
          <w:rFonts w:ascii="Calibri" w:hAnsi="Calibri"/>
        </w:rPr>
        <w:t>P</w:t>
      </w:r>
      <w:r w:rsidRPr="00AE5F4C">
        <w:rPr>
          <w:rFonts w:ascii="Calibri" w:hAnsi="Calibri"/>
        </w:rPr>
        <w:t>rzykładem unifikacji użytych rozwiązań bazodanowych są właśnie</w:t>
      </w:r>
      <w:r w:rsidR="000947D5" w:rsidRPr="00AE5F4C">
        <w:rPr>
          <w:rFonts w:ascii="Calibri" w:hAnsi="Calibri"/>
        </w:rPr>
        <w:t xml:space="preserve"> wspomniane aplikacje i systemy. S</w:t>
      </w:r>
      <w:r w:rsidRPr="00AE5F4C">
        <w:rPr>
          <w:rFonts w:ascii="Calibri" w:hAnsi="Calibri"/>
        </w:rPr>
        <w:t>tosujemy to podejście zawsze w miarę możliwości.</w:t>
      </w:r>
    </w:p>
    <w:p w14:paraId="02EB378F" w14:textId="77777777" w:rsidR="00753B85" w:rsidRDefault="00753B85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</w:p>
    <w:p w14:paraId="77082EC8" w14:textId="77777777"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14:paraId="6A05A809" w14:textId="77777777"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14:paraId="151B1E71" w14:textId="77777777"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2749B6">
        <w:rPr>
          <w:rFonts w:asciiTheme="minorHAnsi" w:hAnsiTheme="minorHAnsi" w:cstheme="minorHAnsi"/>
          <w:b/>
          <w:bCs/>
        </w:rPr>
        <w:t>Janusz Cieszyński</w:t>
      </w:r>
    </w:p>
    <w:p w14:paraId="690E3B05" w14:textId="77777777"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14:paraId="22DC28A8" w14:textId="77777777"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14:paraId="5A39BBE3" w14:textId="77777777"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14:paraId="5D0F2481" w14:textId="77777777"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sectPr w:rsidR="000A71A0" w:rsidRPr="0033475C" w:rsidSect="004633D0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29D0F1" w14:textId="77777777" w:rsidR="001C0A65" w:rsidRDefault="001C0A65">
      <w:r>
        <w:separator/>
      </w:r>
    </w:p>
  </w:endnote>
  <w:endnote w:type="continuationSeparator" w:id="0">
    <w:p w14:paraId="1C5E08B5" w14:textId="77777777" w:rsidR="001C0A65" w:rsidRDefault="001C0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55AAE7" w14:textId="77777777"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3200198" wp14:editId="07777777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3018BCA" w14:textId="77777777"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20019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14:paraId="23018BCA" w14:textId="77777777"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682A10" w14:textId="77777777"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 wp14:anchorId="4EE4599B" wp14:editId="07777777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33A05A" w14:textId="77777777" w:rsidR="001C0A65" w:rsidRDefault="001C0A65">
      <w:r>
        <w:separator/>
      </w:r>
    </w:p>
  </w:footnote>
  <w:footnote w:type="continuationSeparator" w:id="0">
    <w:p w14:paraId="3E0D1ED1" w14:textId="77777777" w:rsidR="001C0A65" w:rsidRDefault="001C0A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36E291A" w14:paraId="51D6C801" w14:textId="77777777" w:rsidTr="336E291A">
      <w:tc>
        <w:tcPr>
          <w:tcW w:w="3020" w:type="dxa"/>
        </w:tcPr>
        <w:p w14:paraId="06D45C17" w14:textId="374DE7C1" w:rsidR="336E291A" w:rsidRDefault="336E291A" w:rsidP="336E291A">
          <w:pPr>
            <w:pStyle w:val="Nagwek"/>
            <w:ind w:left="-115"/>
          </w:pPr>
        </w:p>
      </w:tc>
      <w:tc>
        <w:tcPr>
          <w:tcW w:w="3020" w:type="dxa"/>
        </w:tcPr>
        <w:p w14:paraId="2DFB82D6" w14:textId="76F8F756" w:rsidR="336E291A" w:rsidRDefault="336E291A" w:rsidP="336E291A">
          <w:pPr>
            <w:pStyle w:val="Nagwek"/>
            <w:jc w:val="center"/>
          </w:pPr>
        </w:p>
      </w:tc>
      <w:tc>
        <w:tcPr>
          <w:tcW w:w="3020" w:type="dxa"/>
        </w:tcPr>
        <w:p w14:paraId="0EAD5DB8" w14:textId="2D585C00" w:rsidR="336E291A" w:rsidRDefault="336E291A" w:rsidP="336E291A">
          <w:pPr>
            <w:pStyle w:val="Nagwek"/>
            <w:ind w:right="-115"/>
            <w:jc w:val="right"/>
          </w:pPr>
        </w:p>
      </w:tc>
    </w:tr>
  </w:tbl>
  <w:p w14:paraId="0BF7B81D" w14:textId="33413321" w:rsidR="336E291A" w:rsidRDefault="336E291A" w:rsidP="336E291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061E4C" w14:textId="77777777" w:rsidR="007018D3" w:rsidRDefault="007018D3" w:rsidP="007018D3">
    <w:pPr>
      <w:pStyle w:val="Nagwek"/>
      <w:jc w:val="right"/>
    </w:pPr>
  </w:p>
  <w:p w14:paraId="44EAFD9C" w14:textId="77777777" w:rsidR="007018D3" w:rsidRDefault="007018D3" w:rsidP="007018D3">
    <w:pPr>
      <w:pStyle w:val="Nagwek"/>
      <w:jc w:val="right"/>
    </w:pPr>
  </w:p>
  <w:p w14:paraId="573C4BA1" w14:textId="38D5F640" w:rsidR="004633D0" w:rsidRPr="00310A4C" w:rsidRDefault="0033475C" w:rsidP="336E291A">
    <w:pPr>
      <w:pStyle w:val="Nagwek"/>
      <w:jc w:val="right"/>
      <w:rPr>
        <w:rFonts w:asciiTheme="minorHAnsi" w:hAnsiTheme="minorHAnsi" w:cstheme="minorBidi"/>
        <w:sz w:val="20"/>
        <w:szCs w:val="20"/>
      </w:rPr>
    </w:pPr>
    <w:r w:rsidRPr="00310A4C">
      <w:rPr>
        <w:rFonts w:asciiTheme="minorHAnsi" w:hAnsiTheme="minorHAnsi" w:cstheme="minorHAnsi"/>
        <w:noProof/>
        <w:sz w:val="20"/>
        <w:szCs w:val="2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94D5A5" w14:textId="77777777" w:rsidR="0033475C" w:rsidRPr="00DA3527" w:rsidRDefault="0033475C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14:paraId="4B94D5A5" w14:textId="77777777" w:rsidR="0033475C" w:rsidRPr="00DA3527" w:rsidRDefault="0033475C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 w:rsidRPr="00310A4C">
      <w:rPr>
        <w:rFonts w:asciiTheme="minorHAnsi" w:hAnsiTheme="minorHAnsi" w:cstheme="minorHAnsi"/>
        <w:noProof/>
        <w:sz w:val="20"/>
        <w:szCs w:val="2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D935CBE" w14:textId="77777777"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14:paraId="1D935CBE" w14:textId="77777777"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310A4C">
      <w:rPr>
        <w:rFonts w:asciiTheme="minorHAnsi" w:hAnsiTheme="minorHAnsi" w:cstheme="minorHAnsi"/>
        <w:noProof/>
        <w:sz w:val="20"/>
        <w:szCs w:val="20"/>
      </w:rPr>
      <w:drawing>
        <wp:anchor distT="0" distB="0" distL="114300" distR="114300" simplePos="0" relativeHeight="251669504" behindDoc="0" locked="0" layoutInCell="1" allowOverlap="1" wp14:anchorId="74E26183" wp14:editId="07777777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947D5">
      <w:rPr>
        <w:rFonts w:asciiTheme="minorHAnsi" w:hAnsiTheme="minorHAnsi" w:cstheme="minorBidi"/>
        <w:sz w:val="20"/>
        <w:szCs w:val="20"/>
      </w:rPr>
      <w:t>Warszawa, dnia 4</w:t>
    </w:r>
    <w:r w:rsidR="00E1528E">
      <w:rPr>
        <w:rFonts w:asciiTheme="minorHAnsi" w:hAnsiTheme="minorHAnsi" w:cstheme="minorBidi"/>
        <w:sz w:val="20"/>
        <w:szCs w:val="20"/>
      </w:rPr>
      <w:t xml:space="preserve"> sierpnia</w:t>
    </w:r>
    <w:r w:rsidR="687D40E9" w:rsidRPr="336E291A">
      <w:rPr>
        <w:rFonts w:asciiTheme="minorHAnsi" w:hAnsiTheme="minorHAnsi" w:cstheme="minorBidi"/>
        <w:sz w:val="20"/>
        <w:szCs w:val="20"/>
      </w:rPr>
      <w:t xml:space="preserve"> 2021 roku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26BC1"/>
    <w:rsid w:val="00092719"/>
    <w:rsid w:val="000947D5"/>
    <w:rsid w:val="000A71A0"/>
    <w:rsid w:val="000C2317"/>
    <w:rsid w:val="000D026F"/>
    <w:rsid w:val="000E43AD"/>
    <w:rsid w:val="001135DE"/>
    <w:rsid w:val="0011447A"/>
    <w:rsid w:val="0012268A"/>
    <w:rsid w:val="0013613C"/>
    <w:rsid w:val="00166FB6"/>
    <w:rsid w:val="001C0A65"/>
    <w:rsid w:val="001F149E"/>
    <w:rsid w:val="00223CE1"/>
    <w:rsid w:val="0023393C"/>
    <w:rsid w:val="0027044A"/>
    <w:rsid w:val="002749B6"/>
    <w:rsid w:val="002A0DA3"/>
    <w:rsid w:val="002A764D"/>
    <w:rsid w:val="002C0265"/>
    <w:rsid w:val="002D6DAA"/>
    <w:rsid w:val="00310A4C"/>
    <w:rsid w:val="0033475C"/>
    <w:rsid w:val="00351824"/>
    <w:rsid w:val="00352A14"/>
    <w:rsid w:val="00357ECA"/>
    <w:rsid w:val="00366E05"/>
    <w:rsid w:val="00384B26"/>
    <w:rsid w:val="003A249B"/>
    <w:rsid w:val="00404F0E"/>
    <w:rsid w:val="00417572"/>
    <w:rsid w:val="00420DDB"/>
    <w:rsid w:val="00433553"/>
    <w:rsid w:val="00446181"/>
    <w:rsid w:val="0045116F"/>
    <w:rsid w:val="004633D0"/>
    <w:rsid w:val="00463F77"/>
    <w:rsid w:val="00495DA1"/>
    <w:rsid w:val="004C5963"/>
    <w:rsid w:val="004F20D4"/>
    <w:rsid w:val="00511465"/>
    <w:rsid w:val="00554DA7"/>
    <w:rsid w:val="0058723A"/>
    <w:rsid w:val="005B0806"/>
    <w:rsid w:val="005B6689"/>
    <w:rsid w:val="005C6EAD"/>
    <w:rsid w:val="005C7EB9"/>
    <w:rsid w:val="005E753F"/>
    <w:rsid w:val="0060027F"/>
    <w:rsid w:val="0066018F"/>
    <w:rsid w:val="00683A5D"/>
    <w:rsid w:val="006A5C4D"/>
    <w:rsid w:val="006B09A7"/>
    <w:rsid w:val="006B6F70"/>
    <w:rsid w:val="007018D3"/>
    <w:rsid w:val="00705FD1"/>
    <w:rsid w:val="00741481"/>
    <w:rsid w:val="00753B85"/>
    <w:rsid w:val="007819CF"/>
    <w:rsid w:val="007A354D"/>
    <w:rsid w:val="007B576D"/>
    <w:rsid w:val="007B7069"/>
    <w:rsid w:val="007C0018"/>
    <w:rsid w:val="00806126"/>
    <w:rsid w:val="0081070F"/>
    <w:rsid w:val="008947F3"/>
    <w:rsid w:val="008B1D7E"/>
    <w:rsid w:val="008D560F"/>
    <w:rsid w:val="008E63D2"/>
    <w:rsid w:val="008F2F99"/>
    <w:rsid w:val="008F77D2"/>
    <w:rsid w:val="00925A98"/>
    <w:rsid w:val="00935D23"/>
    <w:rsid w:val="009742A2"/>
    <w:rsid w:val="009A349B"/>
    <w:rsid w:val="009C2C00"/>
    <w:rsid w:val="009D4211"/>
    <w:rsid w:val="009F17A4"/>
    <w:rsid w:val="00A01601"/>
    <w:rsid w:val="00A11B1C"/>
    <w:rsid w:val="00A24D01"/>
    <w:rsid w:val="00A34074"/>
    <w:rsid w:val="00A363B8"/>
    <w:rsid w:val="00A436D1"/>
    <w:rsid w:val="00A471BD"/>
    <w:rsid w:val="00A84CC4"/>
    <w:rsid w:val="00AA0B45"/>
    <w:rsid w:val="00AB6FA7"/>
    <w:rsid w:val="00AC7E82"/>
    <w:rsid w:val="00AE5F4C"/>
    <w:rsid w:val="00AE7731"/>
    <w:rsid w:val="00B30905"/>
    <w:rsid w:val="00B42027"/>
    <w:rsid w:val="00BB1FAD"/>
    <w:rsid w:val="00BB2815"/>
    <w:rsid w:val="00BB7A42"/>
    <w:rsid w:val="00BE094A"/>
    <w:rsid w:val="00C057AF"/>
    <w:rsid w:val="00C33102"/>
    <w:rsid w:val="00C53E61"/>
    <w:rsid w:val="00C6105C"/>
    <w:rsid w:val="00C96707"/>
    <w:rsid w:val="00CA00FE"/>
    <w:rsid w:val="00CA5BA1"/>
    <w:rsid w:val="00CE798A"/>
    <w:rsid w:val="00CF13E8"/>
    <w:rsid w:val="00D00A56"/>
    <w:rsid w:val="00D053CE"/>
    <w:rsid w:val="00D05B72"/>
    <w:rsid w:val="00D14E3E"/>
    <w:rsid w:val="00D66BDD"/>
    <w:rsid w:val="00DA0A66"/>
    <w:rsid w:val="00DB06D8"/>
    <w:rsid w:val="00DD1C4E"/>
    <w:rsid w:val="00DD573A"/>
    <w:rsid w:val="00E1528E"/>
    <w:rsid w:val="00E638DF"/>
    <w:rsid w:val="00E84F70"/>
    <w:rsid w:val="00E86BDA"/>
    <w:rsid w:val="00E96470"/>
    <w:rsid w:val="00EA13E5"/>
    <w:rsid w:val="00EA7F17"/>
    <w:rsid w:val="00F10BA4"/>
    <w:rsid w:val="00F2437A"/>
    <w:rsid w:val="00F76A8C"/>
    <w:rsid w:val="00F9146D"/>
    <w:rsid w:val="00FD65B5"/>
    <w:rsid w:val="00FF05A1"/>
    <w:rsid w:val="015ABECE"/>
    <w:rsid w:val="035AE64D"/>
    <w:rsid w:val="04DC8083"/>
    <w:rsid w:val="18D68874"/>
    <w:rsid w:val="1E318995"/>
    <w:rsid w:val="28265461"/>
    <w:rsid w:val="336E291A"/>
    <w:rsid w:val="357DFB86"/>
    <w:rsid w:val="35918979"/>
    <w:rsid w:val="36BBA5DC"/>
    <w:rsid w:val="4786785D"/>
    <w:rsid w:val="48859703"/>
    <w:rsid w:val="55390E2E"/>
    <w:rsid w:val="62FE1D50"/>
    <w:rsid w:val="67B194F9"/>
    <w:rsid w:val="687D40E9"/>
    <w:rsid w:val="69A8C21F"/>
    <w:rsid w:val="6C4D645B"/>
    <w:rsid w:val="742F8A21"/>
    <w:rsid w:val="747D006A"/>
    <w:rsid w:val="783F6D95"/>
    <w:rsid w:val="7911AFE1"/>
    <w:rsid w:val="7C310039"/>
    <w:rsid w:val="7E3EE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94113F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customStyle="1" w:styleId="paragraph">
    <w:name w:val="paragraph"/>
    <w:basedOn w:val="Normalny"/>
    <w:rsid w:val="00310A4C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310A4C"/>
  </w:style>
  <w:style w:type="character" w:customStyle="1" w:styleId="eop">
    <w:name w:val="eop"/>
    <w:basedOn w:val="Domylnaczcionkaakapitu"/>
    <w:rsid w:val="00310A4C"/>
  </w:style>
  <w:style w:type="paragraph" w:styleId="NormalnyWeb">
    <w:name w:val="Normal (Web)"/>
    <w:basedOn w:val="Normalny"/>
    <w:uiPriority w:val="99"/>
    <w:semiHidden/>
    <w:unhideWhenUsed/>
    <w:rsid w:val="009F17A4"/>
    <w:pPr>
      <w:spacing w:before="100" w:beforeAutospacing="1" w:after="100" w:afterAutospacing="1"/>
    </w:pPr>
  </w:style>
  <w:style w:type="paragraph" w:styleId="Bezodstpw">
    <w:name w:val="No Spacing"/>
    <w:uiPriority w:val="1"/>
    <w:qFormat/>
    <w:rsid w:val="009F17A4"/>
    <w:rPr>
      <w:sz w:val="24"/>
      <w:szCs w:val="24"/>
    </w:rPr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7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54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6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9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58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21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58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32B7806F16D24BA42D3E0FC12C57CE" ma:contentTypeVersion="12" ma:contentTypeDescription="Utwórz nowy dokument." ma:contentTypeScope="" ma:versionID="b407f8cf9d252e353178e2b61b060276">
  <xsd:schema xmlns:xsd="http://www.w3.org/2001/XMLSchema" xmlns:xs="http://www.w3.org/2001/XMLSchema" xmlns:p="http://schemas.microsoft.com/office/2006/metadata/properties" xmlns:ns2="f819d3aa-ebef-4c0c-96a9-3f1544dfe4bb" xmlns:ns3="7a3385a0-11f2-49f5-8763-25abde981a01" targetNamespace="http://schemas.microsoft.com/office/2006/metadata/properties" ma:root="true" ma:fieldsID="1ff31637bbdb9cb49b7c4c6e687c391a" ns2:_="" ns3:_="">
    <xsd:import namespace="f819d3aa-ebef-4c0c-96a9-3f1544dfe4bb"/>
    <xsd:import namespace="7a3385a0-11f2-49f5-8763-25abde981a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19d3aa-ebef-4c0c-96a9-3f1544dfe4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385a0-11f2-49f5-8763-25abde981a0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218176-D2C8-4F83-B117-8D773517F3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19d3aa-ebef-4c0c-96a9-3f1544dfe4bb"/>
    <ds:schemaRef ds:uri="7a3385a0-11f2-49f5-8763-25abde981a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A4EFFC-D642-4FFF-89CD-FC1EBC64C5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E3F59E-2F86-475E-8FBE-0497695202D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110</TotalTime>
  <Pages>1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Widelski Michał</cp:lastModifiedBy>
  <cp:revision>12</cp:revision>
  <dcterms:created xsi:type="dcterms:W3CDTF">2021-07-26T12:53:00Z</dcterms:created>
  <dcterms:modified xsi:type="dcterms:W3CDTF">2021-08-04T21:59:00Z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0x0101000732B7806F16D24BA42D3E0FC12C57CE</vt:lpwstr>
  </property>
</Properties>
</file>