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8D443" w14:textId="77777777" w:rsidR="0074131D" w:rsidRPr="00F7636C" w:rsidRDefault="0074131D" w:rsidP="00064B69">
      <w:pPr>
        <w:jc w:val="right"/>
        <w:rPr>
          <w:rFonts w:ascii="Arial" w:hAnsi="Arial" w:cs="Arial"/>
          <w:sz w:val="20"/>
          <w:szCs w:val="20"/>
        </w:rPr>
      </w:pPr>
      <w:r w:rsidRPr="00F7636C">
        <w:rPr>
          <w:rFonts w:ascii="Arial" w:hAnsi="Arial" w:cs="Arial"/>
          <w:sz w:val="20"/>
          <w:szCs w:val="20"/>
        </w:rPr>
        <w:t>Załącznik nr 2 do ogłoszenia o sprzedaży na surowce wtórne</w:t>
      </w:r>
    </w:p>
    <w:p w14:paraId="00F3F43F" w14:textId="77777777" w:rsidR="00E4325F" w:rsidRPr="00F7636C" w:rsidRDefault="00E4325F" w:rsidP="00A128EA">
      <w:pPr>
        <w:spacing w:line="264" w:lineRule="auto"/>
        <w:rPr>
          <w:rFonts w:ascii="Arial" w:hAnsi="Arial" w:cs="Arial"/>
          <w:sz w:val="20"/>
          <w:szCs w:val="20"/>
        </w:rPr>
      </w:pPr>
    </w:p>
    <w:p w14:paraId="29EDC990" w14:textId="77777777" w:rsidR="00064B69" w:rsidRPr="00F7636C" w:rsidRDefault="00064B69" w:rsidP="00A128EA">
      <w:pPr>
        <w:spacing w:line="264" w:lineRule="auto"/>
        <w:rPr>
          <w:rFonts w:ascii="Arial" w:hAnsi="Arial" w:cs="Arial"/>
          <w:sz w:val="20"/>
          <w:szCs w:val="20"/>
        </w:rPr>
      </w:pPr>
    </w:p>
    <w:p w14:paraId="225A6764" w14:textId="77777777" w:rsidR="0074131D" w:rsidRPr="00F7636C" w:rsidRDefault="0074131D" w:rsidP="00A128EA">
      <w:pPr>
        <w:spacing w:line="264" w:lineRule="auto"/>
        <w:rPr>
          <w:rFonts w:ascii="Arial" w:hAnsi="Arial" w:cs="Arial"/>
        </w:rPr>
      </w:pPr>
      <w:r w:rsidRPr="00F7636C">
        <w:rPr>
          <w:rFonts w:ascii="Arial" w:hAnsi="Arial" w:cs="Arial"/>
        </w:rPr>
        <w:t>DANE WYKONAWCY</w:t>
      </w:r>
    </w:p>
    <w:p w14:paraId="013D30A6" w14:textId="77777777" w:rsidR="0074131D" w:rsidRPr="00F7636C" w:rsidRDefault="0074131D" w:rsidP="00A128EA">
      <w:pPr>
        <w:spacing w:line="264" w:lineRule="auto"/>
        <w:rPr>
          <w:rFonts w:ascii="Arial" w:hAnsi="Arial" w:cs="Arial"/>
        </w:rPr>
      </w:pPr>
    </w:p>
    <w:p w14:paraId="578BDE62" w14:textId="77777777" w:rsidR="00F7636C" w:rsidRDefault="0074131D" w:rsidP="00F7636C">
      <w:pPr>
        <w:spacing w:after="240" w:line="264" w:lineRule="auto"/>
        <w:rPr>
          <w:rFonts w:ascii="Arial" w:hAnsi="Arial" w:cs="Arial"/>
        </w:rPr>
      </w:pPr>
      <w:r w:rsidRPr="00F7636C">
        <w:rPr>
          <w:rFonts w:ascii="Arial" w:hAnsi="Arial" w:cs="Arial"/>
        </w:rPr>
        <w:t>Nazwa</w:t>
      </w:r>
      <w:r w:rsidR="00F7636C">
        <w:rPr>
          <w:rFonts w:ascii="Arial" w:hAnsi="Arial" w:cs="Arial"/>
        </w:rPr>
        <w:t>:</w:t>
      </w:r>
      <w:r w:rsidRPr="00F7636C">
        <w:rPr>
          <w:rFonts w:ascii="Arial" w:hAnsi="Arial" w:cs="Arial"/>
        </w:rPr>
        <w:t xml:space="preserve"> </w:t>
      </w:r>
    </w:p>
    <w:p w14:paraId="23800CD0" w14:textId="50FB662E" w:rsidR="0074131D" w:rsidRPr="00F7636C" w:rsidRDefault="0074131D" w:rsidP="00F7636C">
      <w:pPr>
        <w:spacing w:after="240" w:line="264" w:lineRule="auto"/>
        <w:rPr>
          <w:rFonts w:ascii="Arial" w:hAnsi="Arial" w:cs="Arial"/>
        </w:rPr>
      </w:pPr>
      <w:r w:rsidRPr="00F7636C">
        <w:rPr>
          <w:rFonts w:ascii="Arial" w:hAnsi="Arial" w:cs="Arial"/>
        </w:rPr>
        <w:t>………………………………………………………………………………………………</w:t>
      </w:r>
    </w:p>
    <w:p w14:paraId="2C45B28F" w14:textId="77777777" w:rsidR="00F7636C" w:rsidRDefault="0074131D" w:rsidP="00F7636C">
      <w:pPr>
        <w:spacing w:after="240" w:line="264" w:lineRule="auto"/>
        <w:rPr>
          <w:rFonts w:ascii="Arial" w:hAnsi="Arial" w:cs="Arial"/>
        </w:rPr>
      </w:pPr>
      <w:r w:rsidRPr="00F7636C">
        <w:rPr>
          <w:rFonts w:ascii="Arial" w:hAnsi="Arial" w:cs="Arial"/>
        </w:rPr>
        <w:t>Adres</w:t>
      </w:r>
      <w:r w:rsidR="00F7636C">
        <w:rPr>
          <w:rFonts w:ascii="Arial" w:hAnsi="Arial" w:cs="Arial"/>
        </w:rPr>
        <w:t>:</w:t>
      </w:r>
      <w:r w:rsidRPr="00F7636C">
        <w:rPr>
          <w:rFonts w:ascii="Arial" w:hAnsi="Arial" w:cs="Arial"/>
        </w:rPr>
        <w:t xml:space="preserve"> </w:t>
      </w:r>
    </w:p>
    <w:p w14:paraId="5A7F103B" w14:textId="2BDF301E" w:rsidR="0074131D" w:rsidRPr="00F7636C" w:rsidRDefault="0074131D" w:rsidP="00A128EA">
      <w:pPr>
        <w:spacing w:line="264" w:lineRule="auto"/>
        <w:rPr>
          <w:rFonts w:ascii="Arial" w:hAnsi="Arial" w:cs="Arial"/>
        </w:rPr>
      </w:pPr>
      <w:r w:rsidRPr="00F7636C">
        <w:rPr>
          <w:rFonts w:ascii="Arial" w:hAnsi="Arial" w:cs="Arial"/>
        </w:rPr>
        <w:t>………………………………………………………………………………………………</w:t>
      </w:r>
    </w:p>
    <w:p w14:paraId="579E8B17" w14:textId="77777777" w:rsidR="0074131D" w:rsidRPr="00F7636C" w:rsidRDefault="0074131D" w:rsidP="00A128EA">
      <w:pPr>
        <w:spacing w:line="264" w:lineRule="auto"/>
        <w:rPr>
          <w:rFonts w:ascii="Arial" w:hAnsi="Arial" w:cs="Arial"/>
        </w:rPr>
      </w:pPr>
    </w:p>
    <w:p w14:paraId="28DDC42C" w14:textId="501537DD" w:rsidR="00F7636C" w:rsidRDefault="0074131D" w:rsidP="00F7636C">
      <w:pPr>
        <w:spacing w:line="360" w:lineRule="auto"/>
        <w:rPr>
          <w:rFonts w:ascii="Arial" w:hAnsi="Arial" w:cs="Arial"/>
        </w:rPr>
      </w:pPr>
      <w:r w:rsidRPr="00F7636C">
        <w:rPr>
          <w:rFonts w:ascii="Arial" w:hAnsi="Arial" w:cs="Arial"/>
        </w:rPr>
        <w:t>NIP</w:t>
      </w:r>
      <w:r w:rsidR="00F7636C">
        <w:rPr>
          <w:rFonts w:ascii="Arial" w:hAnsi="Arial" w:cs="Arial"/>
        </w:rPr>
        <w:tab/>
      </w:r>
      <w:r w:rsidR="00F7636C">
        <w:rPr>
          <w:rFonts w:ascii="Arial" w:hAnsi="Arial" w:cs="Arial"/>
        </w:rPr>
        <w:tab/>
      </w:r>
      <w:r w:rsidRPr="00F7636C">
        <w:rPr>
          <w:rFonts w:ascii="Arial" w:hAnsi="Arial" w:cs="Arial"/>
        </w:rPr>
        <w:t>…………………………………………</w:t>
      </w:r>
    </w:p>
    <w:p w14:paraId="784AD229" w14:textId="66C75D32" w:rsidR="0074131D" w:rsidRPr="00F7636C" w:rsidRDefault="0074131D" w:rsidP="00F7636C">
      <w:pPr>
        <w:spacing w:line="360" w:lineRule="auto"/>
        <w:rPr>
          <w:rFonts w:ascii="Arial" w:hAnsi="Arial" w:cs="Arial"/>
          <w:lang w:val="en-GB"/>
        </w:rPr>
      </w:pPr>
      <w:r w:rsidRPr="00F7636C">
        <w:rPr>
          <w:rFonts w:ascii="Arial" w:hAnsi="Arial" w:cs="Arial"/>
          <w:lang w:val="en-GB"/>
        </w:rPr>
        <w:t>REGON</w:t>
      </w:r>
      <w:r w:rsidR="00F7636C">
        <w:rPr>
          <w:rFonts w:ascii="Arial" w:hAnsi="Arial" w:cs="Arial"/>
          <w:lang w:val="en-GB"/>
        </w:rPr>
        <w:tab/>
      </w:r>
      <w:r w:rsidRPr="00F7636C">
        <w:rPr>
          <w:rFonts w:ascii="Arial" w:hAnsi="Arial" w:cs="Arial"/>
          <w:lang w:val="en-GB"/>
        </w:rPr>
        <w:t>……………………………………</w:t>
      </w:r>
      <w:r w:rsidR="00F7636C">
        <w:rPr>
          <w:rFonts w:ascii="Arial" w:hAnsi="Arial" w:cs="Arial"/>
          <w:lang w:val="en-GB"/>
        </w:rPr>
        <w:t>……</w:t>
      </w:r>
    </w:p>
    <w:p w14:paraId="696D62CE" w14:textId="77777777" w:rsidR="0074131D" w:rsidRPr="00F7636C" w:rsidRDefault="0074131D" w:rsidP="00F7636C">
      <w:pPr>
        <w:spacing w:line="360" w:lineRule="auto"/>
        <w:rPr>
          <w:rFonts w:ascii="Arial" w:hAnsi="Arial" w:cs="Arial"/>
          <w:lang w:val="en-GB"/>
        </w:rPr>
      </w:pPr>
    </w:p>
    <w:p w14:paraId="004D19C2" w14:textId="1F95BD23" w:rsidR="00F7636C" w:rsidRDefault="0074131D" w:rsidP="00F7636C">
      <w:pPr>
        <w:spacing w:line="360" w:lineRule="auto"/>
        <w:rPr>
          <w:rFonts w:ascii="Arial" w:hAnsi="Arial" w:cs="Arial"/>
          <w:lang w:val="en-GB"/>
        </w:rPr>
      </w:pPr>
      <w:r w:rsidRPr="00F7636C">
        <w:rPr>
          <w:rFonts w:ascii="Arial" w:hAnsi="Arial" w:cs="Arial"/>
          <w:lang w:val="en-GB"/>
        </w:rPr>
        <w:t xml:space="preserve">Tel </w:t>
      </w:r>
      <w:r w:rsidR="00F7636C">
        <w:rPr>
          <w:rFonts w:ascii="Arial" w:hAnsi="Arial" w:cs="Arial"/>
          <w:lang w:val="en-GB"/>
        </w:rPr>
        <w:tab/>
      </w:r>
      <w:r w:rsidR="00F7636C">
        <w:rPr>
          <w:rFonts w:ascii="Arial" w:hAnsi="Arial" w:cs="Arial"/>
          <w:lang w:val="en-GB"/>
        </w:rPr>
        <w:tab/>
      </w:r>
      <w:r w:rsidRPr="00F7636C">
        <w:rPr>
          <w:rFonts w:ascii="Arial" w:hAnsi="Arial" w:cs="Arial"/>
          <w:lang w:val="en-GB"/>
        </w:rPr>
        <w:t>…………………………………………</w:t>
      </w:r>
    </w:p>
    <w:p w14:paraId="2474790A" w14:textId="32E31D6B" w:rsidR="0074131D" w:rsidRPr="00F7636C" w:rsidRDefault="0074131D" w:rsidP="00F7636C">
      <w:pPr>
        <w:spacing w:line="360" w:lineRule="auto"/>
        <w:rPr>
          <w:rFonts w:ascii="Arial" w:hAnsi="Arial" w:cs="Arial"/>
          <w:lang w:val="en-GB"/>
        </w:rPr>
      </w:pPr>
      <w:r w:rsidRPr="00F7636C">
        <w:rPr>
          <w:rFonts w:ascii="Arial" w:hAnsi="Arial" w:cs="Arial"/>
          <w:lang w:val="en-GB"/>
        </w:rPr>
        <w:t xml:space="preserve">FAX </w:t>
      </w:r>
      <w:r w:rsidR="00F7636C">
        <w:rPr>
          <w:rFonts w:ascii="Arial" w:hAnsi="Arial" w:cs="Arial"/>
          <w:lang w:val="en-GB"/>
        </w:rPr>
        <w:tab/>
      </w:r>
      <w:r w:rsidR="00F7636C">
        <w:rPr>
          <w:rFonts w:ascii="Arial" w:hAnsi="Arial" w:cs="Arial"/>
          <w:lang w:val="en-GB"/>
        </w:rPr>
        <w:tab/>
      </w:r>
      <w:r w:rsidRPr="00F7636C">
        <w:rPr>
          <w:rFonts w:ascii="Arial" w:hAnsi="Arial" w:cs="Arial"/>
          <w:lang w:val="en-GB"/>
        </w:rPr>
        <w:t>………………………………………</w:t>
      </w:r>
      <w:r w:rsidR="00F7636C">
        <w:rPr>
          <w:rFonts w:ascii="Arial" w:hAnsi="Arial" w:cs="Arial"/>
          <w:lang w:val="en-GB"/>
        </w:rPr>
        <w:t>…</w:t>
      </w:r>
    </w:p>
    <w:p w14:paraId="2354464F" w14:textId="77777777" w:rsidR="0074131D" w:rsidRPr="00F7636C" w:rsidRDefault="0074131D" w:rsidP="00F7636C">
      <w:pPr>
        <w:spacing w:line="360" w:lineRule="auto"/>
        <w:rPr>
          <w:rFonts w:ascii="Arial" w:hAnsi="Arial" w:cs="Arial"/>
          <w:lang w:val="en-GB"/>
        </w:rPr>
      </w:pPr>
    </w:p>
    <w:p w14:paraId="7319F7B9" w14:textId="57E1E8C6" w:rsidR="0074131D" w:rsidRPr="00F7636C" w:rsidRDefault="0074131D" w:rsidP="00F7636C">
      <w:pPr>
        <w:spacing w:line="360" w:lineRule="auto"/>
        <w:rPr>
          <w:rFonts w:ascii="Arial" w:hAnsi="Arial" w:cs="Arial"/>
          <w:lang w:val="en-GB"/>
        </w:rPr>
      </w:pPr>
      <w:r w:rsidRPr="00F7636C">
        <w:rPr>
          <w:rFonts w:ascii="Arial" w:hAnsi="Arial" w:cs="Arial"/>
          <w:lang w:val="en-GB"/>
        </w:rPr>
        <w:t xml:space="preserve">e-mail </w:t>
      </w:r>
      <w:r w:rsidR="00F7636C">
        <w:rPr>
          <w:rFonts w:ascii="Arial" w:hAnsi="Arial" w:cs="Arial"/>
          <w:lang w:val="en-GB"/>
        </w:rPr>
        <w:tab/>
      </w:r>
      <w:r w:rsidRPr="00F7636C">
        <w:rPr>
          <w:rFonts w:ascii="Arial" w:hAnsi="Arial" w:cs="Arial"/>
          <w:lang w:val="en-GB"/>
        </w:rPr>
        <w:t>…………………………………………</w:t>
      </w:r>
      <w:r w:rsidR="00F7636C">
        <w:rPr>
          <w:rFonts w:ascii="Arial" w:hAnsi="Arial" w:cs="Arial"/>
          <w:lang w:val="en-GB"/>
        </w:rPr>
        <w:t>.</w:t>
      </w:r>
    </w:p>
    <w:p w14:paraId="464168CC" w14:textId="77777777" w:rsidR="0074131D" w:rsidRPr="00F7636C" w:rsidRDefault="0074131D" w:rsidP="00A128EA">
      <w:pPr>
        <w:spacing w:line="264" w:lineRule="auto"/>
        <w:rPr>
          <w:rFonts w:ascii="Arial" w:hAnsi="Arial" w:cs="Arial"/>
          <w:lang w:val="en-GB"/>
        </w:rPr>
      </w:pPr>
    </w:p>
    <w:p w14:paraId="565E25DC" w14:textId="77777777" w:rsidR="0056625D" w:rsidRPr="00F7636C" w:rsidRDefault="0056625D" w:rsidP="00A128EA">
      <w:pPr>
        <w:spacing w:line="264" w:lineRule="auto"/>
        <w:rPr>
          <w:rFonts w:ascii="Arial" w:hAnsi="Arial" w:cs="Arial"/>
          <w:lang w:val="en-GB"/>
        </w:rPr>
      </w:pPr>
    </w:p>
    <w:p w14:paraId="74DF5B42" w14:textId="77777777" w:rsidR="0074131D" w:rsidRPr="00F7636C" w:rsidRDefault="0074131D" w:rsidP="00064B69">
      <w:pPr>
        <w:spacing w:line="264" w:lineRule="auto"/>
        <w:jc w:val="center"/>
        <w:rPr>
          <w:rFonts w:ascii="Arial" w:hAnsi="Arial" w:cs="Arial"/>
          <w:b/>
          <w:bCs/>
        </w:rPr>
      </w:pPr>
      <w:r w:rsidRPr="00F7636C">
        <w:rPr>
          <w:rFonts w:ascii="Arial" w:hAnsi="Arial" w:cs="Arial"/>
          <w:b/>
          <w:bCs/>
        </w:rPr>
        <w:t>FORMULARZ OFERTY</w:t>
      </w:r>
    </w:p>
    <w:p w14:paraId="37BCFA39" w14:textId="58D76F67" w:rsidR="0074131D" w:rsidRPr="00F7636C" w:rsidRDefault="0074131D" w:rsidP="00F7636C">
      <w:pPr>
        <w:spacing w:before="240" w:line="276" w:lineRule="auto"/>
        <w:jc w:val="both"/>
        <w:rPr>
          <w:rFonts w:ascii="Arial" w:hAnsi="Arial" w:cs="Arial"/>
        </w:rPr>
      </w:pPr>
      <w:r w:rsidRPr="00F7636C">
        <w:rPr>
          <w:rFonts w:ascii="Arial" w:hAnsi="Arial" w:cs="Arial"/>
        </w:rPr>
        <w:t>Zgodnie z ogłoszeniem o sprzedaży na surowce wtórne przedmiotów powstałych w wyniku likwidacji zbędnych i zużytych składników rzeczowych majątku ruchomego Ośrodka Szkolenia PIP składamy niniejszą ofertę</w:t>
      </w:r>
      <w:r w:rsidR="00F7636C">
        <w:rPr>
          <w:rFonts w:ascii="Arial" w:hAnsi="Arial" w:cs="Arial"/>
        </w:rPr>
        <w:t>:</w:t>
      </w:r>
      <w:r w:rsidRPr="00F7636C">
        <w:rPr>
          <w:rFonts w:ascii="Arial" w:hAnsi="Arial" w:cs="Arial"/>
        </w:rPr>
        <w:t xml:space="preserve"> </w:t>
      </w:r>
    </w:p>
    <w:p w14:paraId="67D8314D" w14:textId="77777777" w:rsidR="0074131D" w:rsidRPr="00F7636C" w:rsidRDefault="0074131D" w:rsidP="00F7636C">
      <w:pPr>
        <w:spacing w:line="276" w:lineRule="auto"/>
        <w:rPr>
          <w:rFonts w:ascii="Arial" w:hAnsi="Arial" w:cs="Arial"/>
        </w:rPr>
      </w:pPr>
    </w:p>
    <w:p w14:paraId="6E5A2F75" w14:textId="77777777" w:rsidR="00F7636C" w:rsidRDefault="0074131D" w:rsidP="00F7636C">
      <w:pPr>
        <w:spacing w:after="240" w:line="276" w:lineRule="auto"/>
        <w:rPr>
          <w:rFonts w:ascii="Arial" w:hAnsi="Arial" w:cs="Arial"/>
        </w:rPr>
      </w:pPr>
      <w:r w:rsidRPr="00F7636C">
        <w:rPr>
          <w:rFonts w:ascii="Arial" w:hAnsi="Arial" w:cs="Arial"/>
        </w:rPr>
        <w:t>Proponowana cena brutto za całość zamówienia</w:t>
      </w:r>
      <w:r w:rsidR="00F7636C">
        <w:rPr>
          <w:rFonts w:ascii="Arial" w:hAnsi="Arial" w:cs="Arial"/>
        </w:rPr>
        <w:t>:</w:t>
      </w:r>
      <w:r w:rsidRPr="00F7636C">
        <w:rPr>
          <w:rFonts w:ascii="Arial" w:hAnsi="Arial" w:cs="Arial"/>
        </w:rPr>
        <w:t xml:space="preserve"> </w:t>
      </w:r>
    </w:p>
    <w:p w14:paraId="6BE83395" w14:textId="2F01AD18" w:rsidR="0074131D" w:rsidRPr="00F7636C" w:rsidRDefault="0074131D" w:rsidP="00F7636C">
      <w:pPr>
        <w:spacing w:line="276" w:lineRule="auto"/>
        <w:rPr>
          <w:rFonts w:ascii="Arial" w:hAnsi="Arial" w:cs="Arial"/>
        </w:rPr>
      </w:pPr>
      <w:r w:rsidRPr="00F7636C">
        <w:rPr>
          <w:rFonts w:ascii="Arial" w:hAnsi="Arial" w:cs="Arial"/>
        </w:rPr>
        <w:t>………………………………………………………..zł</w:t>
      </w:r>
    </w:p>
    <w:p w14:paraId="460FC873" w14:textId="77777777" w:rsidR="0074131D" w:rsidRPr="00F7636C" w:rsidRDefault="0074131D" w:rsidP="00F7636C">
      <w:pPr>
        <w:spacing w:line="276" w:lineRule="auto"/>
        <w:rPr>
          <w:rFonts w:ascii="Arial" w:hAnsi="Arial" w:cs="Arial"/>
        </w:rPr>
      </w:pPr>
    </w:p>
    <w:p w14:paraId="6689BE37" w14:textId="06C52936" w:rsidR="0074131D" w:rsidRPr="00F7636C" w:rsidRDefault="00F7636C" w:rsidP="00F7636C">
      <w:pPr>
        <w:spacing w:line="276" w:lineRule="auto"/>
        <w:rPr>
          <w:rFonts w:ascii="Arial" w:hAnsi="Arial" w:cs="Arial"/>
        </w:rPr>
      </w:pPr>
      <w:r w:rsidRPr="00F7636C">
        <w:rPr>
          <w:rFonts w:ascii="Arial" w:hAnsi="Arial" w:cs="Arial"/>
        </w:rPr>
        <w:t>S</w:t>
      </w:r>
      <w:r w:rsidR="0074131D" w:rsidRPr="00F7636C">
        <w:rPr>
          <w:rFonts w:ascii="Arial" w:hAnsi="Arial" w:cs="Arial"/>
        </w:rPr>
        <w:t>łownie</w:t>
      </w:r>
      <w:r>
        <w:rPr>
          <w:rFonts w:ascii="Arial" w:hAnsi="Arial" w:cs="Arial"/>
        </w:rPr>
        <w:t xml:space="preserve">: </w:t>
      </w:r>
      <w:r w:rsidR="0074131D" w:rsidRPr="00F7636C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………….</w:t>
      </w:r>
    </w:p>
    <w:p w14:paraId="4D532709" w14:textId="77777777" w:rsidR="0074131D" w:rsidRPr="00F7636C" w:rsidRDefault="0074131D" w:rsidP="00F7636C">
      <w:pPr>
        <w:spacing w:line="276" w:lineRule="auto"/>
        <w:rPr>
          <w:rFonts w:ascii="Arial" w:hAnsi="Arial" w:cs="Arial"/>
        </w:rPr>
      </w:pPr>
    </w:p>
    <w:p w14:paraId="0A0D630F" w14:textId="77777777" w:rsidR="0074131D" w:rsidRPr="00F7636C" w:rsidRDefault="00064B69" w:rsidP="00F7636C">
      <w:pPr>
        <w:spacing w:line="276" w:lineRule="auto"/>
        <w:rPr>
          <w:rFonts w:ascii="Arial" w:hAnsi="Arial" w:cs="Arial"/>
        </w:rPr>
      </w:pPr>
      <w:r w:rsidRPr="00F7636C">
        <w:rPr>
          <w:rFonts w:ascii="Arial" w:hAnsi="Arial" w:cs="Arial"/>
        </w:rPr>
        <w:t>Oświadczam/</w:t>
      </w:r>
      <w:r w:rsidR="0074131D" w:rsidRPr="00F7636C">
        <w:rPr>
          <w:rFonts w:ascii="Arial" w:hAnsi="Arial" w:cs="Arial"/>
        </w:rPr>
        <w:t xml:space="preserve">my, że </w:t>
      </w:r>
    </w:p>
    <w:p w14:paraId="3E9DE14F" w14:textId="6ECA071F" w:rsidR="00E4325F" w:rsidRPr="00F7636C" w:rsidRDefault="0074131D" w:rsidP="00F7636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F7636C">
        <w:rPr>
          <w:rFonts w:ascii="Arial" w:hAnsi="Arial" w:cs="Arial"/>
        </w:rPr>
        <w:t xml:space="preserve">Zaoferowana cena uwzględnia wszystkie koszty związane </w:t>
      </w:r>
      <w:r w:rsidR="00F7636C">
        <w:rPr>
          <w:rFonts w:ascii="Arial" w:hAnsi="Arial" w:cs="Arial"/>
        </w:rPr>
        <w:br/>
      </w:r>
      <w:r w:rsidRPr="00F7636C">
        <w:rPr>
          <w:rFonts w:ascii="Arial" w:hAnsi="Arial" w:cs="Arial"/>
        </w:rPr>
        <w:t>z przygotowaniem odpadów do transportu oraz koszty załadunku, transportu a takż</w:t>
      </w:r>
      <w:r w:rsidR="00064B69" w:rsidRPr="00F7636C">
        <w:rPr>
          <w:rFonts w:ascii="Arial" w:hAnsi="Arial" w:cs="Arial"/>
        </w:rPr>
        <w:t>e wszelkie inne koszty związane</w:t>
      </w:r>
      <w:r w:rsidR="00F7636C">
        <w:rPr>
          <w:rFonts w:ascii="Arial" w:hAnsi="Arial" w:cs="Arial"/>
        </w:rPr>
        <w:t xml:space="preserve"> </w:t>
      </w:r>
      <w:r w:rsidRPr="00F7636C">
        <w:rPr>
          <w:rFonts w:ascii="Arial" w:hAnsi="Arial" w:cs="Arial"/>
        </w:rPr>
        <w:t>z gospodarowaniem odpadami, w tym koszty ich przetworzenia i utylizacji.</w:t>
      </w:r>
    </w:p>
    <w:p w14:paraId="49D969A4" w14:textId="6C7C8F37" w:rsidR="0074131D" w:rsidRPr="00F7636C" w:rsidRDefault="0074131D" w:rsidP="00F7636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F7636C">
        <w:rPr>
          <w:rFonts w:ascii="Arial" w:hAnsi="Arial" w:cs="Arial"/>
        </w:rPr>
        <w:t xml:space="preserve">Zapoznałem/liśmy się ze stanem faktycznym przedmiotu zamówienia </w:t>
      </w:r>
      <w:r w:rsidR="00F7636C">
        <w:rPr>
          <w:rFonts w:ascii="Arial" w:hAnsi="Arial" w:cs="Arial"/>
        </w:rPr>
        <w:br/>
      </w:r>
      <w:r w:rsidRPr="00F7636C">
        <w:rPr>
          <w:rFonts w:ascii="Arial" w:hAnsi="Arial" w:cs="Arial"/>
        </w:rPr>
        <w:t>w trakcie oględzin.</w:t>
      </w:r>
    </w:p>
    <w:p w14:paraId="7F863BF3" w14:textId="77777777" w:rsidR="00F7636C" w:rsidRDefault="00F7636C" w:rsidP="00F7636C">
      <w:pPr>
        <w:spacing w:line="276" w:lineRule="auto"/>
        <w:rPr>
          <w:rFonts w:ascii="Arial" w:hAnsi="Arial" w:cs="Arial"/>
        </w:rPr>
      </w:pPr>
    </w:p>
    <w:p w14:paraId="34B69F88" w14:textId="418DFF41" w:rsidR="0074131D" w:rsidRPr="00F7636C" w:rsidRDefault="0074131D" w:rsidP="00F7636C">
      <w:pPr>
        <w:spacing w:line="264" w:lineRule="auto"/>
        <w:jc w:val="both"/>
        <w:rPr>
          <w:rFonts w:ascii="Arial" w:hAnsi="Arial" w:cs="Arial"/>
        </w:rPr>
      </w:pPr>
      <w:r w:rsidRPr="00F7636C">
        <w:rPr>
          <w:rFonts w:ascii="Arial" w:hAnsi="Arial" w:cs="Arial"/>
        </w:rPr>
        <w:lastRenderedPageBreak/>
        <w:t>Załącznikami niniejszej oferty, zgodnie z wymaganiami Ogłoszenia o sprzedaży</w:t>
      </w:r>
      <w:r w:rsidR="00064B69" w:rsidRPr="00F7636C">
        <w:rPr>
          <w:rFonts w:ascii="Arial" w:hAnsi="Arial" w:cs="Arial"/>
        </w:rPr>
        <w:t>, są:</w:t>
      </w:r>
    </w:p>
    <w:p w14:paraId="5D12EDE9" w14:textId="77777777" w:rsidR="0074131D" w:rsidRPr="00F7636C" w:rsidRDefault="0074131D" w:rsidP="00A128EA">
      <w:pPr>
        <w:spacing w:line="264" w:lineRule="auto"/>
        <w:rPr>
          <w:rFonts w:ascii="Arial" w:hAnsi="Arial" w:cs="Arial"/>
        </w:rPr>
      </w:pPr>
    </w:p>
    <w:p w14:paraId="3A3DE4C1" w14:textId="6E76F518" w:rsidR="0074131D" w:rsidRPr="00F7636C" w:rsidRDefault="0074131D" w:rsidP="00A128EA">
      <w:pPr>
        <w:spacing w:line="264" w:lineRule="auto"/>
        <w:rPr>
          <w:rFonts w:ascii="Arial" w:hAnsi="Arial" w:cs="Arial"/>
        </w:rPr>
      </w:pPr>
      <w:r w:rsidRPr="00F7636C">
        <w:rPr>
          <w:rFonts w:ascii="Arial" w:hAnsi="Arial" w:cs="Arial"/>
        </w:rPr>
        <w:t>………………………………………………………………………………………………</w:t>
      </w:r>
    </w:p>
    <w:p w14:paraId="737D832C" w14:textId="77777777" w:rsidR="0074131D" w:rsidRPr="00F7636C" w:rsidRDefault="0074131D" w:rsidP="00A128EA">
      <w:pPr>
        <w:spacing w:line="264" w:lineRule="auto"/>
        <w:rPr>
          <w:rFonts w:ascii="Arial" w:hAnsi="Arial" w:cs="Arial"/>
        </w:rPr>
      </w:pPr>
    </w:p>
    <w:p w14:paraId="311E1EA1" w14:textId="64A5883C" w:rsidR="0074131D" w:rsidRPr="00F7636C" w:rsidRDefault="0074131D" w:rsidP="00A128EA">
      <w:pPr>
        <w:spacing w:line="264" w:lineRule="auto"/>
        <w:rPr>
          <w:rFonts w:ascii="Arial" w:hAnsi="Arial" w:cs="Arial"/>
        </w:rPr>
      </w:pPr>
      <w:r w:rsidRPr="00F7636C">
        <w:rPr>
          <w:rFonts w:ascii="Arial" w:hAnsi="Arial" w:cs="Arial"/>
        </w:rPr>
        <w:t>………………………………………………………………………………………………</w:t>
      </w:r>
    </w:p>
    <w:p w14:paraId="6B89D2D6" w14:textId="77777777" w:rsidR="0074131D" w:rsidRPr="00F7636C" w:rsidRDefault="0074131D" w:rsidP="00A128EA">
      <w:pPr>
        <w:spacing w:line="264" w:lineRule="auto"/>
        <w:rPr>
          <w:rFonts w:ascii="Arial" w:hAnsi="Arial" w:cs="Arial"/>
        </w:rPr>
      </w:pPr>
    </w:p>
    <w:p w14:paraId="216A5F78" w14:textId="3D686301" w:rsidR="0074131D" w:rsidRPr="00F7636C" w:rsidRDefault="0074131D" w:rsidP="00A128EA">
      <w:pPr>
        <w:spacing w:line="264" w:lineRule="auto"/>
        <w:rPr>
          <w:rFonts w:ascii="Arial" w:hAnsi="Arial" w:cs="Arial"/>
        </w:rPr>
      </w:pPr>
      <w:r w:rsidRPr="00F7636C">
        <w:rPr>
          <w:rFonts w:ascii="Arial" w:hAnsi="Arial" w:cs="Arial"/>
        </w:rPr>
        <w:t>………………………………………………………………………………………………</w:t>
      </w:r>
    </w:p>
    <w:p w14:paraId="08DD3EA9" w14:textId="77777777" w:rsidR="0074131D" w:rsidRPr="00F7636C" w:rsidRDefault="0074131D" w:rsidP="00A128EA">
      <w:pPr>
        <w:spacing w:line="264" w:lineRule="auto"/>
        <w:rPr>
          <w:rFonts w:ascii="Arial" w:hAnsi="Arial" w:cs="Arial"/>
        </w:rPr>
      </w:pPr>
    </w:p>
    <w:p w14:paraId="2AB9987C" w14:textId="77777777" w:rsidR="00064B69" w:rsidRDefault="00064B69" w:rsidP="00A128EA">
      <w:pPr>
        <w:spacing w:line="264" w:lineRule="auto"/>
        <w:rPr>
          <w:rFonts w:ascii="Arial" w:hAnsi="Arial" w:cs="Arial"/>
        </w:rPr>
      </w:pPr>
    </w:p>
    <w:p w14:paraId="7F1A173E" w14:textId="77777777" w:rsidR="00F7636C" w:rsidRDefault="00F7636C" w:rsidP="00A128EA">
      <w:pPr>
        <w:spacing w:line="264" w:lineRule="auto"/>
        <w:rPr>
          <w:rFonts w:ascii="Arial" w:hAnsi="Arial" w:cs="Arial"/>
        </w:rPr>
      </w:pPr>
    </w:p>
    <w:p w14:paraId="7A77EDEF" w14:textId="77777777" w:rsidR="00F7636C" w:rsidRDefault="00F7636C" w:rsidP="00A128EA">
      <w:pPr>
        <w:spacing w:line="264" w:lineRule="auto"/>
        <w:rPr>
          <w:rFonts w:ascii="Arial" w:hAnsi="Arial" w:cs="Arial"/>
        </w:rPr>
      </w:pPr>
    </w:p>
    <w:p w14:paraId="40A6F838" w14:textId="77777777" w:rsidR="00F7636C" w:rsidRPr="00F7636C" w:rsidRDefault="00F7636C" w:rsidP="00A128EA">
      <w:pPr>
        <w:spacing w:line="264" w:lineRule="auto"/>
        <w:rPr>
          <w:rFonts w:ascii="Arial" w:hAnsi="Arial" w:cs="Arial"/>
        </w:rPr>
      </w:pPr>
    </w:p>
    <w:p w14:paraId="2D1BA4A4" w14:textId="77777777" w:rsidR="00E4325F" w:rsidRPr="00F7636C" w:rsidRDefault="00E4325F" w:rsidP="00A128EA">
      <w:pPr>
        <w:spacing w:line="264" w:lineRule="auto"/>
        <w:rPr>
          <w:rFonts w:ascii="Arial" w:hAnsi="Arial" w:cs="Arial"/>
        </w:rPr>
      </w:pPr>
      <w:r w:rsidRPr="00F7636C">
        <w:rPr>
          <w:rFonts w:ascii="Arial" w:hAnsi="Arial" w:cs="Arial"/>
        </w:rPr>
        <w:t>………………………………………</w:t>
      </w:r>
    </w:p>
    <w:p w14:paraId="1887E805" w14:textId="77777777" w:rsidR="00E4325F" w:rsidRPr="00F7636C" w:rsidRDefault="00E4325F" w:rsidP="00064B69">
      <w:pPr>
        <w:spacing w:line="264" w:lineRule="auto"/>
        <w:ind w:left="567"/>
        <w:rPr>
          <w:rFonts w:ascii="Arial" w:hAnsi="Arial" w:cs="Arial"/>
        </w:rPr>
      </w:pPr>
      <w:r w:rsidRPr="00F7636C">
        <w:rPr>
          <w:rFonts w:ascii="Arial" w:hAnsi="Arial" w:cs="Arial"/>
        </w:rPr>
        <w:t>(miejscowość, data)</w:t>
      </w:r>
      <w:r w:rsidRPr="00F7636C">
        <w:rPr>
          <w:rFonts w:ascii="Arial" w:hAnsi="Arial" w:cs="Arial"/>
        </w:rPr>
        <w:tab/>
      </w:r>
      <w:r w:rsidRPr="00F7636C">
        <w:rPr>
          <w:rFonts w:ascii="Arial" w:hAnsi="Arial" w:cs="Arial"/>
        </w:rPr>
        <w:tab/>
      </w:r>
      <w:r w:rsidRPr="00F7636C">
        <w:rPr>
          <w:rFonts w:ascii="Arial" w:hAnsi="Arial" w:cs="Arial"/>
        </w:rPr>
        <w:tab/>
      </w:r>
      <w:r w:rsidRPr="00F7636C">
        <w:rPr>
          <w:rFonts w:ascii="Arial" w:hAnsi="Arial" w:cs="Arial"/>
        </w:rPr>
        <w:tab/>
      </w:r>
    </w:p>
    <w:p w14:paraId="30DCC363" w14:textId="67660D1D" w:rsidR="00E4325F" w:rsidRPr="00F7636C" w:rsidRDefault="00E4325F" w:rsidP="00A128EA">
      <w:pPr>
        <w:spacing w:line="264" w:lineRule="auto"/>
        <w:rPr>
          <w:rFonts w:ascii="Arial" w:hAnsi="Arial" w:cs="Arial"/>
        </w:rPr>
      </w:pPr>
      <w:r w:rsidRPr="00F7636C">
        <w:rPr>
          <w:rFonts w:ascii="Arial" w:hAnsi="Arial" w:cs="Arial"/>
        </w:rPr>
        <w:tab/>
      </w:r>
      <w:r w:rsidRPr="00F7636C">
        <w:rPr>
          <w:rFonts w:ascii="Arial" w:hAnsi="Arial" w:cs="Arial"/>
        </w:rPr>
        <w:tab/>
      </w:r>
      <w:r w:rsidRPr="00F7636C">
        <w:rPr>
          <w:rFonts w:ascii="Arial" w:hAnsi="Arial" w:cs="Arial"/>
        </w:rPr>
        <w:tab/>
      </w:r>
      <w:r w:rsidRPr="00F7636C">
        <w:rPr>
          <w:rFonts w:ascii="Arial" w:hAnsi="Arial" w:cs="Arial"/>
        </w:rPr>
        <w:tab/>
      </w:r>
      <w:r w:rsidRPr="00F7636C">
        <w:rPr>
          <w:rFonts w:ascii="Arial" w:hAnsi="Arial" w:cs="Arial"/>
        </w:rPr>
        <w:tab/>
      </w:r>
      <w:r w:rsidRPr="00F7636C">
        <w:rPr>
          <w:rFonts w:ascii="Arial" w:hAnsi="Arial" w:cs="Arial"/>
        </w:rPr>
        <w:tab/>
      </w:r>
      <w:r w:rsidR="00F7636C">
        <w:rPr>
          <w:rFonts w:ascii="Arial" w:hAnsi="Arial" w:cs="Arial"/>
        </w:rPr>
        <w:tab/>
      </w:r>
      <w:r w:rsidR="00F7636C">
        <w:rPr>
          <w:rFonts w:ascii="Arial" w:hAnsi="Arial" w:cs="Arial"/>
        </w:rPr>
        <w:tab/>
      </w:r>
      <w:r w:rsidR="00F7636C">
        <w:rPr>
          <w:rFonts w:ascii="Arial" w:hAnsi="Arial" w:cs="Arial"/>
        </w:rPr>
        <w:tab/>
      </w:r>
      <w:r w:rsidR="00F7636C">
        <w:rPr>
          <w:rFonts w:ascii="Arial" w:hAnsi="Arial" w:cs="Arial"/>
        </w:rPr>
        <w:tab/>
      </w:r>
      <w:r w:rsidR="00F7636C">
        <w:rPr>
          <w:rFonts w:ascii="Arial" w:hAnsi="Arial" w:cs="Arial"/>
        </w:rPr>
        <w:tab/>
      </w:r>
      <w:r w:rsidR="00F7636C">
        <w:rPr>
          <w:rFonts w:ascii="Arial" w:hAnsi="Arial" w:cs="Arial"/>
        </w:rPr>
        <w:tab/>
      </w:r>
      <w:r w:rsidR="00F7636C">
        <w:rPr>
          <w:rFonts w:ascii="Arial" w:hAnsi="Arial" w:cs="Arial"/>
        </w:rPr>
        <w:tab/>
      </w:r>
      <w:r w:rsidR="00F7636C">
        <w:rPr>
          <w:rFonts w:ascii="Arial" w:hAnsi="Arial" w:cs="Arial"/>
        </w:rPr>
        <w:tab/>
      </w:r>
      <w:r w:rsidR="00F7636C">
        <w:rPr>
          <w:rFonts w:ascii="Arial" w:hAnsi="Arial" w:cs="Arial"/>
        </w:rPr>
        <w:tab/>
      </w:r>
      <w:r w:rsidR="00F7636C">
        <w:rPr>
          <w:rFonts w:ascii="Arial" w:hAnsi="Arial" w:cs="Arial"/>
        </w:rPr>
        <w:tab/>
      </w:r>
      <w:r w:rsidR="00F7636C">
        <w:rPr>
          <w:rFonts w:ascii="Arial" w:hAnsi="Arial" w:cs="Arial"/>
        </w:rPr>
        <w:tab/>
      </w:r>
      <w:r w:rsidRPr="00F7636C">
        <w:rPr>
          <w:rFonts w:ascii="Arial" w:hAnsi="Arial" w:cs="Arial"/>
        </w:rPr>
        <w:tab/>
        <w:t>…………………………………………….</w:t>
      </w:r>
    </w:p>
    <w:p w14:paraId="20406FF4" w14:textId="77777777" w:rsidR="0074131D" w:rsidRPr="00F7636C" w:rsidRDefault="00E4325F" w:rsidP="00F7636C">
      <w:pPr>
        <w:spacing w:line="264" w:lineRule="auto"/>
        <w:ind w:left="4248" w:firstLine="708"/>
        <w:rPr>
          <w:rFonts w:ascii="Arial" w:hAnsi="Arial" w:cs="Arial"/>
        </w:rPr>
      </w:pPr>
      <w:r w:rsidRPr="00F7636C">
        <w:rPr>
          <w:rFonts w:ascii="Arial" w:hAnsi="Arial" w:cs="Arial"/>
        </w:rPr>
        <w:t>Podpis i pieczęć Wykonawcy</w:t>
      </w:r>
    </w:p>
    <w:sectPr w:rsidR="0074131D" w:rsidRPr="00F7636C" w:rsidSect="00F0430B">
      <w:headerReference w:type="first" r:id="rId9"/>
      <w:footerReference w:type="first" r:id="rId10"/>
      <w:pgSz w:w="11906" w:h="16838" w:code="9"/>
      <w:pgMar w:top="2041" w:right="1134" w:bottom="907" w:left="1985" w:header="39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F3264" w14:textId="77777777" w:rsidR="000406E6" w:rsidRDefault="000406E6">
      <w:r>
        <w:separator/>
      </w:r>
    </w:p>
  </w:endnote>
  <w:endnote w:type="continuationSeparator" w:id="0">
    <w:p w14:paraId="781ED68B" w14:textId="77777777" w:rsidR="000406E6" w:rsidRDefault="00040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5D365" w14:textId="77777777" w:rsidR="00C851BA" w:rsidRDefault="00000000" w:rsidP="00261F8F">
    <w:pPr>
      <w:pStyle w:val="Stopka"/>
    </w:pPr>
    <w:r>
      <w:pict w14:anchorId="23F30F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8.25pt;height:17.55pt">
          <v:imagedata r:id="rId1" o:title="OS_PIP_StopkaDyr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08695" w14:textId="77777777" w:rsidR="000406E6" w:rsidRDefault="000406E6">
      <w:r>
        <w:separator/>
      </w:r>
    </w:p>
  </w:footnote>
  <w:footnote w:type="continuationSeparator" w:id="0">
    <w:p w14:paraId="3DF9C3C8" w14:textId="77777777" w:rsidR="000406E6" w:rsidRDefault="00040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31487" w14:textId="77777777" w:rsidR="00C851BA" w:rsidRDefault="00000000" w:rsidP="00261F8F">
    <w:pPr>
      <w:pStyle w:val="Nagwek"/>
      <w:spacing w:before="360"/>
    </w:pPr>
    <w:r>
      <w:pict w14:anchorId="5C6B8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9.5pt;height:52.6pt">
          <v:imagedata r:id="rId1" o:title="OS_PIP_GlowkaPeln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9D35A2"/>
    <w:multiLevelType w:val="hybridMultilevel"/>
    <w:tmpl w:val="9B7A3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65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1AEC"/>
    <w:rsid w:val="00002A09"/>
    <w:rsid w:val="0000585F"/>
    <w:rsid w:val="00007E86"/>
    <w:rsid w:val="00016C47"/>
    <w:rsid w:val="00034FB1"/>
    <w:rsid w:val="00037E79"/>
    <w:rsid w:val="000406E6"/>
    <w:rsid w:val="00050674"/>
    <w:rsid w:val="00057819"/>
    <w:rsid w:val="00062505"/>
    <w:rsid w:val="00063075"/>
    <w:rsid w:val="00064B69"/>
    <w:rsid w:val="00073057"/>
    <w:rsid w:val="00076A1B"/>
    <w:rsid w:val="0008497C"/>
    <w:rsid w:val="00086A7B"/>
    <w:rsid w:val="000971A9"/>
    <w:rsid w:val="000A5FEE"/>
    <w:rsid w:val="000B4CA3"/>
    <w:rsid w:val="000B7070"/>
    <w:rsid w:val="000D412E"/>
    <w:rsid w:val="00101BD0"/>
    <w:rsid w:val="0010562D"/>
    <w:rsid w:val="00145843"/>
    <w:rsid w:val="00157020"/>
    <w:rsid w:val="00160E6E"/>
    <w:rsid w:val="001677DF"/>
    <w:rsid w:val="001764BF"/>
    <w:rsid w:val="0018703B"/>
    <w:rsid w:val="00193E87"/>
    <w:rsid w:val="00195762"/>
    <w:rsid w:val="001957AE"/>
    <w:rsid w:val="001B1D0A"/>
    <w:rsid w:val="001B3F40"/>
    <w:rsid w:val="001B504A"/>
    <w:rsid w:val="001D2830"/>
    <w:rsid w:val="001E1DA9"/>
    <w:rsid w:val="001E3E7F"/>
    <w:rsid w:val="001E46A3"/>
    <w:rsid w:val="001F18D2"/>
    <w:rsid w:val="00225286"/>
    <w:rsid w:val="00230AAD"/>
    <w:rsid w:val="0023451D"/>
    <w:rsid w:val="002449BC"/>
    <w:rsid w:val="00245F54"/>
    <w:rsid w:val="002464CF"/>
    <w:rsid w:val="00250A3C"/>
    <w:rsid w:val="00261F8F"/>
    <w:rsid w:val="00267250"/>
    <w:rsid w:val="0029285E"/>
    <w:rsid w:val="002A14E8"/>
    <w:rsid w:val="002A5BCA"/>
    <w:rsid w:val="002B2E7D"/>
    <w:rsid w:val="002B72C4"/>
    <w:rsid w:val="002D7275"/>
    <w:rsid w:val="002F31D8"/>
    <w:rsid w:val="002F43CA"/>
    <w:rsid w:val="002F61EE"/>
    <w:rsid w:val="002F6214"/>
    <w:rsid w:val="002F7646"/>
    <w:rsid w:val="00320C5F"/>
    <w:rsid w:val="00321B12"/>
    <w:rsid w:val="00334C8B"/>
    <w:rsid w:val="003366BA"/>
    <w:rsid w:val="0035454A"/>
    <w:rsid w:val="003A5042"/>
    <w:rsid w:val="003C2125"/>
    <w:rsid w:val="003D1BF7"/>
    <w:rsid w:val="003D3167"/>
    <w:rsid w:val="004332D6"/>
    <w:rsid w:val="00436F37"/>
    <w:rsid w:val="0044212F"/>
    <w:rsid w:val="00445104"/>
    <w:rsid w:val="00445B3A"/>
    <w:rsid w:val="004472BC"/>
    <w:rsid w:val="00451D74"/>
    <w:rsid w:val="00473D47"/>
    <w:rsid w:val="00477CD1"/>
    <w:rsid w:val="004867E1"/>
    <w:rsid w:val="004B2E82"/>
    <w:rsid w:val="004B36C5"/>
    <w:rsid w:val="004C4436"/>
    <w:rsid w:val="004D2741"/>
    <w:rsid w:val="004D79F7"/>
    <w:rsid w:val="004F499D"/>
    <w:rsid w:val="00500C21"/>
    <w:rsid w:val="00501AEC"/>
    <w:rsid w:val="00514A11"/>
    <w:rsid w:val="00522F89"/>
    <w:rsid w:val="00526CDC"/>
    <w:rsid w:val="0053164A"/>
    <w:rsid w:val="00550136"/>
    <w:rsid w:val="00551B40"/>
    <w:rsid w:val="005620B6"/>
    <w:rsid w:val="0056488C"/>
    <w:rsid w:val="0056625D"/>
    <w:rsid w:val="0056715E"/>
    <w:rsid w:val="00590F85"/>
    <w:rsid w:val="00595CAE"/>
    <w:rsid w:val="005A01E0"/>
    <w:rsid w:val="005A49E5"/>
    <w:rsid w:val="005B4562"/>
    <w:rsid w:val="005B4CB4"/>
    <w:rsid w:val="005C6E36"/>
    <w:rsid w:val="00603CAF"/>
    <w:rsid w:val="006279B7"/>
    <w:rsid w:val="006312DB"/>
    <w:rsid w:val="006427FF"/>
    <w:rsid w:val="00661C26"/>
    <w:rsid w:val="00693888"/>
    <w:rsid w:val="006A1E5D"/>
    <w:rsid w:val="006A2EE9"/>
    <w:rsid w:val="006A558B"/>
    <w:rsid w:val="006A5DBA"/>
    <w:rsid w:val="006C4BE0"/>
    <w:rsid w:val="006C6270"/>
    <w:rsid w:val="006D385E"/>
    <w:rsid w:val="006D672C"/>
    <w:rsid w:val="006D7532"/>
    <w:rsid w:val="006F5175"/>
    <w:rsid w:val="007121EE"/>
    <w:rsid w:val="007151C6"/>
    <w:rsid w:val="00726A93"/>
    <w:rsid w:val="00736C65"/>
    <w:rsid w:val="0074131D"/>
    <w:rsid w:val="00761377"/>
    <w:rsid w:val="0076542B"/>
    <w:rsid w:val="00771F67"/>
    <w:rsid w:val="00775607"/>
    <w:rsid w:val="00780A3E"/>
    <w:rsid w:val="007A2202"/>
    <w:rsid w:val="007A33FA"/>
    <w:rsid w:val="007A576C"/>
    <w:rsid w:val="007C0C1F"/>
    <w:rsid w:val="007D6DC7"/>
    <w:rsid w:val="007E15CF"/>
    <w:rsid w:val="007F2999"/>
    <w:rsid w:val="00801E43"/>
    <w:rsid w:val="008025C1"/>
    <w:rsid w:val="0080798D"/>
    <w:rsid w:val="00841C35"/>
    <w:rsid w:val="00851B66"/>
    <w:rsid w:val="008749C7"/>
    <w:rsid w:val="00876E50"/>
    <w:rsid w:val="008828BD"/>
    <w:rsid w:val="00883356"/>
    <w:rsid w:val="00890087"/>
    <w:rsid w:val="008948A3"/>
    <w:rsid w:val="00897BE5"/>
    <w:rsid w:val="008C02E0"/>
    <w:rsid w:val="008C0464"/>
    <w:rsid w:val="008D239D"/>
    <w:rsid w:val="008E2D1A"/>
    <w:rsid w:val="008E2E82"/>
    <w:rsid w:val="0090370F"/>
    <w:rsid w:val="00905265"/>
    <w:rsid w:val="00914418"/>
    <w:rsid w:val="00923353"/>
    <w:rsid w:val="00925323"/>
    <w:rsid w:val="009359FC"/>
    <w:rsid w:val="009455E9"/>
    <w:rsid w:val="00974AA7"/>
    <w:rsid w:val="00976FBA"/>
    <w:rsid w:val="00980EB5"/>
    <w:rsid w:val="0098792B"/>
    <w:rsid w:val="00992C39"/>
    <w:rsid w:val="009960B8"/>
    <w:rsid w:val="009A4C44"/>
    <w:rsid w:val="009B48B7"/>
    <w:rsid w:val="009D1171"/>
    <w:rsid w:val="009D7626"/>
    <w:rsid w:val="009F726C"/>
    <w:rsid w:val="00A11A66"/>
    <w:rsid w:val="00A128EA"/>
    <w:rsid w:val="00A150F4"/>
    <w:rsid w:val="00A22350"/>
    <w:rsid w:val="00A469F9"/>
    <w:rsid w:val="00A60FEF"/>
    <w:rsid w:val="00A70865"/>
    <w:rsid w:val="00A73D62"/>
    <w:rsid w:val="00A74982"/>
    <w:rsid w:val="00A93216"/>
    <w:rsid w:val="00AA1065"/>
    <w:rsid w:val="00AA406F"/>
    <w:rsid w:val="00AB6F12"/>
    <w:rsid w:val="00AC2937"/>
    <w:rsid w:val="00AC6C94"/>
    <w:rsid w:val="00AE1366"/>
    <w:rsid w:val="00AE403D"/>
    <w:rsid w:val="00B05AF7"/>
    <w:rsid w:val="00B27F9F"/>
    <w:rsid w:val="00B37A12"/>
    <w:rsid w:val="00B405D2"/>
    <w:rsid w:val="00B47231"/>
    <w:rsid w:val="00B567B9"/>
    <w:rsid w:val="00B57D85"/>
    <w:rsid w:val="00B6145E"/>
    <w:rsid w:val="00B700C4"/>
    <w:rsid w:val="00B81BF5"/>
    <w:rsid w:val="00B81E22"/>
    <w:rsid w:val="00B86B00"/>
    <w:rsid w:val="00B946F8"/>
    <w:rsid w:val="00BA1CC7"/>
    <w:rsid w:val="00BB4046"/>
    <w:rsid w:val="00BC2F1E"/>
    <w:rsid w:val="00BC7B25"/>
    <w:rsid w:val="00BD1F05"/>
    <w:rsid w:val="00BD1FA7"/>
    <w:rsid w:val="00BD25AC"/>
    <w:rsid w:val="00BD4EA0"/>
    <w:rsid w:val="00BE1244"/>
    <w:rsid w:val="00BF1EBD"/>
    <w:rsid w:val="00C03F5C"/>
    <w:rsid w:val="00C07CE9"/>
    <w:rsid w:val="00C07E85"/>
    <w:rsid w:val="00C16034"/>
    <w:rsid w:val="00C23DF3"/>
    <w:rsid w:val="00C31951"/>
    <w:rsid w:val="00C3270B"/>
    <w:rsid w:val="00C503AA"/>
    <w:rsid w:val="00C55564"/>
    <w:rsid w:val="00C6092A"/>
    <w:rsid w:val="00C72DC8"/>
    <w:rsid w:val="00C765BF"/>
    <w:rsid w:val="00C851BA"/>
    <w:rsid w:val="00C869A8"/>
    <w:rsid w:val="00C94383"/>
    <w:rsid w:val="00CA44AA"/>
    <w:rsid w:val="00CC2C67"/>
    <w:rsid w:val="00CC6C4B"/>
    <w:rsid w:val="00CD6F77"/>
    <w:rsid w:val="00CF350F"/>
    <w:rsid w:val="00D11651"/>
    <w:rsid w:val="00D14DE3"/>
    <w:rsid w:val="00D335C3"/>
    <w:rsid w:val="00D35D1F"/>
    <w:rsid w:val="00D423F5"/>
    <w:rsid w:val="00D6208A"/>
    <w:rsid w:val="00D714F7"/>
    <w:rsid w:val="00D7382B"/>
    <w:rsid w:val="00D850B9"/>
    <w:rsid w:val="00D94F8D"/>
    <w:rsid w:val="00DA5763"/>
    <w:rsid w:val="00DB322C"/>
    <w:rsid w:val="00DD736C"/>
    <w:rsid w:val="00DE07F8"/>
    <w:rsid w:val="00DE5AFC"/>
    <w:rsid w:val="00DF6DFB"/>
    <w:rsid w:val="00E15BAB"/>
    <w:rsid w:val="00E24333"/>
    <w:rsid w:val="00E4325F"/>
    <w:rsid w:val="00E43739"/>
    <w:rsid w:val="00E72BD6"/>
    <w:rsid w:val="00E804F4"/>
    <w:rsid w:val="00EA7D46"/>
    <w:rsid w:val="00EC7EEB"/>
    <w:rsid w:val="00ED2294"/>
    <w:rsid w:val="00EE63C4"/>
    <w:rsid w:val="00EF5935"/>
    <w:rsid w:val="00F0430B"/>
    <w:rsid w:val="00F2412E"/>
    <w:rsid w:val="00F3459B"/>
    <w:rsid w:val="00F42584"/>
    <w:rsid w:val="00F47BDB"/>
    <w:rsid w:val="00F75261"/>
    <w:rsid w:val="00F7636C"/>
    <w:rsid w:val="00F9549F"/>
    <w:rsid w:val="00FA606E"/>
    <w:rsid w:val="00FE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4C7CE"/>
  <w15:docId w15:val="{6B0FD374-3142-49A6-8FB6-DCDE6483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4E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6542B"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rsid w:val="0076542B"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CA44AA"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4373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4373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C6C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77DF"/>
    <w:pPr>
      <w:widowControl w:val="0"/>
      <w:autoSpaceDE w:val="0"/>
      <w:autoSpaceDN w:val="0"/>
      <w:adjustRightInd w:val="0"/>
    </w:pPr>
    <w:rPr>
      <w:rFonts w:ascii="TT E 16 A 950 0t 00" w:hAnsi="TT E 16 A 950 0t 00"/>
      <w:color w:val="000000"/>
      <w:sz w:val="24"/>
      <w:szCs w:val="24"/>
    </w:rPr>
  </w:style>
  <w:style w:type="character" w:styleId="Hipercze">
    <w:name w:val="Hyperlink"/>
    <w:unhideWhenUsed/>
    <w:rsid w:val="00C07CE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6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2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80048\AppData\Local\Microsoft\Windows\INetCache\Content.Outlook\6C947C21\Formatka_OSPIP_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OS\180026</Osoba>
    <Odbiorcy2 xmlns="30473D83-C5E0-4BDA-89DC-404D67C03FE7" xsi:nil="true"/>
    <NazwaPliku xmlns="30473D83-C5E0-4BDA-89DC-404D67C03FE7">formularz ofertowy surowce wtórne.docx.docx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66F1270-5A96-47FE-BAB8-41C569EB3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1FE86C-ED08-497D-A95D-FB99F3477EF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Formatka_OSPIP_3</Template>
  <TotalTime>6</TotalTime>
  <Pages>1</Pages>
  <Words>125</Words>
  <Characters>1153</Characters>
  <Application>Microsoft Office Word</Application>
  <DocSecurity>0</DocSecurity>
  <Lines>60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Ośrodek Szkolenia Państwowej Inspekcji Pracy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Lolita Cicha</dc:creator>
  <cp:keywords/>
  <dc:description/>
  <cp:lastModifiedBy>Magdalena Kowal</cp:lastModifiedBy>
  <cp:revision>7</cp:revision>
  <cp:lastPrinted>2020-09-11T08:38:00Z</cp:lastPrinted>
  <dcterms:created xsi:type="dcterms:W3CDTF">2021-12-01T11:38:00Z</dcterms:created>
  <dcterms:modified xsi:type="dcterms:W3CDTF">2026-02-06T09:19:00Z</dcterms:modified>
</cp:coreProperties>
</file>